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677" w:rsidRDefault="00AC4677" w:rsidP="00170F21">
      <w:pPr>
        <w:jc w:val="center"/>
        <w:rPr>
          <w:lang w:val="uk-UA"/>
        </w:rPr>
      </w:pPr>
      <w:r w:rsidRPr="00530AF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8.75pt;visibility:visible">
            <v:imagedata r:id="rId5" o:title=""/>
          </v:shape>
        </w:pict>
      </w:r>
    </w:p>
    <w:p w:rsidR="00AC4677" w:rsidRDefault="00AC4677" w:rsidP="00170F21">
      <w:pPr>
        <w:jc w:val="center"/>
        <w:rPr>
          <w:b/>
          <w:sz w:val="22"/>
          <w:lang w:val="uk-UA"/>
        </w:rPr>
      </w:pPr>
    </w:p>
    <w:p w:rsidR="00AC4677" w:rsidRDefault="00AC4677" w:rsidP="00170F21">
      <w:pPr>
        <w:pStyle w:val="Heading6"/>
      </w:pPr>
      <w:r>
        <w:t>У  К  Р  А  Ї  Н  А</w:t>
      </w:r>
    </w:p>
    <w:p w:rsidR="00AC4677" w:rsidRDefault="00AC4677" w:rsidP="00170F21">
      <w:pPr>
        <w:jc w:val="center"/>
        <w:rPr>
          <w:b/>
          <w:sz w:val="28"/>
          <w:lang w:val="uk-UA"/>
        </w:rPr>
      </w:pPr>
    </w:p>
    <w:p w:rsidR="00AC4677" w:rsidRDefault="00AC4677" w:rsidP="00170F21">
      <w:pPr>
        <w:pStyle w:val="Heading9"/>
      </w:pPr>
      <w:r>
        <w:t xml:space="preserve">А р т е м і в с ь к а   м і с ь к а   р а д а </w:t>
      </w:r>
    </w:p>
    <w:p w:rsidR="00AC4677" w:rsidRDefault="00AC4677" w:rsidP="00170F21">
      <w:pPr>
        <w:jc w:val="center"/>
        <w:rPr>
          <w:b/>
          <w:sz w:val="28"/>
          <w:lang w:val="uk-UA"/>
        </w:rPr>
      </w:pPr>
    </w:p>
    <w:p w:rsidR="00AC4677" w:rsidRDefault="00AC4677" w:rsidP="00170F21">
      <w:pPr>
        <w:pStyle w:val="Heading8"/>
      </w:pPr>
      <w:r>
        <w:t>ВИКОНАВЧИЙ  КОМІТЕТ</w:t>
      </w:r>
    </w:p>
    <w:p w:rsidR="00AC4677" w:rsidRDefault="00AC4677" w:rsidP="00170F21">
      <w:pPr>
        <w:jc w:val="center"/>
        <w:rPr>
          <w:b/>
          <w:sz w:val="28"/>
          <w:lang w:val="uk-UA"/>
        </w:rPr>
      </w:pPr>
    </w:p>
    <w:p w:rsidR="00AC4677" w:rsidRDefault="00AC4677" w:rsidP="00170F21">
      <w:pPr>
        <w:jc w:val="center"/>
        <w:rPr>
          <w:b/>
          <w:sz w:val="36"/>
          <w:lang w:val="uk-UA"/>
        </w:rPr>
      </w:pPr>
      <w:r>
        <w:rPr>
          <w:b/>
          <w:sz w:val="48"/>
          <w:lang w:val="uk-UA"/>
        </w:rPr>
        <w:t>Р I Ш Е Н Н Я</w:t>
      </w:r>
    </w:p>
    <w:p w:rsidR="00AC4677" w:rsidRDefault="00AC4677" w:rsidP="00170F21">
      <w:pPr>
        <w:jc w:val="center"/>
        <w:rPr>
          <w:b/>
          <w:sz w:val="36"/>
          <w:lang w:val="uk-UA"/>
        </w:rPr>
      </w:pPr>
    </w:p>
    <w:p w:rsidR="00AC4677" w:rsidRPr="004D098A" w:rsidRDefault="00AC4677" w:rsidP="00170F2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15.01</w:t>
      </w:r>
      <w:r w:rsidRPr="00B26803">
        <w:rPr>
          <w:sz w:val="24"/>
          <w:szCs w:val="24"/>
          <w:lang w:val="uk-UA"/>
        </w:rPr>
        <w:t>.</w:t>
      </w:r>
      <w:r w:rsidRPr="004D098A">
        <w:rPr>
          <w:sz w:val="24"/>
          <w:szCs w:val="24"/>
          <w:lang w:val="uk-UA"/>
        </w:rPr>
        <w:t xml:space="preserve"> 20</w:t>
      </w:r>
      <w:r>
        <w:rPr>
          <w:sz w:val="24"/>
          <w:szCs w:val="24"/>
          <w:lang w:val="uk-UA"/>
        </w:rPr>
        <w:t xml:space="preserve">14 </w:t>
      </w:r>
      <w:r w:rsidRPr="004D098A">
        <w:rPr>
          <w:sz w:val="24"/>
          <w:szCs w:val="24"/>
          <w:lang w:val="uk-UA"/>
        </w:rPr>
        <w:t xml:space="preserve"> №</w:t>
      </w:r>
      <w:r>
        <w:rPr>
          <w:sz w:val="24"/>
          <w:szCs w:val="24"/>
          <w:lang w:val="uk-UA"/>
        </w:rPr>
        <w:t xml:space="preserve"> 6</w:t>
      </w:r>
    </w:p>
    <w:p w:rsidR="00AC4677" w:rsidRDefault="00AC4677" w:rsidP="00170F21">
      <w:pPr>
        <w:rPr>
          <w:lang w:val="uk-UA"/>
        </w:rPr>
      </w:pPr>
      <w:r w:rsidRPr="004D098A">
        <w:rPr>
          <w:sz w:val="24"/>
          <w:szCs w:val="24"/>
          <w:lang w:val="uk-UA"/>
        </w:rPr>
        <w:t>м. Артемівськ</w:t>
      </w:r>
    </w:p>
    <w:p w:rsidR="00AC4677" w:rsidRDefault="00AC4677" w:rsidP="00170F21">
      <w:pPr>
        <w:rPr>
          <w:lang w:val="uk-UA"/>
        </w:rPr>
      </w:pPr>
    </w:p>
    <w:p w:rsidR="00AC4677" w:rsidRDefault="00AC4677" w:rsidP="00170F21">
      <w:pPr>
        <w:rPr>
          <w:lang w:val="uk-UA"/>
        </w:rPr>
      </w:pPr>
    </w:p>
    <w:p w:rsidR="00AC4677" w:rsidRDefault="00AC4677" w:rsidP="00170F21">
      <w:pPr>
        <w:pStyle w:val="BodyText2"/>
        <w:ind w:right="5102"/>
        <w:rPr>
          <w:sz w:val="28"/>
        </w:rPr>
      </w:pPr>
      <w:r>
        <w:rPr>
          <w:sz w:val="28"/>
        </w:rPr>
        <w:t>Про реєстрацію громадського формування з охорони громадського порядку “</w:t>
      </w:r>
      <w:r>
        <w:rPr>
          <w:sz w:val="28"/>
          <w:lang w:val="ru-RU"/>
        </w:rPr>
        <w:t>Бастіон</w:t>
      </w:r>
      <w:r>
        <w:rPr>
          <w:sz w:val="28"/>
        </w:rPr>
        <w:t>”</w:t>
      </w:r>
    </w:p>
    <w:p w:rsidR="00AC4677" w:rsidRDefault="00AC4677" w:rsidP="00170F21">
      <w:pPr>
        <w:pStyle w:val="BodyText2"/>
        <w:rPr>
          <w:b w:val="0"/>
          <w:i w:val="0"/>
          <w:sz w:val="27"/>
        </w:rPr>
      </w:pPr>
    </w:p>
    <w:p w:rsidR="00AC4677" w:rsidRPr="00585E82" w:rsidRDefault="00AC4677" w:rsidP="00170F21">
      <w:pPr>
        <w:pStyle w:val="ParagraphStyle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Розглянувши заяву від 18.12.2013 № 01-6349-07 голови координаційної ради громадського формування з охорони громадського порядку «Бастіон» Куренного О.С.  та надані до неї документи, заслухавши інформацію головного спеціаліста з питань запобігання та виявлення корупції і взаємодії з правоохоронними органами Артемівської міської ради Зозулі Ф.Г, щодо реєстрації громадського формування з охорони громадського порядку «Бастіон», відповідно до Типового статуту громадського формування з охорони громадського порядку і державного кордону, затвердженого постановою Кабінету Міністрів України від 20.12.2000 №1872, із внесеними до нього змінами, керуючись Законом України  від 22.06.2000 №1835-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участь громадян в охороні громадського порядку і державного кордону» із внесеними до нього змінами,  </w:t>
      </w:r>
      <w:r w:rsidRPr="00585E82">
        <w:rPr>
          <w:rFonts w:ascii="Times New Roman" w:hAnsi="Times New Roman" w:cs="Times New Roman"/>
          <w:sz w:val="28"/>
          <w:szCs w:val="28"/>
          <w:lang w:val="uk-UA"/>
        </w:rPr>
        <w:t xml:space="preserve"> ст.</w:t>
      </w:r>
      <w:r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Pr="00585E82">
        <w:rPr>
          <w:rFonts w:ascii="Times New Roman" w:hAnsi="Times New Roman" w:cs="Times New Roman"/>
          <w:sz w:val="28"/>
          <w:szCs w:val="28"/>
          <w:lang w:val="uk-UA"/>
        </w:rPr>
        <w:t xml:space="preserve"> 38,52   Закону України від 21.05.97 № 280/97-ВР "Про місцеве самоврядування в Україні" із внесеними до нього змінами,  виконком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Артемівської міської ради</w:t>
      </w:r>
      <w:r w:rsidRPr="00585E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C4677" w:rsidRDefault="00AC4677" w:rsidP="00170F21">
      <w:pPr>
        <w:ind w:firstLine="851"/>
        <w:jc w:val="both"/>
        <w:rPr>
          <w:sz w:val="28"/>
          <w:lang w:val="uk-UA"/>
        </w:rPr>
      </w:pPr>
    </w:p>
    <w:p w:rsidR="00AC4677" w:rsidRDefault="00AC4677" w:rsidP="00170F21">
      <w:pPr>
        <w:ind w:firstLine="851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В И Р І Ш И В :  </w:t>
      </w:r>
    </w:p>
    <w:p w:rsidR="00AC4677" w:rsidRDefault="00AC4677" w:rsidP="00170F21">
      <w:pPr>
        <w:ind w:firstLine="851"/>
        <w:jc w:val="both"/>
        <w:rPr>
          <w:sz w:val="27"/>
          <w:lang w:val="uk-UA"/>
        </w:rPr>
      </w:pPr>
    </w:p>
    <w:p w:rsidR="00AC4677" w:rsidRDefault="00AC4677" w:rsidP="00170F21">
      <w:pPr>
        <w:pStyle w:val="ListParagraph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8"/>
          <w:lang w:val="uk-UA"/>
        </w:rPr>
      </w:pPr>
      <w:r w:rsidRPr="00585E82">
        <w:rPr>
          <w:sz w:val="28"/>
          <w:lang w:val="uk-UA"/>
        </w:rPr>
        <w:t>Зареєструвати громадське формування з охорони громадського порядку “Бастіон”.</w:t>
      </w:r>
    </w:p>
    <w:p w:rsidR="00AC4677" w:rsidRDefault="00AC4677" w:rsidP="00170F21">
      <w:pPr>
        <w:pStyle w:val="ListParagraph"/>
        <w:tabs>
          <w:tab w:val="left" w:pos="1134"/>
        </w:tabs>
        <w:ind w:left="567"/>
        <w:jc w:val="both"/>
        <w:rPr>
          <w:sz w:val="28"/>
          <w:lang w:val="uk-UA"/>
        </w:rPr>
      </w:pPr>
    </w:p>
    <w:p w:rsidR="00AC4677" w:rsidRDefault="00AC4677" w:rsidP="00170F21">
      <w:pPr>
        <w:pStyle w:val="ListParagraph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Головному спеціалісту з питань запобігання та виявлення корупції і</w:t>
      </w:r>
      <w:r w:rsidRPr="00585E82">
        <w:rPr>
          <w:sz w:val="28"/>
          <w:szCs w:val="28"/>
          <w:lang w:val="uk-UA"/>
        </w:rPr>
        <w:t xml:space="preserve"> взаємодії з правоохоронними органами Артемівської міської ради</w:t>
      </w:r>
      <w:r>
        <w:rPr>
          <w:sz w:val="28"/>
          <w:lang w:val="uk-UA"/>
        </w:rPr>
        <w:t xml:space="preserve"> Зозулі Ф.Г.:</w:t>
      </w:r>
    </w:p>
    <w:p w:rsidR="00AC4677" w:rsidRPr="003F357B" w:rsidRDefault="00AC4677" w:rsidP="00170F21">
      <w:pPr>
        <w:tabs>
          <w:tab w:val="left" w:pos="0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2.1. </w:t>
      </w:r>
      <w:r w:rsidRPr="003F357B">
        <w:rPr>
          <w:sz w:val="28"/>
          <w:lang w:val="uk-UA"/>
        </w:rPr>
        <w:t xml:space="preserve">Внести до </w:t>
      </w:r>
      <w:r>
        <w:rPr>
          <w:sz w:val="28"/>
          <w:lang w:val="uk-UA"/>
        </w:rPr>
        <w:t>Ж</w:t>
      </w:r>
      <w:r w:rsidRPr="003F357B">
        <w:rPr>
          <w:sz w:val="28"/>
          <w:lang w:val="uk-UA"/>
        </w:rPr>
        <w:t>урналу реєстрації громадських формувань з охорони громадського  порядку запис про реєстрацію громадського формування з охорони громадського порядку «Бастіон»</w:t>
      </w:r>
      <w:r>
        <w:rPr>
          <w:sz w:val="28"/>
          <w:lang w:val="uk-UA"/>
        </w:rPr>
        <w:t>.</w:t>
      </w:r>
    </w:p>
    <w:p w:rsidR="00AC4677" w:rsidRDefault="00AC4677" w:rsidP="00170F21">
      <w:pPr>
        <w:pStyle w:val="ListParagraph"/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Pr="003F357B">
        <w:rPr>
          <w:sz w:val="28"/>
          <w:lang w:val="uk-UA"/>
        </w:rPr>
        <w:t xml:space="preserve">Повідомити </w:t>
      </w:r>
      <w:r>
        <w:rPr>
          <w:sz w:val="28"/>
          <w:lang w:val="uk-UA"/>
        </w:rPr>
        <w:t xml:space="preserve">в установленому порядку </w:t>
      </w:r>
      <w:r w:rsidRPr="003F357B">
        <w:rPr>
          <w:sz w:val="28"/>
          <w:lang w:val="uk-UA"/>
        </w:rPr>
        <w:t>у десятиденний термін голову координаційної ради громадського формування з охорони громадського порядку «Бастіон» Куренного О.С. про прийняте рішення.</w:t>
      </w:r>
    </w:p>
    <w:p w:rsidR="00AC4677" w:rsidRPr="003F357B" w:rsidRDefault="00AC4677" w:rsidP="00170F21">
      <w:pPr>
        <w:pStyle w:val="ListParagraph"/>
        <w:tabs>
          <w:tab w:val="left" w:pos="1134"/>
        </w:tabs>
        <w:ind w:left="567"/>
        <w:jc w:val="both"/>
        <w:rPr>
          <w:sz w:val="28"/>
          <w:lang w:val="uk-UA"/>
        </w:rPr>
      </w:pPr>
    </w:p>
    <w:p w:rsidR="00AC4677" w:rsidRDefault="00AC4677" w:rsidP="00170F21">
      <w:pPr>
        <w:pStyle w:val="ListParagraph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585E82">
        <w:rPr>
          <w:sz w:val="28"/>
          <w:szCs w:val="28"/>
          <w:lang w:val="uk-UA"/>
        </w:rPr>
        <w:t xml:space="preserve">Організаційне виконання рішення покласти на </w:t>
      </w:r>
      <w:r>
        <w:rPr>
          <w:sz w:val="28"/>
          <w:szCs w:val="28"/>
          <w:lang w:val="uk-UA"/>
        </w:rPr>
        <w:t>головного спеціаліста з питань запобігання та виявлення корупції і</w:t>
      </w:r>
      <w:r w:rsidRPr="00585E82">
        <w:rPr>
          <w:sz w:val="28"/>
          <w:szCs w:val="28"/>
          <w:lang w:val="uk-UA"/>
        </w:rPr>
        <w:t xml:space="preserve"> взаємодії з правоохоронними органами Артемівської міської ради</w:t>
      </w:r>
      <w:r>
        <w:rPr>
          <w:sz w:val="28"/>
          <w:szCs w:val="28"/>
          <w:lang w:val="uk-UA"/>
        </w:rPr>
        <w:t xml:space="preserve">  </w:t>
      </w:r>
      <w:r w:rsidRPr="00585E82">
        <w:rPr>
          <w:sz w:val="28"/>
          <w:szCs w:val="28"/>
          <w:lang w:val="uk-UA"/>
        </w:rPr>
        <w:t>Зозулю Ф.Г.</w:t>
      </w:r>
    </w:p>
    <w:p w:rsidR="00AC4677" w:rsidRDefault="00AC4677" w:rsidP="00170F21">
      <w:pPr>
        <w:pStyle w:val="ListParagraph"/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</w:p>
    <w:p w:rsidR="00AC4677" w:rsidRPr="00585E82" w:rsidRDefault="00AC4677" w:rsidP="00170F21">
      <w:pPr>
        <w:pStyle w:val="ListParagraph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Координаційне забезпечення виконання рішення покласти на керуючого справами виконкому Коліно М.Є.</w:t>
      </w:r>
    </w:p>
    <w:p w:rsidR="00AC4677" w:rsidRDefault="00AC4677" w:rsidP="00170F21">
      <w:pPr>
        <w:ind w:left="851"/>
        <w:jc w:val="both"/>
        <w:rPr>
          <w:sz w:val="27"/>
          <w:lang w:val="uk-UA"/>
        </w:rPr>
      </w:pPr>
    </w:p>
    <w:p w:rsidR="00AC4677" w:rsidRDefault="00AC4677" w:rsidP="00170F21">
      <w:pPr>
        <w:ind w:left="851"/>
        <w:jc w:val="both"/>
        <w:rPr>
          <w:sz w:val="27"/>
          <w:lang w:val="uk-UA"/>
        </w:rPr>
      </w:pPr>
    </w:p>
    <w:p w:rsidR="00AC4677" w:rsidRDefault="00AC4677" w:rsidP="00170F21">
      <w:pPr>
        <w:pStyle w:val="Heading2"/>
        <w:rPr>
          <w:i w:val="0"/>
          <w:sz w:val="28"/>
        </w:rPr>
      </w:pPr>
      <w:r>
        <w:rPr>
          <w:i w:val="0"/>
          <w:sz w:val="28"/>
        </w:rPr>
        <w:t xml:space="preserve">          Перший заступник </w:t>
      </w:r>
    </w:p>
    <w:p w:rsidR="00AC4677" w:rsidRPr="0068180E" w:rsidRDefault="00AC4677" w:rsidP="000E39A2">
      <w:pPr>
        <w:rPr>
          <w:lang w:val="uk-UA"/>
        </w:rPr>
      </w:pPr>
      <w:r w:rsidRPr="004A7E02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                 </w:t>
      </w:r>
      <w:r w:rsidRPr="004A7E02">
        <w:rPr>
          <w:b/>
          <w:sz w:val="28"/>
          <w:szCs w:val="28"/>
          <w:lang w:val="uk-UA"/>
        </w:rPr>
        <w:t>міського голови</w:t>
      </w:r>
      <w:r>
        <w:rPr>
          <w:b/>
          <w:sz w:val="28"/>
          <w:szCs w:val="28"/>
          <w:lang w:val="uk-UA"/>
        </w:rPr>
        <w:t xml:space="preserve">                                              Т.М. Савченко     </w:t>
      </w:r>
    </w:p>
    <w:sectPr w:rsidR="00AC4677" w:rsidRPr="0068180E" w:rsidSect="00C6717F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76A6"/>
    <w:multiLevelType w:val="multilevel"/>
    <w:tmpl w:val="2A36B0C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">
    <w:nsid w:val="5DE030DE"/>
    <w:multiLevelType w:val="multilevel"/>
    <w:tmpl w:val="75887548"/>
    <w:lvl w:ilvl="0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2516" w:hanging="13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516" w:hanging="130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16" w:hanging="130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16" w:hanging="130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65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65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01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371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180E"/>
    <w:rsid w:val="00002D52"/>
    <w:rsid w:val="000051C6"/>
    <w:rsid w:val="00011220"/>
    <w:rsid w:val="00012587"/>
    <w:rsid w:val="00013C99"/>
    <w:rsid w:val="000178B9"/>
    <w:rsid w:val="00020B75"/>
    <w:rsid w:val="00021268"/>
    <w:rsid w:val="000218F9"/>
    <w:rsid w:val="0002219D"/>
    <w:rsid w:val="00022399"/>
    <w:rsid w:val="00022521"/>
    <w:rsid w:val="0002547F"/>
    <w:rsid w:val="00026C6E"/>
    <w:rsid w:val="000313D9"/>
    <w:rsid w:val="00033F24"/>
    <w:rsid w:val="00035FFF"/>
    <w:rsid w:val="000365DC"/>
    <w:rsid w:val="00042E1B"/>
    <w:rsid w:val="00050D5F"/>
    <w:rsid w:val="00050E6C"/>
    <w:rsid w:val="00051277"/>
    <w:rsid w:val="00053566"/>
    <w:rsid w:val="00053B0F"/>
    <w:rsid w:val="00054358"/>
    <w:rsid w:val="00055D61"/>
    <w:rsid w:val="000601DB"/>
    <w:rsid w:val="00060F66"/>
    <w:rsid w:val="00061487"/>
    <w:rsid w:val="000631A8"/>
    <w:rsid w:val="00065E88"/>
    <w:rsid w:val="00070E2B"/>
    <w:rsid w:val="00075399"/>
    <w:rsid w:val="00075694"/>
    <w:rsid w:val="000770FB"/>
    <w:rsid w:val="00083455"/>
    <w:rsid w:val="00084467"/>
    <w:rsid w:val="000856FA"/>
    <w:rsid w:val="00086D51"/>
    <w:rsid w:val="0008767C"/>
    <w:rsid w:val="000933B8"/>
    <w:rsid w:val="0009548E"/>
    <w:rsid w:val="000A0051"/>
    <w:rsid w:val="000A2ADA"/>
    <w:rsid w:val="000A3071"/>
    <w:rsid w:val="000A4F29"/>
    <w:rsid w:val="000A5BE6"/>
    <w:rsid w:val="000A6545"/>
    <w:rsid w:val="000A6A61"/>
    <w:rsid w:val="000A6C26"/>
    <w:rsid w:val="000B1921"/>
    <w:rsid w:val="000B2442"/>
    <w:rsid w:val="000B3BE9"/>
    <w:rsid w:val="000B4B5E"/>
    <w:rsid w:val="000B6163"/>
    <w:rsid w:val="000B7F76"/>
    <w:rsid w:val="000C0840"/>
    <w:rsid w:val="000C24D2"/>
    <w:rsid w:val="000C5F9C"/>
    <w:rsid w:val="000C6340"/>
    <w:rsid w:val="000C6D0D"/>
    <w:rsid w:val="000C6E08"/>
    <w:rsid w:val="000C7A64"/>
    <w:rsid w:val="000D3942"/>
    <w:rsid w:val="000D3ECD"/>
    <w:rsid w:val="000D4A62"/>
    <w:rsid w:val="000D5D6A"/>
    <w:rsid w:val="000D662E"/>
    <w:rsid w:val="000E0A07"/>
    <w:rsid w:val="000E39A2"/>
    <w:rsid w:val="000E6A76"/>
    <w:rsid w:val="000E7105"/>
    <w:rsid w:val="00102C2D"/>
    <w:rsid w:val="00103072"/>
    <w:rsid w:val="00105409"/>
    <w:rsid w:val="00105DC4"/>
    <w:rsid w:val="0010661F"/>
    <w:rsid w:val="00106DE6"/>
    <w:rsid w:val="00107D0B"/>
    <w:rsid w:val="00112B4C"/>
    <w:rsid w:val="00117988"/>
    <w:rsid w:val="0012013B"/>
    <w:rsid w:val="00126162"/>
    <w:rsid w:val="001262C3"/>
    <w:rsid w:val="0012679B"/>
    <w:rsid w:val="00130E27"/>
    <w:rsid w:val="001312A1"/>
    <w:rsid w:val="001317F6"/>
    <w:rsid w:val="00131D19"/>
    <w:rsid w:val="0013322D"/>
    <w:rsid w:val="00133CDF"/>
    <w:rsid w:val="00135651"/>
    <w:rsid w:val="00135B43"/>
    <w:rsid w:val="00140D9C"/>
    <w:rsid w:val="00143E84"/>
    <w:rsid w:val="00151766"/>
    <w:rsid w:val="00152320"/>
    <w:rsid w:val="00152C3E"/>
    <w:rsid w:val="00152E37"/>
    <w:rsid w:val="00154624"/>
    <w:rsid w:val="00154DDF"/>
    <w:rsid w:val="00154F54"/>
    <w:rsid w:val="00155429"/>
    <w:rsid w:val="001563F4"/>
    <w:rsid w:val="001601F9"/>
    <w:rsid w:val="00160868"/>
    <w:rsid w:val="001620EC"/>
    <w:rsid w:val="001630C2"/>
    <w:rsid w:val="001671D1"/>
    <w:rsid w:val="00170973"/>
    <w:rsid w:val="00170F21"/>
    <w:rsid w:val="00171D83"/>
    <w:rsid w:val="001739D8"/>
    <w:rsid w:val="00174918"/>
    <w:rsid w:val="001820B1"/>
    <w:rsid w:val="00187631"/>
    <w:rsid w:val="00187C52"/>
    <w:rsid w:val="00191B12"/>
    <w:rsid w:val="00191BF1"/>
    <w:rsid w:val="00191FA2"/>
    <w:rsid w:val="00194570"/>
    <w:rsid w:val="00196A07"/>
    <w:rsid w:val="001A1E22"/>
    <w:rsid w:val="001A1E61"/>
    <w:rsid w:val="001A2FA5"/>
    <w:rsid w:val="001A48E1"/>
    <w:rsid w:val="001A6829"/>
    <w:rsid w:val="001B03CB"/>
    <w:rsid w:val="001B0A1B"/>
    <w:rsid w:val="001B32CD"/>
    <w:rsid w:val="001B5DBF"/>
    <w:rsid w:val="001B674D"/>
    <w:rsid w:val="001B7ADF"/>
    <w:rsid w:val="001B7CB1"/>
    <w:rsid w:val="001C3033"/>
    <w:rsid w:val="001C4710"/>
    <w:rsid w:val="001C5354"/>
    <w:rsid w:val="001E0AD0"/>
    <w:rsid w:val="001E1532"/>
    <w:rsid w:val="001E39FF"/>
    <w:rsid w:val="001E4975"/>
    <w:rsid w:val="001E6747"/>
    <w:rsid w:val="001F1552"/>
    <w:rsid w:val="001F6A96"/>
    <w:rsid w:val="001F7073"/>
    <w:rsid w:val="00200B8F"/>
    <w:rsid w:val="002027CD"/>
    <w:rsid w:val="0020299F"/>
    <w:rsid w:val="00207857"/>
    <w:rsid w:val="002119EF"/>
    <w:rsid w:val="00214F38"/>
    <w:rsid w:val="00215119"/>
    <w:rsid w:val="002162E8"/>
    <w:rsid w:val="00217434"/>
    <w:rsid w:val="00220438"/>
    <w:rsid w:val="00220DEF"/>
    <w:rsid w:val="00223691"/>
    <w:rsid w:val="002241D5"/>
    <w:rsid w:val="002257DC"/>
    <w:rsid w:val="00227171"/>
    <w:rsid w:val="0022767E"/>
    <w:rsid w:val="00232748"/>
    <w:rsid w:val="0023391E"/>
    <w:rsid w:val="00233FD9"/>
    <w:rsid w:val="00236354"/>
    <w:rsid w:val="00236847"/>
    <w:rsid w:val="00241CEE"/>
    <w:rsid w:val="00242A56"/>
    <w:rsid w:val="0024482D"/>
    <w:rsid w:val="00245822"/>
    <w:rsid w:val="00246E71"/>
    <w:rsid w:val="00250098"/>
    <w:rsid w:val="002500E4"/>
    <w:rsid w:val="002524A1"/>
    <w:rsid w:val="00253A77"/>
    <w:rsid w:val="00253A85"/>
    <w:rsid w:val="00255119"/>
    <w:rsid w:val="0026230F"/>
    <w:rsid w:val="0026457F"/>
    <w:rsid w:val="00265A56"/>
    <w:rsid w:val="00276402"/>
    <w:rsid w:val="00277D2B"/>
    <w:rsid w:val="002816D6"/>
    <w:rsid w:val="00281CE0"/>
    <w:rsid w:val="002828A9"/>
    <w:rsid w:val="00286D84"/>
    <w:rsid w:val="002902E6"/>
    <w:rsid w:val="0029121C"/>
    <w:rsid w:val="00292B57"/>
    <w:rsid w:val="00293F82"/>
    <w:rsid w:val="00294675"/>
    <w:rsid w:val="002946B0"/>
    <w:rsid w:val="002949B0"/>
    <w:rsid w:val="00294B77"/>
    <w:rsid w:val="0029681D"/>
    <w:rsid w:val="002A1C01"/>
    <w:rsid w:val="002A2814"/>
    <w:rsid w:val="002A3B11"/>
    <w:rsid w:val="002B0228"/>
    <w:rsid w:val="002B1B0F"/>
    <w:rsid w:val="002C00CB"/>
    <w:rsid w:val="002C0261"/>
    <w:rsid w:val="002C0E4E"/>
    <w:rsid w:val="002C1305"/>
    <w:rsid w:val="002C40FB"/>
    <w:rsid w:val="002C4F74"/>
    <w:rsid w:val="002D0FCB"/>
    <w:rsid w:val="002D232E"/>
    <w:rsid w:val="002D6B7E"/>
    <w:rsid w:val="002E04BF"/>
    <w:rsid w:val="002E28DB"/>
    <w:rsid w:val="002E49DF"/>
    <w:rsid w:val="002E5E2C"/>
    <w:rsid w:val="002E7CAD"/>
    <w:rsid w:val="002F15E8"/>
    <w:rsid w:val="002F2F74"/>
    <w:rsid w:val="002F460E"/>
    <w:rsid w:val="002F50B1"/>
    <w:rsid w:val="002F5BDC"/>
    <w:rsid w:val="002F7B1A"/>
    <w:rsid w:val="00300393"/>
    <w:rsid w:val="00305CDB"/>
    <w:rsid w:val="00306760"/>
    <w:rsid w:val="003156F6"/>
    <w:rsid w:val="003156FF"/>
    <w:rsid w:val="00315C66"/>
    <w:rsid w:val="00315CE2"/>
    <w:rsid w:val="00315D65"/>
    <w:rsid w:val="003176B1"/>
    <w:rsid w:val="00317977"/>
    <w:rsid w:val="00320775"/>
    <w:rsid w:val="00323180"/>
    <w:rsid w:val="00323DAD"/>
    <w:rsid w:val="00324D8C"/>
    <w:rsid w:val="00327F22"/>
    <w:rsid w:val="003346EE"/>
    <w:rsid w:val="003456DB"/>
    <w:rsid w:val="003458D8"/>
    <w:rsid w:val="003527E1"/>
    <w:rsid w:val="00355860"/>
    <w:rsid w:val="003559FC"/>
    <w:rsid w:val="00355AD2"/>
    <w:rsid w:val="00361BA6"/>
    <w:rsid w:val="0036323E"/>
    <w:rsid w:val="00366315"/>
    <w:rsid w:val="00366D79"/>
    <w:rsid w:val="00370C4F"/>
    <w:rsid w:val="003719A7"/>
    <w:rsid w:val="003809E2"/>
    <w:rsid w:val="00382DF2"/>
    <w:rsid w:val="00383287"/>
    <w:rsid w:val="00384B6E"/>
    <w:rsid w:val="00384E6C"/>
    <w:rsid w:val="003868F6"/>
    <w:rsid w:val="00386DBE"/>
    <w:rsid w:val="0038701E"/>
    <w:rsid w:val="0039043E"/>
    <w:rsid w:val="00391C73"/>
    <w:rsid w:val="00392EE7"/>
    <w:rsid w:val="00394794"/>
    <w:rsid w:val="0039632E"/>
    <w:rsid w:val="00397E3A"/>
    <w:rsid w:val="003A1CE1"/>
    <w:rsid w:val="003A1DB0"/>
    <w:rsid w:val="003A315A"/>
    <w:rsid w:val="003A4357"/>
    <w:rsid w:val="003A44ED"/>
    <w:rsid w:val="003A7486"/>
    <w:rsid w:val="003B00AF"/>
    <w:rsid w:val="003B0B34"/>
    <w:rsid w:val="003B1267"/>
    <w:rsid w:val="003B26F0"/>
    <w:rsid w:val="003B3487"/>
    <w:rsid w:val="003B504C"/>
    <w:rsid w:val="003B5B00"/>
    <w:rsid w:val="003B5C7C"/>
    <w:rsid w:val="003C07B7"/>
    <w:rsid w:val="003C1C02"/>
    <w:rsid w:val="003C2416"/>
    <w:rsid w:val="003C3360"/>
    <w:rsid w:val="003C3796"/>
    <w:rsid w:val="003C445F"/>
    <w:rsid w:val="003C51C1"/>
    <w:rsid w:val="003D0E66"/>
    <w:rsid w:val="003D2075"/>
    <w:rsid w:val="003D2F43"/>
    <w:rsid w:val="003E27BE"/>
    <w:rsid w:val="003E408A"/>
    <w:rsid w:val="003E76DF"/>
    <w:rsid w:val="003F089D"/>
    <w:rsid w:val="003F1D8F"/>
    <w:rsid w:val="003F357B"/>
    <w:rsid w:val="003F36A4"/>
    <w:rsid w:val="003F589D"/>
    <w:rsid w:val="003F5BC4"/>
    <w:rsid w:val="0040120C"/>
    <w:rsid w:val="004023D5"/>
    <w:rsid w:val="00403C0B"/>
    <w:rsid w:val="00404269"/>
    <w:rsid w:val="0040664B"/>
    <w:rsid w:val="00410AA6"/>
    <w:rsid w:val="00414372"/>
    <w:rsid w:val="0042079B"/>
    <w:rsid w:val="00420DCE"/>
    <w:rsid w:val="00421528"/>
    <w:rsid w:val="00421CDA"/>
    <w:rsid w:val="00423462"/>
    <w:rsid w:val="00423912"/>
    <w:rsid w:val="00424ACD"/>
    <w:rsid w:val="00424D67"/>
    <w:rsid w:val="004252AE"/>
    <w:rsid w:val="00425FA2"/>
    <w:rsid w:val="00426CAE"/>
    <w:rsid w:val="0043146B"/>
    <w:rsid w:val="004319D4"/>
    <w:rsid w:val="00434478"/>
    <w:rsid w:val="004351E6"/>
    <w:rsid w:val="0043635B"/>
    <w:rsid w:val="00442A5E"/>
    <w:rsid w:val="00442C01"/>
    <w:rsid w:val="0044393A"/>
    <w:rsid w:val="00447209"/>
    <w:rsid w:val="00450E40"/>
    <w:rsid w:val="004534F7"/>
    <w:rsid w:val="00455EE4"/>
    <w:rsid w:val="00457964"/>
    <w:rsid w:val="0046699F"/>
    <w:rsid w:val="00467308"/>
    <w:rsid w:val="00467F47"/>
    <w:rsid w:val="00471A32"/>
    <w:rsid w:val="004739CA"/>
    <w:rsid w:val="00475CB4"/>
    <w:rsid w:val="00475F03"/>
    <w:rsid w:val="004853FD"/>
    <w:rsid w:val="004860BE"/>
    <w:rsid w:val="0049161A"/>
    <w:rsid w:val="00493164"/>
    <w:rsid w:val="00493E6E"/>
    <w:rsid w:val="00494D8C"/>
    <w:rsid w:val="004A2078"/>
    <w:rsid w:val="004A382F"/>
    <w:rsid w:val="004A4527"/>
    <w:rsid w:val="004A5249"/>
    <w:rsid w:val="004A7494"/>
    <w:rsid w:val="004A7E02"/>
    <w:rsid w:val="004C084B"/>
    <w:rsid w:val="004C2410"/>
    <w:rsid w:val="004D027E"/>
    <w:rsid w:val="004D098A"/>
    <w:rsid w:val="004D17FC"/>
    <w:rsid w:val="004D2C9D"/>
    <w:rsid w:val="004D2FA3"/>
    <w:rsid w:val="004D60D6"/>
    <w:rsid w:val="004D653A"/>
    <w:rsid w:val="004D73F0"/>
    <w:rsid w:val="004E0020"/>
    <w:rsid w:val="004E36BD"/>
    <w:rsid w:val="004F2732"/>
    <w:rsid w:val="004F29BC"/>
    <w:rsid w:val="00502C4C"/>
    <w:rsid w:val="0050353B"/>
    <w:rsid w:val="00506292"/>
    <w:rsid w:val="0051096B"/>
    <w:rsid w:val="00512561"/>
    <w:rsid w:val="00512F61"/>
    <w:rsid w:val="00515D52"/>
    <w:rsid w:val="00515E0C"/>
    <w:rsid w:val="00517B4B"/>
    <w:rsid w:val="00525A89"/>
    <w:rsid w:val="00527B71"/>
    <w:rsid w:val="00530AFE"/>
    <w:rsid w:val="00534023"/>
    <w:rsid w:val="00535119"/>
    <w:rsid w:val="005368AC"/>
    <w:rsid w:val="00542D4D"/>
    <w:rsid w:val="00542DFB"/>
    <w:rsid w:val="00546DE6"/>
    <w:rsid w:val="005504D7"/>
    <w:rsid w:val="0055116E"/>
    <w:rsid w:val="00552B14"/>
    <w:rsid w:val="00553A28"/>
    <w:rsid w:val="00557037"/>
    <w:rsid w:val="005641B8"/>
    <w:rsid w:val="00565645"/>
    <w:rsid w:val="005661B3"/>
    <w:rsid w:val="0056725F"/>
    <w:rsid w:val="005705E9"/>
    <w:rsid w:val="00570B87"/>
    <w:rsid w:val="00574EE7"/>
    <w:rsid w:val="00576308"/>
    <w:rsid w:val="00577AC2"/>
    <w:rsid w:val="005804BC"/>
    <w:rsid w:val="0058055E"/>
    <w:rsid w:val="00580A1D"/>
    <w:rsid w:val="00580A2F"/>
    <w:rsid w:val="00582467"/>
    <w:rsid w:val="00584113"/>
    <w:rsid w:val="005850CC"/>
    <w:rsid w:val="00585E82"/>
    <w:rsid w:val="0059261A"/>
    <w:rsid w:val="00593833"/>
    <w:rsid w:val="0059642F"/>
    <w:rsid w:val="00596A4C"/>
    <w:rsid w:val="00596A68"/>
    <w:rsid w:val="00596AE9"/>
    <w:rsid w:val="005973DD"/>
    <w:rsid w:val="005A01FC"/>
    <w:rsid w:val="005A08D8"/>
    <w:rsid w:val="005A2CD2"/>
    <w:rsid w:val="005A44C5"/>
    <w:rsid w:val="005A7710"/>
    <w:rsid w:val="005B00DC"/>
    <w:rsid w:val="005B2035"/>
    <w:rsid w:val="005B45C2"/>
    <w:rsid w:val="005B69D5"/>
    <w:rsid w:val="005B6DB5"/>
    <w:rsid w:val="005C42D2"/>
    <w:rsid w:val="005C515D"/>
    <w:rsid w:val="005C5DE0"/>
    <w:rsid w:val="005C6708"/>
    <w:rsid w:val="005D067E"/>
    <w:rsid w:val="005D2361"/>
    <w:rsid w:val="005D448D"/>
    <w:rsid w:val="005D6226"/>
    <w:rsid w:val="005E201A"/>
    <w:rsid w:val="005E7003"/>
    <w:rsid w:val="005F042D"/>
    <w:rsid w:val="005F09B5"/>
    <w:rsid w:val="005F3635"/>
    <w:rsid w:val="005F4693"/>
    <w:rsid w:val="005F4D8B"/>
    <w:rsid w:val="005F7AC0"/>
    <w:rsid w:val="005F7F0A"/>
    <w:rsid w:val="00601650"/>
    <w:rsid w:val="006132DF"/>
    <w:rsid w:val="006139CB"/>
    <w:rsid w:val="00614ECF"/>
    <w:rsid w:val="006173DB"/>
    <w:rsid w:val="00617D95"/>
    <w:rsid w:val="0062044C"/>
    <w:rsid w:val="00621604"/>
    <w:rsid w:val="00623BF4"/>
    <w:rsid w:val="00623F1D"/>
    <w:rsid w:val="00625914"/>
    <w:rsid w:val="0062660C"/>
    <w:rsid w:val="006314D6"/>
    <w:rsid w:val="00637098"/>
    <w:rsid w:val="0063782C"/>
    <w:rsid w:val="00642699"/>
    <w:rsid w:val="00642DED"/>
    <w:rsid w:val="006432A6"/>
    <w:rsid w:val="00643D94"/>
    <w:rsid w:val="00647914"/>
    <w:rsid w:val="006515EB"/>
    <w:rsid w:val="006558CF"/>
    <w:rsid w:val="0065730E"/>
    <w:rsid w:val="00657E9A"/>
    <w:rsid w:val="00665775"/>
    <w:rsid w:val="006674E4"/>
    <w:rsid w:val="006678E2"/>
    <w:rsid w:val="00670395"/>
    <w:rsid w:val="00674004"/>
    <w:rsid w:val="00674301"/>
    <w:rsid w:val="0068180E"/>
    <w:rsid w:val="00686C05"/>
    <w:rsid w:val="006903B0"/>
    <w:rsid w:val="00690911"/>
    <w:rsid w:val="00691665"/>
    <w:rsid w:val="0069253F"/>
    <w:rsid w:val="006935EA"/>
    <w:rsid w:val="00693C1A"/>
    <w:rsid w:val="00694E14"/>
    <w:rsid w:val="006974D1"/>
    <w:rsid w:val="006A52FC"/>
    <w:rsid w:val="006B13D2"/>
    <w:rsid w:val="006B1473"/>
    <w:rsid w:val="006B3D8C"/>
    <w:rsid w:val="006B42C4"/>
    <w:rsid w:val="006B4DFB"/>
    <w:rsid w:val="006B5010"/>
    <w:rsid w:val="006B50B3"/>
    <w:rsid w:val="006B6074"/>
    <w:rsid w:val="006B66BF"/>
    <w:rsid w:val="006B6E0A"/>
    <w:rsid w:val="006B70ED"/>
    <w:rsid w:val="006B7D88"/>
    <w:rsid w:val="006C104F"/>
    <w:rsid w:val="006C3959"/>
    <w:rsid w:val="006C4340"/>
    <w:rsid w:val="006C4903"/>
    <w:rsid w:val="006C58CA"/>
    <w:rsid w:val="006C5FA0"/>
    <w:rsid w:val="006C6BCB"/>
    <w:rsid w:val="006D03FC"/>
    <w:rsid w:val="006D18B2"/>
    <w:rsid w:val="006E2302"/>
    <w:rsid w:val="006E4D35"/>
    <w:rsid w:val="006F0FB4"/>
    <w:rsid w:val="006F218B"/>
    <w:rsid w:val="006F3CA0"/>
    <w:rsid w:val="006F47F1"/>
    <w:rsid w:val="006F5322"/>
    <w:rsid w:val="006F5CDF"/>
    <w:rsid w:val="006F6B7D"/>
    <w:rsid w:val="006F7ADB"/>
    <w:rsid w:val="00700D70"/>
    <w:rsid w:val="007019C4"/>
    <w:rsid w:val="00704234"/>
    <w:rsid w:val="00705C2F"/>
    <w:rsid w:val="0070641F"/>
    <w:rsid w:val="007137D5"/>
    <w:rsid w:val="00714CC1"/>
    <w:rsid w:val="0072026E"/>
    <w:rsid w:val="00722C90"/>
    <w:rsid w:val="007237C8"/>
    <w:rsid w:val="00723B98"/>
    <w:rsid w:val="00724326"/>
    <w:rsid w:val="00724D58"/>
    <w:rsid w:val="007265E2"/>
    <w:rsid w:val="00726872"/>
    <w:rsid w:val="00726F02"/>
    <w:rsid w:val="007316A7"/>
    <w:rsid w:val="00735BB4"/>
    <w:rsid w:val="00737BA2"/>
    <w:rsid w:val="00737CCF"/>
    <w:rsid w:val="00740F0F"/>
    <w:rsid w:val="00742E2D"/>
    <w:rsid w:val="007430D0"/>
    <w:rsid w:val="00746147"/>
    <w:rsid w:val="00746359"/>
    <w:rsid w:val="0074764F"/>
    <w:rsid w:val="00747DBF"/>
    <w:rsid w:val="00753E32"/>
    <w:rsid w:val="00754E7B"/>
    <w:rsid w:val="0075713A"/>
    <w:rsid w:val="00760CA3"/>
    <w:rsid w:val="007619E5"/>
    <w:rsid w:val="00772DA7"/>
    <w:rsid w:val="0077407E"/>
    <w:rsid w:val="00774251"/>
    <w:rsid w:val="0077641F"/>
    <w:rsid w:val="00782A70"/>
    <w:rsid w:val="007830E3"/>
    <w:rsid w:val="00784DA9"/>
    <w:rsid w:val="00790277"/>
    <w:rsid w:val="00794A2B"/>
    <w:rsid w:val="007955EE"/>
    <w:rsid w:val="00796245"/>
    <w:rsid w:val="0079746E"/>
    <w:rsid w:val="00797486"/>
    <w:rsid w:val="007974DB"/>
    <w:rsid w:val="007A1A69"/>
    <w:rsid w:val="007A5840"/>
    <w:rsid w:val="007B13AE"/>
    <w:rsid w:val="007B1B25"/>
    <w:rsid w:val="007B1BC7"/>
    <w:rsid w:val="007B2146"/>
    <w:rsid w:val="007B5AF3"/>
    <w:rsid w:val="007B76DB"/>
    <w:rsid w:val="007C0450"/>
    <w:rsid w:val="007C6FA0"/>
    <w:rsid w:val="007D1438"/>
    <w:rsid w:val="007D2060"/>
    <w:rsid w:val="007D6A5C"/>
    <w:rsid w:val="007D6B57"/>
    <w:rsid w:val="007E0F38"/>
    <w:rsid w:val="007E1710"/>
    <w:rsid w:val="007E2E0B"/>
    <w:rsid w:val="007E37BF"/>
    <w:rsid w:val="007E39E2"/>
    <w:rsid w:val="007E3DC7"/>
    <w:rsid w:val="007E4AFA"/>
    <w:rsid w:val="007E7B26"/>
    <w:rsid w:val="007F578B"/>
    <w:rsid w:val="007F6B73"/>
    <w:rsid w:val="00800926"/>
    <w:rsid w:val="00801FE5"/>
    <w:rsid w:val="008024EC"/>
    <w:rsid w:val="00804753"/>
    <w:rsid w:val="008055E3"/>
    <w:rsid w:val="008057F4"/>
    <w:rsid w:val="00805D77"/>
    <w:rsid w:val="0081036D"/>
    <w:rsid w:val="00810ECA"/>
    <w:rsid w:val="00813AC7"/>
    <w:rsid w:val="00815DB6"/>
    <w:rsid w:val="008164C6"/>
    <w:rsid w:val="00817DCF"/>
    <w:rsid w:val="008222E5"/>
    <w:rsid w:val="00823280"/>
    <w:rsid w:val="0082365D"/>
    <w:rsid w:val="00824740"/>
    <w:rsid w:val="008278CC"/>
    <w:rsid w:val="00833530"/>
    <w:rsid w:val="0083531B"/>
    <w:rsid w:val="008409A2"/>
    <w:rsid w:val="00841F49"/>
    <w:rsid w:val="008474F4"/>
    <w:rsid w:val="00852342"/>
    <w:rsid w:val="00855046"/>
    <w:rsid w:val="0085783D"/>
    <w:rsid w:val="00860D67"/>
    <w:rsid w:val="0086124C"/>
    <w:rsid w:val="008631D1"/>
    <w:rsid w:val="0086397A"/>
    <w:rsid w:val="008677F3"/>
    <w:rsid w:val="00872BE6"/>
    <w:rsid w:val="00875FA3"/>
    <w:rsid w:val="00876CF0"/>
    <w:rsid w:val="00880F08"/>
    <w:rsid w:val="0088662B"/>
    <w:rsid w:val="00886C90"/>
    <w:rsid w:val="0088788B"/>
    <w:rsid w:val="008932B9"/>
    <w:rsid w:val="00893C54"/>
    <w:rsid w:val="00895FDE"/>
    <w:rsid w:val="0089703D"/>
    <w:rsid w:val="008A25C5"/>
    <w:rsid w:val="008A3C77"/>
    <w:rsid w:val="008A571F"/>
    <w:rsid w:val="008A7A31"/>
    <w:rsid w:val="008B3CC9"/>
    <w:rsid w:val="008B5186"/>
    <w:rsid w:val="008C0B4E"/>
    <w:rsid w:val="008C46F8"/>
    <w:rsid w:val="008C48B1"/>
    <w:rsid w:val="008C4F13"/>
    <w:rsid w:val="008C762D"/>
    <w:rsid w:val="008D02B8"/>
    <w:rsid w:val="008D07F7"/>
    <w:rsid w:val="008D282C"/>
    <w:rsid w:val="008D2ECC"/>
    <w:rsid w:val="008D5222"/>
    <w:rsid w:val="008D5ADE"/>
    <w:rsid w:val="008E0BF1"/>
    <w:rsid w:val="008E1848"/>
    <w:rsid w:val="008E237D"/>
    <w:rsid w:val="008E533E"/>
    <w:rsid w:val="008E62B6"/>
    <w:rsid w:val="008E7433"/>
    <w:rsid w:val="008F04A8"/>
    <w:rsid w:val="008F0E52"/>
    <w:rsid w:val="008F1BB6"/>
    <w:rsid w:val="008F3588"/>
    <w:rsid w:val="008F3CA0"/>
    <w:rsid w:val="008F3D96"/>
    <w:rsid w:val="008F4A23"/>
    <w:rsid w:val="008F4FE9"/>
    <w:rsid w:val="008F663F"/>
    <w:rsid w:val="008F71D2"/>
    <w:rsid w:val="008F7EAA"/>
    <w:rsid w:val="00902A4E"/>
    <w:rsid w:val="009064D6"/>
    <w:rsid w:val="00906578"/>
    <w:rsid w:val="00906BFF"/>
    <w:rsid w:val="00912535"/>
    <w:rsid w:val="00914205"/>
    <w:rsid w:val="00914955"/>
    <w:rsid w:val="00916779"/>
    <w:rsid w:val="009203E3"/>
    <w:rsid w:val="009229D4"/>
    <w:rsid w:val="00923B24"/>
    <w:rsid w:val="009255AB"/>
    <w:rsid w:val="00925D66"/>
    <w:rsid w:val="009302F9"/>
    <w:rsid w:val="009431E2"/>
    <w:rsid w:val="00944D72"/>
    <w:rsid w:val="00945D08"/>
    <w:rsid w:val="009506C5"/>
    <w:rsid w:val="0095138E"/>
    <w:rsid w:val="009527BE"/>
    <w:rsid w:val="00957FD7"/>
    <w:rsid w:val="00960A13"/>
    <w:rsid w:val="00960B0D"/>
    <w:rsid w:val="009611C8"/>
    <w:rsid w:val="0096140E"/>
    <w:rsid w:val="00961B35"/>
    <w:rsid w:val="00962A98"/>
    <w:rsid w:val="009637EF"/>
    <w:rsid w:val="0096620E"/>
    <w:rsid w:val="00967388"/>
    <w:rsid w:val="009711C7"/>
    <w:rsid w:val="00972F7B"/>
    <w:rsid w:val="00974852"/>
    <w:rsid w:val="00974C2D"/>
    <w:rsid w:val="009760A0"/>
    <w:rsid w:val="009762B4"/>
    <w:rsid w:val="0097645C"/>
    <w:rsid w:val="009850A3"/>
    <w:rsid w:val="00985613"/>
    <w:rsid w:val="009858EE"/>
    <w:rsid w:val="00985F78"/>
    <w:rsid w:val="00987C34"/>
    <w:rsid w:val="0099030A"/>
    <w:rsid w:val="009937A9"/>
    <w:rsid w:val="00993E86"/>
    <w:rsid w:val="009A0796"/>
    <w:rsid w:val="009A2BC4"/>
    <w:rsid w:val="009A4046"/>
    <w:rsid w:val="009A5EC3"/>
    <w:rsid w:val="009B0BBC"/>
    <w:rsid w:val="009B187A"/>
    <w:rsid w:val="009B2959"/>
    <w:rsid w:val="009B667D"/>
    <w:rsid w:val="009B7450"/>
    <w:rsid w:val="009B7888"/>
    <w:rsid w:val="009C0028"/>
    <w:rsid w:val="009C1EBD"/>
    <w:rsid w:val="009C52E5"/>
    <w:rsid w:val="009C5B6F"/>
    <w:rsid w:val="009D0062"/>
    <w:rsid w:val="009D02CE"/>
    <w:rsid w:val="009D2253"/>
    <w:rsid w:val="009D46E8"/>
    <w:rsid w:val="009D6008"/>
    <w:rsid w:val="009D6731"/>
    <w:rsid w:val="009D68F8"/>
    <w:rsid w:val="009D6BD3"/>
    <w:rsid w:val="009D73CE"/>
    <w:rsid w:val="009E1CC6"/>
    <w:rsid w:val="009E2465"/>
    <w:rsid w:val="009E2E67"/>
    <w:rsid w:val="009E3675"/>
    <w:rsid w:val="009F46D2"/>
    <w:rsid w:val="009F5FBF"/>
    <w:rsid w:val="009F7DEE"/>
    <w:rsid w:val="00A023BC"/>
    <w:rsid w:val="00A030C5"/>
    <w:rsid w:val="00A03602"/>
    <w:rsid w:val="00A068DD"/>
    <w:rsid w:val="00A10D82"/>
    <w:rsid w:val="00A1104B"/>
    <w:rsid w:val="00A12437"/>
    <w:rsid w:val="00A1450F"/>
    <w:rsid w:val="00A21F2F"/>
    <w:rsid w:val="00A2256D"/>
    <w:rsid w:val="00A2277B"/>
    <w:rsid w:val="00A236E9"/>
    <w:rsid w:val="00A23B22"/>
    <w:rsid w:val="00A262B1"/>
    <w:rsid w:val="00A27213"/>
    <w:rsid w:val="00A31C0A"/>
    <w:rsid w:val="00A352FD"/>
    <w:rsid w:val="00A35F9D"/>
    <w:rsid w:val="00A3662B"/>
    <w:rsid w:val="00A40185"/>
    <w:rsid w:val="00A40603"/>
    <w:rsid w:val="00A42FE1"/>
    <w:rsid w:val="00A45F53"/>
    <w:rsid w:val="00A5027F"/>
    <w:rsid w:val="00A5243B"/>
    <w:rsid w:val="00A52655"/>
    <w:rsid w:val="00A556E9"/>
    <w:rsid w:val="00A55E1F"/>
    <w:rsid w:val="00A56D19"/>
    <w:rsid w:val="00A60342"/>
    <w:rsid w:val="00A60636"/>
    <w:rsid w:val="00A62D7A"/>
    <w:rsid w:val="00A724B7"/>
    <w:rsid w:val="00A72B59"/>
    <w:rsid w:val="00A739FA"/>
    <w:rsid w:val="00A76700"/>
    <w:rsid w:val="00A82047"/>
    <w:rsid w:val="00A82AA7"/>
    <w:rsid w:val="00A85C4B"/>
    <w:rsid w:val="00A8627F"/>
    <w:rsid w:val="00A878C9"/>
    <w:rsid w:val="00A87DA5"/>
    <w:rsid w:val="00A915B4"/>
    <w:rsid w:val="00A9299D"/>
    <w:rsid w:val="00A93AC5"/>
    <w:rsid w:val="00A94042"/>
    <w:rsid w:val="00A9650D"/>
    <w:rsid w:val="00A96989"/>
    <w:rsid w:val="00A96D13"/>
    <w:rsid w:val="00A97FC6"/>
    <w:rsid w:val="00AA0FFA"/>
    <w:rsid w:val="00AA1CB1"/>
    <w:rsid w:val="00AA55D2"/>
    <w:rsid w:val="00AB0FD8"/>
    <w:rsid w:val="00AB5A38"/>
    <w:rsid w:val="00AC4677"/>
    <w:rsid w:val="00AC4BE6"/>
    <w:rsid w:val="00AD5097"/>
    <w:rsid w:val="00AD6E38"/>
    <w:rsid w:val="00AD70EF"/>
    <w:rsid w:val="00AD762A"/>
    <w:rsid w:val="00AE1112"/>
    <w:rsid w:val="00AE1B6E"/>
    <w:rsid w:val="00AE2124"/>
    <w:rsid w:val="00AE3B75"/>
    <w:rsid w:val="00AE581A"/>
    <w:rsid w:val="00AE67DE"/>
    <w:rsid w:val="00AE67EA"/>
    <w:rsid w:val="00AF0332"/>
    <w:rsid w:val="00AF1468"/>
    <w:rsid w:val="00AF2F7D"/>
    <w:rsid w:val="00AF3B95"/>
    <w:rsid w:val="00AF6B89"/>
    <w:rsid w:val="00B0058B"/>
    <w:rsid w:val="00B0331C"/>
    <w:rsid w:val="00B03345"/>
    <w:rsid w:val="00B05138"/>
    <w:rsid w:val="00B100E0"/>
    <w:rsid w:val="00B115ED"/>
    <w:rsid w:val="00B14A48"/>
    <w:rsid w:val="00B17E1D"/>
    <w:rsid w:val="00B20FC2"/>
    <w:rsid w:val="00B21623"/>
    <w:rsid w:val="00B2613E"/>
    <w:rsid w:val="00B26803"/>
    <w:rsid w:val="00B276CF"/>
    <w:rsid w:val="00B30DB6"/>
    <w:rsid w:val="00B32417"/>
    <w:rsid w:val="00B33D19"/>
    <w:rsid w:val="00B40AF5"/>
    <w:rsid w:val="00B4273C"/>
    <w:rsid w:val="00B44CEE"/>
    <w:rsid w:val="00B50A35"/>
    <w:rsid w:val="00B50BBC"/>
    <w:rsid w:val="00B5244A"/>
    <w:rsid w:val="00B528D5"/>
    <w:rsid w:val="00B53772"/>
    <w:rsid w:val="00B53B65"/>
    <w:rsid w:val="00B554DC"/>
    <w:rsid w:val="00B56E85"/>
    <w:rsid w:val="00B61460"/>
    <w:rsid w:val="00B65339"/>
    <w:rsid w:val="00B6585C"/>
    <w:rsid w:val="00B71DD4"/>
    <w:rsid w:val="00B7536D"/>
    <w:rsid w:val="00B75FE7"/>
    <w:rsid w:val="00B76C6C"/>
    <w:rsid w:val="00B771EE"/>
    <w:rsid w:val="00B86B60"/>
    <w:rsid w:val="00B86CCD"/>
    <w:rsid w:val="00B871CD"/>
    <w:rsid w:val="00B90BB8"/>
    <w:rsid w:val="00B92C20"/>
    <w:rsid w:val="00B9331E"/>
    <w:rsid w:val="00BA035E"/>
    <w:rsid w:val="00BA1840"/>
    <w:rsid w:val="00BA3E4B"/>
    <w:rsid w:val="00BA7762"/>
    <w:rsid w:val="00BB2EED"/>
    <w:rsid w:val="00BB4853"/>
    <w:rsid w:val="00BC21B8"/>
    <w:rsid w:val="00BC3592"/>
    <w:rsid w:val="00BC4695"/>
    <w:rsid w:val="00BC52B3"/>
    <w:rsid w:val="00BC6226"/>
    <w:rsid w:val="00BC6B20"/>
    <w:rsid w:val="00BD0990"/>
    <w:rsid w:val="00BD18EE"/>
    <w:rsid w:val="00BD1990"/>
    <w:rsid w:val="00BD2934"/>
    <w:rsid w:val="00BD3F73"/>
    <w:rsid w:val="00BD4246"/>
    <w:rsid w:val="00BD7904"/>
    <w:rsid w:val="00BE1A68"/>
    <w:rsid w:val="00BE1AB7"/>
    <w:rsid w:val="00BE3AE8"/>
    <w:rsid w:val="00BE3C75"/>
    <w:rsid w:val="00BE5586"/>
    <w:rsid w:val="00BE64B7"/>
    <w:rsid w:val="00BF017B"/>
    <w:rsid w:val="00BF063C"/>
    <w:rsid w:val="00BF0791"/>
    <w:rsid w:val="00BF5CF9"/>
    <w:rsid w:val="00BF66D2"/>
    <w:rsid w:val="00C007D0"/>
    <w:rsid w:val="00C02268"/>
    <w:rsid w:val="00C05D28"/>
    <w:rsid w:val="00C06262"/>
    <w:rsid w:val="00C1520E"/>
    <w:rsid w:val="00C232AA"/>
    <w:rsid w:val="00C24B8C"/>
    <w:rsid w:val="00C278BF"/>
    <w:rsid w:val="00C33C01"/>
    <w:rsid w:val="00C34787"/>
    <w:rsid w:val="00C40EB9"/>
    <w:rsid w:val="00C427A0"/>
    <w:rsid w:val="00C43419"/>
    <w:rsid w:val="00C44FDF"/>
    <w:rsid w:val="00C50B82"/>
    <w:rsid w:val="00C50FE4"/>
    <w:rsid w:val="00C5172A"/>
    <w:rsid w:val="00C54DC0"/>
    <w:rsid w:val="00C558A5"/>
    <w:rsid w:val="00C55E89"/>
    <w:rsid w:val="00C5742D"/>
    <w:rsid w:val="00C616FB"/>
    <w:rsid w:val="00C62F45"/>
    <w:rsid w:val="00C63120"/>
    <w:rsid w:val="00C635B4"/>
    <w:rsid w:val="00C669F8"/>
    <w:rsid w:val="00C6717F"/>
    <w:rsid w:val="00C7027B"/>
    <w:rsid w:val="00C707F8"/>
    <w:rsid w:val="00C7109B"/>
    <w:rsid w:val="00C712CB"/>
    <w:rsid w:val="00C73339"/>
    <w:rsid w:val="00C73625"/>
    <w:rsid w:val="00C74CB7"/>
    <w:rsid w:val="00C76D0B"/>
    <w:rsid w:val="00C77AEB"/>
    <w:rsid w:val="00C77CA0"/>
    <w:rsid w:val="00C82BC7"/>
    <w:rsid w:val="00C84737"/>
    <w:rsid w:val="00C847E7"/>
    <w:rsid w:val="00C85447"/>
    <w:rsid w:val="00C854E8"/>
    <w:rsid w:val="00C85DB8"/>
    <w:rsid w:val="00C85EFA"/>
    <w:rsid w:val="00C86F7C"/>
    <w:rsid w:val="00C8789F"/>
    <w:rsid w:val="00C916AF"/>
    <w:rsid w:val="00C93E60"/>
    <w:rsid w:val="00C94C66"/>
    <w:rsid w:val="00CA0438"/>
    <w:rsid w:val="00CA1841"/>
    <w:rsid w:val="00CB2311"/>
    <w:rsid w:val="00CB244D"/>
    <w:rsid w:val="00CB5C17"/>
    <w:rsid w:val="00CB7D0E"/>
    <w:rsid w:val="00CC0BE2"/>
    <w:rsid w:val="00CC0D0E"/>
    <w:rsid w:val="00CC44D9"/>
    <w:rsid w:val="00CC63EB"/>
    <w:rsid w:val="00CD19FF"/>
    <w:rsid w:val="00CD1B65"/>
    <w:rsid w:val="00CD4972"/>
    <w:rsid w:val="00CD4AE5"/>
    <w:rsid w:val="00CD550D"/>
    <w:rsid w:val="00CD7E8F"/>
    <w:rsid w:val="00CE0AAB"/>
    <w:rsid w:val="00CE0ADA"/>
    <w:rsid w:val="00CE187B"/>
    <w:rsid w:val="00CE4C03"/>
    <w:rsid w:val="00CE69E5"/>
    <w:rsid w:val="00CF440E"/>
    <w:rsid w:val="00CF52B9"/>
    <w:rsid w:val="00D01499"/>
    <w:rsid w:val="00D02913"/>
    <w:rsid w:val="00D04E88"/>
    <w:rsid w:val="00D04EFB"/>
    <w:rsid w:val="00D05F2C"/>
    <w:rsid w:val="00D0659D"/>
    <w:rsid w:val="00D124A4"/>
    <w:rsid w:val="00D13D18"/>
    <w:rsid w:val="00D151C4"/>
    <w:rsid w:val="00D16FF3"/>
    <w:rsid w:val="00D32797"/>
    <w:rsid w:val="00D359C2"/>
    <w:rsid w:val="00D36DF9"/>
    <w:rsid w:val="00D43A97"/>
    <w:rsid w:val="00D45F09"/>
    <w:rsid w:val="00D46278"/>
    <w:rsid w:val="00D523DC"/>
    <w:rsid w:val="00D52FE0"/>
    <w:rsid w:val="00D57E76"/>
    <w:rsid w:val="00D619AE"/>
    <w:rsid w:val="00D6486A"/>
    <w:rsid w:val="00D6756D"/>
    <w:rsid w:val="00D70057"/>
    <w:rsid w:val="00D7027B"/>
    <w:rsid w:val="00D712E3"/>
    <w:rsid w:val="00D717B3"/>
    <w:rsid w:val="00D72D8B"/>
    <w:rsid w:val="00D75189"/>
    <w:rsid w:val="00D77548"/>
    <w:rsid w:val="00D80F66"/>
    <w:rsid w:val="00D815D4"/>
    <w:rsid w:val="00D82213"/>
    <w:rsid w:val="00D8279A"/>
    <w:rsid w:val="00D82C79"/>
    <w:rsid w:val="00D919C3"/>
    <w:rsid w:val="00D9267D"/>
    <w:rsid w:val="00D93650"/>
    <w:rsid w:val="00D943FD"/>
    <w:rsid w:val="00D9665A"/>
    <w:rsid w:val="00D97795"/>
    <w:rsid w:val="00D97FD9"/>
    <w:rsid w:val="00DA0DFA"/>
    <w:rsid w:val="00DA22A2"/>
    <w:rsid w:val="00DA2A0C"/>
    <w:rsid w:val="00DA3499"/>
    <w:rsid w:val="00DA4D37"/>
    <w:rsid w:val="00DA6875"/>
    <w:rsid w:val="00DB0058"/>
    <w:rsid w:val="00DB461D"/>
    <w:rsid w:val="00DB7E8D"/>
    <w:rsid w:val="00DC0639"/>
    <w:rsid w:val="00DC1112"/>
    <w:rsid w:val="00DC1936"/>
    <w:rsid w:val="00DC501A"/>
    <w:rsid w:val="00DC67FF"/>
    <w:rsid w:val="00DC6D3F"/>
    <w:rsid w:val="00DD17B3"/>
    <w:rsid w:val="00DD57CF"/>
    <w:rsid w:val="00DD5A2B"/>
    <w:rsid w:val="00DD5FC0"/>
    <w:rsid w:val="00DD67A5"/>
    <w:rsid w:val="00DE00FB"/>
    <w:rsid w:val="00DE0843"/>
    <w:rsid w:val="00DE18C4"/>
    <w:rsid w:val="00DE33E7"/>
    <w:rsid w:val="00DE46C1"/>
    <w:rsid w:val="00DF14E4"/>
    <w:rsid w:val="00DF7304"/>
    <w:rsid w:val="00DF7406"/>
    <w:rsid w:val="00E00904"/>
    <w:rsid w:val="00E02D88"/>
    <w:rsid w:val="00E0377C"/>
    <w:rsid w:val="00E045A6"/>
    <w:rsid w:val="00E07100"/>
    <w:rsid w:val="00E0760D"/>
    <w:rsid w:val="00E102CA"/>
    <w:rsid w:val="00E103B9"/>
    <w:rsid w:val="00E12885"/>
    <w:rsid w:val="00E13173"/>
    <w:rsid w:val="00E13302"/>
    <w:rsid w:val="00E16376"/>
    <w:rsid w:val="00E21BD4"/>
    <w:rsid w:val="00E21F72"/>
    <w:rsid w:val="00E27200"/>
    <w:rsid w:val="00E27E80"/>
    <w:rsid w:val="00E30D7A"/>
    <w:rsid w:val="00E31702"/>
    <w:rsid w:val="00E33F6C"/>
    <w:rsid w:val="00E3502B"/>
    <w:rsid w:val="00E36629"/>
    <w:rsid w:val="00E44888"/>
    <w:rsid w:val="00E45700"/>
    <w:rsid w:val="00E461EC"/>
    <w:rsid w:val="00E50349"/>
    <w:rsid w:val="00E50509"/>
    <w:rsid w:val="00E53F40"/>
    <w:rsid w:val="00E5502C"/>
    <w:rsid w:val="00E5674A"/>
    <w:rsid w:val="00E62B8E"/>
    <w:rsid w:val="00E64084"/>
    <w:rsid w:val="00E7004A"/>
    <w:rsid w:val="00E71F6C"/>
    <w:rsid w:val="00E74460"/>
    <w:rsid w:val="00E76160"/>
    <w:rsid w:val="00E76E8F"/>
    <w:rsid w:val="00E77675"/>
    <w:rsid w:val="00E81012"/>
    <w:rsid w:val="00E81F0A"/>
    <w:rsid w:val="00E841D5"/>
    <w:rsid w:val="00E90DF4"/>
    <w:rsid w:val="00E9555D"/>
    <w:rsid w:val="00E96501"/>
    <w:rsid w:val="00E97EB3"/>
    <w:rsid w:val="00EA0A01"/>
    <w:rsid w:val="00EA112B"/>
    <w:rsid w:val="00EA17B6"/>
    <w:rsid w:val="00EA3BAC"/>
    <w:rsid w:val="00EA4B49"/>
    <w:rsid w:val="00EA5DE8"/>
    <w:rsid w:val="00EA7F70"/>
    <w:rsid w:val="00EB11BD"/>
    <w:rsid w:val="00EB1D36"/>
    <w:rsid w:val="00EB200E"/>
    <w:rsid w:val="00EB2A9C"/>
    <w:rsid w:val="00EB3E3C"/>
    <w:rsid w:val="00EB5F4D"/>
    <w:rsid w:val="00EB758B"/>
    <w:rsid w:val="00EC1049"/>
    <w:rsid w:val="00EC22B8"/>
    <w:rsid w:val="00EC290F"/>
    <w:rsid w:val="00EC2DB5"/>
    <w:rsid w:val="00EC5349"/>
    <w:rsid w:val="00ED0F3B"/>
    <w:rsid w:val="00ED339C"/>
    <w:rsid w:val="00ED4862"/>
    <w:rsid w:val="00ED4A31"/>
    <w:rsid w:val="00ED5178"/>
    <w:rsid w:val="00ED5994"/>
    <w:rsid w:val="00ED7662"/>
    <w:rsid w:val="00EE36F1"/>
    <w:rsid w:val="00EE5B2D"/>
    <w:rsid w:val="00EF1053"/>
    <w:rsid w:val="00EF212D"/>
    <w:rsid w:val="00EF3C20"/>
    <w:rsid w:val="00EF3D0F"/>
    <w:rsid w:val="00EF6302"/>
    <w:rsid w:val="00EF636B"/>
    <w:rsid w:val="00EF6B4A"/>
    <w:rsid w:val="00F006D7"/>
    <w:rsid w:val="00F05793"/>
    <w:rsid w:val="00F068F2"/>
    <w:rsid w:val="00F136FF"/>
    <w:rsid w:val="00F142A5"/>
    <w:rsid w:val="00F14AC0"/>
    <w:rsid w:val="00F20794"/>
    <w:rsid w:val="00F217DB"/>
    <w:rsid w:val="00F2217B"/>
    <w:rsid w:val="00F22C50"/>
    <w:rsid w:val="00F23EEF"/>
    <w:rsid w:val="00F24D71"/>
    <w:rsid w:val="00F2642A"/>
    <w:rsid w:val="00F26ACF"/>
    <w:rsid w:val="00F26CD5"/>
    <w:rsid w:val="00F27E86"/>
    <w:rsid w:val="00F316EF"/>
    <w:rsid w:val="00F36F0C"/>
    <w:rsid w:val="00F417B0"/>
    <w:rsid w:val="00F42FF2"/>
    <w:rsid w:val="00F43253"/>
    <w:rsid w:val="00F4639C"/>
    <w:rsid w:val="00F52AD8"/>
    <w:rsid w:val="00F5392C"/>
    <w:rsid w:val="00F53B7E"/>
    <w:rsid w:val="00F53F62"/>
    <w:rsid w:val="00F551F4"/>
    <w:rsid w:val="00F63BA9"/>
    <w:rsid w:val="00F66AB9"/>
    <w:rsid w:val="00F66D6D"/>
    <w:rsid w:val="00F6763D"/>
    <w:rsid w:val="00F67EBA"/>
    <w:rsid w:val="00F70B1D"/>
    <w:rsid w:val="00F718CB"/>
    <w:rsid w:val="00F71AEF"/>
    <w:rsid w:val="00F74984"/>
    <w:rsid w:val="00F74FD9"/>
    <w:rsid w:val="00F75648"/>
    <w:rsid w:val="00F759F9"/>
    <w:rsid w:val="00F77D7A"/>
    <w:rsid w:val="00F77DB5"/>
    <w:rsid w:val="00F82B69"/>
    <w:rsid w:val="00F857E6"/>
    <w:rsid w:val="00F85E4D"/>
    <w:rsid w:val="00F9051B"/>
    <w:rsid w:val="00F948FB"/>
    <w:rsid w:val="00F96308"/>
    <w:rsid w:val="00F971B0"/>
    <w:rsid w:val="00FA1AC9"/>
    <w:rsid w:val="00FA1D71"/>
    <w:rsid w:val="00FA2B5F"/>
    <w:rsid w:val="00FA47E4"/>
    <w:rsid w:val="00FA7D08"/>
    <w:rsid w:val="00FB247A"/>
    <w:rsid w:val="00FB3D38"/>
    <w:rsid w:val="00FB60B8"/>
    <w:rsid w:val="00FB69EF"/>
    <w:rsid w:val="00FB6BCB"/>
    <w:rsid w:val="00FC5166"/>
    <w:rsid w:val="00FC5782"/>
    <w:rsid w:val="00FC595B"/>
    <w:rsid w:val="00FC5B82"/>
    <w:rsid w:val="00FC632E"/>
    <w:rsid w:val="00FC7B43"/>
    <w:rsid w:val="00FD001B"/>
    <w:rsid w:val="00FD30BF"/>
    <w:rsid w:val="00FD5D0D"/>
    <w:rsid w:val="00FD5E50"/>
    <w:rsid w:val="00FD6414"/>
    <w:rsid w:val="00FE1790"/>
    <w:rsid w:val="00FE6DEB"/>
    <w:rsid w:val="00FE7504"/>
    <w:rsid w:val="00FE79BA"/>
    <w:rsid w:val="00FF213C"/>
    <w:rsid w:val="00FF277C"/>
    <w:rsid w:val="00FF33FA"/>
    <w:rsid w:val="00FF6B13"/>
    <w:rsid w:val="00FF7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80E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8180E"/>
    <w:pPr>
      <w:keepNext/>
      <w:outlineLvl w:val="0"/>
    </w:pPr>
    <w:rPr>
      <w:sz w:val="28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8180E"/>
    <w:pPr>
      <w:keepNext/>
      <w:ind w:left="851"/>
      <w:jc w:val="both"/>
      <w:outlineLvl w:val="1"/>
    </w:pPr>
    <w:rPr>
      <w:b/>
      <w:bCs/>
      <w:i/>
      <w:iCs/>
      <w:sz w:val="27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8180E"/>
    <w:pPr>
      <w:keepNext/>
      <w:jc w:val="center"/>
      <w:outlineLvl w:val="4"/>
    </w:pPr>
    <w:rPr>
      <w:b/>
      <w:sz w:val="28"/>
      <w:lang w:val="uk-U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8180E"/>
    <w:pPr>
      <w:keepNext/>
      <w:jc w:val="center"/>
      <w:outlineLvl w:val="5"/>
    </w:pPr>
    <w:rPr>
      <w:b/>
      <w:sz w:val="32"/>
      <w:lang w:val="uk-UA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8180E"/>
    <w:pPr>
      <w:keepNext/>
      <w:jc w:val="center"/>
      <w:outlineLvl w:val="7"/>
    </w:pPr>
    <w:rPr>
      <w:b/>
      <w:sz w:val="40"/>
      <w:lang w:val="uk-UA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8180E"/>
    <w:pPr>
      <w:keepNext/>
      <w:jc w:val="center"/>
      <w:outlineLvl w:val="8"/>
    </w:pPr>
    <w:rPr>
      <w:b/>
      <w:sz w:val="36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8180E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8180E"/>
    <w:rPr>
      <w:rFonts w:ascii="Times New Roman" w:hAnsi="Times New Roman" w:cs="Times New Roman"/>
      <w:b/>
      <w:bCs/>
      <w:i/>
      <w:iCs/>
      <w:sz w:val="20"/>
      <w:szCs w:val="20"/>
      <w:lang w:val="uk-UA"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8180E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68180E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68180E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68180E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BodyText2">
    <w:name w:val="Body Text 2"/>
    <w:basedOn w:val="Normal"/>
    <w:link w:val="BodyText2Char"/>
    <w:uiPriority w:val="99"/>
    <w:semiHidden/>
    <w:rsid w:val="0068180E"/>
    <w:pPr>
      <w:ind w:right="4579"/>
      <w:jc w:val="both"/>
    </w:pPr>
    <w:rPr>
      <w:b/>
      <w:i/>
      <w:sz w:val="24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68180E"/>
    <w:rPr>
      <w:rFonts w:ascii="Times New Roman" w:hAnsi="Times New Roman" w:cs="Times New Roman"/>
      <w:b/>
      <w:i/>
      <w:sz w:val="20"/>
      <w:szCs w:val="20"/>
      <w:lang w:val="uk-UA" w:eastAsia="ru-RU"/>
    </w:rPr>
  </w:style>
  <w:style w:type="paragraph" w:styleId="Footer">
    <w:name w:val="footer"/>
    <w:basedOn w:val="Normal"/>
    <w:link w:val="FooterChar"/>
    <w:uiPriority w:val="99"/>
    <w:semiHidden/>
    <w:rsid w:val="0068180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8180E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818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8180E"/>
    <w:rPr>
      <w:rFonts w:ascii="Tahoma" w:hAnsi="Tahoma" w:cs="Tahoma"/>
      <w:sz w:val="16"/>
      <w:szCs w:val="16"/>
      <w:lang w:eastAsia="ru-RU"/>
    </w:rPr>
  </w:style>
  <w:style w:type="table" w:styleId="TableGrid">
    <w:name w:val="Table Grid"/>
    <w:basedOn w:val="TableNormal"/>
    <w:uiPriority w:val="99"/>
    <w:rsid w:val="0068180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uiPriority w:val="99"/>
    <w:rsid w:val="00585E82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  <w:lang w:eastAsia="en-US"/>
    </w:rPr>
  </w:style>
  <w:style w:type="character" w:customStyle="1" w:styleId="FontStyle">
    <w:name w:val="Font Style"/>
    <w:uiPriority w:val="99"/>
    <w:rsid w:val="00585E82"/>
    <w:rPr>
      <w:color w:val="000000"/>
      <w:sz w:val="20"/>
    </w:rPr>
  </w:style>
  <w:style w:type="paragraph" w:styleId="ListParagraph">
    <w:name w:val="List Paragraph"/>
    <w:basedOn w:val="Normal"/>
    <w:uiPriority w:val="99"/>
    <w:qFormat/>
    <w:rsid w:val="00585E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186</TotalTime>
  <Pages>2</Pages>
  <Words>330</Words>
  <Characters>1887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ch49</dc:creator>
  <cp:keywords/>
  <dc:description/>
  <cp:lastModifiedBy>ch09</cp:lastModifiedBy>
  <cp:revision>15</cp:revision>
  <cp:lastPrinted>2014-01-11T11:37:00Z</cp:lastPrinted>
  <dcterms:created xsi:type="dcterms:W3CDTF">2013-10-31T11:28:00Z</dcterms:created>
  <dcterms:modified xsi:type="dcterms:W3CDTF">2014-01-21T12:02:00Z</dcterms:modified>
</cp:coreProperties>
</file>