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50" w:rsidRPr="00E84BC6" w:rsidRDefault="003D4B50" w:rsidP="00555365">
      <w:pPr>
        <w:tabs>
          <w:tab w:val="left" w:pos="142"/>
        </w:tabs>
        <w:jc w:val="center"/>
        <w:rPr>
          <w:lang w:val="uk-UA"/>
        </w:rPr>
      </w:pPr>
      <w:r w:rsidRPr="00E61D3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3D4B50" w:rsidRPr="00E84BC6" w:rsidRDefault="003D4B50" w:rsidP="00285AB8">
      <w:pPr>
        <w:jc w:val="center"/>
        <w:rPr>
          <w:b/>
          <w:sz w:val="22"/>
          <w:lang w:val="uk-UA"/>
        </w:rPr>
      </w:pPr>
    </w:p>
    <w:p w:rsidR="003D4B50" w:rsidRPr="00E84BC6" w:rsidRDefault="003D4B50" w:rsidP="00285AB8">
      <w:pPr>
        <w:jc w:val="center"/>
        <w:rPr>
          <w:b/>
          <w:sz w:val="32"/>
          <w:lang w:val="uk-UA"/>
        </w:rPr>
      </w:pPr>
      <w:r w:rsidRPr="00E84BC6">
        <w:rPr>
          <w:b/>
          <w:sz w:val="32"/>
          <w:lang w:val="uk-UA"/>
        </w:rPr>
        <w:t>У  К  Р  А  Ї  Н  А</w:t>
      </w:r>
    </w:p>
    <w:p w:rsidR="003D4B50" w:rsidRPr="00E84BC6" w:rsidRDefault="003D4B50" w:rsidP="00285AB8">
      <w:pPr>
        <w:jc w:val="center"/>
        <w:rPr>
          <w:b/>
          <w:szCs w:val="28"/>
          <w:lang w:val="uk-UA"/>
        </w:rPr>
      </w:pPr>
    </w:p>
    <w:p w:rsidR="003D4B50" w:rsidRPr="00E84BC6" w:rsidRDefault="003D4B50" w:rsidP="00285AB8">
      <w:pPr>
        <w:jc w:val="center"/>
        <w:rPr>
          <w:b/>
          <w:sz w:val="36"/>
          <w:lang w:val="uk-UA"/>
        </w:rPr>
      </w:pPr>
      <w:r w:rsidRPr="00E84BC6">
        <w:rPr>
          <w:b/>
          <w:sz w:val="36"/>
          <w:lang w:val="uk-UA"/>
        </w:rPr>
        <w:t xml:space="preserve">А р т е м і в с ь к а   м і с ь к а   р а д а </w:t>
      </w:r>
    </w:p>
    <w:p w:rsidR="003D4B50" w:rsidRPr="00E84BC6" w:rsidRDefault="003D4B50" w:rsidP="00285AB8">
      <w:pPr>
        <w:jc w:val="center"/>
        <w:rPr>
          <w:b/>
          <w:szCs w:val="28"/>
          <w:lang w:val="uk-UA"/>
        </w:rPr>
      </w:pPr>
    </w:p>
    <w:p w:rsidR="003D4B50" w:rsidRPr="00E84BC6" w:rsidRDefault="003D4B50" w:rsidP="00285AB8">
      <w:pPr>
        <w:jc w:val="center"/>
        <w:rPr>
          <w:b/>
          <w:sz w:val="40"/>
          <w:lang w:val="uk-UA"/>
        </w:rPr>
      </w:pPr>
      <w:r w:rsidRPr="00E84BC6">
        <w:rPr>
          <w:b/>
          <w:sz w:val="40"/>
          <w:lang w:val="uk-UA"/>
        </w:rPr>
        <w:t>ВИКОНАВЧИЙ  КОМІТЕТ</w:t>
      </w:r>
    </w:p>
    <w:p w:rsidR="003D4B50" w:rsidRPr="00E84BC6" w:rsidRDefault="003D4B50" w:rsidP="00285AB8">
      <w:pPr>
        <w:jc w:val="center"/>
        <w:rPr>
          <w:b/>
          <w:lang w:val="uk-UA"/>
        </w:rPr>
      </w:pPr>
    </w:p>
    <w:p w:rsidR="003D4B50" w:rsidRPr="00E84BC6" w:rsidRDefault="003D4B50" w:rsidP="00285AB8">
      <w:pPr>
        <w:pStyle w:val="Heading7"/>
        <w:rPr>
          <w:sz w:val="36"/>
        </w:rPr>
      </w:pPr>
      <w:r w:rsidRPr="00E84BC6">
        <w:t>Р I Ш Е Н Н Я</w:t>
      </w:r>
    </w:p>
    <w:p w:rsidR="003D4B50" w:rsidRPr="00E84BC6" w:rsidRDefault="003D4B50" w:rsidP="00285AB8">
      <w:pPr>
        <w:jc w:val="center"/>
        <w:rPr>
          <w:b/>
          <w:lang w:val="uk-UA"/>
        </w:rPr>
      </w:pPr>
    </w:p>
    <w:p w:rsidR="003D4B50" w:rsidRPr="00E84BC6" w:rsidRDefault="003D4B50" w:rsidP="00285AB8">
      <w:pPr>
        <w:jc w:val="center"/>
        <w:rPr>
          <w:b/>
          <w:lang w:val="uk-UA"/>
        </w:rPr>
      </w:pPr>
    </w:p>
    <w:p w:rsidR="003D4B50" w:rsidRPr="00E84BC6" w:rsidRDefault="003D4B50" w:rsidP="00285A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12</w:t>
      </w:r>
      <w:r w:rsidRPr="00E84BC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11</w:t>
      </w:r>
      <w:r w:rsidRPr="00E84BC6">
        <w:rPr>
          <w:sz w:val="24"/>
          <w:szCs w:val="24"/>
          <w:lang w:val="uk-UA"/>
        </w:rPr>
        <w:t>. 2014  №_</w:t>
      </w:r>
      <w:r w:rsidRPr="00BA3A9C">
        <w:rPr>
          <w:sz w:val="24"/>
          <w:szCs w:val="24"/>
          <w:u w:val="single"/>
          <w:lang w:val="uk-UA"/>
        </w:rPr>
        <w:t>245</w:t>
      </w:r>
    </w:p>
    <w:p w:rsidR="003D4B50" w:rsidRPr="00E84BC6" w:rsidRDefault="003D4B50" w:rsidP="00285AB8">
      <w:pPr>
        <w:rPr>
          <w:lang w:val="uk-UA"/>
        </w:rPr>
      </w:pPr>
      <w:r w:rsidRPr="00E84BC6">
        <w:rPr>
          <w:sz w:val="24"/>
          <w:szCs w:val="24"/>
          <w:lang w:val="uk-UA"/>
        </w:rPr>
        <w:t>м. Артемівськ</w:t>
      </w:r>
    </w:p>
    <w:p w:rsidR="003D4B50" w:rsidRPr="00E84BC6" w:rsidRDefault="003D4B50" w:rsidP="00285AB8">
      <w:pPr>
        <w:rPr>
          <w:b/>
          <w:lang w:val="uk-UA"/>
        </w:rPr>
      </w:pPr>
    </w:p>
    <w:p w:rsidR="003D4B50" w:rsidRPr="00E84BC6" w:rsidRDefault="003D4B50" w:rsidP="00285AB8">
      <w:pPr>
        <w:shd w:val="clear" w:color="auto" w:fill="FFFFFF"/>
        <w:ind w:left="14" w:right="3955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  <w:r w:rsidRPr="00E84BC6">
        <w:rPr>
          <w:b/>
          <w:bCs/>
          <w:i/>
          <w:iCs/>
          <w:color w:val="000000"/>
          <w:spacing w:val="4"/>
          <w:szCs w:val="28"/>
          <w:lang w:val="uk-UA"/>
        </w:rPr>
        <w:t xml:space="preserve">Про внесення змін до складу  </w:t>
      </w:r>
    </w:p>
    <w:p w:rsidR="003D4B50" w:rsidRPr="00E84BC6" w:rsidRDefault="003D4B50" w:rsidP="00555365">
      <w:pPr>
        <w:shd w:val="clear" w:color="auto" w:fill="FFFFFF"/>
        <w:ind w:left="14" w:right="4252"/>
        <w:rPr>
          <w:b/>
          <w:bCs/>
          <w:i/>
          <w:iCs/>
          <w:color w:val="000000"/>
          <w:spacing w:val="4"/>
          <w:szCs w:val="28"/>
          <w:lang w:val="uk-UA"/>
        </w:rPr>
      </w:pPr>
      <w:r w:rsidRPr="00E84BC6">
        <w:rPr>
          <w:b/>
          <w:bCs/>
          <w:i/>
          <w:iCs/>
          <w:color w:val="000000"/>
          <w:spacing w:val="4"/>
          <w:szCs w:val="28"/>
          <w:lang w:val="uk-UA"/>
        </w:rPr>
        <w:t xml:space="preserve">спостережної комісії при </w:t>
      </w:r>
    </w:p>
    <w:p w:rsidR="003D4B50" w:rsidRPr="00E84BC6" w:rsidRDefault="003D4B50" w:rsidP="00555365">
      <w:pPr>
        <w:shd w:val="clear" w:color="auto" w:fill="FFFFFF"/>
        <w:ind w:left="14" w:right="4252"/>
        <w:rPr>
          <w:b/>
          <w:bCs/>
          <w:i/>
          <w:iCs/>
          <w:color w:val="000000"/>
          <w:spacing w:val="4"/>
          <w:szCs w:val="28"/>
          <w:lang w:val="uk-UA"/>
        </w:rPr>
      </w:pPr>
      <w:r w:rsidRPr="00E84BC6">
        <w:rPr>
          <w:b/>
          <w:bCs/>
          <w:i/>
          <w:iCs/>
          <w:color w:val="000000"/>
          <w:spacing w:val="4"/>
          <w:szCs w:val="28"/>
          <w:lang w:val="uk-UA"/>
        </w:rPr>
        <w:t>виконкомі Артемівської міської ради</w:t>
      </w:r>
    </w:p>
    <w:p w:rsidR="003D4B50" w:rsidRPr="00E84BC6" w:rsidRDefault="003D4B50" w:rsidP="00285AB8">
      <w:pPr>
        <w:shd w:val="clear" w:color="auto" w:fill="FFFFFF"/>
        <w:ind w:left="14" w:right="4538"/>
        <w:rPr>
          <w:szCs w:val="28"/>
          <w:lang w:val="uk-UA"/>
        </w:rPr>
      </w:pPr>
    </w:p>
    <w:p w:rsidR="003D4B50" w:rsidRPr="00B374F3" w:rsidRDefault="003D4B50" w:rsidP="00555365">
      <w:pPr>
        <w:shd w:val="clear" w:color="auto" w:fill="FFFFFF"/>
        <w:tabs>
          <w:tab w:val="left" w:pos="9355"/>
        </w:tabs>
        <w:ind w:firstLine="709"/>
        <w:jc w:val="both"/>
        <w:rPr>
          <w:color w:val="000000"/>
          <w:spacing w:val="3"/>
          <w:szCs w:val="28"/>
          <w:lang w:val="uk-UA"/>
        </w:rPr>
      </w:pPr>
      <w:r w:rsidRPr="00B374F3">
        <w:rPr>
          <w:lang w:val="uk-UA"/>
        </w:rPr>
        <w:t xml:space="preserve">Заслухавши інформацію керуючого справами </w:t>
      </w:r>
      <w:r>
        <w:rPr>
          <w:lang w:val="uk-UA"/>
        </w:rPr>
        <w:t xml:space="preserve">виконкому </w:t>
      </w:r>
      <w:r w:rsidRPr="00B374F3">
        <w:rPr>
          <w:lang w:val="uk-UA"/>
        </w:rPr>
        <w:t xml:space="preserve">Артемівської міської ради </w:t>
      </w:r>
      <w:r>
        <w:rPr>
          <w:lang w:val="uk-UA"/>
        </w:rPr>
        <w:t>Коліна М.Є.</w:t>
      </w:r>
      <w:r w:rsidRPr="00B374F3">
        <w:rPr>
          <w:lang w:val="uk-UA"/>
        </w:rPr>
        <w:t xml:space="preserve"> </w:t>
      </w:r>
      <w:r>
        <w:rPr>
          <w:lang w:val="uk-UA"/>
        </w:rPr>
        <w:t>щодо</w:t>
      </w:r>
      <w:r w:rsidRPr="00B374F3">
        <w:rPr>
          <w:bCs/>
          <w:iCs/>
          <w:color w:val="000000"/>
          <w:spacing w:val="4"/>
          <w:szCs w:val="28"/>
          <w:lang w:val="uk-UA"/>
        </w:rPr>
        <w:t xml:space="preserve"> внесення змін до складу спостережної комісії при виконкомі Артемівської міс</w:t>
      </w:r>
      <w:r w:rsidRPr="00B374F3">
        <w:rPr>
          <w:lang w:val="uk-UA"/>
        </w:rPr>
        <w:t>ької ради, затверджено</w:t>
      </w:r>
      <w:r>
        <w:rPr>
          <w:lang w:val="uk-UA"/>
        </w:rPr>
        <w:t>го</w:t>
      </w:r>
      <w:r w:rsidRPr="00B374F3">
        <w:rPr>
          <w:lang w:val="uk-UA"/>
        </w:rPr>
        <w:t xml:space="preserve"> рішенням виконкому Артемівської міської ради від 11.07.2012 </w:t>
      </w:r>
      <w:r w:rsidRPr="00202587">
        <w:rPr>
          <w:lang w:val="uk-UA"/>
        </w:rPr>
        <w:t>№243</w:t>
      </w:r>
      <w:r>
        <w:rPr>
          <w:lang w:val="uk-UA"/>
        </w:rPr>
        <w:t xml:space="preserve">, із внесеними до нього змінами,  </w:t>
      </w:r>
      <w:r w:rsidRPr="00B374F3">
        <w:rPr>
          <w:lang w:val="uk-UA"/>
        </w:rPr>
        <w:t>керуючись ст.ст. 38, 52 Закону України від 21.05.97 №280/97-ВР «Про місцеве самоврядування в Україні» із вн</w:t>
      </w:r>
      <w:r w:rsidRPr="00B374F3">
        <w:rPr>
          <w:color w:val="000000"/>
          <w:spacing w:val="3"/>
          <w:szCs w:val="28"/>
          <w:lang w:val="uk-UA"/>
        </w:rPr>
        <w:t>есеними до нього змінами, Положенням про спостережні комісії, затвердженим постановою Кабінету Міністрів України в редакції від 10.11.2010 № 1042, із внесеними до нього змінами, виконком Артемівської міської ради</w:t>
      </w:r>
    </w:p>
    <w:p w:rsidR="003D4B50" w:rsidRPr="00E84BC6" w:rsidRDefault="003D4B50" w:rsidP="00285AB8">
      <w:pPr>
        <w:shd w:val="clear" w:color="auto" w:fill="FFFFFF"/>
        <w:ind w:left="10" w:firstLine="485"/>
        <w:jc w:val="both"/>
        <w:rPr>
          <w:color w:val="000000"/>
          <w:spacing w:val="3"/>
          <w:szCs w:val="28"/>
          <w:lang w:val="uk-UA"/>
        </w:rPr>
      </w:pPr>
    </w:p>
    <w:p w:rsidR="003D4B50" w:rsidRPr="00E84BC6" w:rsidRDefault="003D4B50" w:rsidP="00202554">
      <w:pPr>
        <w:shd w:val="clear" w:color="auto" w:fill="FFFFFF"/>
        <w:ind w:firstLine="709"/>
        <w:rPr>
          <w:b/>
          <w:bCs/>
          <w:color w:val="000000"/>
          <w:szCs w:val="28"/>
          <w:lang w:val="uk-UA"/>
        </w:rPr>
      </w:pPr>
      <w:r w:rsidRPr="00E84BC6">
        <w:rPr>
          <w:b/>
          <w:bCs/>
          <w:color w:val="000000"/>
          <w:szCs w:val="28"/>
          <w:lang w:val="uk-UA"/>
        </w:rPr>
        <w:t>В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И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Р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І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Ш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И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В</w:t>
      </w:r>
      <w:r>
        <w:rPr>
          <w:b/>
          <w:bCs/>
          <w:color w:val="000000"/>
          <w:szCs w:val="28"/>
          <w:lang w:val="uk-UA"/>
        </w:rPr>
        <w:t xml:space="preserve"> </w:t>
      </w:r>
      <w:r w:rsidRPr="00E84BC6">
        <w:rPr>
          <w:b/>
          <w:bCs/>
          <w:color w:val="000000"/>
          <w:szCs w:val="28"/>
          <w:lang w:val="uk-UA"/>
        </w:rPr>
        <w:t>:</w:t>
      </w:r>
    </w:p>
    <w:p w:rsidR="003D4B50" w:rsidRPr="00E84BC6" w:rsidRDefault="003D4B50" w:rsidP="00202554">
      <w:pPr>
        <w:shd w:val="clear" w:color="auto" w:fill="FFFFFF"/>
        <w:ind w:firstLine="567"/>
        <w:rPr>
          <w:bCs/>
          <w:color w:val="000000"/>
          <w:szCs w:val="28"/>
          <w:lang w:val="uk-UA"/>
        </w:rPr>
      </w:pPr>
    </w:p>
    <w:p w:rsidR="003D4B50" w:rsidRPr="00E84BC6" w:rsidRDefault="003D4B50" w:rsidP="00202554">
      <w:pPr>
        <w:shd w:val="clear" w:color="auto" w:fill="FFFFFF"/>
        <w:ind w:firstLine="709"/>
        <w:jc w:val="both"/>
        <w:rPr>
          <w:color w:val="000000"/>
          <w:spacing w:val="3"/>
          <w:szCs w:val="28"/>
          <w:lang w:val="uk-UA"/>
        </w:rPr>
      </w:pPr>
      <w:r w:rsidRPr="00E84BC6">
        <w:rPr>
          <w:bCs/>
          <w:color w:val="000000"/>
          <w:szCs w:val="28"/>
          <w:lang w:val="uk-UA"/>
        </w:rPr>
        <w:t>1. Внести наступні зміни до складу спостережної комісії</w:t>
      </w:r>
      <w:r w:rsidRPr="00E84BC6">
        <w:rPr>
          <w:color w:val="000000"/>
          <w:spacing w:val="5"/>
          <w:szCs w:val="28"/>
          <w:lang w:val="uk-UA"/>
        </w:rPr>
        <w:t xml:space="preserve"> при виконкомі Артемівської міської ради, </w:t>
      </w:r>
      <w:r w:rsidRPr="00E84BC6">
        <w:rPr>
          <w:color w:val="000000"/>
          <w:spacing w:val="-1"/>
          <w:szCs w:val="28"/>
          <w:lang w:val="uk-UA"/>
        </w:rPr>
        <w:t xml:space="preserve">затвердженого рішенням виконкому Артемівської міської ради від </w:t>
      </w:r>
      <w:r w:rsidRPr="00E84BC6">
        <w:rPr>
          <w:color w:val="000000"/>
          <w:spacing w:val="11"/>
          <w:szCs w:val="28"/>
          <w:lang w:val="uk-UA"/>
        </w:rPr>
        <w:t>11.07.2012</w:t>
      </w:r>
      <w:r w:rsidRPr="00BA13E0">
        <w:rPr>
          <w:lang w:val="uk-UA"/>
        </w:rPr>
        <w:t xml:space="preserve"> </w:t>
      </w:r>
      <w:r w:rsidRPr="00202587">
        <w:rPr>
          <w:lang w:val="uk-UA"/>
        </w:rPr>
        <w:t>№243</w:t>
      </w:r>
      <w:r>
        <w:rPr>
          <w:lang w:val="uk-UA"/>
        </w:rPr>
        <w:t>,</w:t>
      </w:r>
      <w:r w:rsidRPr="00202587">
        <w:rPr>
          <w:lang w:val="uk-UA"/>
        </w:rPr>
        <w:t xml:space="preserve"> </w:t>
      </w:r>
      <w:r w:rsidRPr="00BA13E0">
        <w:rPr>
          <w:color w:val="000000"/>
          <w:spacing w:val="11"/>
          <w:szCs w:val="28"/>
          <w:lang w:val="uk-UA"/>
        </w:rPr>
        <w:t>і</w:t>
      </w:r>
      <w:r>
        <w:rPr>
          <w:color w:val="000000"/>
          <w:spacing w:val="11"/>
          <w:szCs w:val="28"/>
          <w:lang w:val="uk-UA"/>
        </w:rPr>
        <w:t>з</w:t>
      </w:r>
      <w:r w:rsidRPr="00BA13E0">
        <w:rPr>
          <w:color w:val="000000"/>
          <w:spacing w:val="11"/>
          <w:szCs w:val="28"/>
          <w:lang w:val="uk-UA"/>
        </w:rPr>
        <w:t xml:space="preserve"> змінами, внесен</w:t>
      </w:r>
      <w:r>
        <w:rPr>
          <w:color w:val="000000"/>
          <w:spacing w:val="11"/>
          <w:szCs w:val="28"/>
          <w:lang w:val="uk-UA"/>
        </w:rPr>
        <w:t>ими</w:t>
      </w:r>
      <w:r w:rsidRPr="00BA13E0">
        <w:rPr>
          <w:color w:val="000000"/>
          <w:spacing w:val="11"/>
          <w:szCs w:val="28"/>
          <w:lang w:val="uk-UA"/>
        </w:rPr>
        <w:t xml:space="preserve"> до нього рішенням</w:t>
      </w:r>
      <w:r>
        <w:rPr>
          <w:color w:val="000000"/>
          <w:spacing w:val="11"/>
          <w:szCs w:val="28"/>
          <w:lang w:val="uk-UA"/>
        </w:rPr>
        <w:t>и</w:t>
      </w:r>
      <w:r w:rsidRPr="00BA13E0">
        <w:rPr>
          <w:color w:val="000000"/>
          <w:spacing w:val="11"/>
          <w:szCs w:val="28"/>
          <w:lang w:val="uk-UA"/>
        </w:rPr>
        <w:t xml:space="preserve"> виконкому Артемівської міської ради </w:t>
      </w:r>
      <w:r>
        <w:rPr>
          <w:color w:val="000000"/>
          <w:spacing w:val="11"/>
          <w:szCs w:val="28"/>
          <w:lang w:val="uk-UA"/>
        </w:rPr>
        <w:t xml:space="preserve">від 11.09.2013 № 244, від 13.11.2013 № 282, </w:t>
      </w:r>
      <w:r w:rsidRPr="00BA13E0">
        <w:rPr>
          <w:color w:val="000000"/>
          <w:spacing w:val="11"/>
          <w:szCs w:val="28"/>
          <w:lang w:val="uk-UA"/>
        </w:rPr>
        <w:t xml:space="preserve">від 13.08.2014 </w:t>
      </w:r>
      <w:r w:rsidRPr="00202587">
        <w:rPr>
          <w:color w:val="000000"/>
          <w:spacing w:val="11"/>
          <w:szCs w:val="28"/>
          <w:lang w:val="uk-UA"/>
        </w:rPr>
        <w:t>№178</w:t>
      </w:r>
      <w:r w:rsidRPr="00E84BC6">
        <w:rPr>
          <w:color w:val="000000"/>
          <w:spacing w:val="3"/>
          <w:szCs w:val="28"/>
          <w:lang w:val="uk-UA"/>
        </w:rPr>
        <w:t>:</w:t>
      </w:r>
    </w:p>
    <w:p w:rsidR="003D4B50" w:rsidRPr="00E84BC6" w:rsidRDefault="003D4B50" w:rsidP="00202554">
      <w:pPr>
        <w:shd w:val="clear" w:color="auto" w:fill="FFFFFF"/>
        <w:ind w:firstLine="709"/>
        <w:jc w:val="both"/>
        <w:rPr>
          <w:bCs/>
          <w:color w:val="000000"/>
          <w:szCs w:val="28"/>
          <w:lang w:val="uk-UA"/>
        </w:rPr>
      </w:pPr>
    </w:p>
    <w:p w:rsidR="003D4B50" w:rsidRPr="00E84BC6" w:rsidRDefault="003D4B50" w:rsidP="002025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5"/>
          <w:szCs w:val="28"/>
          <w:lang w:val="uk-UA"/>
        </w:rPr>
      </w:pPr>
      <w:r w:rsidRPr="00E84BC6">
        <w:rPr>
          <w:color w:val="000000"/>
          <w:spacing w:val="5"/>
          <w:szCs w:val="28"/>
          <w:lang w:val="uk-UA"/>
        </w:rPr>
        <w:t>1.1 В</w:t>
      </w:r>
      <w:r>
        <w:rPr>
          <w:color w:val="000000"/>
          <w:spacing w:val="5"/>
          <w:szCs w:val="28"/>
          <w:lang w:val="uk-UA"/>
        </w:rPr>
        <w:t>ключити</w:t>
      </w:r>
      <w:r w:rsidRPr="00E84BC6">
        <w:rPr>
          <w:color w:val="000000"/>
          <w:spacing w:val="5"/>
          <w:szCs w:val="28"/>
          <w:lang w:val="uk-UA"/>
        </w:rPr>
        <w:t xml:space="preserve"> до складу комісії: </w:t>
      </w:r>
    </w:p>
    <w:p w:rsidR="003D4B50" w:rsidRPr="00E84BC6" w:rsidRDefault="003D4B50" w:rsidP="002025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5"/>
          <w:szCs w:val="28"/>
          <w:lang w:val="uk-UA"/>
        </w:rPr>
      </w:pPr>
    </w:p>
    <w:p w:rsidR="003D4B50" w:rsidRPr="00E84BC6" w:rsidRDefault="003D4B50" w:rsidP="00F54363">
      <w:pPr>
        <w:ind w:firstLine="709"/>
        <w:jc w:val="both"/>
        <w:rPr>
          <w:color w:val="000000"/>
          <w:spacing w:val="-1"/>
          <w:szCs w:val="28"/>
          <w:lang w:val="uk-UA"/>
        </w:rPr>
      </w:pPr>
      <w:r w:rsidRPr="00E84BC6">
        <w:rPr>
          <w:color w:val="000000"/>
          <w:spacing w:val="5"/>
          <w:szCs w:val="28"/>
          <w:lang w:val="uk-UA"/>
        </w:rPr>
        <w:t xml:space="preserve">- </w:t>
      </w:r>
      <w:r w:rsidRPr="009B1F58">
        <w:rPr>
          <w:color w:val="000000"/>
          <w:spacing w:val="5"/>
          <w:szCs w:val="28"/>
          <w:lang w:val="uk-UA"/>
        </w:rPr>
        <w:t>Ляха Вячеслава Миколайовича</w:t>
      </w:r>
      <w:r>
        <w:rPr>
          <w:color w:val="000000"/>
          <w:spacing w:val="5"/>
          <w:szCs w:val="28"/>
          <w:lang w:val="uk-UA"/>
        </w:rPr>
        <w:t xml:space="preserve"> -</w:t>
      </w:r>
      <w:r w:rsidRPr="009B1F58">
        <w:rPr>
          <w:color w:val="000000"/>
          <w:spacing w:val="5"/>
          <w:szCs w:val="28"/>
          <w:lang w:val="uk-UA"/>
        </w:rPr>
        <w:t xml:space="preserve"> </w:t>
      </w:r>
      <w:r>
        <w:rPr>
          <w:color w:val="000000"/>
          <w:spacing w:val="5"/>
          <w:szCs w:val="28"/>
          <w:lang w:val="uk-UA"/>
        </w:rPr>
        <w:t>головного спеціаліста з питань запобігання та виявлення корупції і взаємодії з правоохоронними органами Артемівської міської ради</w:t>
      </w:r>
      <w:r w:rsidRPr="00E84BC6">
        <w:rPr>
          <w:lang w:val="uk-UA"/>
        </w:rPr>
        <w:t>.</w:t>
      </w:r>
    </w:p>
    <w:p w:rsidR="003D4B50" w:rsidRPr="00E84BC6" w:rsidRDefault="003D4B50" w:rsidP="002025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5"/>
          <w:szCs w:val="28"/>
          <w:lang w:val="uk-UA"/>
        </w:rPr>
      </w:pPr>
      <w:r w:rsidRPr="00E84BC6">
        <w:rPr>
          <w:color w:val="000000"/>
          <w:spacing w:val="-1"/>
          <w:szCs w:val="28"/>
          <w:lang w:val="uk-UA"/>
        </w:rPr>
        <w:t xml:space="preserve"> </w:t>
      </w:r>
    </w:p>
    <w:p w:rsidR="003D4B50" w:rsidRDefault="003D4B50" w:rsidP="000E18DB">
      <w:pPr>
        <w:ind w:firstLine="709"/>
        <w:jc w:val="both"/>
        <w:rPr>
          <w:lang w:val="uk-UA"/>
        </w:rPr>
      </w:pPr>
      <w:r w:rsidRPr="000E18DB">
        <w:rPr>
          <w:lang w:val="uk-UA"/>
        </w:rPr>
        <w:t xml:space="preserve">1.2 </w:t>
      </w:r>
      <w:r>
        <w:rPr>
          <w:lang w:val="uk-UA"/>
        </w:rPr>
        <w:t xml:space="preserve"> </w:t>
      </w:r>
      <w:r w:rsidRPr="000E18DB">
        <w:rPr>
          <w:lang w:val="uk-UA"/>
        </w:rPr>
        <w:t xml:space="preserve">Призначити Ляха Вячеслава Миколайовича  секретарем спостережної комісії при виконкомі Артемівської міської ради. </w:t>
      </w:r>
    </w:p>
    <w:p w:rsidR="003D4B50" w:rsidRDefault="003D4B50" w:rsidP="000E18DB">
      <w:pPr>
        <w:ind w:firstLine="709"/>
        <w:jc w:val="both"/>
        <w:rPr>
          <w:lang w:val="uk-UA"/>
        </w:rPr>
      </w:pPr>
    </w:p>
    <w:p w:rsidR="003D4B50" w:rsidRDefault="003D4B50" w:rsidP="000E18DB">
      <w:pPr>
        <w:ind w:firstLine="709"/>
        <w:jc w:val="both"/>
        <w:rPr>
          <w:lang w:val="uk-UA"/>
        </w:rPr>
      </w:pPr>
      <w:r>
        <w:rPr>
          <w:lang w:val="uk-UA"/>
        </w:rPr>
        <w:t xml:space="preserve">2. Вважати таким, що втратив чинність </w:t>
      </w:r>
      <w:r w:rsidRPr="00992BFC">
        <w:rPr>
          <w:lang w:val="uk-UA"/>
        </w:rPr>
        <w:t>п.п. 1.2</w:t>
      </w:r>
      <w:r>
        <w:rPr>
          <w:lang w:val="uk-UA"/>
        </w:rPr>
        <w:t xml:space="preserve"> п.</w:t>
      </w:r>
      <w:r w:rsidRPr="00992BFC">
        <w:rPr>
          <w:lang w:val="uk-UA"/>
        </w:rPr>
        <w:t xml:space="preserve"> </w:t>
      </w:r>
      <w:r>
        <w:rPr>
          <w:lang w:val="uk-UA"/>
        </w:rPr>
        <w:t>1 р</w:t>
      </w:r>
      <w:r w:rsidRPr="00992BFC">
        <w:rPr>
          <w:lang w:val="uk-UA"/>
        </w:rPr>
        <w:t>ішення виконкому Артемівської міської ради від 13.08.2014 № 178</w:t>
      </w:r>
      <w:r>
        <w:rPr>
          <w:lang w:val="uk-UA"/>
        </w:rPr>
        <w:t xml:space="preserve"> «Про внесення змін</w:t>
      </w:r>
      <w:r w:rsidRPr="00992BFC">
        <w:rPr>
          <w:lang w:val="uk-UA"/>
        </w:rPr>
        <w:t xml:space="preserve"> до</w:t>
      </w:r>
      <w:r>
        <w:rPr>
          <w:lang w:val="uk-UA"/>
        </w:rPr>
        <w:t xml:space="preserve"> складу</w:t>
      </w:r>
      <w:r w:rsidRPr="00992BFC">
        <w:rPr>
          <w:lang w:val="uk-UA"/>
        </w:rPr>
        <w:t xml:space="preserve"> спостережної комісії при виконкомі Артемівської міської ради</w:t>
      </w:r>
      <w:r>
        <w:rPr>
          <w:lang w:val="uk-UA"/>
        </w:rPr>
        <w:t>».</w:t>
      </w:r>
    </w:p>
    <w:p w:rsidR="003D4B50" w:rsidRDefault="003D4B50" w:rsidP="000E18DB">
      <w:pPr>
        <w:ind w:firstLine="709"/>
        <w:jc w:val="both"/>
        <w:rPr>
          <w:lang w:val="uk-UA"/>
        </w:rPr>
      </w:pPr>
    </w:p>
    <w:p w:rsidR="003D4B50" w:rsidRPr="000E18DB" w:rsidRDefault="003D4B50" w:rsidP="000E18DB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0E18DB">
        <w:rPr>
          <w:lang w:val="uk-UA"/>
        </w:rPr>
        <w:t>. Секретарю спостережної комісії при виконкомі Артемівської міської ради Ляху В.М. інформацію про обрання нового члена комісії Ляха В.М. оприлюднити у місцевих засобах масової інформації.</w:t>
      </w:r>
    </w:p>
    <w:p w:rsidR="003D4B50" w:rsidRPr="000E18DB" w:rsidRDefault="003D4B50" w:rsidP="000E18DB">
      <w:pPr>
        <w:jc w:val="both"/>
        <w:rPr>
          <w:lang w:val="uk-UA"/>
        </w:rPr>
      </w:pPr>
    </w:p>
    <w:p w:rsidR="003D4B50" w:rsidRPr="000E18DB" w:rsidRDefault="003D4B50" w:rsidP="000E18DB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0E18DB">
        <w:rPr>
          <w:lang w:val="uk-UA"/>
        </w:rPr>
        <w:t>. Координаційне забезпечення виконання рішення покласти на керуючого справами виконкому Артемівської міської ради Коліно М.Є.</w:t>
      </w:r>
    </w:p>
    <w:p w:rsidR="003D4B50" w:rsidRPr="00E84BC6" w:rsidRDefault="003D4B50" w:rsidP="002025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  <w:szCs w:val="28"/>
          <w:lang w:val="uk-UA"/>
        </w:rPr>
      </w:pPr>
    </w:p>
    <w:p w:rsidR="003D4B50" w:rsidRPr="00E84BC6" w:rsidRDefault="003D4B50" w:rsidP="00202554">
      <w:pPr>
        <w:shd w:val="clear" w:color="auto" w:fill="FFFFFF"/>
        <w:ind w:firstLine="709"/>
        <w:jc w:val="both"/>
        <w:rPr>
          <w:color w:val="000000"/>
          <w:spacing w:val="-15"/>
          <w:szCs w:val="28"/>
          <w:lang w:val="uk-UA"/>
        </w:rPr>
      </w:pPr>
    </w:p>
    <w:p w:rsidR="003D4B50" w:rsidRDefault="003D4B50" w:rsidP="00492679">
      <w:pPr>
        <w:rPr>
          <w:b/>
          <w:lang w:val="uk-UA"/>
        </w:rPr>
      </w:pPr>
      <w:r>
        <w:rPr>
          <w:b/>
          <w:lang w:val="uk-UA"/>
        </w:rPr>
        <w:t xml:space="preserve">Перший заступник </w:t>
      </w:r>
    </w:p>
    <w:p w:rsidR="003D4B50" w:rsidRPr="00E84BC6" w:rsidRDefault="003D4B50" w:rsidP="00492679">
      <w:pPr>
        <w:rPr>
          <w:lang w:val="uk-UA"/>
        </w:rPr>
      </w:pPr>
      <w:r>
        <w:rPr>
          <w:b/>
          <w:lang w:val="uk-UA"/>
        </w:rPr>
        <w:t xml:space="preserve">міського голови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Т.М. Савченко</w:t>
      </w: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p w:rsidR="003D4B50" w:rsidRPr="00E84BC6" w:rsidRDefault="003D4B50" w:rsidP="00202554">
      <w:pPr>
        <w:rPr>
          <w:lang w:val="uk-UA"/>
        </w:rPr>
      </w:pPr>
    </w:p>
    <w:sectPr w:rsidR="003D4B50" w:rsidRPr="00E84BC6" w:rsidSect="00174C8E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113FC"/>
    <w:multiLevelType w:val="singleLevel"/>
    <w:tmpl w:val="A34E6778"/>
    <w:lvl w:ilvl="0">
      <w:start w:val="2"/>
      <w:numFmt w:val="decimal"/>
      <w:lvlText w:val="%1."/>
      <w:legacy w:legacy="1" w:legacySpace="0" w:legacyIndent="331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9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AB8"/>
    <w:rsid w:val="00002D52"/>
    <w:rsid w:val="00004415"/>
    <w:rsid w:val="000051C6"/>
    <w:rsid w:val="00006189"/>
    <w:rsid w:val="000079A2"/>
    <w:rsid w:val="0001075D"/>
    <w:rsid w:val="00011220"/>
    <w:rsid w:val="00012587"/>
    <w:rsid w:val="00013B16"/>
    <w:rsid w:val="00013C99"/>
    <w:rsid w:val="00014278"/>
    <w:rsid w:val="0001478F"/>
    <w:rsid w:val="00015C92"/>
    <w:rsid w:val="0001713D"/>
    <w:rsid w:val="00017852"/>
    <w:rsid w:val="000178B9"/>
    <w:rsid w:val="00020B75"/>
    <w:rsid w:val="00021268"/>
    <w:rsid w:val="000218E3"/>
    <w:rsid w:val="000218F9"/>
    <w:rsid w:val="00021D23"/>
    <w:rsid w:val="0002219D"/>
    <w:rsid w:val="00022399"/>
    <w:rsid w:val="000241B4"/>
    <w:rsid w:val="0002547F"/>
    <w:rsid w:val="00025E6B"/>
    <w:rsid w:val="0002632C"/>
    <w:rsid w:val="00026757"/>
    <w:rsid w:val="00026C6E"/>
    <w:rsid w:val="00027B3D"/>
    <w:rsid w:val="000304C7"/>
    <w:rsid w:val="0003127B"/>
    <w:rsid w:val="000313D9"/>
    <w:rsid w:val="00031765"/>
    <w:rsid w:val="000329BD"/>
    <w:rsid w:val="00032A5B"/>
    <w:rsid w:val="0003371F"/>
    <w:rsid w:val="00033F24"/>
    <w:rsid w:val="00035FFF"/>
    <w:rsid w:val="000365DC"/>
    <w:rsid w:val="000414FB"/>
    <w:rsid w:val="00042178"/>
    <w:rsid w:val="00042E1B"/>
    <w:rsid w:val="000446D2"/>
    <w:rsid w:val="00047069"/>
    <w:rsid w:val="00047E0D"/>
    <w:rsid w:val="0005018D"/>
    <w:rsid w:val="00050D5F"/>
    <w:rsid w:val="00050E6C"/>
    <w:rsid w:val="00051277"/>
    <w:rsid w:val="0005173C"/>
    <w:rsid w:val="00053566"/>
    <w:rsid w:val="00053B0F"/>
    <w:rsid w:val="00054358"/>
    <w:rsid w:val="00055D61"/>
    <w:rsid w:val="0005664F"/>
    <w:rsid w:val="00057E69"/>
    <w:rsid w:val="000601DB"/>
    <w:rsid w:val="00060F66"/>
    <w:rsid w:val="00061487"/>
    <w:rsid w:val="000631A8"/>
    <w:rsid w:val="00065E88"/>
    <w:rsid w:val="00070E2B"/>
    <w:rsid w:val="00070F71"/>
    <w:rsid w:val="000713D5"/>
    <w:rsid w:val="000723BA"/>
    <w:rsid w:val="000727C7"/>
    <w:rsid w:val="00073DF3"/>
    <w:rsid w:val="00074C4D"/>
    <w:rsid w:val="00075399"/>
    <w:rsid w:val="00075694"/>
    <w:rsid w:val="0007609C"/>
    <w:rsid w:val="000765E4"/>
    <w:rsid w:val="000770FB"/>
    <w:rsid w:val="00077138"/>
    <w:rsid w:val="00080B92"/>
    <w:rsid w:val="000810B4"/>
    <w:rsid w:val="00083455"/>
    <w:rsid w:val="00084467"/>
    <w:rsid w:val="00084A25"/>
    <w:rsid w:val="00084B1F"/>
    <w:rsid w:val="000856FA"/>
    <w:rsid w:val="00086A23"/>
    <w:rsid w:val="00086C09"/>
    <w:rsid w:val="00086D51"/>
    <w:rsid w:val="00086E0B"/>
    <w:rsid w:val="00087115"/>
    <w:rsid w:val="0008767C"/>
    <w:rsid w:val="0009162D"/>
    <w:rsid w:val="000930AE"/>
    <w:rsid w:val="000933B8"/>
    <w:rsid w:val="00093943"/>
    <w:rsid w:val="0009548E"/>
    <w:rsid w:val="00096FE4"/>
    <w:rsid w:val="000A0051"/>
    <w:rsid w:val="000A0B04"/>
    <w:rsid w:val="000A18A7"/>
    <w:rsid w:val="000A1A60"/>
    <w:rsid w:val="000A2ADA"/>
    <w:rsid w:val="000A3071"/>
    <w:rsid w:val="000A44B4"/>
    <w:rsid w:val="000A48A4"/>
    <w:rsid w:val="000A4F29"/>
    <w:rsid w:val="000A6545"/>
    <w:rsid w:val="000A6A61"/>
    <w:rsid w:val="000A6C26"/>
    <w:rsid w:val="000B1921"/>
    <w:rsid w:val="000B1E6B"/>
    <w:rsid w:val="000B2442"/>
    <w:rsid w:val="000B2849"/>
    <w:rsid w:val="000B2904"/>
    <w:rsid w:val="000B3BE9"/>
    <w:rsid w:val="000B4190"/>
    <w:rsid w:val="000B4947"/>
    <w:rsid w:val="000B4B5E"/>
    <w:rsid w:val="000B5E0E"/>
    <w:rsid w:val="000B602E"/>
    <w:rsid w:val="000B6163"/>
    <w:rsid w:val="000B6292"/>
    <w:rsid w:val="000B6338"/>
    <w:rsid w:val="000B76E6"/>
    <w:rsid w:val="000B7F76"/>
    <w:rsid w:val="000C07DF"/>
    <w:rsid w:val="000C0840"/>
    <w:rsid w:val="000C1AE2"/>
    <w:rsid w:val="000C24D2"/>
    <w:rsid w:val="000C5F9C"/>
    <w:rsid w:val="000C6340"/>
    <w:rsid w:val="000C6944"/>
    <w:rsid w:val="000C6D0D"/>
    <w:rsid w:val="000C6E08"/>
    <w:rsid w:val="000C7A64"/>
    <w:rsid w:val="000D1583"/>
    <w:rsid w:val="000D2D95"/>
    <w:rsid w:val="000D3893"/>
    <w:rsid w:val="000D3942"/>
    <w:rsid w:val="000D3ECD"/>
    <w:rsid w:val="000D4A62"/>
    <w:rsid w:val="000D543A"/>
    <w:rsid w:val="000D5A84"/>
    <w:rsid w:val="000D5A99"/>
    <w:rsid w:val="000D5D6A"/>
    <w:rsid w:val="000D662E"/>
    <w:rsid w:val="000D6D93"/>
    <w:rsid w:val="000D7AAD"/>
    <w:rsid w:val="000E072C"/>
    <w:rsid w:val="000E08E9"/>
    <w:rsid w:val="000E0A07"/>
    <w:rsid w:val="000E18DB"/>
    <w:rsid w:val="000E2B5C"/>
    <w:rsid w:val="000E6251"/>
    <w:rsid w:val="000E6A76"/>
    <w:rsid w:val="000E7105"/>
    <w:rsid w:val="000F07FD"/>
    <w:rsid w:val="000F2B3D"/>
    <w:rsid w:val="000F4641"/>
    <w:rsid w:val="000F6775"/>
    <w:rsid w:val="000F7C96"/>
    <w:rsid w:val="00100402"/>
    <w:rsid w:val="001006C9"/>
    <w:rsid w:val="00100F22"/>
    <w:rsid w:val="00102C2D"/>
    <w:rsid w:val="00103072"/>
    <w:rsid w:val="00104ED8"/>
    <w:rsid w:val="00105409"/>
    <w:rsid w:val="00105F4F"/>
    <w:rsid w:val="0010661F"/>
    <w:rsid w:val="00106DE6"/>
    <w:rsid w:val="00107698"/>
    <w:rsid w:val="00107D0B"/>
    <w:rsid w:val="00112B4C"/>
    <w:rsid w:val="00112C9F"/>
    <w:rsid w:val="00112D7F"/>
    <w:rsid w:val="001141E7"/>
    <w:rsid w:val="00116C55"/>
    <w:rsid w:val="0011759F"/>
    <w:rsid w:val="0012013B"/>
    <w:rsid w:val="00120698"/>
    <w:rsid w:val="00121C55"/>
    <w:rsid w:val="00122378"/>
    <w:rsid w:val="00122B13"/>
    <w:rsid w:val="00123C50"/>
    <w:rsid w:val="00126162"/>
    <w:rsid w:val="001262C3"/>
    <w:rsid w:val="0012679B"/>
    <w:rsid w:val="0013074F"/>
    <w:rsid w:val="00130E27"/>
    <w:rsid w:val="001312A1"/>
    <w:rsid w:val="001317F6"/>
    <w:rsid w:val="00131A09"/>
    <w:rsid w:val="00131D19"/>
    <w:rsid w:val="0013322D"/>
    <w:rsid w:val="00133CDF"/>
    <w:rsid w:val="001347CF"/>
    <w:rsid w:val="00135651"/>
    <w:rsid w:val="00135B43"/>
    <w:rsid w:val="0013731C"/>
    <w:rsid w:val="00140D9C"/>
    <w:rsid w:val="00142121"/>
    <w:rsid w:val="00143E84"/>
    <w:rsid w:val="00150196"/>
    <w:rsid w:val="001504CA"/>
    <w:rsid w:val="00151766"/>
    <w:rsid w:val="00152320"/>
    <w:rsid w:val="00152AD1"/>
    <w:rsid w:val="00152C3E"/>
    <w:rsid w:val="00152E37"/>
    <w:rsid w:val="00153359"/>
    <w:rsid w:val="00153A46"/>
    <w:rsid w:val="00154624"/>
    <w:rsid w:val="0015489F"/>
    <w:rsid w:val="00154DDF"/>
    <w:rsid w:val="00154F54"/>
    <w:rsid w:val="00155429"/>
    <w:rsid w:val="001563AF"/>
    <w:rsid w:val="001563F4"/>
    <w:rsid w:val="0015765F"/>
    <w:rsid w:val="0015789B"/>
    <w:rsid w:val="001601F9"/>
    <w:rsid w:val="001606A5"/>
    <w:rsid w:val="00160868"/>
    <w:rsid w:val="00160B9D"/>
    <w:rsid w:val="001615AE"/>
    <w:rsid w:val="001628EF"/>
    <w:rsid w:val="001630C2"/>
    <w:rsid w:val="001635DB"/>
    <w:rsid w:val="00165033"/>
    <w:rsid w:val="001671D1"/>
    <w:rsid w:val="00170973"/>
    <w:rsid w:val="00171199"/>
    <w:rsid w:val="00171D83"/>
    <w:rsid w:val="001739D8"/>
    <w:rsid w:val="00174918"/>
    <w:rsid w:val="00174C8E"/>
    <w:rsid w:val="001820B1"/>
    <w:rsid w:val="0018291D"/>
    <w:rsid w:val="001839C4"/>
    <w:rsid w:val="00184375"/>
    <w:rsid w:val="00184FC0"/>
    <w:rsid w:val="00185C25"/>
    <w:rsid w:val="0018628E"/>
    <w:rsid w:val="00186DE7"/>
    <w:rsid w:val="00187631"/>
    <w:rsid w:val="00187645"/>
    <w:rsid w:val="00187C52"/>
    <w:rsid w:val="001904AB"/>
    <w:rsid w:val="0019065E"/>
    <w:rsid w:val="00191B12"/>
    <w:rsid w:val="00191BF1"/>
    <w:rsid w:val="00191FA2"/>
    <w:rsid w:val="0019207D"/>
    <w:rsid w:val="0019222E"/>
    <w:rsid w:val="001928F5"/>
    <w:rsid w:val="00193478"/>
    <w:rsid w:val="0019360B"/>
    <w:rsid w:val="0019405D"/>
    <w:rsid w:val="00194570"/>
    <w:rsid w:val="001949D4"/>
    <w:rsid w:val="00195C85"/>
    <w:rsid w:val="00196A07"/>
    <w:rsid w:val="00197E7A"/>
    <w:rsid w:val="001A03FB"/>
    <w:rsid w:val="001A1801"/>
    <w:rsid w:val="001A1E22"/>
    <w:rsid w:val="001A1E61"/>
    <w:rsid w:val="001A268E"/>
    <w:rsid w:val="001A2802"/>
    <w:rsid w:val="001A2FA5"/>
    <w:rsid w:val="001A3847"/>
    <w:rsid w:val="001A48E1"/>
    <w:rsid w:val="001A6829"/>
    <w:rsid w:val="001A7646"/>
    <w:rsid w:val="001B0289"/>
    <w:rsid w:val="001B03CB"/>
    <w:rsid w:val="001B0A1B"/>
    <w:rsid w:val="001B0BBC"/>
    <w:rsid w:val="001B0CA1"/>
    <w:rsid w:val="001B0F07"/>
    <w:rsid w:val="001B174E"/>
    <w:rsid w:val="001B2748"/>
    <w:rsid w:val="001B32CD"/>
    <w:rsid w:val="001B3379"/>
    <w:rsid w:val="001B5DBF"/>
    <w:rsid w:val="001B5FAA"/>
    <w:rsid w:val="001B674D"/>
    <w:rsid w:val="001B7ADF"/>
    <w:rsid w:val="001B7CB1"/>
    <w:rsid w:val="001C01E0"/>
    <w:rsid w:val="001C3033"/>
    <w:rsid w:val="001C4035"/>
    <w:rsid w:val="001C4710"/>
    <w:rsid w:val="001C4EB1"/>
    <w:rsid w:val="001C5354"/>
    <w:rsid w:val="001C5504"/>
    <w:rsid w:val="001D19B6"/>
    <w:rsid w:val="001D41C1"/>
    <w:rsid w:val="001D5B25"/>
    <w:rsid w:val="001D6B99"/>
    <w:rsid w:val="001D772C"/>
    <w:rsid w:val="001D7CF8"/>
    <w:rsid w:val="001E0AD0"/>
    <w:rsid w:val="001E1532"/>
    <w:rsid w:val="001E166B"/>
    <w:rsid w:val="001E39FF"/>
    <w:rsid w:val="001E40A2"/>
    <w:rsid w:val="001E41E8"/>
    <w:rsid w:val="001E460E"/>
    <w:rsid w:val="001E4975"/>
    <w:rsid w:val="001E4A3D"/>
    <w:rsid w:val="001E6747"/>
    <w:rsid w:val="001F1552"/>
    <w:rsid w:val="001F2EF7"/>
    <w:rsid w:val="001F4461"/>
    <w:rsid w:val="001F5327"/>
    <w:rsid w:val="001F5E79"/>
    <w:rsid w:val="001F6380"/>
    <w:rsid w:val="001F63FE"/>
    <w:rsid w:val="001F6659"/>
    <w:rsid w:val="001F6A96"/>
    <w:rsid w:val="001F6F30"/>
    <w:rsid w:val="001F7073"/>
    <w:rsid w:val="00200B8F"/>
    <w:rsid w:val="00202554"/>
    <w:rsid w:val="00202587"/>
    <w:rsid w:val="002027CD"/>
    <w:rsid w:val="0020299F"/>
    <w:rsid w:val="002043DB"/>
    <w:rsid w:val="0020441B"/>
    <w:rsid w:val="002061CD"/>
    <w:rsid w:val="00207857"/>
    <w:rsid w:val="002102CC"/>
    <w:rsid w:val="00210F20"/>
    <w:rsid w:val="002119EF"/>
    <w:rsid w:val="00212834"/>
    <w:rsid w:val="0021394A"/>
    <w:rsid w:val="00213A93"/>
    <w:rsid w:val="00214F38"/>
    <w:rsid w:val="00215119"/>
    <w:rsid w:val="00215BA4"/>
    <w:rsid w:val="002162E8"/>
    <w:rsid w:val="00217434"/>
    <w:rsid w:val="00217B37"/>
    <w:rsid w:val="00220438"/>
    <w:rsid w:val="00220DEF"/>
    <w:rsid w:val="00220F21"/>
    <w:rsid w:val="002215C2"/>
    <w:rsid w:val="002219DA"/>
    <w:rsid w:val="0022225E"/>
    <w:rsid w:val="00222713"/>
    <w:rsid w:val="00222DE7"/>
    <w:rsid w:val="00223691"/>
    <w:rsid w:val="002241D5"/>
    <w:rsid w:val="002257DC"/>
    <w:rsid w:val="00227171"/>
    <w:rsid w:val="0022767E"/>
    <w:rsid w:val="00227A05"/>
    <w:rsid w:val="00227CA3"/>
    <w:rsid w:val="002318CD"/>
    <w:rsid w:val="0023204F"/>
    <w:rsid w:val="002326D8"/>
    <w:rsid w:val="00232748"/>
    <w:rsid w:val="0023391E"/>
    <w:rsid w:val="00234CED"/>
    <w:rsid w:val="00236354"/>
    <w:rsid w:val="00236847"/>
    <w:rsid w:val="00236FBE"/>
    <w:rsid w:val="002402D7"/>
    <w:rsid w:val="00241301"/>
    <w:rsid w:val="00241CEE"/>
    <w:rsid w:val="00242589"/>
    <w:rsid w:val="002427E3"/>
    <w:rsid w:val="00242A56"/>
    <w:rsid w:val="0024465C"/>
    <w:rsid w:val="0024482D"/>
    <w:rsid w:val="00244D58"/>
    <w:rsid w:val="00245822"/>
    <w:rsid w:val="00245ED3"/>
    <w:rsid w:val="00246A7D"/>
    <w:rsid w:val="00246E71"/>
    <w:rsid w:val="00250098"/>
    <w:rsid w:val="002500E4"/>
    <w:rsid w:val="00250272"/>
    <w:rsid w:val="00251A41"/>
    <w:rsid w:val="002524A1"/>
    <w:rsid w:val="00253A77"/>
    <w:rsid w:val="00253A85"/>
    <w:rsid w:val="00255119"/>
    <w:rsid w:val="00256B6A"/>
    <w:rsid w:val="00257308"/>
    <w:rsid w:val="00260398"/>
    <w:rsid w:val="00261242"/>
    <w:rsid w:val="002613F7"/>
    <w:rsid w:val="0026230F"/>
    <w:rsid w:val="0026457F"/>
    <w:rsid w:val="00265A56"/>
    <w:rsid w:val="00267371"/>
    <w:rsid w:val="00271868"/>
    <w:rsid w:val="00272244"/>
    <w:rsid w:val="00273E56"/>
    <w:rsid w:val="00274321"/>
    <w:rsid w:val="002745EF"/>
    <w:rsid w:val="00276402"/>
    <w:rsid w:val="0027641C"/>
    <w:rsid w:val="00277D2B"/>
    <w:rsid w:val="00280B05"/>
    <w:rsid w:val="00280F14"/>
    <w:rsid w:val="002816D6"/>
    <w:rsid w:val="00281CE0"/>
    <w:rsid w:val="0028246A"/>
    <w:rsid w:val="002828A9"/>
    <w:rsid w:val="002838B4"/>
    <w:rsid w:val="002849C4"/>
    <w:rsid w:val="00284E1E"/>
    <w:rsid w:val="00285932"/>
    <w:rsid w:val="00285AB8"/>
    <w:rsid w:val="002861F5"/>
    <w:rsid w:val="002863D3"/>
    <w:rsid w:val="00286D84"/>
    <w:rsid w:val="002902E6"/>
    <w:rsid w:val="0029121C"/>
    <w:rsid w:val="002926DD"/>
    <w:rsid w:val="00292B57"/>
    <w:rsid w:val="0029313D"/>
    <w:rsid w:val="002938AF"/>
    <w:rsid w:val="00293F82"/>
    <w:rsid w:val="00294675"/>
    <w:rsid w:val="002946B0"/>
    <w:rsid w:val="002949B0"/>
    <w:rsid w:val="00294B77"/>
    <w:rsid w:val="0029681D"/>
    <w:rsid w:val="002976AB"/>
    <w:rsid w:val="002978CB"/>
    <w:rsid w:val="002A1C01"/>
    <w:rsid w:val="002A2814"/>
    <w:rsid w:val="002A3B11"/>
    <w:rsid w:val="002A4416"/>
    <w:rsid w:val="002A4D57"/>
    <w:rsid w:val="002B0228"/>
    <w:rsid w:val="002B1B0F"/>
    <w:rsid w:val="002B36E0"/>
    <w:rsid w:val="002B5865"/>
    <w:rsid w:val="002B6E3A"/>
    <w:rsid w:val="002B6EF1"/>
    <w:rsid w:val="002C00CB"/>
    <w:rsid w:val="002C0261"/>
    <w:rsid w:val="002C0E4E"/>
    <w:rsid w:val="002C1305"/>
    <w:rsid w:val="002C40FB"/>
    <w:rsid w:val="002C4F74"/>
    <w:rsid w:val="002C7D40"/>
    <w:rsid w:val="002D0E0C"/>
    <w:rsid w:val="002D0FCB"/>
    <w:rsid w:val="002D232E"/>
    <w:rsid w:val="002D3502"/>
    <w:rsid w:val="002D42A6"/>
    <w:rsid w:val="002D580B"/>
    <w:rsid w:val="002D5820"/>
    <w:rsid w:val="002D6AC3"/>
    <w:rsid w:val="002D6B7E"/>
    <w:rsid w:val="002D705D"/>
    <w:rsid w:val="002E04BF"/>
    <w:rsid w:val="002E24AC"/>
    <w:rsid w:val="002E26BD"/>
    <w:rsid w:val="002E28DB"/>
    <w:rsid w:val="002E49DF"/>
    <w:rsid w:val="002E5E2C"/>
    <w:rsid w:val="002E7CAD"/>
    <w:rsid w:val="002F0A09"/>
    <w:rsid w:val="002F15E8"/>
    <w:rsid w:val="002F2F74"/>
    <w:rsid w:val="002F325A"/>
    <w:rsid w:val="002F3E46"/>
    <w:rsid w:val="002F460E"/>
    <w:rsid w:val="002F503E"/>
    <w:rsid w:val="002F5BDC"/>
    <w:rsid w:val="002F7B1A"/>
    <w:rsid w:val="002F7D25"/>
    <w:rsid w:val="00300393"/>
    <w:rsid w:val="00300640"/>
    <w:rsid w:val="00303911"/>
    <w:rsid w:val="00303D6C"/>
    <w:rsid w:val="00304391"/>
    <w:rsid w:val="00305ACB"/>
    <w:rsid w:val="00305CDB"/>
    <w:rsid w:val="00306760"/>
    <w:rsid w:val="00306AFE"/>
    <w:rsid w:val="003079AF"/>
    <w:rsid w:val="00307F3A"/>
    <w:rsid w:val="003105C7"/>
    <w:rsid w:val="00311771"/>
    <w:rsid w:val="0031332F"/>
    <w:rsid w:val="003156F6"/>
    <w:rsid w:val="003156FF"/>
    <w:rsid w:val="00315C66"/>
    <w:rsid w:val="00315CE2"/>
    <w:rsid w:val="00315D65"/>
    <w:rsid w:val="00316441"/>
    <w:rsid w:val="00316D56"/>
    <w:rsid w:val="003176B1"/>
    <w:rsid w:val="00317977"/>
    <w:rsid w:val="00320775"/>
    <w:rsid w:val="00322C09"/>
    <w:rsid w:val="00323180"/>
    <w:rsid w:val="003236FB"/>
    <w:rsid w:val="00323DAD"/>
    <w:rsid w:val="00324D8C"/>
    <w:rsid w:val="00327036"/>
    <w:rsid w:val="003273F9"/>
    <w:rsid w:val="00327F22"/>
    <w:rsid w:val="00330053"/>
    <w:rsid w:val="00330D4A"/>
    <w:rsid w:val="003312D2"/>
    <w:rsid w:val="00331E03"/>
    <w:rsid w:val="003346EE"/>
    <w:rsid w:val="003352FC"/>
    <w:rsid w:val="003367EC"/>
    <w:rsid w:val="003423A7"/>
    <w:rsid w:val="00344423"/>
    <w:rsid w:val="003456DB"/>
    <w:rsid w:val="003458D8"/>
    <w:rsid w:val="003460E6"/>
    <w:rsid w:val="003460F0"/>
    <w:rsid w:val="00346708"/>
    <w:rsid w:val="003520F5"/>
    <w:rsid w:val="003527E1"/>
    <w:rsid w:val="00352AF4"/>
    <w:rsid w:val="00352BE0"/>
    <w:rsid w:val="00354D39"/>
    <w:rsid w:val="00355860"/>
    <w:rsid w:val="003559FC"/>
    <w:rsid w:val="00355AD2"/>
    <w:rsid w:val="00357A73"/>
    <w:rsid w:val="00357BD5"/>
    <w:rsid w:val="003603F0"/>
    <w:rsid w:val="00361BA6"/>
    <w:rsid w:val="0036323E"/>
    <w:rsid w:val="003638D2"/>
    <w:rsid w:val="00364777"/>
    <w:rsid w:val="003651FB"/>
    <w:rsid w:val="00366315"/>
    <w:rsid w:val="00366D49"/>
    <w:rsid w:val="00366D79"/>
    <w:rsid w:val="00367E62"/>
    <w:rsid w:val="00370C4F"/>
    <w:rsid w:val="00371116"/>
    <w:rsid w:val="003716AD"/>
    <w:rsid w:val="003719A7"/>
    <w:rsid w:val="00372751"/>
    <w:rsid w:val="0037408E"/>
    <w:rsid w:val="003747D2"/>
    <w:rsid w:val="00374AA6"/>
    <w:rsid w:val="0038081A"/>
    <w:rsid w:val="003809E2"/>
    <w:rsid w:val="00382583"/>
    <w:rsid w:val="00382DF2"/>
    <w:rsid w:val="00383287"/>
    <w:rsid w:val="003838B7"/>
    <w:rsid w:val="003841C9"/>
    <w:rsid w:val="00384B6E"/>
    <w:rsid w:val="00384E6C"/>
    <w:rsid w:val="00385E72"/>
    <w:rsid w:val="003868F6"/>
    <w:rsid w:val="00386DBE"/>
    <w:rsid w:val="00386ED0"/>
    <w:rsid w:val="0038701E"/>
    <w:rsid w:val="003874F8"/>
    <w:rsid w:val="0039043E"/>
    <w:rsid w:val="00390452"/>
    <w:rsid w:val="00391C73"/>
    <w:rsid w:val="00392879"/>
    <w:rsid w:val="00392EE7"/>
    <w:rsid w:val="0039366D"/>
    <w:rsid w:val="00394794"/>
    <w:rsid w:val="00395002"/>
    <w:rsid w:val="0039632E"/>
    <w:rsid w:val="00396D7C"/>
    <w:rsid w:val="00397E3A"/>
    <w:rsid w:val="003A0BCC"/>
    <w:rsid w:val="003A16FC"/>
    <w:rsid w:val="003A1CE1"/>
    <w:rsid w:val="003A1DB0"/>
    <w:rsid w:val="003A208F"/>
    <w:rsid w:val="003A289D"/>
    <w:rsid w:val="003A315A"/>
    <w:rsid w:val="003A4357"/>
    <w:rsid w:val="003A43B7"/>
    <w:rsid w:val="003A44ED"/>
    <w:rsid w:val="003A50E9"/>
    <w:rsid w:val="003A73A4"/>
    <w:rsid w:val="003A7486"/>
    <w:rsid w:val="003B00AF"/>
    <w:rsid w:val="003B07C0"/>
    <w:rsid w:val="003B0B34"/>
    <w:rsid w:val="003B1267"/>
    <w:rsid w:val="003B26F0"/>
    <w:rsid w:val="003B2A94"/>
    <w:rsid w:val="003B3487"/>
    <w:rsid w:val="003B3B28"/>
    <w:rsid w:val="003B504C"/>
    <w:rsid w:val="003B5737"/>
    <w:rsid w:val="003B5B00"/>
    <w:rsid w:val="003B5C7C"/>
    <w:rsid w:val="003B6001"/>
    <w:rsid w:val="003B6538"/>
    <w:rsid w:val="003C07B7"/>
    <w:rsid w:val="003C1554"/>
    <w:rsid w:val="003C1C02"/>
    <w:rsid w:val="003C2416"/>
    <w:rsid w:val="003C2B05"/>
    <w:rsid w:val="003C2B60"/>
    <w:rsid w:val="003C3360"/>
    <w:rsid w:val="003C3796"/>
    <w:rsid w:val="003C3FDC"/>
    <w:rsid w:val="003C445F"/>
    <w:rsid w:val="003C51C1"/>
    <w:rsid w:val="003C546C"/>
    <w:rsid w:val="003C75C7"/>
    <w:rsid w:val="003D0AE7"/>
    <w:rsid w:val="003D0E66"/>
    <w:rsid w:val="003D0F1E"/>
    <w:rsid w:val="003D1C70"/>
    <w:rsid w:val="003D2075"/>
    <w:rsid w:val="003D20AE"/>
    <w:rsid w:val="003D2F43"/>
    <w:rsid w:val="003D358E"/>
    <w:rsid w:val="003D366A"/>
    <w:rsid w:val="003D4244"/>
    <w:rsid w:val="003D4B50"/>
    <w:rsid w:val="003D4FCE"/>
    <w:rsid w:val="003D5AFD"/>
    <w:rsid w:val="003D6F8E"/>
    <w:rsid w:val="003E27BE"/>
    <w:rsid w:val="003E2E75"/>
    <w:rsid w:val="003E408A"/>
    <w:rsid w:val="003E5E96"/>
    <w:rsid w:val="003E76DF"/>
    <w:rsid w:val="003E79B6"/>
    <w:rsid w:val="003E7DEA"/>
    <w:rsid w:val="003E7FD8"/>
    <w:rsid w:val="003F089D"/>
    <w:rsid w:val="003F1D8F"/>
    <w:rsid w:val="003F36A4"/>
    <w:rsid w:val="003F4AAB"/>
    <w:rsid w:val="003F5660"/>
    <w:rsid w:val="003F589D"/>
    <w:rsid w:val="003F5BC4"/>
    <w:rsid w:val="003F7060"/>
    <w:rsid w:val="003F76B5"/>
    <w:rsid w:val="0040118C"/>
    <w:rsid w:val="0040120C"/>
    <w:rsid w:val="004023D5"/>
    <w:rsid w:val="00403C0B"/>
    <w:rsid w:val="00403ED5"/>
    <w:rsid w:val="00404249"/>
    <w:rsid w:val="00404269"/>
    <w:rsid w:val="004057CC"/>
    <w:rsid w:val="00405A04"/>
    <w:rsid w:val="0040664B"/>
    <w:rsid w:val="00406CD7"/>
    <w:rsid w:val="00410A81"/>
    <w:rsid w:val="00410AA6"/>
    <w:rsid w:val="004131C2"/>
    <w:rsid w:val="00414372"/>
    <w:rsid w:val="0041503C"/>
    <w:rsid w:val="004158AD"/>
    <w:rsid w:val="00416324"/>
    <w:rsid w:val="00416962"/>
    <w:rsid w:val="004170B5"/>
    <w:rsid w:val="0042079B"/>
    <w:rsid w:val="0042092C"/>
    <w:rsid w:val="00420DCE"/>
    <w:rsid w:val="00421528"/>
    <w:rsid w:val="00421CDA"/>
    <w:rsid w:val="00422833"/>
    <w:rsid w:val="00422AAB"/>
    <w:rsid w:val="00423462"/>
    <w:rsid w:val="00423912"/>
    <w:rsid w:val="00423D81"/>
    <w:rsid w:val="00423E82"/>
    <w:rsid w:val="00423FCF"/>
    <w:rsid w:val="00424ACD"/>
    <w:rsid w:val="00424D67"/>
    <w:rsid w:val="004252AE"/>
    <w:rsid w:val="0042534A"/>
    <w:rsid w:val="00425FA2"/>
    <w:rsid w:val="00425FA5"/>
    <w:rsid w:val="00426CAE"/>
    <w:rsid w:val="0043146B"/>
    <w:rsid w:val="004318A5"/>
    <w:rsid w:val="004319D4"/>
    <w:rsid w:val="00434478"/>
    <w:rsid w:val="004351E6"/>
    <w:rsid w:val="0043635B"/>
    <w:rsid w:val="00436573"/>
    <w:rsid w:val="0043792B"/>
    <w:rsid w:val="00440661"/>
    <w:rsid w:val="00441719"/>
    <w:rsid w:val="00441E3B"/>
    <w:rsid w:val="00442A5E"/>
    <w:rsid w:val="00442B65"/>
    <w:rsid w:val="00442C01"/>
    <w:rsid w:val="00442EA2"/>
    <w:rsid w:val="0044393A"/>
    <w:rsid w:val="00444D3E"/>
    <w:rsid w:val="0044589D"/>
    <w:rsid w:val="00445BC4"/>
    <w:rsid w:val="00445E88"/>
    <w:rsid w:val="00447209"/>
    <w:rsid w:val="004502AC"/>
    <w:rsid w:val="00450E40"/>
    <w:rsid w:val="00451FD8"/>
    <w:rsid w:val="004534F7"/>
    <w:rsid w:val="00454355"/>
    <w:rsid w:val="00455737"/>
    <w:rsid w:val="00455C23"/>
    <w:rsid w:val="00455EE4"/>
    <w:rsid w:val="00456076"/>
    <w:rsid w:val="00457964"/>
    <w:rsid w:val="004605A8"/>
    <w:rsid w:val="004611CF"/>
    <w:rsid w:val="00461E19"/>
    <w:rsid w:val="00462BDF"/>
    <w:rsid w:val="00466320"/>
    <w:rsid w:val="004667A6"/>
    <w:rsid w:val="0046699F"/>
    <w:rsid w:val="00466D8F"/>
    <w:rsid w:val="00467308"/>
    <w:rsid w:val="00467F47"/>
    <w:rsid w:val="00471A32"/>
    <w:rsid w:val="00472057"/>
    <w:rsid w:val="0047307B"/>
    <w:rsid w:val="004734FF"/>
    <w:rsid w:val="004739CA"/>
    <w:rsid w:val="00473E93"/>
    <w:rsid w:val="00475BA1"/>
    <w:rsid w:val="00475CB4"/>
    <w:rsid w:val="00475F03"/>
    <w:rsid w:val="004761D4"/>
    <w:rsid w:val="004844DA"/>
    <w:rsid w:val="00484CEC"/>
    <w:rsid w:val="004853FD"/>
    <w:rsid w:val="00486075"/>
    <w:rsid w:val="004860BE"/>
    <w:rsid w:val="00486C64"/>
    <w:rsid w:val="00486D8D"/>
    <w:rsid w:val="0048770E"/>
    <w:rsid w:val="00487893"/>
    <w:rsid w:val="00487AEC"/>
    <w:rsid w:val="00490B1E"/>
    <w:rsid w:val="0049161A"/>
    <w:rsid w:val="00491CCE"/>
    <w:rsid w:val="00492679"/>
    <w:rsid w:val="00493164"/>
    <w:rsid w:val="00494D8C"/>
    <w:rsid w:val="004A039E"/>
    <w:rsid w:val="004A089D"/>
    <w:rsid w:val="004A1160"/>
    <w:rsid w:val="004A2078"/>
    <w:rsid w:val="004A3272"/>
    <w:rsid w:val="004A382F"/>
    <w:rsid w:val="004A4527"/>
    <w:rsid w:val="004A5249"/>
    <w:rsid w:val="004A5439"/>
    <w:rsid w:val="004A601D"/>
    <w:rsid w:val="004A7494"/>
    <w:rsid w:val="004A791E"/>
    <w:rsid w:val="004B1FF1"/>
    <w:rsid w:val="004B63D4"/>
    <w:rsid w:val="004C06B5"/>
    <w:rsid w:val="004C084B"/>
    <w:rsid w:val="004C128B"/>
    <w:rsid w:val="004C1EBD"/>
    <w:rsid w:val="004C2410"/>
    <w:rsid w:val="004C3968"/>
    <w:rsid w:val="004C50BC"/>
    <w:rsid w:val="004D027E"/>
    <w:rsid w:val="004D098A"/>
    <w:rsid w:val="004D17FC"/>
    <w:rsid w:val="004D2523"/>
    <w:rsid w:val="004D2C9D"/>
    <w:rsid w:val="004D2FA3"/>
    <w:rsid w:val="004D60D6"/>
    <w:rsid w:val="004D653A"/>
    <w:rsid w:val="004D73F0"/>
    <w:rsid w:val="004E0020"/>
    <w:rsid w:val="004E042D"/>
    <w:rsid w:val="004E0EAE"/>
    <w:rsid w:val="004E2A21"/>
    <w:rsid w:val="004E2F68"/>
    <w:rsid w:val="004E36BD"/>
    <w:rsid w:val="004E3E66"/>
    <w:rsid w:val="004E5D48"/>
    <w:rsid w:val="004E5D8C"/>
    <w:rsid w:val="004E5E8E"/>
    <w:rsid w:val="004E5FE4"/>
    <w:rsid w:val="004F1544"/>
    <w:rsid w:val="004F1A74"/>
    <w:rsid w:val="004F2732"/>
    <w:rsid w:val="004F29BC"/>
    <w:rsid w:val="004F2DBC"/>
    <w:rsid w:val="004F36F5"/>
    <w:rsid w:val="004F6953"/>
    <w:rsid w:val="0050053A"/>
    <w:rsid w:val="00500A9B"/>
    <w:rsid w:val="00500CE5"/>
    <w:rsid w:val="00502C4C"/>
    <w:rsid w:val="0050353B"/>
    <w:rsid w:val="005054CC"/>
    <w:rsid w:val="0050571C"/>
    <w:rsid w:val="0051004F"/>
    <w:rsid w:val="00510207"/>
    <w:rsid w:val="0051060B"/>
    <w:rsid w:val="0051096B"/>
    <w:rsid w:val="005111DE"/>
    <w:rsid w:val="00511CA4"/>
    <w:rsid w:val="00512561"/>
    <w:rsid w:val="00512F61"/>
    <w:rsid w:val="00514075"/>
    <w:rsid w:val="00515688"/>
    <w:rsid w:val="00515D52"/>
    <w:rsid w:val="00515E0C"/>
    <w:rsid w:val="0051757B"/>
    <w:rsid w:val="005178AD"/>
    <w:rsid w:val="00517B4B"/>
    <w:rsid w:val="00517D9F"/>
    <w:rsid w:val="0052056F"/>
    <w:rsid w:val="00520610"/>
    <w:rsid w:val="0052176F"/>
    <w:rsid w:val="00521A5D"/>
    <w:rsid w:val="00524BF8"/>
    <w:rsid w:val="00525A89"/>
    <w:rsid w:val="00525AD6"/>
    <w:rsid w:val="00526D1D"/>
    <w:rsid w:val="00527B71"/>
    <w:rsid w:val="00532123"/>
    <w:rsid w:val="005323AE"/>
    <w:rsid w:val="00533932"/>
    <w:rsid w:val="00534A55"/>
    <w:rsid w:val="00535119"/>
    <w:rsid w:val="00535268"/>
    <w:rsid w:val="005368AC"/>
    <w:rsid w:val="00542662"/>
    <w:rsid w:val="00542BB1"/>
    <w:rsid w:val="00542D4D"/>
    <w:rsid w:val="00542DFB"/>
    <w:rsid w:val="00543815"/>
    <w:rsid w:val="00546DE6"/>
    <w:rsid w:val="00546F20"/>
    <w:rsid w:val="00547B72"/>
    <w:rsid w:val="005504D7"/>
    <w:rsid w:val="00550B38"/>
    <w:rsid w:val="0055116E"/>
    <w:rsid w:val="00552B14"/>
    <w:rsid w:val="00552C40"/>
    <w:rsid w:val="005535A4"/>
    <w:rsid w:val="00553A28"/>
    <w:rsid w:val="00554188"/>
    <w:rsid w:val="00555365"/>
    <w:rsid w:val="0055542A"/>
    <w:rsid w:val="00557037"/>
    <w:rsid w:val="00557745"/>
    <w:rsid w:val="0056011A"/>
    <w:rsid w:val="005604CD"/>
    <w:rsid w:val="0056112B"/>
    <w:rsid w:val="00563BC0"/>
    <w:rsid w:val="005641B8"/>
    <w:rsid w:val="00564924"/>
    <w:rsid w:val="00565645"/>
    <w:rsid w:val="00566153"/>
    <w:rsid w:val="00566BBB"/>
    <w:rsid w:val="0056725F"/>
    <w:rsid w:val="005678AA"/>
    <w:rsid w:val="005705E9"/>
    <w:rsid w:val="00570B87"/>
    <w:rsid w:val="00572E61"/>
    <w:rsid w:val="0057354C"/>
    <w:rsid w:val="00574EE7"/>
    <w:rsid w:val="00576308"/>
    <w:rsid w:val="0057724E"/>
    <w:rsid w:val="00577AC2"/>
    <w:rsid w:val="00577B27"/>
    <w:rsid w:val="005802E3"/>
    <w:rsid w:val="005804BC"/>
    <w:rsid w:val="0058055E"/>
    <w:rsid w:val="00580A1D"/>
    <w:rsid w:val="00580A2F"/>
    <w:rsid w:val="00581764"/>
    <w:rsid w:val="00582467"/>
    <w:rsid w:val="00584113"/>
    <w:rsid w:val="005847B1"/>
    <w:rsid w:val="005849A9"/>
    <w:rsid w:val="005850CC"/>
    <w:rsid w:val="0058754F"/>
    <w:rsid w:val="0058785D"/>
    <w:rsid w:val="00591848"/>
    <w:rsid w:val="0059261A"/>
    <w:rsid w:val="00592C8B"/>
    <w:rsid w:val="00593833"/>
    <w:rsid w:val="00595E6A"/>
    <w:rsid w:val="0059642F"/>
    <w:rsid w:val="00596A4C"/>
    <w:rsid w:val="00596A68"/>
    <w:rsid w:val="00596AE9"/>
    <w:rsid w:val="005973DD"/>
    <w:rsid w:val="005A01FC"/>
    <w:rsid w:val="005A048D"/>
    <w:rsid w:val="005A08D8"/>
    <w:rsid w:val="005A0F09"/>
    <w:rsid w:val="005A245B"/>
    <w:rsid w:val="005A2CD2"/>
    <w:rsid w:val="005A4445"/>
    <w:rsid w:val="005A44C5"/>
    <w:rsid w:val="005A64A3"/>
    <w:rsid w:val="005A7710"/>
    <w:rsid w:val="005B00DC"/>
    <w:rsid w:val="005B00F6"/>
    <w:rsid w:val="005B01D5"/>
    <w:rsid w:val="005B2035"/>
    <w:rsid w:val="005B3AE0"/>
    <w:rsid w:val="005B45C2"/>
    <w:rsid w:val="005B612C"/>
    <w:rsid w:val="005B69D5"/>
    <w:rsid w:val="005B6DB5"/>
    <w:rsid w:val="005C01A1"/>
    <w:rsid w:val="005C05EB"/>
    <w:rsid w:val="005C249F"/>
    <w:rsid w:val="005C2AF5"/>
    <w:rsid w:val="005C42D2"/>
    <w:rsid w:val="005C515D"/>
    <w:rsid w:val="005C5DE0"/>
    <w:rsid w:val="005C6708"/>
    <w:rsid w:val="005C7784"/>
    <w:rsid w:val="005D067E"/>
    <w:rsid w:val="005D2361"/>
    <w:rsid w:val="005D2405"/>
    <w:rsid w:val="005D31F8"/>
    <w:rsid w:val="005D448D"/>
    <w:rsid w:val="005D6226"/>
    <w:rsid w:val="005E02A3"/>
    <w:rsid w:val="005E1D1E"/>
    <w:rsid w:val="005E201A"/>
    <w:rsid w:val="005E2E92"/>
    <w:rsid w:val="005E5140"/>
    <w:rsid w:val="005E5EE5"/>
    <w:rsid w:val="005E69F2"/>
    <w:rsid w:val="005E6E9C"/>
    <w:rsid w:val="005E7003"/>
    <w:rsid w:val="005F042D"/>
    <w:rsid w:val="005F072B"/>
    <w:rsid w:val="005F0B8B"/>
    <w:rsid w:val="005F3253"/>
    <w:rsid w:val="005F35DF"/>
    <w:rsid w:val="005F3635"/>
    <w:rsid w:val="005F4693"/>
    <w:rsid w:val="005F4D8B"/>
    <w:rsid w:val="005F6746"/>
    <w:rsid w:val="005F7AC0"/>
    <w:rsid w:val="005F7E80"/>
    <w:rsid w:val="005F7F0A"/>
    <w:rsid w:val="00600600"/>
    <w:rsid w:val="006006DE"/>
    <w:rsid w:val="00601650"/>
    <w:rsid w:val="00601E74"/>
    <w:rsid w:val="00602B0F"/>
    <w:rsid w:val="00603FBE"/>
    <w:rsid w:val="0060405C"/>
    <w:rsid w:val="00605771"/>
    <w:rsid w:val="00607045"/>
    <w:rsid w:val="006109AA"/>
    <w:rsid w:val="006132DF"/>
    <w:rsid w:val="006139CB"/>
    <w:rsid w:val="00613DEA"/>
    <w:rsid w:val="006141B8"/>
    <w:rsid w:val="0061429D"/>
    <w:rsid w:val="00614ECF"/>
    <w:rsid w:val="00616807"/>
    <w:rsid w:val="00616F58"/>
    <w:rsid w:val="006173DB"/>
    <w:rsid w:val="00617A0D"/>
    <w:rsid w:val="00617D95"/>
    <w:rsid w:val="0062044C"/>
    <w:rsid w:val="00621604"/>
    <w:rsid w:val="006235BD"/>
    <w:rsid w:val="00623BF4"/>
    <w:rsid w:val="00623F1D"/>
    <w:rsid w:val="006247FE"/>
    <w:rsid w:val="00624EB8"/>
    <w:rsid w:val="00625914"/>
    <w:rsid w:val="00626279"/>
    <w:rsid w:val="0062660C"/>
    <w:rsid w:val="00627AF1"/>
    <w:rsid w:val="00630177"/>
    <w:rsid w:val="006305A1"/>
    <w:rsid w:val="006314D6"/>
    <w:rsid w:val="00634866"/>
    <w:rsid w:val="00634D8D"/>
    <w:rsid w:val="00635551"/>
    <w:rsid w:val="006357E9"/>
    <w:rsid w:val="00635AEE"/>
    <w:rsid w:val="00636809"/>
    <w:rsid w:val="00637098"/>
    <w:rsid w:val="0063782C"/>
    <w:rsid w:val="00637A7E"/>
    <w:rsid w:val="00637ADD"/>
    <w:rsid w:val="00637B33"/>
    <w:rsid w:val="006412CF"/>
    <w:rsid w:val="00642699"/>
    <w:rsid w:val="00642DED"/>
    <w:rsid w:val="00642F30"/>
    <w:rsid w:val="006432A6"/>
    <w:rsid w:val="006438FC"/>
    <w:rsid w:val="00643D94"/>
    <w:rsid w:val="006455EE"/>
    <w:rsid w:val="006469E3"/>
    <w:rsid w:val="00647914"/>
    <w:rsid w:val="006510FA"/>
    <w:rsid w:val="006515EB"/>
    <w:rsid w:val="00651685"/>
    <w:rsid w:val="00653384"/>
    <w:rsid w:val="00653391"/>
    <w:rsid w:val="006558CF"/>
    <w:rsid w:val="0065680E"/>
    <w:rsid w:val="0065730E"/>
    <w:rsid w:val="00657E9A"/>
    <w:rsid w:val="0066067E"/>
    <w:rsid w:val="006638E9"/>
    <w:rsid w:val="00663957"/>
    <w:rsid w:val="00665775"/>
    <w:rsid w:val="00666FAB"/>
    <w:rsid w:val="006674E4"/>
    <w:rsid w:val="006675EE"/>
    <w:rsid w:val="006678E2"/>
    <w:rsid w:val="00670395"/>
    <w:rsid w:val="0067086C"/>
    <w:rsid w:val="00673670"/>
    <w:rsid w:val="00673F53"/>
    <w:rsid w:val="00674004"/>
    <w:rsid w:val="00674301"/>
    <w:rsid w:val="00674525"/>
    <w:rsid w:val="006747F9"/>
    <w:rsid w:val="00676E6C"/>
    <w:rsid w:val="00677866"/>
    <w:rsid w:val="006820F4"/>
    <w:rsid w:val="00682200"/>
    <w:rsid w:val="006827AB"/>
    <w:rsid w:val="00683350"/>
    <w:rsid w:val="0068355F"/>
    <w:rsid w:val="00683CDF"/>
    <w:rsid w:val="006847B9"/>
    <w:rsid w:val="00684D65"/>
    <w:rsid w:val="00686C05"/>
    <w:rsid w:val="006903B0"/>
    <w:rsid w:val="00690911"/>
    <w:rsid w:val="00690C6B"/>
    <w:rsid w:val="00691665"/>
    <w:rsid w:val="0069253F"/>
    <w:rsid w:val="006926A6"/>
    <w:rsid w:val="006935EA"/>
    <w:rsid w:val="00693C1A"/>
    <w:rsid w:val="006940D7"/>
    <w:rsid w:val="0069416D"/>
    <w:rsid w:val="00694E14"/>
    <w:rsid w:val="00695124"/>
    <w:rsid w:val="006974D1"/>
    <w:rsid w:val="006A03FF"/>
    <w:rsid w:val="006A0A76"/>
    <w:rsid w:val="006A11A6"/>
    <w:rsid w:val="006A3E3D"/>
    <w:rsid w:val="006A459A"/>
    <w:rsid w:val="006A52FC"/>
    <w:rsid w:val="006A7C61"/>
    <w:rsid w:val="006B13D2"/>
    <w:rsid w:val="006B1473"/>
    <w:rsid w:val="006B21FD"/>
    <w:rsid w:val="006B33D6"/>
    <w:rsid w:val="006B3D8C"/>
    <w:rsid w:val="006B42C4"/>
    <w:rsid w:val="006B4555"/>
    <w:rsid w:val="006B45E1"/>
    <w:rsid w:val="006B4DFB"/>
    <w:rsid w:val="006B5010"/>
    <w:rsid w:val="006B50B3"/>
    <w:rsid w:val="006B516A"/>
    <w:rsid w:val="006B6074"/>
    <w:rsid w:val="006B66BF"/>
    <w:rsid w:val="006B6E0A"/>
    <w:rsid w:val="006B6FE4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8EC"/>
    <w:rsid w:val="006C6BCB"/>
    <w:rsid w:val="006C7725"/>
    <w:rsid w:val="006D02C7"/>
    <w:rsid w:val="006D03FC"/>
    <w:rsid w:val="006D18B2"/>
    <w:rsid w:val="006D1BD2"/>
    <w:rsid w:val="006D1C04"/>
    <w:rsid w:val="006D48AE"/>
    <w:rsid w:val="006D4D1F"/>
    <w:rsid w:val="006D7CE4"/>
    <w:rsid w:val="006E10B7"/>
    <w:rsid w:val="006E15C7"/>
    <w:rsid w:val="006E2302"/>
    <w:rsid w:val="006E4D35"/>
    <w:rsid w:val="006E6A3C"/>
    <w:rsid w:val="006E7680"/>
    <w:rsid w:val="006F0FB4"/>
    <w:rsid w:val="006F1735"/>
    <w:rsid w:val="006F1B2E"/>
    <w:rsid w:val="006F218B"/>
    <w:rsid w:val="006F3CA0"/>
    <w:rsid w:val="006F4704"/>
    <w:rsid w:val="006F47F1"/>
    <w:rsid w:val="006F500D"/>
    <w:rsid w:val="006F5322"/>
    <w:rsid w:val="006F5CDF"/>
    <w:rsid w:val="006F5F34"/>
    <w:rsid w:val="006F6677"/>
    <w:rsid w:val="006F6B7D"/>
    <w:rsid w:val="006F7ADB"/>
    <w:rsid w:val="00700039"/>
    <w:rsid w:val="0070034A"/>
    <w:rsid w:val="00700640"/>
    <w:rsid w:val="007006C3"/>
    <w:rsid w:val="00700BF4"/>
    <w:rsid w:val="00700D70"/>
    <w:rsid w:val="007019C4"/>
    <w:rsid w:val="00703726"/>
    <w:rsid w:val="00704234"/>
    <w:rsid w:val="00705C04"/>
    <w:rsid w:val="00705C2F"/>
    <w:rsid w:val="0070641F"/>
    <w:rsid w:val="00706839"/>
    <w:rsid w:val="007069C6"/>
    <w:rsid w:val="007078FA"/>
    <w:rsid w:val="00710EA6"/>
    <w:rsid w:val="00711783"/>
    <w:rsid w:val="007137D5"/>
    <w:rsid w:val="00713C56"/>
    <w:rsid w:val="00714CC1"/>
    <w:rsid w:val="0071514B"/>
    <w:rsid w:val="00715414"/>
    <w:rsid w:val="007164A9"/>
    <w:rsid w:val="00716908"/>
    <w:rsid w:val="0072026E"/>
    <w:rsid w:val="007204DB"/>
    <w:rsid w:val="00720655"/>
    <w:rsid w:val="007226BF"/>
    <w:rsid w:val="00722C90"/>
    <w:rsid w:val="007237C8"/>
    <w:rsid w:val="00723B98"/>
    <w:rsid w:val="00724326"/>
    <w:rsid w:val="00724D58"/>
    <w:rsid w:val="007251BC"/>
    <w:rsid w:val="007265E2"/>
    <w:rsid w:val="00726872"/>
    <w:rsid w:val="00726880"/>
    <w:rsid w:val="0072696A"/>
    <w:rsid w:val="00726F02"/>
    <w:rsid w:val="00730D7D"/>
    <w:rsid w:val="00730E37"/>
    <w:rsid w:val="007316A7"/>
    <w:rsid w:val="00732875"/>
    <w:rsid w:val="00733728"/>
    <w:rsid w:val="007357AC"/>
    <w:rsid w:val="00735BB4"/>
    <w:rsid w:val="00736017"/>
    <w:rsid w:val="00736D60"/>
    <w:rsid w:val="00737736"/>
    <w:rsid w:val="00737BA2"/>
    <w:rsid w:val="00737CCF"/>
    <w:rsid w:val="00737DF4"/>
    <w:rsid w:val="00740F0F"/>
    <w:rsid w:val="00741A21"/>
    <w:rsid w:val="00741D29"/>
    <w:rsid w:val="00742E2D"/>
    <w:rsid w:val="007430D0"/>
    <w:rsid w:val="00744662"/>
    <w:rsid w:val="00746147"/>
    <w:rsid w:val="00746359"/>
    <w:rsid w:val="007478B0"/>
    <w:rsid w:val="00747DBF"/>
    <w:rsid w:val="00747FC4"/>
    <w:rsid w:val="007506E4"/>
    <w:rsid w:val="007511D4"/>
    <w:rsid w:val="00752982"/>
    <w:rsid w:val="00753E32"/>
    <w:rsid w:val="00754E7B"/>
    <w:rsid w:val="007557C0"/>
    <w:rsid w:val="0075713A"/>
    <w:rsid w:val="007573BC"/>
    <w:rsid w:val="00760CA3"/>
    <w:rsid w:val="007619E5"/>
    <w:rsid w:val="00762F0F"/>
    <w:rsid w:val="007635EA"/>
    <w:rsid w:val="007655A1"/>
    <w:rsid w:val="0076643F"/>
    <w:rsid w:val="00767561"/>
    <w:rsid w:val="00770DFC"/>
    <w:rsid w:val="00771CD3"/>
    <w:rsid w:val="00772DA7"/>
    <w:rsid w:val="00773470"/>
    <w:rsid w:val="00773B66"/>
    <w:rsid w:val="0077407E"/>
    <w:rsid w:val="00774251"/>
    <w:rsid w:val="0077433B"/>
    <w:rsid w:val="0077641F"/>
    <w:rsid w:val="00776451"/>
    <w:rsid w:val="00777E5C"/>
    <w:rsid w:val="007822C4"/>
    <w:rsid w:val="007825A2"/>
    <w:rsid w:val="00782776"/>
    <w:rsid w:val="00782A70"/>
    <w:rsid w:val="007830E3"/>
    <w:rsid w:val="00784DA9"/>
    <w:rsid w:val="00785448"/>
    <w:rsid w:val="00785567"/>
    <w:rsid w:val="00786144"/>
    <w:rsid w:val="00790277"/>
    <w:rsid w:val="007903F0"/>
    <w:rsid w:val="00790823"/>
    <w:rsid w:val="00790D45"/>
    <w:rsid w:val="00790F7E"/>
    <w:rsid w:val="00792610"/>
    <w:rsid w:val="00792B5F"/>
    <w:rsid w:val="007949D8"/>
    <w:rsid w:val="00794A2B"/>
    <w:rsid w:val="007950C9"/>
    <w:rsid w:val="00795438"/>
    <w:rsid w:val="007955EE"/>
    <w:rsid w:val="0079576C"/>
    <w:rsid w:val="00796245"/>
    <w:rsid w:val="00796843"/>
    <w:rsid w:val="00796ED1"/>
    <w:rsid w:val="0079746E"/>
    <w:rsid w:val="00797486"/>
    <w:rsid w:val="007974DB"/>
    <w:rsid w:val="00797751"/>
    <w:rsid w:val="007A01CC"/>
    <w:rsid w:val="007A14A4"/>
    <w:rsid w:val="007A1A69"/>
    <w:rsid w:val="007A2286"/>
    <w:rsid w:val="007A25B1"/>
    <w:rsid w:val="007A4BEC"/>
    <w:rsid w:val="007A5840"/>
    <w:rsid w:val="007B13AE"/>
    <w:rsid w:val="007B146B"/>
    <w:rsid w:val="007B1B25"/>
    <w:rsid w:val="007B1BC7"/>
    <w:rsid w:val="007B2146"/>
    <w:rsid w:val="007B2F59"/>
    <w:rsid w:val="007B30B7"/>
    <w:rsid w:val="007B32C5"/>
    <w:rsid w:val="007B5AF3"/>
    <w:rsid w:val="007B60EB"/>
    <w:rsid w:val="007B6793"/>
    <w:rsid w:val="007B76DB"/>
    <w:rsid w:val="007C0450"/>
    <w:rsid w:val="007C35ED"/>
    <w:rsid w:val="007C6887"/>
    <w:rsid w:val="007C6FA0"/>
    <w:rsid w:val="007D1331"/>
    <w:rsid w:val="007D1438"/>
    <w:rsid w:val="007D1758"/>
    <w:rsid w:val="007D1C7A"/>
    <w:rsid w:val="007D2060"/>
    <w:rsid w:val="007D2092"/>
    <w:rsid w:val="007D23D7"/>
    <w:rsid w:val="007D2ED9"/>
    <w:rsid w:val="007D2F18"/>
    <w:rsid w:val="007D3F70"/>
    <w:rsid w:val="007D58B0"/>
    <w:rsid w:val="007D69B7"/>
    <w:rsid w:val="007D6A5C"/>
    <w:rsid w:val="007D6B57"/>
    <w:rsid w:val="007D77F6"/>
    <w:rsid w:val="007E0F38"/>
    <w:rsid w:val="007E1710"/>
    <w:rsid w:val="007E2E0B"/>
    <w:rsid w:val="007E37BF"/>
    <w:rsid w:val="007E39E2"/>
    <w:rsid w:val="007E3BC4"/>
    <w:rsid w:val="007E3DC7"/>
    <w:rsid w:val="007E4AFA"/>
    <w:rsid w:val="007E5044"/>
    <w:rsid w:val="007E724A"/>
    <w:rsid w:val="007E7281"/>
    <w:rsid w:val="007E7B26"/>
    <w:rsid w:val="007E7CB0"/>
    <w:rsid w:val="007F1423"/>
    <w:rsid w:val="007F2012"/>
    <w:rsid w:val="007F2AB8"/>
    <w:rsid w:val="007F34E8"/>
    <w:rsid w:val="007F39BC"/>
    <w:rsid w:val="007F39D6"/>
    <w:rsid w:val="007F3BAA"/>
    <w:rsid w:val="007F507E"/>
    <w:rsid w:val="007F578B"/>
    <w:rsid w:val="007F6B73"/>
    <w:rsid w:val="00800926"/>
    <w:rsid w:val="00801321"/>
    <w:rsid w:val="00801FE5"/>
    <w:rsid w:val="008024EC"/>
    <w:rsid w:val="00802CF5"/>
    <w:rsid w:val="008037E4"/>
    <w:rsid w:val="00804753"/>
    <w:rsid w:val="0080491A"/>
    <w:rsid w:val="008055E3"/>
    <w:rsid w:val="008057F4"/>
    <w:rsid w:val="00805D77"/>
    <w:rsid w:val="00807B3A"/>
    <w:rsid w:val="00807F8A"/>
    <w:rsid w:val="0081036D"/>
    <w:rsid w:val="00810D9D"/>
    <w:rsid w:val="00810ECA"/>
    <w:rsid w:val="00812681"/>
    <w:rsid w:val="00813986"/>
    <w:rsid w:val="00813AC7"/>
    <w:rsid w:val="0081493F"/>
    <w:rsid w:val="00815260"/>
    <w:rsid w:val="00815DB6"/>
    <w:rsid w:val="008164C6"/>
    <w:rsid w:val="00816D62"/>
    <w:rsid w:val="0081745F"/>
    <w:rsid w:val="00817564"/>
    <w:rsid w:val="00817DCF"/>
    <w:rsid w:val="008206A1"/>
    <w:rsid w:val="008222E5"/>
    <w:rsid w:val="00823280"/>
    <w:rsid w:val="0082365D"/>
    <w:rsid w:val="00824618"/>
    <w:rsid w:val="00824740"/>
    <w:rsid w:val="008253BC"/>
    <w:rsid w:val="00825F6A"/>
    <w:rsid w:val="008269DD"/>
    <w:rsid w:val="00827780"/>
    <w:rsid w:val="008278CC"/>
    <w:rsid w:val="00830CC0"/>
    <w:rsid w:val="00830FAD"/>
    <w:rsid w:val="00831450"/>
    <w:rsid w:val="00833530"/>
    <w:rsid w:val="00834FA6"/>
    <w:rsid w:val="0083531B"/>
    <w:rsid w:val="00836E2E"/>
    <w:rsid w:val="008403C5"/>
    <w:rsid w:val="008409A2"/>
    <w:rsid w:val="008412C3"/>
    <w:rsid w:val="00841F49"/>
    <w:rsid w:val="008463D1"/>
    <w:rsid w:val="008474F4"/>
    <w:rsid w:val="00847759"/>
    <w:rsid w:val="00847807"/>
    <w:rsid w:val="00852342"/>
    <w:rsid w:val="008536CD"/>
    <w:rsid w:val="00855046"/>
    <w:rsid w:val="0085783D"/>
    <w:rsid w:val="008579B4"/>
    <w:rsid w:val="00860D67"/>
    <w:rsid w:val="0086124C"/>
    <w:rsid w:val="008631D1"/>
    <w:rsid w:val="0086397A"/>
    <w:rsid w:val="00866470"/>
    <w:rsid w:val="008677F3"/>
    <w:rsid w:val="00870192"/>
    <w:rsid w:val="008703E5"/>
    <w:rsid w:val="00870F2A"/>
    <w:rsid w:val="00872251"/>
    <w:rsid w:val="00872361"/>
    <w:rsid w:val="00872AC8"/>
    <w:rsid w:val="00872BE6"/>
    <w:rsid w:val="00874C6C"/>
    <w:rsid w:val="0087553B"/>
    <w:rsid w:val="00875FA3"/>
    <w:rsid w:val="00876A4F"/>
    <w:rsid w:val="00876CF0"/>
    <w:rsid w:val="00876EDF"/>
    <w:rsid w:val="00877497"/>
    <w:rsid w:val="00880F08"/>
    <w:rsid w:val="00881061"/>
    <w:rsid w:val="008821AB"/>
    <w:rsid w:val="008824A9"/>
    <w:rsid w:val="00883979"/>
    <w:rsid w:val="00884F14"/>
    <w:rsid w:val="00885A99"/>
    <w:rsid w:val="0088662B"/>
    <w:rsid w:val="00886C90"/>
    <w:rsid w:val="00886CB8"/>
    <w:rsid w:val="0088788B"/>
    <w:rsid w:val="008911B7"/>
    <w:rsid w:val="008932B9"/>
    <w:rsid w:val="00893C54"/>
    <w:rsid w:val="00894C5D"/>
    <w:rsid w:val="00895FDE"/>
    <w:rsid w:val="00896439"/>
    <w:rsid w:val="00896861"/>
    <w:rsid w:val="00896F02"/>
    <w:rsid w:val="0089703D"/>
    <w:rsid w:val="00897EE1"/>
    <w:rsid w:val="008A1529"/>
    <w:rsid w:val="008A25C5"/>
    <w:rsid w:val="008A274C"/>
    <w:rsid w:val="008A31CA"/>
    <w:rsid w:val="008A3C77"/>
    <w:rsid w:val="008A467E"/>
    <w:rsid w:val="008A571F"/>
    <w:rsid w:val="008A5B27"/>
    <w:rsid w:val="008A6617"/>
    <w:rsid w:val="008A7A31"/>
    <w:rsid w:val="008A7E22"/>
    <w:rsid w:val="008B02AF"/>
    <w:rsid w:val="008B05FD"/>
    <w:rsid w:val="008B09A3"/>
    <w:rsid w:val="008B293A"/>
    <w:rsid w:val="008B392F"/>
    <w:rsid w:val="008B3CC9"/>
    <w:rsid w:val="008B5186"/>
    <w:rsid w:val="008C071D"/>
    <w:rsid w:val="008C0B4E"/>
    <w:rsid w:val="008C0FF0"/>
    <w:rsid w:val="008C1E90"/>
    <w:rsid w:val="008C2E43"/>
    <w:rsid w:val="008C33DD"/>
    <w:rsid w:val="008C46F8"/>
    <w:rsid w:val="008C48B1"/>
    <w:rsid w:val="008C48F0"/>
    <w:rsid w:val="008C4F13"/>
    <w:rsid w:val="008C6A97"/>
    <w:rsid w:val="008C762D"/>
    <w:rsid w:val="008C7972"/>
    <w:rsid w:val="008D07F7"/>
    <w:rsid w:val="008D1CCE"/>
    <w:rsid w:val="008D1E51"/>
    <w:rsid w:val="008D282C"/>
    <w:rsid w:val="008D2ECC"/>
    <w:rsid w:val="008D36D8"/>
    <w:rsid w:val="008D46CC"/>
    <w:rsid w:val="008D5222"/>
    <w:rsid w:val="008D5ADE"/>
    <w:rsid w:val="008D6804"/>
    <w:rsid w:val="008E0A9A"/>
    <w:rsid w:val="008E0BF1"/>
    <w:rsid w:val="008E15F1"/>
    <w:rsid w:val="008E178E"/>
    <w:rsid w:val="008E1848"/>
    <w:rsid w:val="008E237D"/>
    <w:rsid w:val="008E2B16"/>
    <w:rsid w:val="008E3028"/>
    <w:rsid w:val="008E4756"/>
    <w:rsid w:val="008E533E"/>
    <w:rsid w:val="008E5423"/>
    <w:rsid w:val="008E61C0"/>
    <w:rsid w:val="008E62B6"/>
    <w:rsid w:val="008E6C9B"/>
    <w:rsid w:val="008E7433"/>
    <w:rsid w:val="008E79D3"/>
    <w:rsid w:val="008F02F9"/>
    <w:rsid w:val="008F04A8"/>
    <w:rsid w:val="008F062D"/>
    <w:rsid w:val="008F0E52"/>
    <w:rsid w:val="008F1BB6"/>
    <w:rsid w:val="008F3588"/>
    <w:rsid w:val="008F3ADC"/>
    <w:rsid w:val="008F3CA0"/>
    <w:rsid w:val="008F3D24"/>
    <w:rsid w:val="008F3D96"/>
    <w:rsid w:val="008F491A"/>
    <w:rsid w:val="008F49EC"/>
    <w:rsid w:val="008F4A23"/>
    <w:rsid w:val="008F4FE9"/>
    <w:rsid w:val="008F618C"/>
    <w:rsid w:val="008F663F"/>
    <w:rsid w:val="008F71D2"/>
    <w:rsid w:val="008F7EAA"/>
    <w:rsid w:val="00901A80"/>
    <w:rsid w:val="00902A4E"/>
    <w:rsid w:val="009038F3"/>
    <w:rsid w:val="00905042"/>
    <w:rsid w:val="0090601C"/>
    <w:rsid w:val="009064D6"/>
    <w:rsid w:val="00906578"/>
    <w:rsid w:val="00906BFF"/>
    <w:rsid w:val="00906E51"/>
    <w:rsid w:val="00907BD7"/>
    <w:rsid w:val="0091032C"/>
    <w:rsid w:val="00910355"/>
    <w:rsid w:val="00910466"/>
    <w:rsid w:val="00910F06"/>
    <w:rsid w:val="00912535"/>
    <w:rsid w:val="00914205"/>
    <w:rsid w:val="00914955"/>
    <w:rsid w:val="00914F3A"/>
    <w:rsid w:val="00915A89"/>
    <w:rsid w:val="00916779"/>
    <w:rsid w:val="009203E3"/>
    <w:rsid w:val="009212F9"/>
    <w:rsid w:val="00921EAE"/>
    <w:rsid w:val="009229D4"/>
    <w:rsid w:val="00922BF6"/>
    <w:rsid w:val="00922E8C"/>
    <w:rsid w:val="00923B24"/>
    <w:rsid w:val="009255AB"/>
    <w:rsid w:val="00925D66"/>
    <w:rsid w:val="009302F9"/>
    <w:rsid w:val="00930683"/>
    <w:rsid w:val="009306AF"/>
    <w:rsid w:val="00930FB1"/>
    <w:rsid w:val="00932C38"/>
    <w:rsid w:val="00934251"/>
    <w:rsid w:val="00934BB9"/>
    <w:rsid w:val="009360D4"/>
    <w:rsid w:val="00936EBB"/>
    <w:rsid w:val="00942C56"/>
    <w:rsid w:val="009431E2"/>
    <w:rsid w:val="00944D72"/>
    <w:rsid w:val="00945254"/>
    <w:rsid w:val="00945D08"/>
    <w:rsid w:val="009506C5"/>
    <w:rsid w:val="00950D5A"/>
    <w:rsid w:val="0095138E"/>
    <w:rsid w:val="00951ABF"/>
    <w:rsid w:val="009527BE"/>
    <w:rsid w:val="00953131"/>
    <w:rsid w:val="00953782"/>
    <w:rsid w:val="009539DC"/>
    <w:rsid w:val="00953A26"/>
    <w:rsid w:val="00953A83"/>
    <w:rsid w:val="009565F6"/>
    <w:rsid w:val="00956AE0"/>
    <w:rsid w:val="00957FD7"/>
    <w:rsid w:val="00960177"/>
    <w:rsid w:val="00960A13"/>
    <w:rsid w:val="00960B0D"/>
    <w:rsid w:val="00960E08"/>
    <w:rsid w:val="009611C8"/>
    <w:rsid w:val="0096140E"/>
    <w:rsid w:val="00961B35"/>
    <w:rsid w:val="00962563"/>
    <w:rsid w:val="00962A98"/>
    <w:rsid w:val="009637EF"/>
    <w:rsid w:val="00964A22"/>
    <w:rsid w:val="00970501"/>
    <w:rsid w:val="009711C7"/>
    <w:rsid w:val="00971E9C"/>
    <w:rsid w:val="00972233"/>
    <w:rsid w:val="00972F7B"/>
    <w:rsid w:val="00974678"/>
    <w:rsid w:val="00974852"/>
    <w:rsid w:val="00974C2D"/>
    <w:rsid w:val="00974C31"/>
    <w:rsid w:val="009760A0"/>
    <w:rsid w:val="009762B4"/>
    <w:rsid w:val="0097645C"/>
    <w:rsid w:val="00976589"/>
    <w:rsid w:val="00982BA5"/>
    <w:rsid w:val="009842FE"/>
    <w:rsid w:val="00984A12"/>
    <w:rsid w:val="009850A3"/>
    <w:rsid w:val="00985613"/>
    <w:rsid w:val="009858EE"/>
    <w:rsid w:val="00985F78"/>
    <w:rsid w:val="00987C34"/>
    <w:rsid w:val="00987E5C"/>
    <w:rsid w:val="009901E6"/>
    <w:rsid w:val="0099030A"/>
    <w:rsid w:val="009905C2"/>
    <w:rsid w:val="00991C1A"/>
    <w:rsid w:val="00991C4A"/>
    <w:rsid w:val="00992ACE"/>
    <w:rsid w:val="00992BFC"/>
    <w:rsid w:val="00992FD3"/>
    <w:rsid w:val="009937A9"/>
    <w:rsid w:val="00993A1E"/>
    <w:rsid w:val="00993E86"/>
    <w:rsid w:val="0099468D"/>
    <w:rsid w:val="00995096"/>
    <w:rsid w:val="009A0796"/>
    <w:rsid w:val="009A2BC4"/>
    <w:rsid w:val="009A33DD"/>
    <w:rsid w:val="009A4046"/>
    <w:rsid w:val="009A484B"/>
    <w:rsid w:val="009A5FC9"/>
    <w:rsid w:val="009A6212"/>
    <w:rsid w:val="009A7648"/>
    <w:rsid w:val="009A784A"/>
    <w:rsid w:val="009A7F13"/>
    <w:rsid w:val="009B0BBC"/>
    <w:rsid w:val="009B0EBF"/>
    <w:rsid w:val="009B143D"/>
    <w:rsid w:val="009B187A"/>
    <w:rsid w:val="009B19A9"/>
    <w:rsid w:val="009B1F58"/>
    <w:rsid w:val="009B1FE9"/>
    <w:rsid w:val="009B41FD"/>
    <w:rsid w:val="009B4F1B"/>
    <w:rsid w:val="009B6630"/>
    <w:rsid w:val="009B667D"/>
    <w:rsid w:val="009B7450"/>
    <w:rsid w:val="009B7888"/>
    <w:rsid w:val="009C0028"/>
    <w:rsid w:val="009C09DC"/>
    <w:rsid w:val="009C142F"/>
    <w:rsid w:val="009C15E9"/>
    <w:rsid w:val="009C1E24"/>
    <w:rsid w:val="009C1EBD"/>
    <w:rsid w:val="009C2AAB"/>
    <w:rsid w:val="009C42AD"/>
    <w:rsid w:val="009C52E5"/>
    <w:rsid w:val="009C5B6F"/>
    <w:rsid w:val="009C6548"/>
    <w:rsid w:val="009C6723"/>
    <w:rsid w:val="009C70BC"/>
    <w:rsid w:val="009D0062"/>
    <w:rsid w:val="009D02CE"/>
    <w:rsid w:val="009D0B52"/>
    <w:rsid w:val="009D2253"/>
    <w:rsid w:val="009D2683"/>
    <w:rsid w:val="009D3AAD"/>
    <w:rsid w:val="009D46E8"/>
    <w:rsid w:val="009D6008"/>
    <w:rsid w:val="009D6049"/>
    <w:rsid w:val="009D6731"/>
    <w:rsid w:val="009D68F8"/>
    <w:rsid w:val="009D6BD3"/>
    <w:rsid w:val="009D71B4"/>
    <w:rsid w:val="009D73CE"/>
    <w:rsid w:val="009E139E"/>
    <w:rsid w:val="009E167F"/>
    <w:rsid w:val="009E1CC6"/>
    <w:rsid w:val="009E1EF4"/>
    <w:rsid w:val="009E1F55"/>
    <w:rsid w:val="009E2465"/>
    <w:rsid w:val="009E2E67"/>
    <w:rsid w:val="009E3675"/>
    <w:rsid w:val="009E3771"/>
    <w:rsid w:val="009E695B"/>
    <w:rsid w:val="009E7BB8"/>
    <w:rsid w:val="009F1320"/>
    <w:rsid w:val="009F1B74"/>
    <w:rsid w:val="009F20B7"/>
    <w:rsid w:val="009F2BA8"/>
    <w:rsid w:val="009F3E53"/>
    <w:rsid w:val="009F46D2"/>
    <w:rsid w:val="009F52CC"/>
    <w:rsid w:val="009F5503"/>
    <w:rsid w:val="009F5930"/>
    <w:rsid w:val="009F5FBF"/>
    <w:rsid w:val="009F73AC"/>
    <w:rsid w:val="009F7DCC"/>
    <w:rsid w:val="009F7DEE"/>
    <w:rsid w:val="00A011E1"/>
    <w:rsid w:val="00A023BC"/>
    <w:rsid w:val="00A0308D"/>
    <w:rsid w:val="00A030C5"/>
    <w:rsid w:val="00A031C9"/>
    <w:rsid w:val="00A035FF"/>
    <w:rsid w:val="00A03602"/>
    <w:rsid w:val="00A03899"/>
    <w:rsid w:val="00A05312"/>
    <w:rsid w:val="00A068DD"/>
    <w:rsid w:val="00A07E8E"/>
    <w:rsid w:val="00A107EB"/>
    <w:rsid w:val="00A10CD1"/>
    <w:rsid w:val="00A10D82"/>
    <w:rsid w:val="00A1104B"/>
    <w:rsid w:val="00A12437"/>
    <w:rsid w:val="00A1450F"/>
    <w:rsid w:val="00A14917"/>
    <w:rsid w:val="00A158B1"/>
    <w:rsid w:val="00A1746E"/>
    <w:rsid w:val="00A20D2A"/>
    <w:rsid w:val="00A21615"/>
    <w:rsid w:val="00A21F2F"/>
    <w:rsid w:val="00A2256D"/>
    <w:rsid w:val="00A225B6"/>
    <w:rsid w:val="00A2277B"/>
    <w:rsid w:val="00A236E9"/>
    <w:rsid w:val="00A23B22"/>
    <w:rsid w:val="00A23F5A"/>
    <w:rsid w:val="00A262B1"/>
    <w:rsid w:val="00A27213"/>
    <w:rsid w:val="00A31C0A"/>
    <w:rsid w:val="00A320C6"/>
    <w:rsid w:val="00A333F9"/>
    <w:rsid w:val="00A352FD"/>
    <w:rsid w:val="00A35F9D"/>
    <w:rsid w:val="00A3662B"/>
    <w:rsid w:val="00A3665D"/>
    <w:rsid w:val="00A37F27"/>
    <w:rsid w:val="00A40185"/>
    <w:rsid w:val="00A40603"/>
    <w:rsid w:val="00A4101F"/>
    <w:rsid w:val="00A41493"/>
    <w:rsid w:val="00A42FE1"/>
    <w:rsid w:val="00A44119"/>
    <w:rsid w:val="00A44914"/>
    <w:rsid w:val="00A44951"/>
    <w:rsid w:val="00A45E8B"/>
    <w:rsid w:val="00A45F53"/>
    <w:rsid w:val="00A47F1F"/>
    <w:rsid w:val="00A47F23"/>
    <w:rsid w:val="00A5027F"/>
    <w:rsid w:val="00A5243B"/>
    <w:rsid w:val="00A53074"/>
    <w:rsid w:val="00A53A9B"/>
    <w:rsid w:val="00A556E9"/>
    <w:rsid w:val="00A55E1F"/>
    <w:rsid w:val="00A56D19"/>
    <w:rsid w:val="00A60342"/>
    <w:rsid w:val="00A60636"/>
    <w:rsid w:val="00A6158E"/>
    <w:rsid w:val="00A62837"/>
    <w:rsid w:val="00A62D7A"/>
    <w:rsid w:val="00A6319C"/>
    <w:rsid w:val="00A636AF"/>
    <w:rsid w:val="00A636D3"/>
    <w:rsid w:val="00A669DA"/>
    <w:rsid w:val="00A6768A"/>
    <w:rsid w:val="00A710FD"/>
    <w:rsid w:val="00A724B7"/>
    <w:rsid w:val="00A72B22"/>
    <w:rsid w:val="00A72B59"/>
    <w:rsid w:val="00A739FA"/>
    <w:rsid w:val="00A73F78"/>
    <w:rsid w:val="00A7453C"/>
    <w:rsid w:val="00A76700"/>
    <w:rsid w:val="00A7780F"/>
    <w:rsid w:val="00A77965"/>
    <w:rsid w:val="00A80CAE"/>
    <w:rsid w:val="00A82047"/>
    <w:rsid w:val="00A82599"/>
    <w:rsid w:val="00A82AA7"/>
    <w:rsid w:val="00A83D92"/>
    <w:rsid w:val="00A85C4B"/>
    <w:rsid w:val="00A8627F"/>
    <w:rsid w:val="00A86E55"/>
    <w:rsid w:val="00A878C9"/>
    <w:rsid w:val="00A87DA5"/>
    <w:rsid w:val="00A87E1C"/>
    <w:rsid w:val="00A915B4"/>
    <w:rsid w:val="00A9299D"/>
    <w:rsid w:val="00A93AC5"/>
    <w:rsid w:val="00A93D3E"/>
    <w:rsid w:val="00A94042"/>
    <w:rsid w:val="00A945FD"/>
    <w:rsid w:val="00A95C53"/>
    <w:rsid w:val="00A95EC2"/>
    <w:rsid w:val="00A96374"/>
    <w:rsid w:val="00A9650D"/>
    <w:rsid w:val="00A96989"/>
    <w:rsid w:val="00A96D13"/>
    <w:rsid w:val="00A9787B"/>
    <w:rsid w:val="00A97F30"/>
    <w:rsid w:val="00A97FC6"/>
    <w:rsid w:val="00AA0FFA"/>
    <w:rsid w:val="00AA1897"/>
    <w:rsid w:val="00AA1CB1"/>
    <w:rsid w:val="00AA260B"/>
    <w:rsid w:val="00AA3C1A"/>
    <w:rsid w:val="00AA5205"/>
    <w:rsid w:val="00AA5331"/>
    <w:rsid w:val="00AA55D2"/>
    <w:rsid w:val="00AA7968"/>
    <w:rsid w:val="00AB018D"/>
    <w:rsid w:val="00AB0591"/>
    <w:rsid w:val="00AB078B"/>
    <w:rsid w:val="00AB0FD8"/>
    <w:rsid w:val="00AB2870"/>
    <w:rsid w:val="00AB587E"/>
    <w:rsid w:val="00AB5A38"/>
    <w:rsid w:val="00AB66B8"/>
    <w:rsid w:val="00AB6A70"/>
    <w:rsid w:val="00AB7EC7"/>
    <w:rsid w:val="00AC4404"/>
    <w:rsid w:val="00AC46E6"/>
    <w:rsid w:val="00AC4BE6"/>
    <w:rsid w:val="00AC7E17"/>
    <w:rsid w:val="00AD4E21"/>
    <w:rsid w:val="00AD5097"/>
    <w:rsid w:val="00AD52F6"/>
    <w:rsid w:val="00AD5415"/>
    <w:rsid w:val="00AD5DD4"/>
    <w:rsid w:val="00AD6E38"/>
    <w:rsid w:val="00AD70EF"/>
    <w:rsid w:val="00AD762A"/>
    <w:rsid w:val="00AE0078"/>
    <w:rsid w:val="00AE1B6E"/>
    <w:rsid w:val="00AE2124"/>
    <w:rsid w:val="00AE2416"/>
    <w:rsid w:val="00AE30FA"/>
    <w:rsid w:val="00AE3B75"/>
    <w:rsid w:val="00AE462A"/>
    <w:rsid w:val="00AE5280"/>
    <w:rsid w:val="00AE581A"/>
    <w:rsid w:val="00AE63EA"/>
    <w:rsid w:val="00AE67DE"/>
    <w:rsid w:val="00AE6A1F"/>
    <w:rsid w:val="00AE6E63"/>
    <w:rsid w:val="00AF1468"/>
    <w:rsid w:val="00AF19E1"/>
    <w:rsid w:val="00AF2F7D"/>
    <w:rsid w:val="00AF34EA"/>
    <w:rsid w:val="00AF3B95"/>
    <w:rsid w:val="00AF40E2"/>
    <w:rsid w:val="00AF4299"/>
    <w:rsid w:val="00AF6B89"/>
    <w:rsid w:val="00B0058B"/>
    <w:rsid w:val="00B0331C"/>
    <w:rsid w:val="00B03345"/>
    <w:rsid w:val="00B049F7"/>
    <w:rsid w:val="00B05138"/>
    <w:rsid w:val="00B05A19"/>
    <w:rsid w:val="00B05CF9"/>
    <w:rsid w:val="00B068ED"/>
    <w:rsid w:val="00B100E0"/>
    <w:rsid w:val="00B115ED"/>
    <w:rsid w:val="00B117E1"/>
    <w:rsid w:val="00B11EA1"/>
    <w:rsid w:val="00B13032"/>
    <w:rsid w:val="00B14A48"/>
    <w:rsid w:val="00B1611E"/>
    <w:rsid w:val="00B17BE3"/>
    <w:rsid w:val="00B17E1D"/>
    <w:rsid w:val="00B2018E"/>
    <w:rsid w:val="00B203E7"/>
    <w:rsid w:val="00B208D2"/>
    <w:rsid w:val="00B20FC2"/>
    <w:rsid w:val="00B21623"/>
    <w:rsid w:val="00B22A78"/>
    <w:rsid w:val="00B23BDC"/>
    <w:rsid w:val="00B23CBE"/>
    <w:rsid w:val="00B248B3"/>
    <w:rsid w:val="00B252DE"/>
    <w:rsid w:val="00B2613E"/>
    <w:rsid w:val="00B274D8"/>
    <w:rsid w:val="00B276CF"/>
    <w:rsid w:val="00B27CBB"/>
    <w:rsid w:val="00B27F5C"/>
    <w:rsid w:val="00B3095F"/>
    <w:rsid w:val="00B30DB6"/>
    <w:rsid w:val="00B32417"/>
    <w:rsid w:val="00B33BA2"/>
    <w:rsid w:val="00B33D19"/>
    <w:rsid w:val="00B3498F"/>
    <w:rsid w:val="00B35AC9"/>
    <w:rsid w:val="00B36089"/>
    <w:rsid w:val="00B374F3"/>
    <w:rsid w:val="00B37FF9"/>
    <w:rsid w:val="00B403D0"/>
    <w:rsid w:val="00B40AF5"/>
    <w:rsid w:val="00B41923"/>
    <w:rsid w:val="00B41C20"/>
    <w:rsid w:val="00B42383"/>
    <w:rsid w:val="00B4273C"/>
    <w:rsid w:val="00B44029"/>
    <w:rsid w:val="00B444A3"/>
    <w:rsid w:val="00B44CEE"/>
    <w:rsid w:val="00B45537"/>
    <w:rsid w:val="00B50A35"/>
    <w:rsid w:val="00B50BBC"/>
    <w:rsid w:val="00B5244A"/>
    <w:rsid w:val="00B528D5"/>
    <w:rsid w:val="00B53772"/>
    <w:rsid w:val="00B538CA"/>
    <w:rsid w:val="00B53B65"/>
    <w:rsid w:val="00B53E88"/>
    <w:rsid w:val="00B554DC"/>
    <w:rsid w:val="00B555FB"/>
    <w:rsid w:val="00B55F4C"/>
    <w:rsid w:val="00B55FA6"/>
    <w:rsid w:val="00B56094"/>
    <w:rsid w:val="00B56E85"/>
    <w:rsid w:val="00B575CC"/>
    <w:rsid w:val="00B61460"/>
    <w:rsid w:val="00B62079"/>
    <w:rsid w:val="00B62771"/>
    <w:rsid w:val="00B63077"/>
    <w:rsid w:val="00B64D9C"/>
    <w:rsid w:val="00B65339"/>
    <w:rsid w:val="00B6585C"/>
    <w:rsid w:val="00B706E3"/>
    <w:rsid w:val="00B712A2"/>
    <w:rsid w:val="00B71DD4"/>
    <w:rsid w:val="00B7385A"/>
    <w:rsid w:val="00B73910"/>
    <w:rsid w:val="00B747C6"/>
    <w:rsid w:val="00B7536D"/>
    <w:rsid w:val="00B75E65"/>
    <w:rsid w:val="00B75FE7"/>
    <w:rsid w:val="00B767FC"/>
    <w:rsid w:val="00B76C6C"/>
    <w:rsid w:val="00B771EE"/>
    <w:rsid w:val="00B81F19"/>
    <w:rsid w:val="00B83FDB"/>
    <w:rsid w:val="00B847A1"/>
    <w:rsid w:val="00B86B60"/>
    <w:rsid w:val="00B86CCD"/>
    <w:rsid w:val="00B871CD"/>
    <w:rsid w:val="00B871FA"/>
    <w:rsid w:val="00B8793F"/>
    <w:rsid w:val="00B90BB8"/>
    <w:rsid w:val="00B927A9"/>
    <w:rsid w:val="00B92C20"/>
    <w:rsid w:val="00B9331E"/>
    <w:rsid w:val="00B94389"/>
    <w:rsid w:val="00B94EDE"/>
    <w:rsid w:val="00B95430"/>
    <w:rsid w:val="00BA02BD"/>
    <w:rsid w:val="00BA035E"/>
    <w:rsid w:val="00BA13E0"/>
    <w:rsid w:val="00BA1840"/>
    <w:rsid w:val="00BA3A9C"/>
    <w:rsid w:val="00BA3B0E"/>
    <w:rsid w:val="00BA3E4B"/>
    <w:rsid w:val="00BA4224"/>
    <w:rsid w:val="00BA54DD"/>
    <w:rsid w:val="00BA6E5E"/>
    <w:rsid w:val="00BA7762"/>
    <w:rsid w:val="00BA7BFA"/>
    <w:rsid w:val="00BB00DC"/>
    <w:rsid w:val="00BB0556"/>
    <w:rsid w:val="00BB0766"/>
    <w:rsid w:val="00BB0DE1"/>
    <w:rsid w:val="00BB0DF6"/>
    <w:rsid w:val="00BB1409"/>
    <w:rsid w:val="00BB2EED"/>
    <w:rsid w:val="00BB34DC"/>
    <w:rsid w:val="00BB4853"/>
    <w:rsid w:val="00BB589C"/>
    <w:rsid w:val="00BB657D"/>
    <w:rsid w:val="00BB7BF8"/>
    <w:rsid w:val="00BC004B"/>
    <w:rsid w:val="00BC09F1"/>
    <w:rsid w:val="00BC206B"/>
    <w:rsid w:val="00BC21B8"/>
    <w:rsid w:val="00BC2E58"/>
    <w:rsid w:val="00BC3592"/>
    <w:rsid w:val="00BC3645"/>
    <w:rsid w:val="00BC400C"/>
    <w:rsid w:val="00BC421B"/>
    <w:rsid w:val="00BC45AF"/>
    <w:rsid w:val="00BC4695"/>
    <w:rsid w:val="00BC4C6E"/>
    <w:rsid w:val="00BC52B3"/>
    <w:rsid w:val="00BC6226"/>
    <w:rsid w:val="00BC670E"/>
    <w:rsid w:val="00BC6B20"/>
    <w:rsid w:val="00BD0807"/>
    <w:rsid w:val="00BD0990"/>
    <w:rsid w:val="00BD1625"/>
    <w:rsid w:val="00BD18EE"/>
    <w:rsid w:val="00BD1990"/>
    <w:rsid w:val="00BD2317"/>
    <w:rsid w:val="00BD2934"/>
    <w:rsid w:val="00BD4246"/>
    <w:rsid w:val="00BD4EA7"/>
    <w:rsid w:val="00BD5912"/>
    <w:rsid w:val="00BD5B5D"/>
    <w:rsid w:val="00BD7904"/>
    <w:rsid w:val="00BE0217"/>
    <w:rsid w:val="00BE1A68"/>
    <w:rsid w:val="00BE1AB7"/>
    <w:rsid w:val="00BE2243"/>
    <w:rsid w:val="00BE2600"/>
    <w:rsid w:val="00BE3AE8"/>
    <w:rsid w:val="00BE3C75"/>
    <w:rsid w:val="00BE44A3"/>
    <w:rsid w:val="00BE49E4"/>
    <w:rsid w:val="00BE5586"/>
    <w:rsid w:val="00BE56C3"/>
    <w:rsid w:val="00BE64B7"/>
    <w:rsid w:val="00BE67A3"/>
    <w:rsid w:val="00BF017B"/>
    <w:rsid w:val="00BF063C"/>
    <w:rsid w:val="00BF0791"/>
    <w:rsid w:val="00BF0C63"/>
    <w:rsid w:val="00BF0ED7"/>
    <w:rsid w:val="00BF157A"/>
    <w:rsid w:val="00BF21BA"/>
    <w:rsid w:val="00BF2B88"/>
    <w:rsid w:val="00BF2EB0"/>
    <w:rsid w:val="00BF39F9"/>
    <w:rsid w:val="00BF5CF9"/>
    <w:rsid w:val="00BF66D2"/>
    <w:rsid w:val="00BF6D4B"/>
    <w:rsid w:val="00BF75B1"/>
    <w:rsid w:val="00C006C4"/>
    <w:rsid w:val="00C007D0"/>
    <w:rsid w:val="00C02268"/>
    <w:rsid w:val="00C0447B"/>
    <w:rsid w:val="00C05D28"/>
    <w:rsid w:val="00C06262"/>
    <w:rsid w:val="00C0636B"/>
    <w:rsid w:val="00C06466"/>
    <w:rsid w:val="00C0657D"/>
    <w:rsid w:val="00C07E74"/>
    <w:rsid w:val="00C102C2"/>
    <w:rsid w:val="00C116D3"/>
    <w:rsid w:val="00C11DE1"/>
    <w:rsid w:val="00C1254C"/>
    <w:rsid w:val="00C129E4"/>
    <w:rsid w:val="00C14A5E"/>
    <w:rsid w:val="00C1520E"/>
    <w:rsid w:val="00C15968"/>
    <w:rsid w:val="00C16130"/>
    <w:rsid w:val="00C16BDE"/>
    <w:rsid w:val="00C16D9D"/>
    <w:rsid w:val="00C175E4"/>
    <w:rsid w:val="00C17D50"/>
    <w:rsid w:val="00C22416"/>
    <w:rsid w:val="00C23076"/>
    <w:rsid w:val="00C232AA"/>
    <w:rsid w:val="00C23763"/>
    <w:rsid w:val="00C24B8C"/>
    <w:rsid w:val="00C278BF"/>
    <w:rsid w:val="00C31FE8"/>
    <w:rsid w:val="00C322CC"/>
    <w:rsid w:val="00C33791"/>
    <w:rsid w:val="00C33C01"/>
    <w:rsid w:val="00C341BB"/>
    <w:rsid w:val="00C34621"/>
    <w:rsid w:val="00C34787"/>
    <w:rsid w:val="00C366F5"/>
    <w:rsid w:val="00C40EB9"/>
    <w:rsid w:val="00C41D6B"/>
    <w:rsid w:val="00C427A0"/>
    <w:rsid w:val="00C42DA3"/>
    <w:rsid w:val="00C433A0"/>
    <w:rsid w:val="00C43419"/>
    <w:rsid w:val="00C4454E"/>
    <w:rsid w:val="00C44FDF"/>
    <w:rsid w:val="00C467A8"/>
    <w:rsid w:val="00C46E1B"/>
    <w:rsid w:val="00C50B82"/>
    <w:rsid w:val="00C50FE4"/>
    <w:rsid w:val="00C5172A"/>
    <w:rsid w:val="00C5198F"/>
    <w:rsid w:val="00C54DC0"/>
    <w:rsid w:val="00C558A5"/>
    <w:rsid w:val="00C55A8D"/>
    <w:rsid w:val="00C55E89"/>
    <w:rsid w:val="00C56570"/>
    <w:rsid w:val="00C5742D"/>
    <w:rsid w:val="00C57E29"/>
    <w:rsid w:val="00C616FB"/>
    <w:rsid w:val="00C619AE"/>
    <w:rsid w:val="00C62F45"/>
    <w:rsid w:val="00C63120"/>
    <w:rsid w:val="00C635B4"/>
    <w:rsid w:val="00C63F6A"/>
    <w:rsid w:val="00C65EF0"/>
    <w:rsid w:val="00C669F8"/>
    <w:rsid w:val="00C7027B"/>
    <w:rsid w:val="00C707F8"/>
    <w:rsid w:val="00C7109B"/>
    <w:rsid w:val="00C7121D"/>
    <w:rsid w:val="00C712CB"/>
    <w:rsid w:val="00C73339"/>
    <w:rsid w:val="00C73435"/>
    <w:rsid w:val="00C73625"/>
    <w:rsid w:val="00C74739"/>
    <w:rsid w:val="00C74CB7"/>
    <w:rsid w:val="00C75748"/>
    <w:rsid w:val="00C7644C"/>
    <w:rsid w:val="00C76D0B"/>
    <w:rsid w:val="00C77956"/>
    <w:rsid w:val="00C77AEB"/>
    <w:rsid w:val="00C77CA0"/>
    <w:rsid w:val="00C77E92"/>
    <w:rsid w:val="00C80054"/>
    <w:rsid w:val="00C82BC7"/>
    <w:rsid w:val="00C8357A"/>
    <w:rsid w:val="00C836AE"/>
    <w:rsid w:val="00C83BEF"/>
    <w:rsid w:val="00C84737"/>
    <w:rsid w:val="00C847E7"/>
    <w:rsid w:val="00C85447"/>
    <w:rsid w:val="00C854E8"/>
    <w:rsid w:val="00C8576E"/>
    <w:rsid w:val="00C8580F"/>
    <w:rsid w:val="00C85DB8"/>
    <w:rsid w:val="00C85EFA"/>
    <w:rsid w:val="00C86033"/>
    <w:rsid w:val="00C86F7C"/>
    <w:rsid w:val="00C8789F"/>
    <w:rsid w:val="00C9150E"/>
    <w:rsid w:val="00C916AF"/>
    <w:rsid w:val="00C92BD3"/>
    <w:rsid w:val="00C92C5D"/>
    <w:rsid w:val="00C92DD4"/>
    <w:rsid w:val="00C93E60"/>
    <w:rsid w:val="00C94565"/>
    <w:rsid w:val="00C94C66"/>
    <w:rsid w:val="00C9687A"/>
    <w:rsid w:val="00C97801"/>
    <w:rsid w:val="00C97812"/>
    <w:rsid w:val="00CA0438"/>
    <w:rsid w:val="00CA1050"/>
    <w:rsid w:val="00CA1841"/>
    <w:rsid w:val="00CA18E4"/>
    <w:rsid w:val="00CA3E0E"/>
    <w:rsid w:val="00CA44CC"/>
    <w:rsid w:val="00CA7300"/>
    <w:rsid w:val="00CA79B8"/>
    <w:rsid w:val="00CA7BCD"/>
    <w:rsid w:val="00CB16B5"/>
    <w:rsid w:val="00CB1FBC"/>
    <w:rsid w:val="00CB2311"/>
    <w:rsid w:val="00CB244D"/>
    <w:rsid w:val="00CB2475"/>
    <w:rsid w:val="00CB3568"/>
    <w:rsid w:val="00CB516A"/>
    <w:rsid w:val="00CB5C17"/>
    <w:rsid w:val="00CB7D0E"/>
    <w:rsid w:val="00CC0BE2"/>
    <w:rsid w:val="00CC0D0E"/>
    <w:rsid w:val="00CC29B5"/>
    <w:rsid w:val="00CC44D9"/>
    <w:rsid w:val="00CC47C3"/>
    <w:rsid w:val="00CC4F73"/>
    <w:rsid w:val="00CC4F9F"/>
    <w:rsid w:val="00CC56A6"/>
    <w:rsid w:val="00CC63EB"/>
    <w:rsid w:val="00CD19FF"/>
    <w:rsid w:val="00CD1B65"/>
    <w:rsid w:val="00CD2627"/>
    <w:rsid w:val="00CD378B"/>
    <w:rsid w:val="00CD4AE5"/>
    <w:rsid w:val="00CD550D"/>
    <w:rsid w:val="00CD7166"/>
    <w:rsid w:val="00CD73BA"/>
    <w:rsid w:val="00CD7E8A"/>
    <w:rsid w:val="00CD7E8F"/>
    <w:rsid w:val="00CE083F"/>
    <w:rsid w:val="00CE0AAB"/>
    <w:rsid w:val="00CE0ADA"/>
    <w:rsid w:val="00CE0EDF"/>
    <w:rsid w:val="00CE187B"/>
    <w:rsid w:val="00CE2519"/>
    <w:rsid w:val="00CE458E"/>
    <w:rsid w:val="00CE4C03"/>
    <w:rsid w:val="00CE4DB0"/>
    <w:rsid w:val="00CE69E5"/>
    <w:rsid w:val="00CE7DFF"/>
    <w:rsid w:val="00CF1FD0"/>
    <w:rsid w:val="00CF308A"/>
    <w:rsid w:val="00CF440E"/>
    <w:rsid w:val="00CF4867"/>
    <w:rsid w:val="00CF52B9"/>
    <w:rsid w:val="00CF56B6"/>
    <w:rsid w:val="00CF754D"/>
    <w:rsid w:val="00D00135"/>
    <w:rsid w:val="00D01499"/>
    <w:rsid w:val="00D02913"/>
    <w:rsid w:val="00D0323D"/>
    <w:rsid w:val="00D04E88"/>
    <w:rsid w:val="00D04EFB"/>
    <w:rsid w:val="00D056E8"/>
    <w:rsid w:val="00D05B3D"/>
    <w:rsid w:val="00D05F2C"/>
    <w:rsid w:val="00D0659D"/>
    <w:rsid w:val="00D06E00"/>
    <w:rsid w:val="00D1069F"/>
    <w:rsid w:val="00D124A4"/>
    <w:rsid w:val="00D12534"/>
    <w:rsid w:val="00D12B8E"/>
    <w:rsid w:val="00D13CF2"/>
    <w:rsid w:val="00D13D18"/>
    <w:rsid w:val="00D14E92"/>
    <w:rsid w:val="00D151C4"/>
    <w:rsid w:val="00D16FF3"/>
    <w:rsid w:val="00D1715B"/>
    <w:rsid w:val="00D20EA7"/>
    <w:rsid w:val="00D21314"/>
    <w:rsid w:val="00D21874"/>
    <w:rsid w:val="00D22F6F"/>
    <w:rsid w:val="00D23279"/>
    <w:rsid w:val="00D23539"/>
    <w:rsid w:val="00D238D6"/>
    <w:rsid w:val="00D23B78"/>
    <w:rsid w:val="00D2566D"/>
    <w:rsid w:val="00D30490"/>
    <w:rsid w:val="00D30C24"/>
    <w:rsid w:val="00D312B1"/>
    <w:rsid w:val="00D32797"/>
    <w:rsid w:val="00D359C2"/>
    <w:rsid w:val="00D35C38"/>
    <w:rsid w:val="00D36069"/>
    <w:rsid w:val="00D36DF9"/>
    <w:rsid w:val="00D36F4E"/>
    <w:rsid w:val="00D4102D"/>
    <w:rsid w:val="00D42018"/>
    <w:rsid w:val="00D42366"/>
    <w:rsid w:val="00D44B5C"/>
    <w:rsid w:val="00D454E8"/>
    <w:rsid w:val="00D45F09"/>
    <w:rsid w:val="00D46278"/>
    <w:rsid w:val="00D51B01"/>
    <w:rsid w:val="00D523DC"/>
    <w:rsid w:val="00D52FE0"/>
    <w:rsid w:val="00D5409A"/>
    <w:rsid w:val="00D549BF"/>
    <w:rsid w:val="00D5501E"/>
    <w:rsid w:val="00D5685B"/>
    <w:rsid w:val="00D57A51"/>
    <w:rsid w:val="00D57E76"/>
    <w:rsid w:val="00D61263"/>
    <w:rsid w:val="00D619AE"/>
    <w:rsid w:val="00D62B7F"/>
    <w:rsid w:val="00D6486A"/>
    <w:rsid w:val="00D672F7"/>
    <w:rsid w:val="00D67A4A"/>
    <w:rsid w:val="00D70057"/>
    <w:rsid w:val="00D7027B"/>
    <w:rsid w:val="00D70B96"/>
    <w:rsid w:val="00D712E3"/>
    <w:rsid w:val="00D717B3"/>
    <w:rsid w:val="00D72D8B"/>
    <w:rsid w:val="00D741DB"/>
    <w:rsid w:val="00D74D14"/>
    <w:rsid w:val="00D75189"/>
    <w:rsid w:val="00D77548"/>
    <w:rsid w:val="00D77656"/>
    <w:rsid w:val="00D808FA"/>
    <w:rsid w:val="00D80F66"/>
    <w:rsid w:val="00D815D4"/>
    <w:rsid w:val="00D81B79"/>
    <w:rsid w:val="00D82213"/>
    <w:rsid w:val="00D8279A"/>
    <w:rsid w:val="00D82C79"/>
    <w:rsid w:val="00D85114"/>
    <w:rsid w:val="00D858ED"/>
    <w:rsid w:val="00D90E06"/>
    <w:rsid w:val="00D919C3"/>
    <w:rsid w:val="00D91EDA"/>
    <w:rsid w:val="00D924F0"/>
    <w:rsid w:val="00D9267D"/>
    <w:rsid w:val="00D932A9"/>
    <w:rsid w:val="00D93650"/>
    <w:rsid w:val="00D93D9A"/>
    <w:rsid w:val="00D9418D"/>
    <w:rsid w:val="00D943FD"/>
    <w:rsid w:val="00D946BA"/>
    <w:rsid w:val="00D95A0F"/>
    <w:rsid w:val="00D95A2B"/>
    <w:rsid w:val="00D9665A"/>
    <w:rsid w:val="00D96AB6"/>
    <w:rsid w:val="00D96F13"/>
    <w:rsid w:val="00D97795"/>
    <w:rsid w:val="00D97FD9"/>
    <w:rsid w:val="00DA0C42"/>
    <w:rsid w:val="00DA0DFA"/>
    <w:rsid w:val="00DA18AA"/>
    <w:rsid w:val="00DA22A2"/>
    <w:rsid w:val="00DA2A0C"/>
    <w:rsid w:val="00DA3283"/>
    <w:rsid w:val="00DA3499"/>
    <w:rsid w:val="00DA391E"/>
    <w:rsid w:val="00DA3951"/>
    <w:rsid w:val="00DA41AB"/>
    <w:rsid w:val="00DA4A2F"/>
    <w:rsid w:val="00DA4D37"/>
    <w:rsid w:val="00DA505E"/>
    <w:rsid w:val="00DA5915"/>
    <w:rsid w:val="00DA6875"/>
    <w:rsid w:val="00DA781B"/>
    <w:rsid w:val="00DB0058"/>
    <w:rsid w:val="00DB0428"/>
    <w:rsid w:val="00DB0C9E"/>
    <w:rsid w:val="00DB2038"/>
    <w:rsid w:val="00DB2362"/>
    <w:rsid w:val="00DB2D5B"/>
    <w:rsid w:val="00DB32A3"/>
    <w:rsid w:val="00DB36F5"/>
    <w:rsid w:val="00DB461D"/>
    <w:rsid w:val="00DB6155"/>
    <w:rsid w:val="00DB7E8D"/>
    <w:rsid w:val="00DC0639"/>
    <w:rsid w:val="00DC1112"/>
    <w:rsid w:val="00DC1936"/>
    <w:rsid w:val="00DC1B50"/>
    <w:rsid w:val="00DC1B70"/>
    <w:rsid w:val="00DC3D14"/>
    <w:rsid w:val="00DC3F9B"/>
    <w:rsid w:val="00DC4687"/>
    <w:rsid w:val="00DC5000"/>
    <w:rsid w:val="00DC501A"/>
    <w:rsid w:val="00DC67FF"/>
    <w:rsid w:val="00DC6A05"/>
    <w:rsid w:val="00DC6D3F"/>
    <w:rsid w:val="00DC7034"/>
    <w:rsid w:val="00DD17B3"/>
    <w:rsid w:val="00DD24C2"/>
    <w:rsid w:val="00DD2B01"/>
    <w:rsid w:val="00DD4F99"/>
    <w:rsid w:val="00DD57CF"/>
    <w:rsid w:val="00DD5A2B"/>
    <w:rsid w:val="00DD5E23"/>
    <w:rsid w:val="00DD6304"/>
    <w:rsid w:val="00DD67A5"/>
    <w:rsid w:val="00DD68DC"/>
    <w:rsid w:val="00DD701F"/>
    <w:rsid w:val="00DD75ED"/>
    <w:rsid w:val="00DE00FB"/>
    <w:rsid w:val="00DE034C"/>
    <w:rsid w:val="00DE0843"/>
    <w:rsid w:val="00DE15DE"/>
    <w:rsid w:val="00DE18C4"/>
    <w:rsid w:val="00DE33E7"/>
    <w:rsid w:val="00DE46C1"/>
    <w:rsid w:val="00DE50D0"/>
    <w:rsid w:val="00DE567C"/>
    <w:rsid w:val="00DE6B28"/>
    <w:rsid w:val="00DE78F3"/>
    <w:rsid w:val="00DE7FE4"/>
    <w:rsid w:val="00DF0989"/>
    <w:rsid w:val="00DF14E4"/>
    <w:rsid w:val="00DF468D"/>
    <w:rsid w:val="00DF7304"/>
    <w:rsid w:val="00DF7406"/>
    <w:rsid w:val="00DF76D8"/>
    <w:rsid w:val="00E00904"/>
    <w:rsid w:val="00E01851"/>
    <w:rsid w:val="00E02D88"/>
    <w:rsid w:val="00E02F7D"/>
    <w:rsid w:val="00E0377C"/>
    <w:rsid w:val="00E045A6"/>
    <w:rsid w:val="00E0712E"/>
    <w:rsid w:val="00E0760D"/>
    <w:rsid w:val="00E102CA"/>
    <w:rsid w:val="00E103B9"/>
    <w:rsid w:val="00E10448"/>
    <w:rsid w:val="00E107A3"/>
    <w:rsid w:val="00E1101C"/>
    <w:rsid w:val="00E12885"/>
    <w:rsid w:val="00E12C4C"/>
    <w:rsid w:val="00E13173"/>
    <w:rsid w:val="00E1320C"/>
    <w:rsid w:val="00E132FB"/>
    <w:rsid w:val="00E13302"/>
    <w:rsid w:val="00E153CB"/>
    <w:rsid w:val="00E15896"/>
    <w:rsid w:val="00E15FC4"/>
    <w:rsid w:val="00E16376"/>
    <w:rsid w:val="00E16614"/>
    <w:rsid w:val="00E21BD4"/>
    <w:rsid w:val="00E21F72"/>
    <w:rsid w:val="00E2475A"/>
    <w:rsid w:val="00E25A8C"/>
    <w:rsid w:val="00E27200"/>
    <w:rsid w:val="00E27A1D"/>
    <w:rsid w:val="00E27E80"/>
    <w:rsid w:val="00E30D7A"/>
    <w:rsid w:val="00E31702"/>
    <w:rsid w:val="00E33F6C"/>
    <w:rsid w:val="00E34CDE"/>
    <w:rsid w:val="00E3502B"/>
    <w:rsid w:val="00E362A1"/>
    <w:rsid w:val="00E36629"/>
    <w:rsid w:val="00E4070A"/>
    <w:rsid w:val="00E4092D"/>
    <w:rsid w:val="00E41CDE"/>
    <w:rsid w:val="00E42E46"/>
    <w:rsid w:val="00E44888"/>
    <w:rsid w:val="00E45700"/>
    <w:rsid w:val="00E461EC"/>
    <w:rsid w:val="00E4767F"/>
    <w:rsid w:val="00E47DF0"/>
    <w:rsid w:val="00E50349"/>
    <w:rsid w:val="00E50509"/>
    <w:rsid w:val="00E52B36"/>
    <w:rsid w:val="00E53F40"/>
    <w:rsid w:val="00E541D5"/>
    <w:rsid w:val="00E54DAF"/>
    <w:rsid w:val="00E5502C"/>
    <w:rsid w:val="00E5674A"/>
    <w:rsid w:val="00E57387"/>
    <w:rsid w:val="00E60B45"/>
    <w:rsid w:val="00E61D30"/>
    <w:rsid w:val="00E62B8E"/>
    <w:rsid w:val="00E62C83"/>
    <w:rsid w:val="00E64084"/>
    <w:rsid w:val="00E6435F"/>
    <w:rsid w:val="00E64C41"/>
    <w:rsid w:val="00E654AB"/>
    <w:rsid w:val="00E66C73"/>
    <w:rsid w:val="00E66C87"/>
    <w:rsid w:val="00E7004A"/>
    <w:rsid w:val="00E70B55"/>
    <w:rsid w:val="00E71807"/>
    <w:rsid w:val="00E71F6C"/>
    <w:rsid w:val="00E729BC"/>
    <w:rsid w:val="00E74460"/>
    <w:rsid w:val="00E7529C"/>
    <w:rsid w:val="00E759B2"/>
    <w:rsid w:val="00E76160"/>
    <w:rsid w:val="00E76A64"/>
    <w:rsid w:val="00E76B7B"/>
    <w:rsid w:val="00E76D78"/>
    <w:rsid w:val="00E76E30"/>
    <w:rsid w:val="00E76E8F"/>
    <w:rsid w:val="00E76F3D"/>
    <w:rsid w:val="00E77170"/>
    <w:rsid w:val="00E77675"/>
    <w:rsid w:val="00E80A88"/>
    <w:rsid w:val="00E81012"/>
    <w:rsid w:val="00E8154E"/>
    <w:rsid w:val="00E81929"/>
    <w:rsid w:val="00E81F0A"/>
    <w:rsid w:val="00E841D5"/>
    <w:rsid w:val="00E84BC6"/>
    <w:rsid w:val="00E85602"/>
    <w:rsid w:val="00E8632B"/>
    <w:rsid w:val="00E90DF4"/>
    <w:rsid w:val="00E913DD"/>
    <w:rsid w:val="00E92149"/>
    <w:rsid w:val="00E926E1"/>
    <w:rsid w:val="00E9555D"/>
    <w:rsid w:val="00E95ACA"/>
    <w:rsid w:val="00E95FFE"/>
    <w:rsid w:val="00E96501"/>
    <w:rsid w:val="00E972CD"/>
    <w:rsid w:val="00E97C45"/>
    <w:rsid w:val="00E97EB3"/>
    <w:rsid w:val="00EA0A01"/>
    <w:rsid w:val="00EA112B"/>
    <w:rsid w:val="00EA17B6"/>
    <w:rsid w:val="00EA31B3"/>
    <w:rsid w:val="00EA3BAC"/>
    <w:rsid w:val="00EA4B49"/>
    <w:rsid w:val="00EA5DE8"/>
    <w:rsid w:val="00EA660B"/>
    <w:rsid w:val="00EA7F70"/>
    <w:rsid w:val="00EB0460"/>
    <w:rsid w:val="00EB0FC5"/>
    <w:rsid w:val="00EB11BD"/>
    <w:rsid w:val="00EB200E"/>
    <w:rsid w:val="00EB2A9C"/>
    <w:rsid w:val="00EB3342"/>
    <w:rsid w:val="00EB3759"/>
    <w:rsid w:val="00EB3E3C"/>
    <w:rsid w:val="00EB447B"/>
    <w:rsid w:val="00EB4902"/>
    <w:rsid w:val="00EB4F02"/>
    <w:rsid w:val="00EB4F91"/>
    <w:rsid w:val="00EB5F4D"/>
    <w:rsid w:val="00EB6700"/>
    <w:rsid w:val="00EB758B"/>
    <w:rsid w:val="00EC1049"/>
    <w:rsid w:val="00EC1CA2"/>
    <w:rsid w:val="00EC22B8"/>
    <w:rsid w:val="00EC290F"/>
    <w:rsid w:val="00EC2DB5"/>
    <w:rsid w:val="00EC3055"/>
    <w:rsid w:val="00EC3514"/>
    <w:rsid w:val="00EC3F44"/>
    <w:rsid w:val="00EC40F9"/>
    <w:rsid w:val="00EC5349"/>
    <w:rsid w:val="00ED0684"/>
    <w:rsid w:val="00ED0736"/>
    <w:rsid w:val="00ED0839"/>
    <w:rsid w:val="00ED28E5"/>
    <w:rsid w:val="00ED339C"/>
    <w:rsid w:val="00ED4862"/>
    <w:rsid w:val="00ED4A31"/>
    <w:rsid w:val="00ED5178"/>
    <w:rsid w:val="00ED5994"/>
    <w:rsid w:val="00ED69D4"/>
    <w:rsid w:val="00ED7662"/>
    <w:rsid w:val="00EE243D"/>
    <w:rsid w:val="00EE30A5"/>
    <w:rsid w:val="00EE36F1"/>
    <w:rsid w:val="00EE5B2D"/>
    <w:rsid w:val="00EF0316"/>
    <w:rsid w:val="00EF1053"/>
    <w:rsid w:val="00EF212D"/>
    <w:rsid w:val="00EF2994"/>
    <w:rsid w:val="00EF356D"/>
    <w:rsid w:val="00EF3C20"/>
    <w:rsid w:val="00EF3D0F"/>
    <w:rsid w:val="00EF4C99"/>
    <w:rsid w:val="00EF5509"/>
    <w:rsid w:val="00EF6302"/>
    <w:rsid w:val="00EF636B"/>
    <w:rsid w:val="00EF6683"/>
    <w:rsid w:val="00EF6B4A"/>
    <w:rsid w:val="00F006D7"/>
    <w:rsid w:val="00F02C87"/>
    <w:rsid w:val="00F02D19"/>
    <w:rsid w:val="00F05793"/>
    <w:rsid w:val="00F068F2"/>
    <w:rsid w:val="00F07334"/>
    <w:rsid w:val="00F074AC"/>
    <w:rsid w:val="00F07C6D"/>
    <w:rsid w:val="00F11115"/>
    <w:rsid w:val="00F12404"/>
    <w:rsid w:val="00F1260A"/>
    <w:rsid w:val="00F12B79"/>
    <w:rsid w:val="00F13011"/>
    <w:rsid w:val="00F136FF"/>
    <w:rsid w:val="00F142A5"/>
    <w:rsid w:val="00F1458F"/>
    <w:rsid w:val="00F14A68"/>
    <w:rsid w:val="00F14AC0"/>
    <w:rsid w:val="00F15E31"/>
    <w:rsid w:val="00F1643B"/>
    <w:rsid w:val="00F16E7A"/>
    <w:rsid w:val="00F20794"/>
    <w:rsid w:val="00F213CC"/>
    <w:rsid w:val="00F217DB"/>
    <w:rsid w:val="00F2217B"/>
    <w:rsid w:val="00F22900"/>
    <w:rsid w:val="00F22C50"/>
    <w:rsid w:val="00F2331D"/>
    <w:rsid w:val="00F233B9"/>
    <w:rsid w:val="00F23EBE"/>
    <w:rsid w:val="00F23EEF"/>
    <w:rsid w:val="00F24D71"/>
    <w:rsid w:val="00F2642A"/>
    <w:rsid w:val="00F26ACF"/>
    <w:rsid w:val="00F26CD5"/>
    <w:rsid w:val="00F2757D"/>
    <w:rsid w:val="00F27E86"/>
    <w:rsid w:val="00F316EF"/>
    <w:rsid w:val="00F3221C"/>
    <w:rsid w:val="00F33933"/>
    <w:rsid w:val="00F34D31"/>
    <w:rsid w:val="00F34F3A"/>
    <w:rsid w:val="00F35627"/>
    <w:rsid w:val="00F35EBC"/>
    <w:rsid w:val="00F36F0C"/>
    <w:rsid w:val="00F417B0"/>
    <w:rsid w:val="00F42C90"/>
    <w:rsid w:val="00F42FF2"/>
    <w:rsid w:val="00F43253"/>
    <w:rsid w:val="00F437F0"/>
    <w:rsid w:val="00F43C16"/>
    <w:rsid w:val="00F44916"/>
    <w:rsid w:val="00F44B79"/>
    <w:rsid w:val="00F4639C"/>
    <w:rsid w:val="00F4659E"/>
    <w:rsid w:val="00F511C7"/>
    <w:rsid w:val="00F519DF"/>
    <w:rsid w:val="00F521A9"/>
    <w:rsid w:val="00F52AD8"/>
    <w:rsid w:val="00F535B9"/>
    <w:rsid w:val="00F536BF"/>
    <w:rsid w:val="00F5392C"/>
    <w:rsid w:val="00F5397F"/>
    <w:rsid w:val="00F53B7E"/>
    <w:rsid w:val="00F53F62"/>
    <w:rsid w:val="00F54363"/>
    <w:rsid w:val="00F551F4"/>
    <w:rsid w:val="00F55AB1"/>
    <w:rsid w:val="00F57540"/>
    <w:rsid w:val="00F60B1B"/>
    <w:rsid w:val="00F63BA9"/>
    <w:rsid w:val="00F63D0C"/>
    <w:rsid w:val="00F65617"/>
    <w:rsid w:val="00F66AB9"/>
    <w:rsid w:val="00F66D6D"/>
    <w:rsid w:val="00F6763D"/>
    <w:rsid w:val="00F67EBA"/>
    <w:rsid w:val="00F70401"/>
    <w:rsid w:val="00F70900"/>
    <w:rsid w:val="00F70B1D"/>
    <w:rsid w:val="00F71544"/>
    <w:rsid w:val="00F718CB"/>
    <w:rsid w:val="00F71AEF"/>
    <w:rsid w:val="00F72320"/>
    <w:rsid w:val="00F73723"/>
    <w:rsid w:val="00F744D6"/>
    <w:rsid w:val="00F74984"/>
    <w:rsid w:val="00F74FD9"/>
    <w:rsid w:val="00F75648"/>
    <w:rsid w:val="00F759F9"/>
    <w:rsid w:val="00F77DB5"/>
    <w:rsid w:val="00F812D7"/>
    <w:rsid w:val="00F8231C"/>
    <w:rsid w:val="00F8245E"/>
    <w:rsid w:val="00F82B69"/>
    <w:rsid w:val="00F84475"/>
    <w:rsid w:val="00F857E6"/>
    <w:rsid w:val="00F85E4D"/>
    <w:rsid w:val="00F864DE"/>
    <w:rsid w:val="00F9051B"/>
    <w:rsid w:val="00F91424"/>
    <w:rsid w:val="00F91BD9"/>
    <w:rsid w:val="00F948FB"/>
    <w:rsid w:val="00F96308"/>
    <w:rsid w:val="00F971B0"/>
    <w:rsid w:val="00FA001E"/>
    <w:rsid w:val="00FA1AC9"/>
    <w:rsid w:val="00FA1D71"/>
    <w:rsid w:val="00FA1E38"/>
    <w:rsid w:val="00FA2B5F"/>
    <w:rsid w:val="00FA47E4"/>
    <w:rsid w:val="00FA7D08"/>
    <w:rsid w:val="00FB1C7B"/>
    <w:rsid w:val="00FB1D4D"/>
    <w:rsid w:val="00FB247A"/>
    <w:rsid w:val="00FB35C4"/>
    <w:rsid w:val="00FB38FF"/>
    <w:rsid w:val="00FB399E"/>
    <w:rsid w:val="00FB3D38"/>
    <w:rsid w:val="00FB3EE4"/>
    <w:rsid w:val="00FB49D2"/>
    <w:rsid w:val="00FB60B8"/>
    <w:rsid w:val="00FB69EF"/>
    <w:rsid w:val="00FB6AF6"/>
    <w:rsid w:val="00FB6BCB"/>
    <w:rsid w:val="00FB6F74"/>
    <w:rsid w:val="00FB7001"/>
    <w:rsid w:val="00FB7E92"/>
    <w:rsid w:val="00FB7FFB"/>
    <w:rsid w:val="00FC1441"/>
    <w:rsid w:val="00FC2468"/>
    <w:rsid w:val="00FC2B8D"/>
    <w:rsid w:val="00FC5166"/>
    <w:rsid w:val="00FC5782"/>
    <w:rsid w:val="00FC595B"/>
    <w:rsid w:val="00FC5B82"/>
    <w:rsid w:val="00FC632E"/>
    <w:rsid w:val="00FC7B43"/>
    <w:rsid w:val="00FD001B"/>
    <w:rsid w:val="00FD028F"/>
    <w:rsid w:val="00FD0816"/>
    <w:rsid w:val="00FD30BF"/>
    <w:rsid w:val="00FD5D0D"/>
    <w:rsid w:val="00FD5E50"/>
    <w:rsid w:val="00FD6414"/>
    <w:rsid w:val="00FD7A12"/>
    <w:rsid w:val="00FE0277"/>
    <w:rsid w:val="00FE1790"/>
    <w:rsid w:val="00FE2A29"/>
    <w:rsid w:val="00FE3EF2"/>
    <w:rsid w:val="00FE46A6"/>
    <w:rsid w:val="00FE57A2"/>
    <w:rsid w:val="00FE5BE8"/>
    <w:rsid w:val="00FE6DEB"/>
    <w:rsid w:val="00FE7504"/>
    <w:rsid w:val="00FE79BA"/>
    <w:rsid w:val="00FF0901"/>
    <w:rsid w:val="00FF0D92"/>
    <w:rsid w:val="00FF213C"/>
    <w:rsid w:val="00FF277C"/>
    <w:rsid w:val="00FF33FA"/>
    <w:rsid w:val="00FF55A3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AB8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5AB8"/>
    <w:pPr>
      <w:keepNext/>
      <w:ind w:left="720"/>
      <w:jc w:val="center"/>
      <w:outlineLvl w:val="0"/>
    </w:pPr>
    <w:rPr>
      <w:b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5AB8"/>
    <w:pPr>
      <w:keepNext/>
      <w:ind w:left="720"/>
      <w:jc w:val="center"/>
      <w:outlineLvl w:val="1"/>
    </w:pPr>
    <w:rPr>
      <w:b/>
      <w:sz w:val="32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85AB8"/>
    <w:pPr>
      <w:keepNext/>
      <w:jc w:val="center"/>
      <w:outlineLvl w:val="6"/>
    </w:pPr>
    <w:rPr>
      <w:b/>
      <w:sz w:val="4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5AB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85AB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85AB8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85AB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85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AB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478</TotalTime>
  <Pages>2</Pages>
  <Words>314</Words>
  <Characters>1795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14</cp:revision>
  <cp:lastPrinted>2014-11-07T08:29:00Z</cp:lastPrinted>
  <dcterms:created xsi:type="dcterms:W3CDTF">2014-10-23T12:35:00Z</dcterms:created>
  <dcterms:modified xsi:type="dcterms:W3CDTF">2014-11-17T12:19:00Z</dcterms:modified>
</cp:coreProperties>
</file>