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B2" w:rsidRPr="002671A5" w:rsidRDefault="00E721B2" w:rsidP="00580FFE">
      <w:pPr>
        <w:tabs>
          <w:tab w:val="left" w:pos="0"/>
        </w:tabs>
        <w:jc w:val="center"/>
        <w:rPr>
          <w:rFonts w:ascii="Times New Roman CYR" w:hAnsi="Times New Roman CYR"/>
          <w:b/>
          <w:sz w:val="22"/>
        </w:rPr>
      </w:pPr>
      <w:r w:rsidRPr="00EF1B94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3.75pt;height:45pt;visibility:visible">
            <v:imagedata r:id="rId7" o:title=""/>
          </v:shape>
        </w:pict>
      </w:r>
    </w:p>
    <w:p w:rsidR="00E721B2" w:rsidRPr="002671A5" w:rsidRDefault="00E721B2" w:rsidP="00580FFE"/>
    <w:p w:rsidR="00E721B2" w:rsidRPr="002671A5" w:rsidRDefault="00E721B2" w:rsidP="00580FFE">
      <w:pPr>
        <w:pStyle w:val="Heading4"/>
        <w:spacing w:before="0"/>
        <w:jc w:val="center"/>
        <w:rPr>
          <w:rFonts w:ascii="Times New Roman" w:hAnsi="Times New Roman"/>
          <w:i w:val="0"/>
          <w:color w:val="auto"/>
          <w:sz w:val="32"/>
          <w:szCs w:val="32"/>
        </w:rPr>
      </w:pPr>
      <w:r w:rsidRPr="002671A5">
        <w:rPr>
          <w:rFonts w:ascii="Times New Roman" w:hAnsi="Times New Roman"/>
          <w:i w:val="0"/>
          <w:color w:val="auto"/>
          <w:sz w:val="32"/>
          <w:szCs w:val="32"/>
        </w:rPr>
        <w:t>У  К  Р  А  Ї Н  А</w:t>
      </w:r>
    </w:p>
    <w:p w:rsidR="00E721B2" w:rsidRPr="002671A5" w:rsidRDefault="00E721B2" w:rsidP="00580FFE">
      <w:pPr>
        <w:jc w:val="center"/>
        <w:rPr>
          <w:b/>
        </w:rPr>
      </w:pPr>
    </w:p>
    <w:p w:rsidR="00E721B2" w:rsidRPr="002671A5" w:rsidRDefault="00E721B2" w:rsidP="00580FFE">
      <w:pPr>
        <w:pStyle w:val="Heading5"/>
        <w:spacing w:before="0"/>
        <w:jc w:val="center"/>
        <w:rPr>
          <w:rFonts w:ascii="Times New Roman" w:hAnsi="Times New Roman"/>
          <w:b/>
          <w:color w:val="auto"/>
          <w:sz w:val="36"/>
          <w:szCs w:val="36"/>
        </w:rPr>
      </w:pPr>
      <w:r w:rsidRPr="002671A5">
        <w:rPr>
          <w:rFonts w:ascii="Times New Roman" w:hAnsi="Times New Roman"/>
          <w:b/>
          <w:color w:val="auto"/>
          <w:sz w:val="36"/>
          <w:szCs w:val="36"/>
        </w:rPr>
        <w:t>А р т е м і в с ь к а   м і с ь к а   р а д а</w:t>
      </w:r>
    </w:p>
    <w:p w:rsidR="00E721B2" w:rsidRPr="002671A5" w:rsidRDefault="00E721B2" w:rsidP="00580FFE">
      <w:pPr>
        <w:jc w:val="center"/>
        <w:rPr>
          <w:b/>
        </w:rPr>
      </w:pPr>
    </w:p>
    <w:p w:rsidR="00E721B2" w:rsidRPr="002671A5" w:rsidRDefault="00E721B2" w:rsidP="00580FFE">
      <w:pPr>
        <w:pStyle w:val="Heading4"/>
        <w:spacing w:before="0"/>
        <w:jc w:val="center"/>
        <w:rPr>
          <w:rFonts w:ascii="Times New Roman" w:hAnsi="Times New Roman"/>
          <w:i w:val="0"/>
          <w:color w:val="auto"/>
          <w:sz w:val="32"/>
          <w:szCs w:val="32"/>
        </w:rPr>
      </w:pPr>
      <w:r w:rsidRPr="002671A5">
        <w:rPr>
          <w:rFonts w:ascii="Times New Roman" w:hAnsi="Times New Roman"/>
          <w:i w:val="0"/>
          <w:color w:val="auto"/>
          <w:sz w:val="32"/>
          <w:szCs w:val="32"/>
        </w:rPr>
        <w:t>ВИКОНАВЧИЙ  КОМІТЕТ</w:t>
      </w:r>
    </w:p>
    <w:p w:rsidR="00E721B2" w:rsidRPr="002671A5" w:rsidRDefault="00E721B2" w:rsidP="00580FFE">
      <w:pPr>
        <w:pStyle w:val="Heading6"/>
        <w:spacing w:before="0"/>
        <w:jc w:val="center"/>
        <w:rPr>
          <w:rFonts w:ascii="Times New Roman" w:hAnsi="Times New Roman"/>
          <w:i w:val="0"/>
          <w:color w:val="auto"/>
          <w:sz w:val="32"/>
          <w:szCs w:val="32"/>
        </w:rPr>
      </w:pPr>
    </w:p>
    <w:p w:rsidR="00E721B2" w:rsidRPr="002671A5" w:rsidRDefault="00E721B2" w:rsidP="00580FFE">
      <w:pPr>
        <w:pStyle w:val="Heading6"/>
        <w:spacing w:before="0"/>
        <w:jc w:val="center"/>
        <w:rPr>
          <w:rFonts w:ascii="Times New Roman" w:hAnsi="Times New Roman"/>
          <w:b/>
          <w:i w:val="0"/>
          <w:color w:val="auto"/>
          <w:sz w:val="40"/>
          <w:szCs w:val="40"/>
        </w:rPr>
      </w:pPr>
      <w:r w:rsidRPr="002671A5">
        <w:rPr>
          <w:rFonts w:ascii="Times New Roman" w:hAnsi="Times New Roman"/>
          <w:b/>
          <w:i w:val="0"/>
          <w:color w:val="auto"/>
          <w:sz w:val="40"/>
          <w:szCs w:val="40"/>
        </w:rPr>
        <w:t>Р І Ш Е Н Н Я</w:t>
      </w:r>
    </w:p>
    <w:p w:rsidR="00E721B2" w:rsidRPr="002671A5" w:rsidRDefault="00E721B2" w:rsidP="00580FFE"/>
    <w:p w:rsidR="00E721B2" w:rsidRPr="002671A5" w:rsidRDefault="00E721B2" w:rsidP="00580FFE">
      <w:pPr>
        <w:rPr>
          <w:sz w:val="24"/>
          <w:szCs w:val="24"/>
        </w:rPr>
      </w:pPr>
      <w:r w:rsidRPr="002671A5">
        <w:rPr>
          <w:szCs w:val="24"/>
        </w:rPr>
        <w:t xml:space="preserve"> </w:t>
      </w:r>
      <w:r w:rsidRPr="003F331C">
        <w:rPr>
          <w:sz w:val="24"/>
          <w:szCs w:val="24"/>
        </w:rPr>
        <w:t>13.04.</w:t>
      </w:r>
      <w:r>
        <w:rPr>
          <w:szCs w:val="24"/>
        </w:rPr>
        <w:t xml:space="preserve"> </w:t>
      </w:r>
      <w:r w:rsidRPr="002671A5">
        <w:rPr>
          <w:sz w:val="24"/>
          <w:szCs w:val="24"/>
        </w:rPr>
        <w:t>2016  №</w:t>
      </w:r>
      <w:r>
        <w:rPr>
          <w:sz w:val="24"/>
          <w:szCs w:val="24"/>
        </w:rPr>
        <w:t xml:space="preserve">  80</w:t>
      </w:r>
    </w:p>
    <w:p w:rsidR="00E721B2" w:rsidRPr="002671A5" w:rsidRDefault="00E721B2" w:rsidP="00580FFE">
      <w:pPr>
        <w:rPr>
          <w:sz w:val="24"/>
          <w:szCs w:val="24"/>
        </w:rPr>
      </w:pPr>
      <w:r w:rsidRPr="002671A5">
        <w:rPr>
          <w:sz w:val="24"/>
          <w:szCs w:val="24"/>
        </w:rPr>
        <w:t xml:space="preserve">м. </w:t>
      </w:r>
      <w:r>
        <w:rPr>
          <w:sz w:val="24"/>
          <w:szCs w:val="24"/>
        </w:rPr>
        <w:t>Артемівськ</w:t>
      </w:r>
    </w:p>
    <w:p w:rsidR="00E721B2" w:rsidRPr="002671A5" w:rsidRDefault="00E721B2" w:rsidP="00580FFE">
      <w:pPr>
        <w:pStyle w:val="BodyTextIndent"/>
        <w:tabs>
          <w:tab w:val="left" w:pos="4500"/>
        </w:tabs>
        <w:ind w:left="0" w:right="4819"/>
        <w:rPr>
          <w:b w:val="0"/>
          <w:i/>
          <w:sz w:val="20"/>
          <w:lang w:val="uk-UA"/>
        </w:rPr>
      </w:pPr>
    </w:p>
    <w:p w:rsidR="00E721B2" w:rsidRPr="002671A5" w:rsidRDefault="00E721B2" w:rsidP="00580FF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2671A5">
        <w:rPr>
          <w:b/>
          <w:i/>
          <w:sz w:val="28"/>
          <w:szCs w:val="28"/>
        </w:rPr>
        <w:t xml:space="preserve">Про ухвалення проекту  Програми </w:t>
      </w:r>
    </w:p>
    <w:p w:rsidR="00E721B2" w:rsidRPr="002671A5" w:rsidRDefault="00E721B2" w:rsidP="00580FF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2671A5">
        <w:rPr>
          <w:b/>
          <w:i/>
          <w:sz w:val="28"/>
          <w:szCs w:val="28"/>
        </w:rPr>
        <w:t>посилення охорони публічної безпеки</w:t>
      </w:r>
    </w:p>
    <w:p w:rsidR="00E721B2" w:rsidRPr="002671A5" w:rsidRDefault="00E721B2" w:rsidP="00580FF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2671A5">
        <w:rPr>
          <w:b/>
          <w:i/>
          <w:sz w:val="28"/>
          <w:szCs w:val="28"/>
        </w:rPr>
        <w:t xml:space="preserve">і боротьби зі злочинністю на території </w:t>
      </w:r>
    </w:p>
    <w:p w:rsidR="00E721B2" w:rsidRPr="002671A5" w:rsidRDefault="00E721B2" w:rsidP="00580FF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AC4032">
        <w:rPr>
          <w:b/>
          <w:i/>
          <w:sz w:val="28"/>
          <w:szCs w:val="28"/>
        </w:rPr>
        <w:t>Бахмутсько</w:t>
      </w:r>
      <w:r>
        <w:rPr>
          <w:b/>
          <w:i/>
          <w:sz w:val="28"/>
          <w:szCs w:val="28"/>
        </w:rPr>
        <w:t xml:space="preserve">ї </w:t>
      </w:r>
      <w:r w:rsidRPr="002671A5">
        <w:rPr>
          <w:b/>
          <w:i/>
          <w:sz w:val="28"/>
          <w:szCs w:val="28"/>
        </w:rPr>
        <w:t>міської ради «Правопорядок 2016-2017»</w:t>
      </w:r>
    </w:p>
    <w:p w:rsidR="00E721B2" w:rsidRPr="002671A5" w:rsidRDefault="00E721B2" w:rsidP="00580FFE">
      <w:pPr>
        <w:rPr>
          <w:b/>
          <w:i/>
          <w:sz w:val="22"/>
          <w:szCs w:val="22"/>
        </w:rPr>
      </w:pPr>
    </w:p>
    <w:p w:rsidR="00E721B2" w:rsidRPr="002671A5" w:rsidRDefault="00E721B2" w:rsidP="00580FFE">
      <w:pPr>
        <w:rPr>
          <w:b/>
          <w:i/>
          <w:sz w:val="22"/>
          <w:szCs w:val="22"/>
        </w:rPr>
      </w:pPr>
    </w:p>
    <w:p w:rsidR="00E721B2" w:rsidRPr="002671A5" w:rsidRDefault="00E721B2" w:rsidP="00E32AB8">
      <w:pPr>
        <w:ind w:firstLine="708"/>
        <w:jc w:val="both"/>
        <w:rPr>
          <w:rStyle w:val="Strong"/>
          <w:b w:val="0"/>
          <w:bCs w:val="0"/>
          <w:sz w:val="28"/>
          <w:szCs w:val="28"/>
        </w:rPr>
      </w:pPr>
      <w:r>
        <w:rPr>
          <w:sz w:val="28"/>
          <w:szCs w:val="28"/>
        </w:rPr>
        <w:t>Розглянувши лист від 06.04</w:t>
      </w:r>
      <w:r w:rsidRPr="002671A5">
        <w:rPr>
          <w:sz w:val="28"/>
          <w:szCs w:val="28"/>
        </w:rPr>
        <w:t>.2016 № 01-</w:t>
      </w:r>
      <w:r>
        <w:rPr>
          <w:sz w:val="28"/>
          <w:szCs w:val="28"/>
        </w:rPr>
        <w:t>1496</w:t>
      </w:r>
      <w:r w:rsidRPr="002671A5">
        <w:rPr>
          <w:sz w:val="28"/>
          <w:szCs w:val="28"/>
        </w:rPr>
        <w:t xml:space="preserve">-11 </w:t>
      </w:r>
      <w:r>
        <w:rPr>
          <w:sz w:val="28"/>
          <w:szCs w:val="28"/>
        </w:rPr>
        <w:t>н</w:t>
      </w:r>
      <w:r w:rsidRPr="00E32AB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E32AB8">
        <w:rPr>
          <w:sz w:val="28"/>
          <w:szCs w:val="28"/>
        </w:rPr>
        <w:t xml:space="preserve"> Головного Управління Національної поліції в Донецькій області, генерал</w:t>
      </w:r>
      <w:r>
        <w:rPr>
          <w:sz w:val="28"/>
          <w:szCs w:val="28"/>
        </w:rPr>
        <w:t>а</w:t>
      </w:r>
      <w:r w:rsidRPr="00E32AB8">
        <w:rPr>
          <w:sz w:val="28"/>
          <w:szCs w:val="28"/>
        </w:rPr>
        <w:t xml:space="preserve"> поліції третього ран</w:t>
      </w:r>
      <w:r>
        <w:rPr>
          <w:sz w:val="28"/>
          <w:szCs w:val="28"/>
        </w:rPr>
        <w:t xml:space="preserve">гу  </w:t>
      </w:r>
      <w:r w:rsidRPr="00E32AB8">
        <w:rPr>
          <w:sz w:val="28"/>
          <w:szCs w:val="28"/>
        </w:rPr>
        <w:t>Аброськін</w:t>
      </w:r>
      <w:r>
        <w:rPr>
          <w:sz w:val="28"/>
          <w:szCs w:val="28"/>
        </w:rPr>
        <w:t>а В.В.</w:t>
      </w:r>
      <w:r w:rsidRPr="00E32AB8">
        <w:rPr>
          <w:sz w:val="28"/>
          <w:szCs w:val="28"/>
        </w:rPr>
        <w:t xml:space="preserve">  </w:t>
      </w:r>
      <w:r w:rsidRPr="002671A5">
        <w:rPr>
          <w:sz w:val="28"/>
          <w:szCs w:val="28"/>
        </w:rPr>
        <w:t xml:space="preserve"> щодо ухвалення проекту Програми посилення охорони публічної безпеки і боротьби зі злочинністю на території </w:t>
      </w:r>
      <w:r>
        <w:rPr>
          <w:sz w:val="28"/>
          <w:szCs w:val="28"/>
        </w:rPr>
        <w:t>Бахмутської</w:t>
      </w:r>
      <w:r w:rsidRPr="002671A5">
        <w:rPr>
          <w:sz w:val="28"/>
          <w:szCs w:val="28"/>
        </w:rPr>
        <w:t xml:space="preserve"> міської ради «Правопорядок 2016-2017», з метою забезпечення публічної безпеки і порядку, охорони прав і свобод людини та протидії злочинності на території </w:t>
      </w:r>
      <w:r>
        <w:rPr>
          <w:sz w:val="28"/>
          <w:szCs w:val="28"/>
        </w:rPr>
        <w:t>Бахмутської</w:t>
      </w:r>
      <w:r w:rsidRPr="002671A5">
        <w:rPr>
          <w:sz w:val="28"/>
          <w:szCs w:val="28"/>
        </w:rPr>
        <w:t xml:space="preserve"> міської ради, відповідно</w:t>
      </w:r>
      <w:r w:rsidRPr="002671A5">
        <w:t xml:space="preserve"> </w:t>
      </w:r>
      <w:r w:rsidRPr="002671A5">
        <w:rPr>
          <w:sz w:val="28"/>
          <w:szCs w:val="28"/>
        </w:rPr>
        <w:t>до Законів України: від 22.06.2000  №1835-III «Про участь громадян в охороні громадського порядку і державного кордону» із внесеними до нього змінами,</w:t>
      </w:r>
      <w:r w:rsidRPr="002671A5">
        <w:t xml:space="preserve"> </w:t>
      </w:r>
      <w:r w:rsidRPr="002671A5">
        <w:rPr>
          <w:sz w:val="28"/>
          <w:szCs w:val="28"/>
        </w:rPr>
        <w:t>від 19.06.2003  № 964-IV «Про основи національної безпеки України» із внесеними до нього змінами, від 14.10.2014  № 1700-VII «Про запобігання корупції» із внесеними до нього змінами, від 02.07.2015  № 580-VIII «Про Національну поліцію» із внесеними до нього змінами,</w:t>
      </w:r>
      <w:r w:rsidRPr="002671A5">
        <w:t xml:space="preserve"> </w:t>
      </w:r>
      <w:r w:rsidRPr="002671A5">
        <w:rPr>
          <w:sz w:val="28"/>
          <w:szCs w:val="28"/>
        </w:rPr>
        <w:t>рішення Артемівської міської ради від 23.12.2015 №6/76-1344 «</w:t>
      </w:r>
      <w:r w:rsidRPr="002671A5">
        <w:rPr>
          <w:bCs/>
          <w:sz w:val="28"/>
          <w:szCs w:val="28"/>
        </w:rPr>
        <w:t xml:space="preserve">Про виконання Програми посилення охорони громадського порядку і боротьби зі злочинністю на території Артемівської міської ради «Правопорядок 2013-2015», </w:t>
      </w:r>
      <w:r w:rsidRPr="002671A5">
        <w:rPr>
          <w:sz w:val="28"/>
          <w:szCs w:val="28"/>
        </w:rPr>
        <w:t>керуючись ст.ст. 38, 52 Закону України від 21.05.97 № 280/97-ВР «Про місцеве самоврядування в Україні» із внесеними до нього змінами, виконком Артемівської міської ради</w:t>
      </w:r>
    </w:p>
    <w:p w:rsidR="00E721B2" w:rsidRPr="002671A5" w:rsidRDefault="00E721B2" w:rsidP="00580FFE">
      <w:pPr>
        <w:jc w:val="both"/>
      </w:pPr>
    </w:p>
    <w:p w:rsidR="00E721B2" w:rsidRPr="002671A5" w:rsidRDefault="00E721B2" w:rsidP="00580FFE">
      <w:pPr>
        <w:jc w:val="both"/>
      </w:pPr>
    </w:p>
    <w:p w:rsidR="00E721B2" w:rsidRPr="002671A5" w:rsidRDefault="00E721B2" w:rsidP="00580FFE">
      <w:pPr>
        <w:ind w:firstLine="851"/>
        <w:jc w:val="both"/>
        <w:rPr>
          <w:b/>
          <w:sz w:val="28"/>
        </w:rPr>
      </w:pPr>
      <w:r w:rsidRPr="002671A5">
        <w:rPr>
          <w:b/>
          <w:sz w:val="28"/>
        </w:rPr>
        <w:t>ВИРІШИВ :</w:t>
      </w:r>
    </w:p>
    <w:p w:rsidR="00E721B2" w:rsidRPr="002671A5" w:rsidRDefault="00E721B2" w:rsidP="00580FFE">
      <w:pPr>
        <w:ind w:firstLine="851"/>
        <w:jc w:val="both"/>
        <w:rPr>
          <w:b/>
          <w:sz w:val="28"/>
        </w:rPr>
      </w:pPr>
    </w:p>
    <w:p w:rsidR="00E721B2" w:rsidRPr="002671A5" w:rsidRDefault="00E721B2" w:rsidP="00D40672">
      <w:pPr>
        <w:ind w:firstLine="708"/>
        <w:jc w:val="both"/>
        <w:rPr>
          <w:sz w:val="28"/>
        </w:rPr>
      </w:pPr>
      <w:r w:rsidRPr="002671A5">
        <w:rPr>
          <w:sz w:val="28"/>
        </w:rPr>
        <w:t xml:space="preserve">   1.  Ухвалити проект Програми посилення охорони публічної безпеки і боротьби зі злочинністю на території </w:t>
      </w:r>
      <w:r>
        <w:rPr>
          <w:sz w:val="28"/>
        </w:rPr>
        <w:t xml:space="preserve">Бахмутської </w:t>
      </w:r>
      <w:r w:rsidRPr="002671A5">
        <w:rPr>
          <w:sz w:val="28"/>
        </w:rPr>
        <w:t>міської ради «Правопорядок 2016-2017» (додається).</w:t>
      </w:r>
    </w:p>
    <w:p w:rsidR="00E721B2" w:rsidRPr="002671A5" w:rsidRDefault="00E721B2" w:rsidP="00580FFE">
      <w:pPr>
        <w:ind w:firstLine="708"/>
        <w:jc w:val="both"/>
        <w:rPr>
          <w:sz w:val="28"/>
        </w:rPr>
      </w:pPr>
    </w:p>
    <w:p w:rsidR="00E721B2" w:rsidRPr="002671A5" w:rsidRDefault="00E721B2" w:rsidP="00580FFE">
      <w:pPr>
        <w:tabs>
          <w:tab w:val="left" w:pos="720"/>
        </w:tabs>
        <w:jc w:val="both"/>
        <w:rPr>
          <w:sz w:val="28"/>
        </w:rPr>
      </w:pPr>
      <w:r w:rsidRPr="002671A5">
        <w:rPr>
          <w:sz w:val="28"/>
        </w:rPr>
        <w:tab/>
        <w:t xml:space="preserve">2. Рекомендувати начальнику </w:t>
      </w:r>
      <w:r w:rsidRPr="002671A5">
        <w:rPr>
          <w:sz w:val="28"/>
          <w:szCs w:val="28"/>
        </w:rPr>
        <w:t xml:space="preserve">Головного Управління Національної поліції в Донецькій області, </w:t>
      </w:r>
      <w:r w:rsidRPr="00E32AB8">
        <w:rPr>
          <w:sz w:val="28"/>
          <w:szCs w:val="28"/>
        </w:rPr>
        <w:t>генерал</w:t>
      </w:r>
      <w:r>
        <w:rPr>
          <w:sz w:val="28"/>
          <w:szCs w:val="28"/>
        </w:rPr>
        <w:t>у</w:t>
      </w:r>
      <w:r w:rsidRPr="00E32AB8">
        <w:rPr>
          <w:sz w:val="28"/>
          <w:szCs w:val="28"/>
        </w:rPr>
        <w:t xml:space="preserve"> поліції третього ран</w:t>
      </w:r>
      <w:r>
        <w:rPr>
          <w:sz w:val="28"/>
          <w:szCs w:val="28"/>
        </w:rPr>
        <w:t xml:space="preserve">гу  </w:t>
      </w:r>
      <w:r w:rsidRPr="00E32AB8">
        <w:rPr>
          <w:sz w:val="28"/>
          <w:szCs w:val="28"/>
        </w:rPr>
        <w:t>Аброськін</w:t>
      </w:r>
      <w:r>
        <w:rPr>
          <w:sz w:val="28"/>
          <w:szCs w:val="28"/>
        </w:rPr>
        <w:t xml:space="preserve">у В.В. </w:t>
      </w:r>
      <w:r w:rsidRPr="002671A5">
        <w:rPr>
          <w:sz w:val="28"/>
        </w:rPr>
        <w:t xml:space="preserve">внести проект Програми посилення охорони публічної безпеки і боротьби зі злочинністю на території </w:t>
      </w:r>
      <w:r>
        <w:rPr>
          <w:sz w:val="28"/>
        </w:rPr>
        <w:t xml:space="preserve">Бахмутської </w:t>
      </w:r>
      <w:r w:rsidRPr="002671A5">
        <w:rPr>
          <w:sz w:val="28"/>
        </w:rPr>
        <w:t xml:space="preserve">міської ради «Правопорядок 2016-2017»  на розгляд чергової сесії </w:t>
      </w:r>
      <w:r>
        <w:rPr>
          <w:sz w:val="28"/>
        </w:rPr>
        <w:t>Бахмутської</w:t>
      </w:r>
      <w:r w:rsidRPr="002671A5">
        <w:rPr>
          <w:sz w:val="28"/>
        </w:rPr>
        <w:t xml:space="preserve"> міської ради.</w:t>
      </w:r>
    </w:p>
    <w:p w:rsidR="00E721B2" w:rsidRPr="002671A5" w:rsidRDefault="00E721B2" w:rsidP="00580FFE">
      <w:pPr>
        <w:ind w:firstLine="708"/>
        <w:jc w:val="both"/>
        <w:rPr>
          <w:sz w:val="28"/>
        </w:rPr>
      </w:pPr>
    </w:p>
    <w:p w:rsidR="00E721B2" w:rsidRPr="002671A5" w:rsidRDefault="00E721B2" w:rsidP="00580FFE">
      <w:pPr>
        <w:ind w:firstLine="708"/>
        <w:jc w:val="both"/>
        <w:rPr>
          <w:sz w:val="28"/>
        </w:rPr>
      </w:pPr>
      <w:r w:rsidRPr="002671A5">
        <w:rPr>
          <w:sz w:val="28"/>
        </w:rPr>
        <w:t xml:space="preserve">3. Організаційне виконання рішення покласти на </w:t>
      </w:r>
      <w:r w:rsidRPr="002671A5">
        <w:rPr>
          <w:sz w:val="28"/>
          <w:szCs w:val="28"/>
        </w:rPr>
        <w:t>Головн</w:t>
      </w:r>
      <w:r>
        <w:rPr>
          <w:sz w:val="28"/>
          <w:szCs w:val="28"/>
        </w:rPr>
        <w:t>е</w:t>
      </w:r>
      <w:r w:rsidRPr="002671A5">
        <w:rPr>
          <w:sz w:val="28"/>
          <w:szCs w:val="28"/>
        </w:rPr>
        <w:t xml:space="preserve"> Управління Національної поліції в Донецькій області</w:t>
      </w:r>
      <w:r w:rsidRPr="002671A5">
        <w:rPr>
          <w:sz w:val="28"/>
        </w:rPr>
        <w:t xml:space="preserve"> (</w:t>
      </w:r>
      <w:r>
        <w:rPr>
          <w:sz w:val="28"/>
        </w:rPr>
        <w:t>Аброськін</w:t>
      </w:r>
      <w:r w:rsidRPr="002671A5">
        <w:rPr>
          <w:sz w:val="28"/>
        </w:rPr>
        <w:t>).</w:t>
      </w:r>
    </w:p>
    <w:p w:rsidR="00E721B2" w:rsidRPr="002671A5" w:rsidRDefault="00E721B2" w:rsidP="00580FFE">
      <w:pPr>
        <w:ind w:firstLine="708"/>
        <w:jc w:val="both"/>
        <w:rPr>
          <w:sz w:val="28"/>
        </w:rPr>
      </w:pPr>
    </w:p>
    <w:p w:rsidR="00E721B2" w:rsidRPr="002671A5" w:rsidRDefault="00E721B2" w:rsidP="00580FFE">
      <w:pPr>
        <w:tabs>
          <w:tab w:val="left" w:pos="1418"/>
        </w:tabs>
        <w:ind w:firstLine="708"/>
        <w:jc w:val="both"/>
        <w:rPr>
          <w:sz w:val="28"/>
        </w:rPr>
      </w:pPr>
      <w:r w:rsidRPr="002671A5">
        <w:rPr>
          <w:sz w:val="28"/>
        </w:rPr>
        <w:t>4.     Контроль за виконанням рішення покласти на першого заступника міського голови Савченко Т.М.</w:t>
      </w:r>
    </w:p>
    <w:p w:rsidR="00E721B2" w:rsidRPr="002671A5" w:rsidRDefault="00E721B2" w:rsidP="00580FFE">
      <w:pPr>
        <w:ind w:firstLine="708"/>
        <w:jc w:val="both"/>
        <w:rPr>
          <w:sz w:val="28"/>
        </w:rPr>
      </w:pPr>
    </w:p>
    <w:p w:rsidR="00E721B2" w:rsidRPr="002671A5" w:rsidRDefault="00E721B2" w:rsidP="00580FFE">
      <w:pPr>
        <w:ind w:firstLine="708"/>
        <w:jc w:val="both"/>
        <w:rPr>
          <w:sz w:val="28"/>
        </w:rPr>
      </w:pPr>
    </w:p>
    <w:p w:rsidR="00E721B2" w:rsidRPr="002671A5" w:rsidRDefault="00E721B2" w:rsidP="00956B61">
      <w:pPr>
        <w:ind w:firstLine="708"/>
        <w:jc w:val="both"/>
        <w:rPr>
          <w:b/>
          <w:sz w:val="28"/>
          <w:szCs w:val="28"/>
        </w:rPr>
      </w:pPr>
      <w:r w:rsidRPr="002671A5">
        <w:rPr>
          <w:b/>
          <w:sz w:val="28"/>
          <w:szCs w:val="28"/>
        </w:rPr>
        <w:t>Міський голова                                                                        О.О. РЕВА</w:t>
      </w:r>
    </w:p>
    <w:p w:rsidR="00E721B2" w:rsidRPr="002671A5" w:rsidRDefault="00E721B2" w:rsidP="00520A60">
      <w:pPr>
        <w:jc w:val="center"/>
        <w:rPr>
          <w:b/>
          <w:sz w:val="28"/>
          <w:szCs w:val="28"/>
        </w:rPr>
      </w:pPr>
    </w:p>
    <w:p w:rsidR="00E721B2" w:rsidRPr="002671A5" w:rsidRDefault="00E721B2" w:rsidP="00D843C9">
      <w:pPr>
        <w:rPr>
          <w:sz w:val="24"/>
        </w:rPr>
      </w:pPr>
    </w:p>
    <w:p w:rsidR="00E721B2" w:rsidRPr="002671A5" w:rsidRDefault="00E721B2" w:rsidP="00D843C9">
      <w:pPr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Pr="002671A5" w:rsidRDefault="00E721B2" w:rsidP="00350E9C">
      <w:pPr>
        <w:ind w:left="5954"/>
        <w:rPr>
          <w:sz w:val="28"/>
          <w:szCs w:val="28"/>
        </w:rPr>
      </w:pPr>
    </w:p>
    <w:p w:rsidR="00E721B2" w:rsidRDefault="00E721B2" w:rsidP="00862215">
      <w:pPr>
        <w:ind w:left="6237"/>
        <w:rPr>
          <w:sz w:val="28"/>
          <w:szCs w:val="28"/>
        </w:rPr>
      </w:pPr>
    </w:p>
    <w:p w:rsidR="00E721B2" w:rsidRPr="002671A5" w:rsidRDefault="00E721B2" w:rsidP="00862215">
      <w:pPr>
        <w:ind w:left="6237"/>
        <w:rPr>
          <w:sz w:val="28"/>
          <w:szCs w:val="28"/>
        </w:rPr>
      </w:pPr>
      <w:r w:rsidRPr="002671A5">
        <w:rPr>
          <w:sz w:val="28"/>
          <w:szCs w:val="28"/>
        </w:rPr>
        <w:t>УХВАЛЕНО</w:t>
      </w:r>
    </w:p>
    <w:p w:rsidR="00E721B2" w:rsidRPr="002671A5" w:rsidRDefault="00E721B2" w:rsidP="00862215">
      <w:pPr>
        <w:ind w:left="6237"/>
        <w:rPr>
          <w:sz w:val="28"/>
          <w:szCs w:val="28"/>
        </w:rPr>
      </w:pPr>
      <w:r w:rsidRPr="002671A5">
        <w:rPr>
          <w:sz w:val="28"/>
          <w:szCs w:val="28"/>
        </w:rPr>
        <w:t>Рішення виконкому</w:t>
      </w:r>
    </w:p>
    <w:p w:rsidR="00E721B2" w:rsidRPr="002671A5" w:rsidRDefault="00E721B2" w:rsidP="00862215">
      <w:pPr>
        <w:ind w:left="6237"/>
        <w:rPr>
          <w:sz w:val="28"/>
          <w:szCs w:val="28"/>
        </w:rPr>
      </w:pPr>
      <w:r w:rsidRPr="002671A5">
        <w:rPr>
          <w:sz w:val="28"/>
          <w:szCs w:val="28"/>
        </w:rPr>
        <w:t>Артемівської міської ради</w:t>
      </w:r>
    </w:p>
    <w:p w:rsidR="00E721B2" w:rsidRPr="002671A5" w:rsidRDefault="00E721B2" w:rsidP="00862215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13.04.2016 </w:t>
      </w:r>
      <w:r w:rsidRPr="002671A5">
        <w:rPr>
          <w:sz w:val="28"/>
          <w:szCs w:val="28"/>
        </w:rPr>
        <w:t>№</w:t>
      </w:r>
      <w:r>
        <w:rPr>
          <w:sz w:val="28"/>
          <w:szCs w:val="28"/>
        </w:rPr>
        <w:t xml:space="preserve"> 80</w:t>
      </w:r>
    </w:p>
    <w:p w:rsidR="00E721B2" w:rsidRPr="002671A5" w:rsidRDefault="00E721B2" w:rsidP="00862215">
      <w:pPr>
        <w:ind w:left="5954"/>
        <w:rPr>
          <w:sz w:val="28"/>
          <w:szCs w:val="28"/>
        </w:rPr>
      </w:pPr>
    </w:p>
    <w:p w:rsidR="00E721B2" w:rsidRPr="002671A5" w:rsidRDefault="00E721B2" w:rsidP="00862215">
      <w:pPr>
        <w:spacing w:line="360" w:lineRule="auto"/>
        <w:ind w:left="6804"/>
        <w:rPr>
          <w:b/>
          <w:bCs/>
          <w:sz w:val="28"/>
          <w:szCs w:val="28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40"/>
          <w:szCs w:val="40"/>
        </w:rPr>
      </w:pPr>
      <w:r w:rsidRPr="002671A5">
        <w:rPr>
          <w:b/>
          <w:bCs/>
          <w:sz w:val="40"/>
          <w:szCs w:val="40"/>
        </w:rPr>
        <w:t>ПРОЕКТ</w:t>
      </w: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40"/>
          <w:szCs w:val="40"/>
        </w:rPr>
      </w:pPr>
      <w:r w:rsidRPr="002671A5">
        <w:rPr>
          <w:b/>
          <w:bCs/>
          <w:sz w:val="40"/>
          <w:szCs w:val="40"/>
        </w:rPr>
        <w:t>ПРОГРАМИ</w:t>
      </w: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40"/>
          <w:szCs w:val="40"/>
        </w:rPr>
      </w:pPr>
      <w:r w:rsidRPr="002671A5">
        <w:rPr>
          <w:b/>
          <w:bCs/>
          <w:sz w:val="40"/>
          <w:szCs w:val="40"/>
        </w:rPr>
        <w:t xml:space="preserve">посилення охорони публічної безпеки і боротьби зі злочинністю на території </w:t>
      </w:r>
      <w:r>
        <w:rPr>
          <w:b/>
          <w:bCs/>
          <w:sz w:val="40"/>
          <w:szCs w:val="40"/>
        </w:rPr>
        <w:t>Бахмутської</w:t>
      </w:r>
      <w:r w:rsidRPr="002671A5">
        <w:rPr>
          <w:b/>
          <w:bCs/>
          <w:sz w:val="40"/>
          <w:szCs w:val="40"/>
        </w:rPr>
        <w:t xml:space="preserve"> міської ради «Правопорядок 2016-2017»</w:t>
      </w: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36"/>
          <w:szCs w:val="36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36"/>
          <w:szCs w:val="36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36"/>
          <w:szCs w:val="36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36"/>
          <w:szCs w:val="36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36"/>
          <w:szCs w:val="36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36"/>
          <w:szCs w:val="36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36"/>
          <w:szCs w:val="36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  <w:r w:rsidRPr="002671A5">
        <w:rPr>
          <w:b/>
          <w:bCs/>
          <w:sz w:val="28"/>
          <w:szCs w:val="28"/>
        </w:rPr>
        <w:t xml:space="preserve">м. </w:t>
      </w:r>
      <w:r>
        <w:rPr>
          <w:b/>
          <w:bCs/>
          <w:sz w:val="28"/>
          <w:szCs w:val="28"/>
        </w:rPr>
        <w:t>Бахмут</w:t>
      </w:r>
    </w:p>
    <w:p w:rsidR="00E721B2" w:rsidRPr="002671A5" w:rsidRDefault="00E721B2" w:rsidP="00862215">
      <w:pPr>
        <w:spacing w:line="360" w:lineRule="auto"/>
        <w:jc w:val="center"/>
        <w:rPr>
          <w:b/>
          <w:bCs/>
          <w:sz w:val="28"/>
          <w:szCs w:val="28"/>
        </w:rPr>
      </w:pPr>
      <w:r w:rsidRPr="002671A5">
        <w:rPr>
          <w:b/>
          <w:bCs/>
          <w:sz w:val="28"/>
          <w:szCs w:val="28"/>
        </w:rPr>
        <w:t xml:space="preserve"> 2016</w:t>
      </w:r>
    </w:p>
    <w:p w:rsidR="00E721B2" w:rsidRPr="002671A5" w:rsidRDefault="00E721B2" w:rsidP="00862215">
      <w:pPr>
        <w:pStyle w:val="Heading1"/>
        <w:spacing w:before="0" w:after="0" w:line="360" w:lineRule="auto"/>
        <w:rPr>
          <w:sz w:val="28"/>
          <w:szCs w:val="28"/>
        </w:rPr>
      </w:pPr>
      <w:bookmarkStart w:id="0" w:name="_Toc254971948"/>
      <w:r w:rsidRPr="002671A5">
        <w:rPr>
          <w:sz w:val="28"/>
          <w:szCs w:val="28"/>
        </w:rPr>
        <w:t>ЗМІСТ</w:t>
      </w:r>
    </w:p>
    <w:p w:rsidR="00E721B2" w:rsidRPr="002671A5" w:rsidRDefault="00E721B2" w:rsidP="00862215">
      <w:pPr>
        <w:spacing w:line="360" w:lineRule="auto"/>
        <w:rPr>
          <w:sz w:val="28"/>
          <w:szCs w:val="28"/>
        </w:rPr>
      </w:pPr>
      <w:r w:rsidRPr="002671A5">
        <w:rPr>
          <w:sz w:val="28"/>
          <w:szCs w:val="28"/>
        </w:rPr>
        <w:t>ПАСПОРТ…………………………………………………………………………5</w:t>
      </w:r>
    </w:p>
    <w:p w:rsidR="00E721B2" w:rsidRPr="002671A5" w:rsidRDefault="00E721B2" w:rsidP="00862215">
      <w:pPr>
        <w:spacing w:line="360" w:lineRule="auto"/>
        <w:rPr>
          <w:sz w:val="28"/>
          <w:szCs w:val="28"/>
        </w:rPr>
      </w:pPr>
      <w:r w:rsidRPr="002671A5">
        <w:rPr>
          <w:sz w:val="28"/>
          <w:szCs w:val="28"/>
        </w:rPr>
        <w:t>ВСТУП………………………………………………………………………….... 6</w:t>
      </w:r>
    </w:p>
    <w:p w:rsidR="00E721B2" w:rsidRPr="002671A5" w:rsidRDefault="00E721B2" w:rsidP="00862215">
      <w:pPr>
        <w:spacing w:line="360" w:lineRule="auto"/>
        <w:rPr>
          <w:sz w:val="28"/>
          <w:szCs w:val="28"/>
        </w:rPr>
      </w:pPr>
      <w:r w:rsidRPr="002671A5">
        <w:rPr>
          <w:b/>
          <w:bCs/>
          <w:sz w:val="28"/>
          <w:szCs w:val="28"/>
        </w:rPr>
        <w:t>Розділ 1. Мета, основні завдання і напрямки Програми</w:t>
      </w:r>
      <w:r w:rsidRPr="002671A5">
        <w:rPr>
          <w:sz w:val="28"/>
          <w:szCs w:val="28"/>
        </w:rPr>
        <w:t>…………………   6</w:t>
      </w:r>
    </w:p>
    <w:p w:rsidR="00E721B2" w:rsidRPr="002671A5" w:rsidRDefault="00E721B2" w:rsidP="00862215">
      <w:pPr>
        <w:spacing w:line="360" w:lineRule="auto"/>
        <w:rPr>
          <w:sz w:val="28"/>
          <w:szCs w:val="28"/>
        </w:rPr>
      </w:pPr>
      <w:r w:rsidRPr="002671A5">
        <w:rPr>
          <w:sz w:val="28"/>
          <w:szCs w:val="28"/>
        </w:rPr>
        <w:t>1.1. Мета Програми……………………………………………………………… 6</w:t>
      </w:r>
    </w:p>
    <w:p w:rsidR="00E721B2" w:rsidRPr="002671A5" w:rsidRDefault="00E721B2" w:rsidP="00862215">
      <w:pPr>
        <w:spacing w:line="360" w:lineRule="auto"/>
        <w:rPr>
          <w:sz w:val="28"/>
          <w:szCs w:val="28"/>
        </w:rPr>
      </w:pPr>
      <w:r w:rsidRPr="002671A5">
        <w:rPr>
          <w:sz w:val="28"/>
          <w:szCs w:val="28"/>
        </w:rPr>
        <w:t xml:space="preserve">1.2. Основні завдання Програми………………………………….. …………….6 </w:t>
      </w:r>
    </w:p>
    <w:p w:rsidR="00E721B2" w:rsidRPr="002671A5" w:rsidRDefault="00E721B2" w:rsidP="00862215">
      <w:pPr>
        <w:spacing w:line="360" w:lineRule="auto"/>
        <w:rPr>
          <w:sz w:val="28"/>
          <w:szCs w:val="28"/>
        </w:rPr>
      </w:pPr>
      <w:r w:rsidRPr="002671A5">
        <w:rPr>
          <w:sz w:val="28"/>
          <w:szCs w:val="28"/>
        </w:rPr>
        <w:t xml:space="preserve">1.3. Основні напрямки…………………………………………………………….6  </w:t>
      </w:r>
    </w:p>
    <w:p w:rsidR="00E721B2" w:rsidRPr="002671A5" w:rsidRDefault="00E721B2" w:rsidP="00862215">
      <w:pPr>
        <w:spacing w:line="360" w:lineRule="auto"/>
        <w:rPr>
          <w:sz w:val="28"/>
          <w:szCs w:val="28"/>
        </w:rPr>
      </w:pPr>
      <w:r w:rsidRPr="002671A5">
        <w:rPr>
          <w:b/>
          <w:bCs/>
          <w:sz w:val="28"/>
          <w:szCs w:val="28"/>
        </w:rPr>
        <w:t>Розділ 2. Очікувані результати та фінансове забезпечення Програми</w:t>
      </w:r>
      <w:r w:rsidRPr="002671A5">
        <w:rPr>
          <w:sz w:val="28"/>
          <w:szCs w:val="28"/>
        </w:rPr>
        <w:t>….. 7</w:t>
      </w:r>
    </w:p>
    <w:p w:rsidR="00E721B2" w:rsidRPr="002671A5" w:rsidRDefault="00E721B2" w:rsidP="00862215">
      <w:pPr>
        <w:spacing w:line="360" w:lineRule="auto"/>
        <w:rPr>
          <w:sz w:val="28"/>
          <w:szCs w:val="28"/>
        </w:rPr>
      </w:pPr>
      <w:r w:rsidRPr="002671A5">
        <w:rPr>
          <w:sz w:val="28"/>
          <w:szCs w:val="28"/>
        </w:rPr>
        <w:t>2.1. Очікувані р</w:t>
      </w:r>
      <w:r>
        <w:rPr>
          <w:sz w:val="28"/>
          <w:szCs w:val="28"/>
        </w:rPr>
        <w:t>езультати…………… …………………………………………...</w:t>
      </w:r>
      <w:r w:rsidRPr="002671A5">
        <w:rPr>
          <w:sz w:val="28"/>
          <w:szCs w:val="28"/>
        </w:rPr>
        <w:t>7</w:t>
      </w:r>
    </w:p>
    <w:p w:rsidR="00E721B2" w:rsidRPr="002671A5" w:rsidRDefault="00E721B2" w:rsidP="00862215">
      <w:pPr>
        <w:tabs>
          <w:tab w:val="left" w:pos="9781"/>
        </w:tabs>
        <w:spacing w:line="360" w:lineRule="auto"/>
        <w:rPr>
          <w:sz w:val="28"/>
          <w:szCs w:val="28"/>
        </w:rPr>
      </w:pPr>
      <w:r w:rsidRPr="002671A5">
        <w:rPr>
          <w:sz w:val="28"/>
          <w:szCs w:val="28"/>
        </w:rPr>
        <w:t>2.2. Фінансове з</w:t>
      </w:r>
      <w:r>
        <w:rPr>
          <w:sz w:val="28"/>
          <w:szCs w:val="28"/>
        </w:rPr>
        <w:t>абезпечення………………………………………………………</w:t>
      </w:r>
      <w:r w:rsidRPr="002671A5">
        <w:rPr>
          <w:sz w:val="28"/>
          <w:szCs w:val="28"/>
        </w:rPr>
        <w:t>7</w:t>
      </w:r>
    </w:p>
    <w:p w:rsidR="00E721B2" w:rsidRPr="002671A5" w:rsidRDefault="00E721B2" w:rsidP="001E1B50">
      <w:pPr>
        <w:tabs>
          <w:tab w:val="left" w:pos="9520"/>
        </w:tabs>
        <w:spacing w:line="360" w:lineRule="auto"/>
        <w:ind w:right="-21"/>
        <w:rPr>
          <w:b/>
          <w:bCs/>
          <w:sz w:val="28"/>
          <w:szCs w:val="28"/>
        </w:rPr>
      </w:pPr>
      <w:r w:rsidRPr="002671A5">
        <w:rPr>
          <w:b/>
          <w:bCs/>
          <w:sz w:val="28"/>
          <w:szCs w:val="28"/>
        </w:rPr>
        <w:t xml:space="preserve">Розділ 3. Заходи Програми посилення охорони публічної безпеки і боротьби зі злочинністю на території </w:t>
      </w:r>
      <w:r>
        <w:rPr>
          <w:b/>
          <w:bCs/>
          <w:sz w:val="28"/>
          <w:szCs w:val="28"/>
        </w:rPr>
        <w:t>Бахмутської</w:t>
      </w:r>
      <w:r w:rsidRPr="002671A5">
        <w:rPr>
          <w:b/>
          <w:bCs/>
          <w:sz w:val="28"/>
          <w:szCs w:val="28"/>
        </w:rPr>
        <w:t xml:space="preserve"> міської ради «Правопорядок 2016-2017»</w:t>
      </w:r>
      <w:r w:rsidRPr="002671A5">
        <w:rPr>
          <w:sz w:val="28"/>
          <w:szCs w:val="28"/>
        </w:rPr>
        <w:t>………………………………………………….....</w:t>
      </w:r>
      <w:r>
        <w:rPr>
          <w:sz w:val="28"/>
          <w:szCs w:val="28"/>
        </w:rPr>
        <w:t>................................</w:t>
      </w:r>
      <w:r w:rsidRPr="002671A5">
        <w:rPr>
          <w:sz w:val="28"/>
          <w:szCs w:val="28"/>
        </w:rPr>
        <w:t>8</w:t>
      </w:r>
    </w:p>
    <w:p w:rsidR="00E721B2" w:rsidRPr="002671A5" w:rsidRDefault="00E721B2" w:rsidP="00862215">
      <w:pPr>
        <w:tabs>
          <w:tab w:val="left" w:pos="9781"/>
        </w:tabs>
      </w:pPr>
    </w:p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/>
    <w:p w:rsidR="00E721B2" w:rsidRPr="002671A5" w:rsidRDefault="00E721B2" w:rsidP="00862215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uk-UA"/>
        </w:rPr>
      </w:pPr>
      <w:r w:rsidRPr="002671A5">
        <w:rPr>
          <w:rStyle w:val="Strong"/>
          <w:sz w:val="28"/>
          <w:szCs w:val="28"/>
          <w:lang w:val="uk-UA"/>
        </w:rPr>
        <w:t xml:space="preserve">ПАСПОРТ </w:t>
      </w:r>
    </w:p>
    <w:p w:rsidR="00E721B2" w:rsidRPr="002671A5" w:rsidRDefault="00E721B2" w:rsidP="00862215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uk-UA"/>
        </w:rPr>
      </w:pPr>
    </w:p>
    <w:p w:rsidR="00E721B2" w:rsidRPr="002671A5" w:rsidRDefault="00E721B2" w:rsidP="00862215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671A5">
        <w:rPr>
          <w:b/>
          <w:bCs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на території </w:t>
      </w:r>
      <w:r>
        <w:rPr>
          <w:b/>
          <w:bCs/>
          <w:sz w:val="28"/>
          <w:szCs w:val="28"/>
          <w:lang w:val="uk-UA"/>
        </w:rPr>
        <w:t>Бахмутської</w:t>
      </w:r>
      <w:r w:rsidRPr="002671A5">
        <w:rPr>
          <w:b/>
          <w:bCs/>
          <w:sz w:val="28"/>
          <w:szCs w:val="28"/>
          <w:lang w:val="uk-UA"/>
        </w:rPr>
        <w:t xml:space="preserve"> міської ради «Правопорядок 2016-2017»</w:t>
      </w:r>
    </w:p>
    <w:p w:rsidR="00E721B2" w:rsidRPr="002671A5" w:rsidRDefault="00E721B2" w:rsidP="00862215">
      <w:pPr>
        <w:pStyle w:val="NormalWeb"/>
        <w:spacing w:before="0" w:beforeAutospacing="0" w:after="0" w:afterAutospacing="0"/>
        <w:jc w:val="center"/>
        <w:rPr>
          <w:rStyle w:val="Strong"/>
          <w:b w:val="0"/>
          <w:bCs w:val="0"/>
          <w:sz w:val="28"/>
          <w:szCs w:val="28"/>
          <w:lang w:val="uk-UA"/>
        </w:rPr>
      </w:pP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840"/>
        <w:jc w:val="both"/>
        <w:rPr>
          <w:b/>
          <w:bCs/>
          <w:sz w:val="28"/>
          <w:szCs w:val="28"/>
          <w:lang w:val="uk-UA"/>
        </w:rPr>
      </w:pPr>
      <w:r w:rsidRPr="002671A5">
        <w:rPr>
          <w:rStyle w:val="Strong"/>
          <w:sz w:val="28"/>
          <w:szCs w:val="28"/>
          <w:lang w:val="uk-UA"/>
        </w:rPr>
        <w:t xml:space="preserve">1. Назва Програми: </w:t>
      </w:r>
      <w:r w:rsidRPr="002671A5">
        <w:rPr>
          <w:b/>
          <w:bCs/>
          <w:sz w:val="28"/>
          <w:szCs w:val="28"/>
          <w:lang w:val="uk-UA"/>
        </w:rPr>
        <w:t xml:space="preserve"> </w:t>
      </w:r>
      <w:r w:rsidRPr="002671A5">
        <w:rPr>
          <w:sz w:val="28"/>
          <w:szCs w:val="28"/>
          <w:lang w:val="uk-UA"/>
        </w:rPr>
        <w:t xml:space="preserve">Програма посилення охорони публічної безпеки і боротьби зі злочинністю на території </w:t>
      </w:r>
      <w:r>
        <w:rPr>
          <w:sz w:val="28"/>
          <w:szCs w:val="28"/>
          <w:lang w:val="uk-UA"/>
        </w:rPr>
        <w:t>Бахмутської</w:t>
      </w:r>
      <w:r w:rsidRPr="002671A5">
        <w:rPr>
          <w:sz w:val="28"/>
          <w:szCs w:val="28"/>
          <w:lang w:val="uk-UA"/>
        </w:rPr>
        <w:t xml:space="preserve"> міської ради «Правопорядок 2016-2017»</w:t>
      </w: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840"/>
        <w:jc w:val="both"/>
        <w:rPr>
          <w:rStyle w:val="Strong"/>
          <w:b w:val="0"/>
          <w:bCs w:val="0"/>
          <w:sz w:val="28"/>
          <w:szCs w:val="28"/>
          <w:lang w:val="uk-UA"/>
        </w:rPr>
      </w:pPr>
    </w:p>
    <w:p w:rsidR="00E721B2" w:rsidRPr="002671A5" w:rsidRDefault="00E721B2" w:rsidP="00862215">
      <w:pPr>
        <w:ind w:firstLine="840"/>
        <w:jc w:val="both"/>
        <w:rPr>
          <w:sz w:val="28"/>
          <w:szCs w:val="28"/>
        </w:rPr>
      </w:pPr>
      <w:r w:rsidRPr="002671A5">
        <w:rPr>
          <w:rStyle w:val="Strong"/>
          <w:sz w:val="28"/>
          <w:szCs w:val="28"/>
        </w:rPr>
        <w:t>2.  Правове забезпечення Програми</w:t>
      </w:r>
      <w:r w:rsidRPr="002671A5">
        <w:rPr>
          <w:rStyle w:val="Strong"/>
          <w:b w:val="0"/>
          <w:bCs w:val="0"/>
          <w:sz w:val="28"/>
          <w:szCs w:val="28"/>
        </w:rPr>
        <w:t xml:space="preserve">: </w:t>
      </w:r>
      <w:r w:rsidRPr="002671A5">
        <w:rPr>
          <w:sz w:val="28"/>
          <w:szCs w:val="28"/>
        </w:rPr>
        <w:t>Закони України: від 21.05.97 №280/97-ВР «Про місцеве самоврядування в Україні» із внесеними д</w:t>
      </w:r>
      <w:r>
        <w:rPr>
          <w:sz w:val="28"/>
          <w:szCs w:val="28"/>
        </w:rPr>
        <w:t>о нього змінами, від 22.06.2000</w:t>
      </w:r>
      <w:r w:rsidRPr="002671A5">
        <w:rPr>
          <w:sz w:val="28"/>
          <w:szCs w:val="28"/>
        </w:rPr>
        <w:t xml:space="preserve"> №1835-III «Про участь громадян в охороні громадського порядку і державного кордону» із внесеними до нього змінами,</w:t>
      </w:r>
      <w:r w:rsidRPr="002671A5">
        <w:t xml:space="preserve"> </w:t>
      </w:r>
      <w:r>
        <w:rPr>
          <w:sz w:val="28"/>
          <w:szCs w:val="28"/>
        </w:rPr>
        <w:t xml:space="preserve">від 19.06.2003 </w:t>
      </w:r>
      <w:r w:rsidRPr="002671A5">
        <w:rPr>
          <w:sz w:val="28"/>
          <w:szCs w:val="28"/>
        </w:rPr>
        <w:t>№ 964-IV «Про основи національної безпеки України» із внесеними д</w:t>
      </w:r>
      <w:r>
        <w:rPr>
          <w:sz w:val="28"/>
          <w:szCs w:val="28"/>
        </w:rPr>
        <w:t>о нього змінами, від 14.10.2014</w:t>
      </w:r>
      <w:r w:rsidRPr="002671A5">
        <w:rPr>
          <w:sz w:val="28"/>
          <w:szCs w:val="28"/>
        </w:rPr>
        <w:t xml:space="preserve"> № 1700-VII «Про запобігання корупції»</w:t>
      </w:r>
      <w:r>
        <w:rPr>
          <w:sz w:val="28"/>
          <w:szCs w:val="28"/>
        </w:rPr>
        <w:t xml:space="preserve"> із внесеними до нього змінами,</w:t>
      </w:r>
      <w:r w:rsidRPr="002671A5">
        <w:rPr>
          <w:sz w:val="28"/>
          <w:szCs w:val="28"/>
        </w:rPr>
        <w:t xml:space="preserve"> від 02.07.2015 № 580-VIII «Про Національну поліцію» із внесеними до нього змінами.</w:t>
      </w:r>
    </w:p>
    <w:p w:rsidR="00E721B2" w:rsidRPr="002671A5" w:rsidRDefault="00E721B2" w:rsidP="00862215">
      <w:pPr>
        <w:ind w:firstLine="840"/>
        <w:jc w:val="both"/>
        <w:rPr>
          <w:sz w:val="28"/>
          <w:szCs w:val="28"/>
        </w:rPr>
      </w:pPr>
    </w:p>
    <w:p w:rsidR="00E721B2" w:rsidRPr="002671A5" w:rsidRDefault="00E721B2" w:rsidP="00862215">
      <w:pPr>
        <w:ind w:firstLine="840"/>
        <w:jc w:val="both"/>
        <w:rPr>
          <w:sz w:val="28"/>
          <w:szCs w:val="28"/>
        </w:rPr>
      </w:pPr>
      <w:r w:rsidRPr="002671A5">
        <w:rPr>
          <w:rStyle w:val="Strong"/>
          <w:sz w:val="28"/>
          <w:szCs w:val="28"/>
        </w:rPr>
        <w:t>3. Розробник Програми</w:t>
      </w:r>
      <w:r w:rsidRPr="002671A5">
        <w:rPr>
          <w:rStyle w:val="Strong"/>
          <w:b w:val="0"/>
          <w:bCs w:val="0"/>
          <w:sz w:val="28"/>
          <w:szCs w:val="28"/>
        </w:rPr>
        <w:t>:</w:t>
      </w:r>
      <w:r w:rsidRPr="002671A5">
        <w:rPr>
          <w:rStyle w:val="Strong"/>
          <w:sz w:val="28"/>
          <w:szCs w:val="28"/>
        </w:rPr>
        <w:t xml:space="preserve">  </w:t>
      </w:r>
      <w:r>
        <w:rPr>
          <w:sz w:val="28"/>
          <w:szCs w:val="28"/>
        </w:rPr>
        <w:t>Головне</w:t>
      </w:r>
      <w:r w:rsidRPr="002671A5">
        <w:rPr>
          <w:sz w:val="28"/>
          <w:szCs w:val="28"/>
        </w:rPr>
        <w:t xml:space="preserve"> Управління Національної поліції в Донецькій області</w:t>
      </w:r>
      <w:r>
        <w:rPr>
          <w:sz w:val="28"/>
          <w:szCs w:val="28"/>
        </w:rPr>
        <w:t xml:space="preserve">, Бахмутський міський </w:t>
      </w:r>
      <w:r>
        <w:rPr>
          <w:rStyle w:val="2"/>
          <w:sz w:val="28"/>
          <w:szCs w:val="28"/>
        </w:rPr>
        <w:t>відділ Управління СБ</w:t>
      </w:r>
      <w:r w:rsidRPr="00702E9A">
        <w:rPr>
          <w:rStyle w:val="2"/>
          <w:sz w:val="28"/>
          <w:szCs w:val="28"/>
        </w:rPr>
        <w:t xml:space="preserve"> України в Донецькій області</w:t>
      </w:r>
      <w:r w:rsidRPr="002671A5">
        <w:rPr>
          <w:sz w:val="28"/>
          <w:szCs w:val="28"/>
        </w:rPr>
        <w:t>.</w:t>
      </w:r>
    </w:p>
    <w:p w:rsidR="00E721B2" w:rsidRPr="002671A5" w:rsidRDefault="00E721B2" w:rsidP="00862215">
      <w:pPr>
        <w:ind w:firstLine="840"/>
        <w:jc w:val="both"/>
        <w:rPr>
          <w:sz w:val="28"/>
          <w:szCs w:val="28"/>
        </w:rPr>
      </w:pPr>
    </w:p>
    <w:p w:rsidR="00E721B2" w:rsidRDefault="00E721B2" w:rsidP="00862215">
      <w:pPr>
        <w:pStyle w:val="NormalWeb"/>
        <w:spacing w:before="0" w:beforeAutospacing="0" w:after="0" w:afterAutospacing="0"/>
        <w:ind w:firstLine="840"/>
        <w:jc w:val="both"/>
        <w:rPr>
          <w:sz w:val="28"/>
          <w:szCs w:val="28"/>
          <w:lang w:val="uk-UA"/>
        </w:rPr>
      </w:pPr>
      <w:r w:rsidRPr="002671A5">
        <w:rPr>
          <w:rStyle w:val="Strong"/>
          <w:sz w:val="28"/>
          <w:szCs w:val="28"/>
          <w:lang w:val="uk-UA"/>
        </w:rPr>
        <w:t>4.</w:t>
      </w:r>
      <w:r w:rsidRPr="002671A5">
        <w:rPr>
          <w:rStyle w:val="Strong"/>
          <w:b w:val="0"/>
          <w:bCs w:val="0"/>
          <w:sz w:val="28"/>
          <w:szCs w:val="28"/>
          <w:lang w:val="uk-UA"/>
        </w:rPr>
        <w:t xml:space="preserve"> </w:t>
      </w:r>
      <w:r w:rsidRPr="002671A5">
        <w:rPr>
          <w:rStyle w:val="Strong"/>
          <w:sz w:val="28"/>
          <w:szCs w:val="28"/>
          <w:lang w:val="uk-UA"/>
        </w:rPr>
        <w:t>Мета та основні задачі Програми</w:t>
      </w:r>
      <w:r w:rsidRPr="002671A5">
        <w:rPr>
          <w:rStyle w:val="Strong"/>
          <w:b w:val="0"/>
          <w:bCs w:val="0"/>
          <w:sz w:val="28"/>
          <w:szCs w:val="28"/>
          <w:lang w:val="uk-UA"/>
        </w:rPr>
        <w:t xml:space="preserve">: </w:t>
      </w:r>
      <w:r w:rsidRPr="002671A5">
        <w:rPr>
          <w:sz w:val="28"/>
          <w:szCs w:val="28"/>
          <w:lang w:val="uk-UA"/>
        </w:rPr>
        <w:t>забезпечення публічної безпеки і порядку, охорони прав і свобод людини та протидії злочинності</w:t>
      </w:r>
      <w:r>
        <w:rPr>
          <w:sz w:val="28"/>
          <w:szCs w:val="28"/>
          <w:lang w:val="uk-UA"/>
        </w:rPr>
        <w:t>,</w:t>
      </w:r>
      <w:r w:rsidRPr="002671A5">
        <w:rPr>
          <w:sz w:val="28"/>
          <w:szCs w:val="28"/>
          <w:lang w:val="uk-UA"/>
        </w:rPr>
        <w:t xml:space="preserve"> </w:t>
      </w:r>
      <w:r w:rsidRPr="00702E9A">
        <w:rPr>
          <w:sz w:val="28"/>
          <w:szCs w:val="28"/>
          <w:lang w:val="uk-UA"/>
        </w:rPr>
        <w:t xml:space="preserve">удосконалення роботи місцевих правоохоронних органів, територіальних органів державної влади та органів місцевого самоврядування </w:t>
      </w:r>
      <w:r>
        <w:rPr>
          <w:rStyle w:val="2"/>
          <w:sz w:val="28"/>
          <w:szCs w:val="28"/>
        </w:rPr>
        <w:t xml:space="preserve">щодо </w:t>
      </w:r>
      <w:r w:rsidRPr="00702E9A">
        <w:rPr>
          <w:rStyle w:val="2"/>
          <w:sz w:val="28"/>
          <w:szCs w:val="28"/>
        </w:rPr>
        <w:t>зміцненн</w:t>
      </w:r>
      <w:r>
        <w:rPr>
          <w:rStyle w:val="2"/>
          <w:sz w:val="28"/>
          <w:szCs w:val="28"/>
        </w:rPr>
        <w:t>я</w:t>
      </w:r>
      <w:r w:rsidRPr="00702E9A">
        <w:rPr>
          <w:rStyle w:val="2"/>
          <w:sz w:val="28"/>
          <w:szCs w:val="28"/>
        </w:rPr>
        <w:t xml:space="preserve"> правопорядку</w:t>
      </w:r>
      <w:r w:rsidRPr="002671A5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>Бахмутської</w:t>
      </w:r>
      <w:r w:rsidRPr="002671A5">
        <w:rPr>
          <w:sz w:val="28"/>
          <w:szCs w:val="28"/>
          <w:lang w:val="uk-UA"/>
        </w:rPr>
        <w:t xml:space="preserve"> міської ради.</w:t>
      </w: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840"/>
        <w:jc w:val="both"/>
        <w:rPr>
          <w:rStyle w:val="Strong"/>
          <w:sz w:val="28"/>
          <w:szCs w:val="28"/>
          <w:lang w:val="uk-UA"/>
        </w:rPr>
      </w:pP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840"/>
        <w:rPr>
          <w:rStyle w:val="Strong"/>
          <w:b w:val="0"/>
          <w:bCs w:val="0"/>
          <w:sz w:val="28"/>
          <w:szCs w:val="28"/>
          <w:lang w:val="uk-UA"/>
        </w:rPr>
      </w:pPr>
      <w:r w:rsidRPr="002671A5">
        <w:rPr>
          <w:rStyle w:val="Strong"/>
          <w:sz w:val="28"/>
          <w:szCs w:val="28"/>
          <w:lang w:val="uk-UA"/>
        </w:rPr>
        <w:t>5. Строки реалізації Програми</w:t>
      </w:r>
      <w:r w:rsidRPr="002671A5">
        <w:rPr>
          <w:rStyle w:val="Strong"/>
          <w:b w:val="0"/>
          <w:bCs w:val="0"/>
          <w:sz w:val="28"/>
          <w:szCs w:val="28"/>
          <w:lang w:val="uk-UA"/>
        </w:rPr>
        <w:t>:  2016 – 2017 роки.</w:t>
      </w: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840"/>
        <w:rPr>
          <w:rStyle w:val="Strong"/>
          <w:b w:val="0"/>
          <w:bCs w:val="0"/>
          <w:sz w:val="28"/>
          <w:szCs w:val="28"/>
          <w:lang w:val="uk-UA"/>
        </w:rPr>
      </w:pP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840"/>
        <w:jc w:val="both"/>
        <w:rPr>
          <w:rStyle w:val="Strong"/>
          <w:sz w:val="28"/>
          <w:szCs w:val="28"/>
          <w:lang w:val="uk-UA"/>
        </w:rPr>
      </w:pPr>
      <w:r w:rsidRPr="002671A5">
        <w:rPr>
          <w:rStyle w:val="Strong"/>
          <w:sz w:val="28"/>
          <w:szCs w:val="28"/>
          <w:lang w:val="uk-UA"/>
        </w:rPr>
        <w:t>6. Загальний обсяг фінансових ресурсів, необхідних для реалізації  Програми:</w:t>
      </w:r>
    </w:p>
    <w:p w:rsidR="00E721B2" w:rsidRPr="002671A5" w:rsidRDefault="00E721B2" w:rsidP="00862215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28"/>
        <w:gridCol w:w="1343"/>
        <w:gridCol w:w="1409"/>
        <w:gridCol w:w="1567"/>
      </w:tblGrid>
      <w:tr w:rsidR="00E721B2" w:rsidRPr="002671A5" w:rsidTr="00E677F6">
        <w:tc>
          <w:tcPr>
            <w:tcW w:w="5428" w:type="dxa"/>
            <w:vMerge w:val="restart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Заходи Програми</w:t>
            </w:r>
          </w:p>
        </w:tc>
        <w:tc>
          <w:tcPr>
            <w:tcW w:w="2752" w:type="dxa"/>
            <w:gridSpan w:val="2"/>
          </w:tcPr>
          <w:p w:rsidR="00E721B2" w:rsidRDefault="00E721B2" w:rsidP="00AC4032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 w:rsidRPr="002671A5">
              <w:rPr>
                <w:lang w:val="uk-UA"/>
              </w:rPr>
              <w:t>Міський бюджет</w:t>
            </w:r>
          </w:p>
          <w:p w:rsidR="00E721B2" w:rsidRPr="002671A5" w:rsidRDefault="00E721B2" w:rsidP="00AC4032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 w:rsidRPr="002671A5">
              <w:rPr>
                <w:lang w:val="uk-UA"/>
              </w:rPr>
              <w:t xml:space="preserve">Загальний обсяг фінансування </w:t>
            </w:r>
          </w:p>
          <w:p w:rsidR="00E721B2" w:rsidRPr="002671A5" w:rsidRDefault="00E721B2" w:rsidP="00862215">
            <w:pPr>
              <w:pStyle w:val="BodyTextIndent"/>
              <w:tabs>
                <w:tab w:val="left" w:pos="3117"/>
              </w:tabs>
              <w:ind w:left="0" w:firstLine="0"/>
              <w:jc w:val="center"/>
              <w:rPr>
                <w:lang w:val="uk-UA"/>
              </w:rPr>
            </w:pPr>
            <w:r w:rsidRPr="002671A5">
              <w:rPr>
                <w:lang w:val="uk-UA"/>
              </w:rPr>
              <w:t>(тис. грн.)</w:t>
            </w:r>
          </w:p>
        </w:tc>
        <w:tc>
          <w:tcPr>
            <w:tcW w:w="1567" w:type="dxa"/>
            <w:vMerge w:val="restart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 w:rsidRPr="002671A5">
              <w:rPr>
                <w:lang w:val="uk-UA"/>
              </w:rPr>
              <w:t>Всього (тис. грн.)</w:t>
            </w:r>
          </w:p>
        </w:tc>
      </w:tr>
      <w:tr w:rsidR="00E721B2" w:rsidRPr="002671A5" w:rsidTr="00E677F6">
        <w:tc>
          <w:tcPr>
            <w:tcW w:w="5428" w:type="dxa"/>
            <w:vMerge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firstLine="0"/>
              <w:rPr>
                <w:lang w:val="uk-UA"/>
              </w:rPr>
            </w:pPr>
          </w:p>
        </w:tc>
        <w:tc>
          <w:tcPr>
            <w:tcW w:w="1343" w:type="dxa"/>
          </w:tcPr>
          <w:p w:rsidR="00E721B2" w:rsidRPr="002671A5" w:rsidRDefault="00E721B2" w:rsidP="00E677F6">
            <w:pPr>
              <w:pStyle w:val="BodyTextIndent"/>
              <w:tabs>
                <w:tab w:val="left" w:pos="864"/>
              </w:tabs>
              <w:ind w:left="0" w:right="-108" w:firstLine="0"/>
              <w:jc w:val="center"/>
              <w:rPr>
                <w:lang w:val="uk-UA"/>
              </w:rPr>
            </w:pPr>
            <w:r w:rsidRPr="002671A5">
              <w:rPr>
                <w:lang w:val="uk-UA"/>
              </w:rPr>
              <w:t>2016</w:t>
            </w:r>
          </w:p>
        </w:tc>
        <w:tc>
          <w:tcPr>
            <w:tcW w:w="1409" w:type="dxa"/>
          </w:tcPr>
          <w:p w:rsidR="00E721B2" w:rsidRPr="002671A5" w:rsidRDefault="00E721B2" w:rsidP="00E677F6">
            <w:pPr>
              <w:pStyle w:val="BodyTextIndent"/>
              <w:tabs>
                <w:tab w:val="left" w:pos="3117"/>
              </w:tabs>
              <w:ind w:left="0" w:firstLine="0"/>
              <w:jc w:val="center"/>
              <w:rPr>
                <w:lang w:val="uk-UA"/>
              </w:rPr>
            </w:pPr>
            <w:r w:rsidRPr="002671A5">
              <w:rPr>
                <w:lang w:val="uk-UA"/>
              </w:rPr>
              <w:t>2017</w:t>
            </w:r>
          </w:p>
        </w:tc>
        <w:tc>
          <w:tcPr>
            <w:tcW w:w="1567" w:type="dxa"/>
            <w:vMerge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firstLine="0"/>
              <w:rPr>
                <w:lang w:val="uk-UA"/>
              </w:rPr>
            </w:pPr>
          </w:p>
        </w:tc>
      </w:tr>
      <w:tr w:rsidR="00E721B2" w:rsidRPr="002671A5" w:rsidTr="00E677F6">
        <w:trPr>
          <w:trHeight w:val="1297"/>
        </w:trPr>
        <w:tc>
          <w:tcPr>
            <w:tcW w:w="5428" w:type="dxa"/>
          </w:tcPr>
          <w:p w:rsidR="00E721B2" w:rsidRPr="002671A5" w:rsidRDefault="00E721B2" w:rsidP="00141719">
            <w:pPr>
              <w:pStyle w:val="BodyTextIndent"/>
              <w:ind w:left="0" w:right="32" w:firstLine="0"/>
              <w:rPr>
                <w:lang w:val="uk-UA"/>
              </w:rPr>
            </w:pPr>
            <w:r w:rsidRPr="00141719">
              <w:rPr>
                <w:b w:val="0"/>
                <w:szCs w:val="28"/>
                <w:lang w:val="uk-UA"/>
              </w:rPr>
              <w:t>Придбання автомобілів для забезпечення належного реагування на заяви та повідомлення про кримінальні правопорушення та інші події</w:t>
            </w:r>
          </w:p>
        </w:tc>
        <w:tc>
          <w:tcPr>
            <w:tcW w:w="1343" w:type="dxa"/>
          </w:tcPr>
          <w:p w:rsidR="00E721B2" w:rsidRPr="002671A5" w:rsidRDefault="00E721B2" w:rsidP="00E677F6">
            <w:pPr>
              <w:pStyle w:val="BodyTextIndent"/>
              <w:tabs>
                <w:tab w:val="left" w:pos="537"/>
              </w:tabs>
              <w:ind w:left="0" w:right="-108" w:firstLine="0"/>
              <w:rPr>
                <w:lang w:val="uk-UA"/>
              </w:rPr>
            </w:pPr>
            <w:r w:rsidRPr="002671A5">
              <w:rPr>
                <w:lang w:val="uk-UA"/>
              </w:rPr>
              <w:t>350</w:t>
            </w:r>
            <w:r>
              <w:rPr>
                <w:lang w:val="uk-UA"/>
              </w:rPr>
              <w:t>,00</w:t>
            </w:r>
          </w:p>
        </w:tc>
        <w:tc>
          <w:tcPr>
            <w:tcW w:w="1409" w:type="dxa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 w:rsidRPr="002671A5">
              <w:rPr>
                <w:lang w:val="uk-UA"/>
              </w:rPr>
              <w:t>350</w:t>
            </w:r>
            <w:r>
              <w:rPr>
                <w:lang w:val="uk-UA"/>
              </w:rPr>
              <w:t>,00</w:t>
            </w:r>
          </w:p>
        </w:tc>
        <w:tc>
          <w:tcPr>
            <w:tcW w:w="1567" w:type="dxa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 w:rsidRPr="002671A5">
              <w:rPr>
                <w:lang w:val="uk-UA"/>
              </w:rPr>
              <w:t>700</w:t>
            </w:r>
            <w:r>
              <w:rPr>
                <w:lang w:val="uk-UA"/>
              </w:rPr>
              <w:t>,00</w:t>
            </w:r>
          </w:p>
        </w:tc>
      </w:tr>
      <w:tr w:rsidR="00E721B2" w:rsidRPr="002671A5" w:rsidTr="00E677F6">
        <w:tc>
          <w:tcPr>
            <w:tcW w:w="5428" w:type="dxa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 w:rsidRPr="002671A5">
              <w:rPr>
                <w:b w:val="0"/>
                <w:lang w:val="uk-UA"/>
              </w:rPr>
              <w:t>Придбання</w:t>
            </w:r>
            <w:r w:rsidRPr="001E1B50">
              <w:rPr>
                <w:b w:val="0"/>
                <w:bCs/>
                <w:lang w:val="uk-UA"/>
              </w:rPr>
              <w:t xml:space="preserve"> </w:t>
            </w:r>
            <w:r>
              <w:rPr>
                <w:b w:val="0"/>
                <w:lang w:val="uk-UA"/>
              </w:rPr>
              <w:t xml:space="preserve">комп’ютерної та іншої </w:t>
            </w:r>
            <w:r w:rsidRPr="002671A5">
              <w:rPr>
                <w:b w:val="0"/>
                <w:lang w:val="uk-UA"/>
              </w:rPr>
              <w:t>оргтехніки та розхідних матеріалів до неї</w:t>
            </w:r>
          </w:p>
        </w:tc>
        <w:tc>
          <w:tcPr>
            <w:tcW w:w="1343" w:type="dxa"/>
          </w:tcPr>
          <w:p w:rsidR="00E721B2" w:rsidRPr="002671A5" w:rsidRDefault="00E721B2" w:rsidP="00856C13">
            <w:pPr>
              <w:pStyle w:val="BodyTextIndent"/>
              <w:tabs>
                <w:tab w:val="left" w:pos="537"/>
              </w:tabs>
              <w:ind w:left="0" w:right="-108" w:firstLine="0"/>
              <w:rPr>
                <w:lang w:val="uk-UA"/>
              </w:rPr>
            </w:pPr>
            <w:r w:rsidRPr="002671A5">
              <w:rPr>
                <w:lang w:val="uk-UA"/>
              </w:rPr>
              <w:t>150</w:t>
            </w:r>
            <w:r>
              <w:rPr>
                <w:lang w:val="uk-UA"/>
              </w:rPr>
              <w:t>,00</w:t>
            </w:r>
          </w:p>
        </w:tc>
        <w:tc>
          <w:tcPr>
            <w:tcW w:w="1409" w:type="dxa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 w:rsidRPr="002671A5">
              <w:rPr>
                <w:lang w:val="uk-UA"/>
              </w:rPr>
              <w:t>150</w:t>
            </w:r>
            <w:r>
              <w:rPr>
                <w:lang w:val="uk-UA"/>
              </w:rPr>
              <w:t>,00</w:t>
            </w:r>
          </w:p>
        </w:tc>
        <w:tc>
          <w:tcPr>
            <w:tcW w:w="1567" w:type="dxa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 w:rsidRPr="002671A5">
              <w:rPr>
                <w:lang w:val="uk-UA"/>
              </w:rPr>
              <w:t>300</w:t>
            </w:r>
            <w:r>
              <w:rPr>
                <w:lang w:val="uk-UA"/>
              </w:rPr>
              <w:t>,00</w:t>
            </w:r>
          </w:p>
        </w:tc>
      </w:tr>
      <w:tr w:rsidR="00E721B2" w:rsidRPr="002671A5" w:rsidTr="00E677F6">
        <w:trPr>
          <w:trHeight w:val="1975"/>
        </w:trPr>
        <w:tc>
          <w:tcPr>
            <w:tcW w:w="5428" w:type="dxa"/>
          </w:tcPr>
          <w:p w:rsidR="00E721B2" w:rsidRPr="00AC4032" w:rsidRDefault="00E721B2" w:rsidP="00AC4032">
            <w:pPr>
              <w:pStyle w:val="BodyTextIndent"/>
              <w:ind w:left="0" w:right="32" w:firstLine="0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П</w:t>
            </w:r>
            <w:r w:rsidRPr="00AC4032">
              <w:rPr>
                <w:b w:val="0"/>
                <w:szCs w:val="28"/>
              </w:rPr>
              <w:t xml:space="preserve">роведення комплексу заходів щодо протидії тероризму, виявлення осіб, причетних до незаконних збройних формувань, супровід та направлення до суду кримінальних проваджень за рахунок придбання паливо-мастильних матеріалів  </w:t>
            </w:r>
          </w:p>
        </w:tc>
        <w:tc>
          <w:tcPr>
            <w:tcW w:w="1343" w:type="dxa"/>
          </w:tcPr>
          <w:p w:rsidR="00E721B2" w:rsidRPr="002671A5" w:rsidRDefault="00E721B2" w:rsidP="00856C13">
            <w:pPr>
              <w:pStyle w:val="BodyTextIndent"/>
              <w:tabs>
                <w:tab w:val="left" w:pos="537"/>
              </w:tabs>
              <w:ind w:left="0" w:right="-108" w:firstLine="0"/>
              <w:rPr>
                <w:lang w:val="uk-UA"/>
              </w:rPr>
            </w:pPr>
            <w:r>
              <w:rPr>
                <w:lang w:val="uk-UA"/>
              </w:rPr>
              <w:t>80,00</w:t>
            </w:r>
          </w:p>
        </w:tc>
        <w:tc>
          <w:tcPr>
            <w:tcW w:w="1409" w:type="dxa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80,00</w:t>
            </w:r>
          </w:p>
        </w:tc>
        <w:tc>
          <w:tcPr>
            <w:tcW w:w="1567" w:type="dxa"/>
          </w:tcPr>
          <w:p w:rsidR="00E721B2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160,00</w:t>
            </w:r>
          </w:p>
        </w:tc>
      </w:tr>
      <w:tr w:rsidR="00E721B2" w:rsidRPr="002671A5" w:rsidTr="00E677F6">
        <w:trPr>
          <w:trHeight w:val="2601"/>
        </w:trPr>
        <w:tc>
          <w:tcPr>
            <w:tcW w:w="5428" w:type="dxa"/>
          </w:tcPr>
          <w:p w:rsidR="00E721B2" w:rsidRPr="00AC4032" w:rsidRDefault="00E721B2" w:rsidP="00AC4032">
            <w:pPr>
              <w:pStyle w:val="BodyTextIndent"/>
              <w:ind w:left="0" w:right="32" w:firstLine="0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П</w:t>
            </w:r>
            <w:r w:rsidRPr="00AC4032">
              <w:rPr>
                <w:b w:val="0"/>
                <w:szCs w:val="28"/>
                <w:lang w:val="uk-UA"/>
              </w:rPr>
              <w:t>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притягненню учасників до кримінальної відповідальності за рахунок придбання електронної спецтехніки</w:t>
            </w:r>
          </w:p>
        </w:tc>
        <w:tc>
          <w:tcPr>
            <w:tcW w:w="1343" w:type="dxa"/>
          </w:tcPr>
          <w:p w:rsidR="00E721B2" w:rsidRPr="002671A5" w:rsidRDefault="00E721B2" w:rsidP="00856C13">
            <w:pPr>
              <w:pStyle w:val="BodyTextIndent"/>
              <w:tabs>
                <w:tab w:val="left" w:pos="537"/>
              </w:tabs>
              <w:ind w:left="0" w:right="-108" w:firstLine="0"/>
              <w:rPr>
                <w:lang w:val="uk-UA"/>
              </w:rPr>
            </w:pPr>
            <w:r>
              <w:rPr>
                <w:lang w:val="uk-UA"/>
              </w:rPr>
              <w:t>200,00</w:t>
            </w:r>
          </w:p>
        </w:tc>
        <w:tc>
          <w:tcPr>
            <w:tcW w:w="1409" w:type="dxa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200,00</w:t>
            </w:r>
          </w:p>
        </w:tc>
        <w:tc>
          <w:tcPr>
            <w:tcW w:w="1567" w:type="dxa"/>
          </w:tcPr>
          <w:p w:rsidR="00E721B2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400,00</w:t>
            </w:r>
          </w:p>
        </w:tc>
      </w:tr>
      <w:tr w:rsidR="00E721B2" w:rsidRPr="002671A5" w:rsidTr="00E677F6">
        <w:trPr>
          <w:trHeight w:val="3146"/>
        </w:trPr>
        <w:tc>
          <w:tcPr>
            <w:tcW w:w="5428" w:type="dxa"/>
          </w:tcPr>
          <w:p w:rsidR="00E721B2" w:rsidRPr="00AC4032" w:rsidRDefault="00E721B2" w:rsidP="00AC4032">
            <w:pPr>
              <w:pStyle w:val="BodyTextIndent"/>
              <w:ind w:left="0" w:right="32" w:firstLine="0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З</w:t>
            </w:r>
            <w:r w:rsidRPr="00AC4032">
              <w:rPr>
                <w:b w:val="0"/>
                <w:szCs w:val="28"/>
                <w:lang w:val="uk-UA"/>
              </w:rPr>
              <w:t xml:space="preserve">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підконтрольним злочинним угрупуванням, вивчення способів інвестування ними відповідних галузей і сфер економіки за рахунок придбання сучасної оргтехніки, комп’ютерної техніки, засобів зв’язку, телекомунікаційної техніки </w:t>
            </w:r>
          </w:p>
        </w:tc>
        <w:tc>
          <w:tcPr>
            <w:tcW w:w="1343" w:type="dxa"/>
          </w:tcPr>
          <w:p w:rsidR="00E721B2" w:rsidRPr="002671A5" w:rsidRDefault="00E721B2" w:rsidP="00856C13">
            <w:pPr>
              <w:pStyle w:val="BodyTextIndent"/>
              <w:tabs>
                <w:tab w:val="left" w:pos="537"/>
              </w:tabs>
              <w:ind w:left="0" w:right="-108" w:firstLine="0"/>
              <w:rPr>
                <w:lang w:val="uk-UA"/>
              </w:rPr>
            </w:pPr>
            <w:r>
              <w:rPr>
                <w:lang w:val="uk-UA"/>
              </w:rPr>
              <w:t>200,00</w:t>
            </w:r>
          </w:p>
        </w:tc>
        <w:tc>
          <w:tcPr>
            <w:tcW w:w="1409" w:type="dxa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200,00</w:t>
            </w:r>
          </w:p>
        </w:tc>
        <w:tc>
          <w:tcPr>
            <w:tcW w:w="1567" w:type="dxa"/>
          </w:tcPr>
          <w:p w:rsidR="00E721B2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400,00</w:t>
            </w:r>
          </w:p>
        </w:tc>
      </w:tr>
      <w:tr w:rsidR="00E721B2" w:rsidRPr="002671A5" w:rsidTr="00E677F6">
        <w:trPr>
          <w:trHeight w:val="3856"/>
        </w:trPr>
        <w:tc>
          <w:tcPr>
            <w:tcW w:w="5428" w:type="dxa"/>
          </w:tcPr>
          <w:p w:rsidR="00E721B2" w:rsidRPr="00AC4032" w:rsidRDefault="00E721B2" w:rsidP="00AC4032">
            <w:pPr>
              <w:pStyle w:val="BodyTextIndent"/>
              <w:ind w:left="0" w:right="32" w:firstLine="0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</w:t>
            </w:r>
            <w:r w:rsidRPr="00AC4032">
              <w:rPr>
                <w:b w:val="0"/>
                <w:szCs w:val="28"/>
                <w:lang w:val="uk-UA"/>
              </w:rPr>
              <w:t>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службовим становищем, документуванню фактів кримінальної корупції з боку високопосадовців, працівників судових, правоохоронних та контролюючих органів за рахунок 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343" w:type="dxa"/>
          </w:tcPr>
          <w:p w:rsidR="00E721B2" w:rsidRPr="002671A5" w:rsidRDefault="00E721B2" w:rsidP="00856C13">
            <w:pPr>
              <w:pStyle w:val="BodyTextIndent"/>
              <w:tabs>
                <w:tab w:val="left" w:pos="537"/>
              </w:tabs>
              <w:ind w:left="0" w:right="-108" w:firstLine="0"/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  <w:tc>
          <w:tcPr>
            <w:tcW w:w="1409" w:type="dxa"/>
          </w:tcPr>
          <w:p w:rsidR="00E721B2" w:rsidRPr="002671A5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  <w:tc>
          <w:tcPr>
            <w:tcW w:w="1567" w:type="dxa"/>
          </w:tcPr>
          <w:p w:rsidR="00E721B2" w:rsidRDefault="00E721B2" w:rsidP="00856C13">
            <w:pPr>
              <w:pStyle w:val="BodyTextIndent"/>
              <w:tabs>
                <w:tab w:val="left" w:pos="3117"/>
              </w:tabs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40,00</w:t>
            </w:r>
          </w:p>
        </w:tc>
      </w:tr>
      <w:tr w:rsidR="00E721B2" w:rsidRPr="002671A5" w:rsidTr="00E677F6">
        <w:trPr>
          <w:trHeight w:val="694"/>
        </w:trPr>
        <w:tc>
          <w:tcPr>
            <w:tcW w:w="5428" w:type="dxa"/>
            <w:vAlign w:val="center"/>
          </w:tcPr>
          <w:p w:rsidR="00E721B2" w:rsidRPr="002671A5" w:rsidRDefault="00E721B2" w:rsidP="00E677F6">
            <w:pPr>
              <w:pStyle w:val="BodyTextIndent"/>
              <w:tabs>
                <w:tab w:val="left" w:pos="3117"/>
              </w:tabs>
              <w:ind w:left="0" w:firstLine="0"/>
              <w:jc w:val="left"/>
              <w:rPr>
                <w:lang w:val="uk-UA"/>
              </w:rPr>
            </w:pPr>
            <w:r w:rsidRPr="002671A5">
              <w:rPr>
                <w:lang w:val="uk-UA"/>
              </w:rPr>
              <w:t>Усього</w:t>
            </w:r>
          </w:p>
        </w:tc>
        <w:tc>
          <w:tcPr>
            <w:tcW w:w="1343" w:type="dxa"/>
            <w:vAlign w:val="center"/>
          </w:tcPr>
          <w:p w:rsidR="00E721B2" w:rsidRPr="002671A5" w:rsidRDefault="00E721B2" w:rsidP="00E677F6">
            <w:pPr>
              <w:pStyle w:val="BodyTextIndent"/>
              <w:tabs>
                <w:tab w:val="left" w:pos="537"/>
              </w:tabs>
              <w:ind w:left="0"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2671A5">
              <w:rPr>
                <w:lang w:val="uk-UA"/>
              </w:rPr>
              <w:t>00</w:t>
            </w:r>
            <w:r>
              <w:rPr>
                <w:lang w:val="uk-UA"/>
              </w:rPr>
              <w:t>,00</w:t>
            </w:r>
          </w:p>
        </w:tc>
        <w:tc>
          <w:tcPr>
            <w:tcW w:w="1409" w:type="dxa"/>
            <w:vAlign w:val="center"/>
          </w:tcPr>
          <w:p w:rsidR="00E721B2" w:rsidRPr="002671A5" w:rsidRDefault="00E721B2" w:rsidP="00E677F6">
            <w:pPr>
              <w:pStyle w:val="BodyTextIndent"/>
              <w:tabs>
                <w:tab w:val="left" w:pos="3117"/>
              </w:tabs>
              <w:ind w:left="0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2671A5">
              <w:rPr>
                <w:lang w:val="uk-UA"/>
              </w:rPr>
              <w:t>00</w:t>
            </w:r>
            <w:r>
              <w:rPr>
                <w:lang w:val="uk-UA"/>
              </w:rPr>
              <w:t>,00</w:t>
            </w:r>
          </w:p>
        </w:tc>
        <w:tc>
          <w:tcPr>
            <w:tcW w:w="1567" w:type="dxa"/>
            <w:vAlign w:val="center"/>
          </w:tcPr>
          <w:p w:rsidR="00E721B2" w:rsidRPr="002671A5" w:rsidRDefault="00E721B2" w:rsidP="00E677F6">
            <w:pPr>
              <w:pStyle w:val="BodyTextIndent"/>
              <w:tabs>
                <w:tab w:val="left" w:pos="3117"/>
              </w:tabs>
              <w:ind w:left="-60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2671A5">
              <w:rPr>
                <w:lang w:val="uk-UA"/>
              </w:rPr>
              <w:t>00</w:t>
            </w:r>
            <w:r>
              <w:rPr>
                <w:lang w:val="uk-UA"/>
              </w:rPr>
              <w:t>0,</w:t>
            </w:r>
            <w:r w:rsidRPr="002671A5">
              <w:rPr>
                <w:lang w:val="uk-UA"/>
              </w:rPr>
              <w:t>0</w:t>
            </w:r>
            <w:r>
              <w:rPr>
                <w:lang w:val="uk-UA"/>
              </w:rPr>
              <w:t>0</w:t>
            </w:r>
          </w:p>
        </w:tc>
      </w:tr>
    </w:tbl>
    <w:p w:rsidR="00E721B2" w:rsidRDefault="00E721B2" w:rsidP="00862215">
      <w:pPr>
        <w:pStyle w:val="Heading1"/>
        <w:spacing w:before="0" w:after="0"/>
        <w:rPr>
          <w:sz w:val="28"/>
          <w:szCs w:val="28"/>
        </w:rPr>
      </w:pPr>
    </w:p>
    <w:p w:rsidR="00E721B2" w:rsidRDefault="00E721B2" w:rsidP="001B12BD"/>
    <w:p w:rsidR="00E721B2" w:rsidRPr="002671A5" w:rsidRDefault="00E721B2" w:rsidP="00E677F6">
      <w:pPr>
        <w:jc w:val="center"/>
        <w:rPr>
          <w:sz w:val="28"/>
          <w:szCs w:val="28"/>
        </w:rPr>
      </w:pPr>
      <w:r>
        <w:br w:type="page"/>
      </w:r>
      <w:r w:rsidRPr="002671A5">
        <w:rPr>
          <w:sz w:val="28"/>
          <w:szCs w:val="28"/>
        </w:rPr>
        <w:t>ВСТУП</w:t>
      </w:r>
      <w:bookmarkEnd w:id="0"/>
    </w:p>
    <w:p w:rsidR="00E721B2" w:rsidRPr="002671A5" w:rsidRDefault="00E721B2" w:rsidP="00862215"/>
    <w:p w:rsidR="00E721B2" w:rsidRPr="002671A5" w:rsidRDefault="00E721B2" w:rsidP="00862215">
      <w:pPr>
        <w:pStyle w:val="NormalWeb"/>
        <w:spacing w:before="0" w:beforeAutospacing="0" w:after="0" w:afterAutospacing="0"/>
        <w:ind w:firstLine="840"/>
        <w:jc w:val="both"/>
        <w:rPr>
          <w:b/>
          <w:bCs/>
          <w:sz w:val="28"/>
          <w:szCs w:val="28"/>
          <w:lang w:val="uk-UA"/>
        </w:rPr>
      </w:pPr>
      <w:r w:rsidRPr="002671A5">
        <w:rPr>
          <w:sz w:val="28"/>
          <w:szCs w:val="28"/>
          <w:lang w:val="uk-UA"/>
        </w:rPr>
        <w:t xml:space="preserve">Програма посилення охорони публічної безпеки і боротьби зі злочинністю на території </w:t>
      </w:r>
      <w:r>
        <w:rPr>
          <w:sz w:val="28"/>
          <w:szCs w:val="28"/>
          <w:lang w:val="uk-UA"/>
        </w:rPr>
        <w:t>Бахмутської</w:t>
      </w:r>
      <w:r w:rsidRPr="002671A5">
        <w:rPr>
          <w:sz w:val="28"/>
          <w:szCs w:val="28"/>
          <w:lang w:val="uk-UA"/>
        </w:rPr>
        <w:t xml:space="preserve"> міської ради «Правопорядок 2016-2017»</w:t>
      </w:r>
    </w:p>
    <w:p w:rsidR="00E721B2" w:rsidRPr="002671A5" w:rsidRDefault="00E721B2" w:rsidP="00862215">
      <w:pPr>
        <w:jc w:val="both"/>
        <w:rPr>
          <w:sz w:val="28"/>
          <w:szCs w:val="28"/>
        </w:rPr>
      </w:pPr>
      <w:r w:rsidRPr="002671A5">
        <w:rPr>
          <w:sz w:val="28"/>
          <w:szCs w:val="28"/>
          <w:shd w:val="clear" w:color="auto" w:fill="FFFFFF"/>
        </w:rPr>
        <w:t xml:space="preserve">(далі - Програма) - це </w:t>
      </w:r>
      <w:r w:rsidRPr="002671A5">
        <w:rPr>
          <w:sz w:val="28"/>
          <w:szCs w:val="28"/>
          <w:lang w:eastAsia="uk-UA"/>
        </w:rPr>
        <w:t xml:space="preserve">ряд практичних і організаційних заходів, спрямованих на </w:t>
      </w:r>
      <w:r w:rsidRPr="002671A5">
        <w:rPr>
          <w:sz w:val="28"/>
          <w:szCs w:val="28"/>
        </w:rPr>
        <w:t>забезпечення особистої безпеки громадян, захист їх прав, свобод і законних інтересів, запобігання правопорушенням та їх припинення, зміцнення законності та правопорядку</w:t>
      </w:r>
      <w:r w:rsidRPr="002671A5">
        <w:rPr>
          <w:sz w:val="28"/>
          <w:szCs w:val="28"/>
          <w:shd w:val="clear" w:color="auto" w:fill="FFFFFF"/>
        </w:rPr>
        <w:t>.</w:t>
      </w:r>
    </w:p>
    <w:p w:rsidR="00E721B2" w:rsidRPr="002671A5" w:rsidRDefault="00E721B2" w:rsidP="00862215">
      <w:pPr>
        <w:ind w:firstLine="840"/>
        <w:jc w:val="both"/>
        <w:rPr>
          <w:sz w:val="28"/>
          <w:szCs w:val="28"/>
        </w:rPr>
      </w:pPr>
      <w:r w:rsidRPr="002671A5">
        <w:rPr>
          <w:sz w:val="28"/>
          <w:szCs w:val="28"/>
          <w:shd w:val="clear" w:color="auto" w:fill="FFFFFF"/>
        </w:rPr>
        <w:t xml:space="preserve">Програма розроблена відповідно до </w:t>
      </w:r>
      <w:r w:rsidRPr="002671A5">
        <w:rPr>
          <w:sz w:val="28"/>
          <w:szCs w:val="28"/>
        </w:rPr>
        <w:t>Законів України: від 21.05.97 №280/97-ВР «Про місцеве самоврядування в Україні» із внесеними до</w:t>
      </w:r>
      <w:r>
        <w:rPr>
          <w:sz w:val="28"/>
          <w:szCs w:val="28"/>
        </w:rPr>
        <w:t xml:space="preserve"> нього змінами, від 22.06.2000 </w:t>
      </w:r>
      <w:r w:rsidRPr="002671A5">
        <w:rPr>
          <w:sz w:val="28"/>
          <w:szCs w:val="28"/>
        </w:rPr>
        <w:t>№1835-III «Про участь громадян в охороні громадського порядку і державного кордону» із внесеними д</w:t>
      </w:r>
      <w:r>
        <w:rPr>
          <w:sz w:val="28"/>
          <w:szCs w:val="28"/>
        </w:rPr>
        <w:t>о нього змінами, від 19.06.2003</w:t>
      </w:r>
      <w:r w:rsidRPr="002671A5">
        <w:rPr>
          <w:sz w:val="28"/>
          <w:szCs w:val="28"/>
        </w:rPr>
        <w:t xml:space="preserve"> № 964-IV «Про основи національної безпеки України» із внесеними до нього змінами, від 14.10.2014 № 1700-VII «Про запобігання корупції» із внесеними до</w:t>
      </w:r>
      <w:r>
        <w:rPr>
          <w:sz w:val="28"/>
          <w:szCs w:val="28"/>
        </w:rPr>
        <w:t xml:space="preserve"> нього змінами, від 02.07.2015</w:t>
      </w:r>
      <w:r w:rsidRPr="002671A5">
        <w:rPr>
          <w:sz w:val="28"/>
          <w:szCs w:val="28"/>
        </w:rPr>
        <w:t xml:space="preserve"> № 580-VIII «Про Національну поліцію» із внесеними до нього змінами.</w:t>
      </w:r>
    </w:p>
    <w:p w:rsidR="00E721B2" w:rsidRPr="002671A5" w:rsidRDefault="00E721B2" w:rsidP="0086221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721B2" w:rsidRPr="002671A5" w:rsidRDefault="00E721B2" w:rsidP="00862215">
      <w:pPr>
        <w:shd w:val="clear" w:color="auto" w:fill="FFFFFF"/>
        <w:ind w:left="5" w:right="5" w:firstLine="715"/>
        <w:rPr>
          <w:b/>
          <w:bCs/>
          <w:spacing w:val="-1"/>
          <w:sz w:val="28"/>
          <w:szCs w:val="28"/>
        </w:rPr>
      </w:pPr>
      <w:r w:rsidRPr="002671A5">
        <w:rPr>
          <w:b/>
          <w:bCs/>
          <w:spacing w:val="-1"/>
          <w:sz w:val="28"/>
          <w:szCs w:val="28"/>
        </w:rPr>
        <w:t>Розділ 1. Мета,  основні завдання і напрямки Програми</w:t>
      </w:r>
    </w:p>
    <w:p w:rsidR="00E721B2" w:rsidRPr="002671A5" w:rsidRDefault="00E721B2" w:rsidP="00862215">
      <w:pPr>
        <w:shd w:val="clear" w:color="auto" w:fill="FFFFFF"/>
        <w:ind w:left="5" w:right="5" w:firstLine="715"/>
        <w:rPr>
          <w:b/>
          <w:bCs/>
          <w:spacing w:val="-1"/>
          <w:sz w:val="28"/>
          <w:szCs w:val="28"/>
        </w:rPr>
      </w:pPr>
    </w:p>
    <w:p w:rsidR="00E721B2" w:rsidRPr="002671A5" w:rsidRDefault="00E721B2" w:rsidP="00862215">
      <w:pPr>
        <w:pStyle w:val="ListParagraph"/>
        <w:numPr>
          <w:ilvl w:val="1"/>
          <w:numId w:val="14"/>
        </w:numPr>
        <w:shd w:val="clear" w:color="auto" w:fill="FFFFFF"/>
        <w:ind w:right="5"/>
        <w:contextualSpacing w:val="0"/>
        <w:rPr>
          <w:b/>
          <w:bCs/>
          <w:i/>
          <w:iCs/>
          <w:spacing w:val="-1"/>
          <w:sz w:val="28"/>
          <w:szCs w:val="28"/>
        </w:rPr>
      </w:pPr>
      <w:r w:rsidRPr="002671A5">
        <w:rPr>
          <w:b/>
          <w:bCs/>
          <w:i/>
          <w:iCs/>
          <w:spacing w:val="-1"/>
          <w:sz w:val="28"/>
          <w:szCs w:val="28"/>
        </w:rPr>
        <w:t>Мета Програми</w:t>
      </w:r>
    </w:p>
    <w:p w:rsidR="00E721B2" w:rsidRPr="002671A5" w:rsidRDefault="00E721B2" w:rsidP="00862215">
      <w:pPr>
        <w:pStyle w:val="ListParagraph"/>
        <w:shd w:val="clear" w:color="auto" w:fill="FFFFFF"/>
        <w:ind w:left="1440" w:right="5"/>
        <w:rPr>
          <w:b/>
          <w:bCs/>
          <w:i/>
          <w:iCs/>
          <w:spacing w:val="-1"/>
          <w:sz w:val="28"/>
          <w:szCs w:val="28"/>
        </w:rPr>
      </w:pP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840"/>
        <w:jc w:val="both"/>
        <w:rPr>
          <w:sz w:val="28"/>
          <w:szCs w:val="28"/>
          <w:lang w:val="uk-UA"/>
        </w:rPr>
      </w:pPr>
      <w:r w:rsidRPr="002671A5">
        <w:rPr>
          <w:sz w:val="28"/>
          <w:szCs w:val="28"/>
          <w:lang w:val="uk-UA"/>
        </w:rPr>
        <w:t xml:space="preserve">Основною метою Програми є удосконалення роботи місцевих правоохоронних органів, місцевих органів влади та органів місцевого самоврядування по боротьбі зі злочинністю, зміцненню правопорядку, забезпеченню публічної безпеки і порядку, охорони прав і свобод людини та протидії злочинності на території </w:t>
      </w:r>
      <w:r>
        <w:rPr>
          <w:sz w:val="28"/>
          <w:szCs w:val="28"/>
          <w:lang w:val="uk-UA"/>
        </w:rPr>
        <w:t>Бахмутської</w:t>
      </w:r>
      <w:r w:rsidRPr="002671A5">
        <w:rPr>
          <w:sz w:val="28"/>
          <w:szCs w:val="28"/>
          <w:lang w:val="uk-UA"/>
        </w:rPr>
        <w:t xml:space="preserve"> міської ради.</w:t>
      </w:r>
    </w:p>
    <w:p w:rsidR="00E721B2" w:rsidRPr="002671A5" w:rsidRDefault="00E721B2" w:rsidP="00862215">
      <w:pPr>
        <w:ind w:left="142" w:hanging="142"/>
        <w:jc w:val="both"/>
        <w:rPr>
          <w:sz w:val="28"/>
          <w:szCs w:val="28"/>
        </w:rPr>
      </w:pPr>
    </w:p>
    <w:p w:rsidR="00E721B2" w:rsidRPr="002671A5" w:rsidRDefault="00E721B2" w:rsidP="00862215">
      <w:pPr>
        <w:shd w:val="clear" w:color="auto" w:fill="FFFFFF"/>
        <w:ind w:firstLine="708"/>
        <w:jc w:val="both"/>
        <w:rPr>
          <w:b/>
          <w:bCs/>
          <w:i/>
          <w:iCs/>
          <w:sz w:val="28"/>
          <w:szCs w:val="28"/>
        </w:rPr>
      </w:pPr>
      <w:r w:rsidRPr="002671A5">
        <w:rPr>
          <w:b/>
          <w:bCs/>
          <w:i/>
          <w:iCs/>
          <w:sz w:val="28"/>
          <w:szCs w:val="28"/>
        </w:rPr>
        <w:t>1.2. Основні завдання Програми</w:t>
      </w:r>
    </w:p>
    <w:p w:rsidR="00E721B2" w:rsidRPr="002671A5" w:rsidRDefault="00E721B2" w:rsidP="00862215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E721B2" w:rsidRPr="002671A5" w:rsidRDefault="00E721B2" w:rsidP="00862215">
      <w:pPr>
        <w:shd w:val="clear" w:color="auto" w:fill="FFFFFF"/>
        <w:ind w:firstLine="72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Для досягнення основної мети Програми передбачається розв’язати такі основні завдання:</w:t>
      </w:r>
    </w:p>
    <w:p w:rsidR="00E721B2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852B93">
        <w:rPr>
          <w:sz w:val="28"/>
          <w:szCs w:val="28"/>
          <w:lang w:val="uk-UA"/>
        </w:rPr>
        <w:t>забезпечення публічної безпеки і порядку, охорони прав і свобод людини та протидії злочинності</w:t>
      </w:r>
      <w:r>
        <w:rPr>
          <w:sz w:val="28"/>
          <w:szCs w:val="28"/>
          <w:lang w:val="uk-UA"/>
        </w:rPr>
        <w:t>;</w:t>
      </w:r>
    </w:p>
    <w:p w:rsidR="00E721B2" w:rsidRPr="00852B93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B67B71">
        <w:rPr>
          <w:sz w:val="28"/>
          <w:szCs w:val="28"/>
          <w:lang w:val="uk-UA" w:eastAsia="uk-UA"/>
        </w:rPr>
        <w:t xml:space="preserve">недопущення укриття злочинів від обліку, </w:t>
      </w:r>
      <w:r>
        <w:rPr>
          <w:sz w:val="28"/>
          <w:szCs w:val="28"/>
          <w:lang w:val="uk-UA" w:eastAsia="uk-UA"/>
        </w:rPr>
        <w:t>покращення системи</w:t>
      </w:r>
      <w:r w:rsidRPr="00B67B71">
        <w:rPr>
          <w:sz w:val="28"/>
          <w:szCs w:val="28"/>
          <w:lang w:val="uk-UA" w:eastAsia="uk-UA"/>
        </w:rPr>
        <w:t xml:space="preserve"> розгляду заяв і повідомлень громадян про злочини і події</w:t>
      </w:r>
      <w:r>
        <w:rPr>
          <w:sz w:val="28"/>
          <w:szCs w:val="28"/>
          <w:lang w:val="uk-UA" w:eastAsia="uk-UA"/>
        </w:rPr>
        <w:t>;</w:t>
      </w:r>
    </w:p>
    <w:p w:rsidR="00E721B2" w:rsidRPr="00852B93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B67B71">
        <w:rPr>
          <w:sz w:val="28"/>
          <w:szCs w:val="28"/>
          <w:lang w:val="uk-UA" w:eastAsia="uk-UA"/>
        </w:rPr>
        <w:t xml:space="preserve">дотримання дисципліни і законності, </w:t>
      </w:r>
      <w:r>
        <w:rPr>
          <w:sz w:val="28"/>
          <w:szCs w:val="28"/>
          <w:lang w:val="uk-UA" w:eastAsia="uk-UA"/>
        </w:rPr>
        <w:t xml:space="preserve">підвищення рівня </w:t>
      </w:r>
      <w:r w:rsidRPr="00B67B71">
        <w:rPr>
          <w:sz w:val="28"/>
          <w:szCs w:val="28"/>
          <w:lang w:val="uk-UA" w:eastAsia="uk-UA"/>
        </w:rPr>
        <w:t>розкриття злочинів</w:t>
      </w:r>
      <w:r>
        <w:rPr>
          <w:sz w:val="28"/>
          <w:szCs w:val="28"/>
          <w:lang w:val="uk-UA" w:eastAsia="uk-UA"/>
        </w:rPr>
        <w:t>;</w:t>
      </w:r>
    </w:p>
    <w:p w:rsidR="00E721B2" w:rsidRPr="002671A5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формування позитивного іміджу по</w:t>
      </w:r>
      <w:r w:rsidRPr="00B67B71">
        <w:rPr>
          <w:sz w:val="28"/>
          <w:szCs w:val="28"/>
          <w:lang w:val="uk-UA" w:eastAsia="uk-UA"/>
        </w:rPr>
        <w:t>ліції</w:t>
      </w:r>
      <w:r>
        <w:rPr>
          <w:sz w:val="28"/>
          <w:szCs w:val="28"/>
          <w:lang w:val="uk-UA" w:eastAsia="uk-UA"/>
        </w:rPr>
        <w:t xml:space="preserve"> та СБУ.</w:t>
      </w:r>
    </w:p>
    <w:p w:rsidR="00E721B2" w:rsidRPr="002671A5" w:rsidRDefault="00E721B2" w:rsidP="00862215">
      <w:pPr>
        <w:jc w:val="both"/>
        <w:rPr>
          <w:sz w:val="26"/>
          <w:szCs w:val="26"/>
        </w:rPr>
      </w:pPr>
      <w:r w:rsidRPr="002671A5">
        <w:rPr>
          <w:sz w:val="26"/>
          <w:szCs w:val="26"/>
        </w:rPr>
        <w:tab/>
      </w:r>
    </w:p>
    <w:p w:rsidR="00E721B2" w:rsidRPr="002671A5" w:rsidRDefault="00E721B2" w:rsidP="00862215">
      <w:pPr>
        <w:ind w:firstLine="708"/>
        <w:jc w:val="both"/>
        <w:rPr>
          <w:i/>
          <w:iCs/>
          <w:sz w:val="28"/>
          <w:szCs w:val="28"/>
          <w:bdr w:val="none" w:sz="0" w:space="0" w:color="auto" w:frame="1"/>
        </w:rPr>
      </w:pPr>
      <w:r w:rsidRPr="002671A5"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1.3. Основні напрямки </w:t>
      </w:r>
    </w:p>
    <w:p w:rsidR="00E721B2" w:rsidRPr="002671A5" w:rsidRDefault="00E721B2" w:rsidP="009F1CF5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2671A5">
        <w:rPr>
          <w:sz w:val="28"/>
          <w:szCs w:val="28"/>
          <w:bdr w:val="none" w:sz="0" w:space="0" w:color="auto" w:frame="1"/>
        </w:rPr>
        <w:tab/>
        <w:t>Визначені основні завдання Програми передбачається розв’язати шляхом вжиття заходів щодо:</w:t>
      </w:r>
    </w:p>
    <w:p w:rsidR="00E721B2" w:rsidRPr="00E677F6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677F6">
        <w:rPr>
          <w:sz w:val="28"/>
          <w:szCs w:val="28"/>
          <w:lang w:val="uk-UA"/>
        </w:rPr>
        <w:t>організаційного забезпечення боротьби зі злочинністю;</w:t>
      </w:r>
    </w:p>
    <w:p w:rsidR="00E721B2" w:rsidRPr="00E677F6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677F6">
        <w:rPr>
          <w:sz w:val="28"/>
          <w:szCs w:val="28"/>
          <w:lang w:val="uk-UA"/>
        </w:rPr>
        <w:t>захисту життя, здоров'я, честі й гідності людини, його майна від злочинних посягань;</w:t>
      </w:r>
    </w:p>
    <w:p w:rsidR="00E721B2" w:rsidRPr="00E677F6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677F6">
        <w:rPr>
          <w:sz w:val="28"/>
          <w:szCs w:val="28"/>
          <w:lang w:val="uk-UA"/>
        </w:rPr>
        <w:t>протидії хабарництву та корупції;</w:t>
      </w:r>
    </w:p>
    <w:p w:rsidR="00E721B2" w:rsidRPr="00E677F6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677F6">
        <w:rPr>
          <w:sz w:val="28"/>
          <w:szCs w:val="28"/>
          <w:lang w:val="uk-UA"/>
        </w:rPr>
        <w:t>протидії злочинності у сфері економіки;</w:t>
      </w:r>
    </w:p>
    <w:p w:rsidR="00E721B2" w:rsidRPr="00E677F6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677F6">
        <w:rPr>
          <w:sz w:val="28"/>
          <w:szCs w:val="28"/>
          <w:lang w:val="uk-UA"/>
        </w:rPr>
        <w:t>протидії злочинному впливу на неповнолітніх і молодіжне середовище;</w:t>
      </w:r>
    </w:p>
    <w:p w:rsidR="00E721B2" w:rsidRPr="00E677F6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677F6">
        <w:rPr>
          <w:sz w:val="28"/>
          <w:szCs w:val="28"/>
          <w:lang w:val="uk-UA"/>
        </w:rPr>
        <w:t>запобігання поширенню наркоманії, пияцтва й алкоголізму;</w:t>
      </w:r>
    </w:p>
    <w:p w:rsidR="00E721B2" w:rsidRPr="00E677F6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677F6">
        <w:rPr>
          <w:sz w:val="28"/>
          <w:szCs w:val="28"/>
          <w:lang w:val="uk-UA"/>
        </w:rPr>
        <w:t>протидії рецидивній злочинності;</w:t>
      </w:r>
    </w:p>
    <w:p w:rsidR="00E721B2" w:rsidRPr="00E677F6" w:rsidRDefault="00E721B2" w:rsidP="00E677F6">
      <w:pPr>
        <w:pStyle w:val="NormalWeb"/>
        <w:numPr>
          <w:ilvl w:val="0"/>
          <w:numId w:val="17"/>
        </w:numPr>
        <w:tabs>
          <w:tab w:val="clear" w:pos="1935"/>
          <w:tab w:val="num" w:pos="0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677F6">
        <w:rPr>
          <w:sz w:val="28"/>
          <w:szCs w:val="28"/>
          <w:lang w:val="uk-UA"/>
        </w:rPr>
        <w:t>охорони громадського порядку.</w:t>
      </w: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2671A5">
        <w:rPr>
          <w:b/>
          <w:bCs/>
          <w:sz w:val="28"/>
          <w:szCs w:val="28"/>
          <w:shd w:val="clear" w:color="auto" w:fill="FFFFFF"/>
          <w:lang w:val="uk-UA"/>
        </w:rPr>
        <w:t>Розділ 2. Очікувані результати та фінансове забезпечення Програми</w:t>
      </w:r>
    </w:p>
    <w:p w:rsidR="00E721B2" w:rsidRPr="002671A5" w:rsidRDefault="00E721B2" w:rsidP="00862215">
      <w:pPr>
        <w:pStyle w:val="NormalWeb"/>
        <w:spacing w:before="0" w:beforeAutospacing="0" w:after="0" w:afterAutospacing="0"/>
        <w:ind w:firstLine="708"/>
        <w:jc w:val="both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:rsidR="00E721B2" w:rsidRPr="002671A5" w:rsidRDefault="00E721B2" w:rsidP="009F1CF5">
      <w:pPr>
        <w:pStyle w:val="NormalWeb"/>
        <w:spacing w:before="0" w:beforeAutospacing="0" w:after="0" w:afterAutospacing="0"/>
        <w:ind w:firstLine="708"/>
        <w:jc w:val="both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2671A5">
        <w:rPr>
          <w:b/>
          <w:bCs/>
          <w:i/>
          <w:iCs/>
          <w:sz w:val="28"/>
          <w:szCs w:val="28"/>
          <w:shd w:val="clear" w:color="auto" w:fill="FFFFFF"/>
          <w:lang w:val="uk-UA"/>
        </w:rPr>
        <w:t>2.1. Очікувані результати</w:t>
      </w:r>
    </w:p>
    <w:p w:rsidR="00E721B2" w:rsidRPr="002671A5" w:rsidRDefault="00E721B2" w:rsidP="009F1CF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2671A5">
        <w:rPr>
          <w:sz w:val="28"/>
          <w:szCs w:val="28"/>
          <w:shd w:val="clear" w:color="auto" w:fill="FFFFFF"/>
          <w:lang w:val="uk-UA"/>
        </w:rPr>
        <w:t>Виконання Програми надасть можливість:</w:t>
      </w:r>
    </w:p>
    <w:p w:rsidR="00E721B2" w:rsidRPr="002671A5" w:rsidRDefault="00E721B2" w:rsidP="00E677F6">
      <w:pPr>
        <w:pStyle w:val="BodyText"/>
        <w:numPr>
          <w:ilvl w:val="0"/>
          <w:numId w:val="19"/>
        </w:numPr>
        <w:tabs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знизити рівень злочинності на території </w:t>
      </w:r>
      <w:r>
        <w:rPr>
          <w:sz w:val="28"/>
          <w:szCs w:val="28"/>
        </w:rPr>
        <w:t>Бахмутської</w:t>
      </w:r>
      <w:r w:rsidRPr="002671A5">
        <w:rPr>
          <w:sz w:val="28"/>
          <w:szCs w:val="28"/>
        </w:rPr>
        <w:t xml:space="preserve"> міської ради;</w:t>
      </w:r>
    </w:p>
    <w:p w:rsidR="00E721B2" w:rsidRPr="002671A5" w:rsidRDefault="00E721B2" w:rsidP="00E677F6">
      <w:pPr>
        <w:pStyle w:val="BodyText"/>
        <w:numPr>
          <w:ilvl w:val="0"/>
          <w:numId w:val="19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зменшити вплив організованої злочинності на економічну й </w:t>
      </w:r>
      <w:r w:rsidRPr="001E7E4F">
        <w:rPr>
          <w:sz w:val="28"/>
        </w:rPr>
        <w:t>соціально-</w:t>
      </w:r>
      <w:r w:rsidRPr="002671A5">
        <w:rPr>
          <w:sz w:val="28"/>
          <w:szCs w:val="28"/>
        </w:rPr>
        <w:t xml:space="preserve">політичну сфери суспільства; </w:t>
      </w:r>
    </w:p>
    <w:p w:rsidR="00E721B2" w:rsidRPr="002671A5" w:rsidRDefault="00E721B2" w:rsidP="00E677F6">
      <w:pPr>
        <w:pStyle w:val="BodyText"/>
        <w:numPr>
          <w:ilvl w:val="0"/>
          <w:numId w:val="19"/>
        </w:numPr>
        <w:tabs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знизити рівень корупційних проявів; </w:t>
      </w:r>
    </w:p>
    <w:p w:rsidR="00E721B2" w:rsidRPr="002671A5" w:rsidRDefault="00E721B2" w:rsidP="00E677F6">
      <w:pPr>
        <w:pStyle w:val="BodyText"/>
        <w:numPr>
          <w:ilvl w:val="0"/>
          <w:numId w:val="19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покращити стан роботи щодо профілактики правопорушень та боротьби зі злочинністю завдяки залученню громадських формувань до здійснення заходів з охорони громадської безпеки, громадського порядку та боротьби зі злочинністю, </w:t>
      </w:r>
      <w:r w:rsidRPr="00E677F6">
        <w:rPr>
          <w:sz w:val="28"/>
          <w:szCs w:val="28"/>
        </w:rPr>
        <w:t>зменш</w:t>
      </w:r>
      <w:r>
        <w:rPr>
          <w:sz w:val="28"/>
          <w:szCs w:val="28"/>
        </w:rPr>
        <w:t>ити</w:t>
      </w:r>
      <w:r w:rsidRPr="00E677F6">
        <w:rPr>
          <w:sz w:val="28"/>
          <w:szCs w:val="28"/>
        </w:rPr>
        <w:t xml:space="preserve"> проявів сепаратизму серед населення</w:t>
      </w:r>
      <w:r w:rsidRPr="002671A5">
        <w:rPr>
          <w:sz w:val="28"/>
          <w:szCs w:val="28"/>
        </w:rPr>
        <w:t>;</w:t>
      </w:r>
    </w:p>
    <w:p w:rsidR="00E721B2" w:rsidRPr="002671A5" w:rsidRDefault="00E721B2" w:rsidP="00E677F6">
      <w:pPr>
        <w:pStyle w:val="BodyText"/>
        <w:numPr>
          <w:ilvl w:val="0"/>
          <w:numId w:val="19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покращити профілактичну роботу щодо недопущення злочинів серед неповнолітніх; </w:t>
      </w:r>
    </w:p>
    <w:p w:rsidR="00E721B2" w:rsidRPr="002671A5" w:rsidRDefault="00E721B2" w:rsidP="00E677F6">
      <w:pPr>
        <w:pStyle w:val="BodyText"/>
        <w:numPr>
          <w:ilvl w:val="0"/>
          <w:numId w:val="19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зміцнити стан боротьби  з незаконним обігом наркотиків</w:t>
      </w:r>
      <w:r>
        <w:rPr>
          <w:sz w:val="28"/>
          <w:szCs w:val="28"/>
        </w:rPr>
        <w:t xml:space="preserve">, </w:t>
      </w:r>
      <w:r w:rsidRPr="001E7E4F">
        <w:rPr>
          <w:sz w:val="28"/>
          <w:szCs w:val="28"/>
        </w:rPr>
        <w:t>з тероризмом та екстремізмом</w:t>
      </w:r>
      <w:r>
        <w:rPr>
          <w:sz w:val="28"/>
          <w:szCs w:val="28"/>
        </w:rPr>
        <w:t>;</w:t>
      </w:r>
    </w:p>
    <w:p w:rsidR="00E721B2" w:rsidRPr="002671A5" w:rsidRDefault="00E721B2" w:rsidP="00E677F6">
      <w:pPr>
        <w:pStyle w:val="BodyText"/>
        <w:numPr>
          <w:ilvl w:val="0"/>
          <w:numId w:val="19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послабити загальну суспільну напруженість</w:t>
      </w:r>
      <w:r>
        <w:rPr>
          <w:sz w:val="28"/>
          <w:szCs w:val="28"/>
        </w:rPr>
        <w:t>.</w:t>
      </w:r>
    </w:p>
    <w:p w:rsidR="00E721B2" w:rsidRDefault="00E721B2" w:rsidP="00862215">
      <w:pPr>
        <w:shd w:val="clear" w:color="auto" w:fill="FFFFFF"/>
        <w:ind w:firstLine="708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</w:p>
    <w:p w:rsidR="00E721B2" w:rsidRPr="002671A5" w:rsidRDefault="00E721B2" w:rsidP="00862215">
      <w:pPr>
        <w:shd w:val="clear" w:color="auto" w:fill="FFFFFF"/>
        <w:ind w:firstLine="708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2671A5">
        <w:rPr>
          <w:b/>
          <w:bCs/>
          <w:i/>
          <w:iCs/>
          <w:sz w:val="28"/>
          <w:szCs w:val="28"/>
          <w:shd w:val="clear" w:color="auto" w:fill="FFFFFF"/>
        </w:rPr>
        <w:t>2.2.  Фінансове забезпечення</w:t>
      </w:r>
    </w:p>
    <w:p w:rsidR="00E721B2" w:rsidRPr="002671A5" w:rsidRDefault="00E721B2" w:rsidP="00862215">
      <w:pPr>
        <w:pStyle w:val="NormalWeb"/>
        <w:spacing w:before="0" w:beforeAutospacing="0" w:after="0" w:afterAutospacing="0"/>
        <w:ind w:left="-90"/>
        <w:jc w:val="both"/>
        <w:rPr>
          <w:sz w:val="28"/>
          <w:szCs w:val="28"/>
          <w:shd w:val="clear" w:color="auto" w:fill="FFFFFF"/>
          <w:lang w:val="uk-UA"/>
        </w:rPr>
      </w:pPr>
      <w:r w:rsidRPr="002671A5">
        <w:rPr>
          <w:sz w:val="28"/>
          <w:szCs w:val="28"/>
          <w:shd w:val="clear" w:color="auto" w:fill="FFFFFF"/>
          <w:lang w:val="uk-UA"/>
        </w:rPr>
        <w:tab/>
      </w:r>
      <w:r w:rsidRPr="002671A5">
        <w:rPr>
          <w:sz w:val="28"/>
          <w:szCs w:val="28"/>
          <w:shd w:val="clear" w:color="auto" w:fill="FFFFFF"/>
          <w:lang w:val="uk-UA"/>
        </w:rPr>
        <w:tab/>
      </w:r>
    </w:p>
    <w:p w:rsidR="00E721B2" w:rsidRPr="002671A5" w:rsidRDefault="00E721B2" w:rsidP="00CC3BFE">
      <w:pPr>
        <w:pStyle w:val="NormalWeb"/>
        <w:spacing w:before="0" w:beforeAutospacing="0" w:after="0" w:afterAutospacing="0"/>
        <w:ind w:left="-90" w:firstLine="798"/>
        <w:jc w:val="both"/>
        <w:rPr>
          <w:sz w:val="28"/>
          <w:szCs w:val="28"/>
          <w:shd w:val="clear" w:color="auto" w:fill="FFFFFF"/>
          <w:lang w:val="uk-UA"/>
        </w:rPr>
        <w:sectPr w:rsidR="00E721B2" w:rsidRPr="002671A5" w:rsidSect="00520A60">
          <w:footerReference w:type="default" r:id="rId8"/>
          <w:pgSz w:w="11906" w:h="16838"/>
          <w:pgMar w:top="993" w:right="707" w:bottom="1134" w:left="1560" w:header="420" w:footer="210" w:gutter="0"/>
          <w:cols w:space="708"/>
          <w:docGrid w:linePitch="381"/>
        </w:sectPr>
      </w:pPr>
      <w:r w:rsidRPr="002671A5">
        <w:rPr>
          <w:sz w:val="28"/>
          <w:szCs w:val="28"/>
          <w:shd w:val="clear" w:color="auto" w:fill="FFFFFF"/>
          <w:lang w:val="uk-UA"/>
        </w:rPr>
        <w:t xml:space="preserve">Фінансове забезпечення виконання Програми здійснюється за рахунок міського бюджету м. </w:t>
      </w:r>
      <w:r>
        <w:rPr>
          <w:sz w:val="28"/>
          <w:szCs w:val="28"/>
          <w:shd w:val="clear" w:color="auto" w:fill="FFFFFF"/>
          <w:lang w:val="uk-UA"/>
        </w:rPr>
        <w:t>Бахмута</w:t>
      </w:r>
      <w:r w:rsidRPr="002671A5">
        <w:rPr>
          <w:sz w:val="28"/>
          <w:szCs w:val="28"/>
          <w:shd w:val="clear" w:color="auto" w:fill="FFFFFF"/>
          <w:lang w:val="uk-UA"/>
        </w:rPr>
        <w:t xml:space="preserve"> на 2016 та 2017 роки.</w:t>
      </w:r>
    </w:p>
    <w:p w:rsidR="00E721B2" w:rsidRPr="002671A5" w:rsidRDefault="00E721B2" w:rsidP="00862215">
      <w:pPr>
        <w:jc w:val="center"/>
        <w:rPr>
          <w:b/>
          <w:bCs/>
          <w:sz w:val="28"/>
          <w:szCs w:val="28"/>
        </w:rPr>
      </w:pPr>
      <w:r w:rsidRPr="002671A5">
        <w:rPr>
          <w:b/>
          <w:bCs/>
          <w:sz w:val="28"/>
          <w:szCs w:val="28"/>
        </w:rPr>
        <w:t xml:space="preserve">Розділ 3. Заходи Програми посилення охорони публічної безпеки і боротьби зі злочинністю на території </w:t>
      </w:r>
      <w:r>
        <w:rPr>
          <w:b/>
          <w:bCs/>
          <w:sz w:val="28"/>
          <w:szCs w:val="28"/>
        </w:rPr>
        <w:t xml:space="preserve">Бахмутської </w:t>
      </w:r>
      <w:r w:rsidRPr="002671A5">
        <w:rPr>
          <w:b/>
          <w:bCs/>
          <w:sz w:val="28"/>
          <w:szCs w:val="28"/>
        </w:rPr>
        <w:t>міської ради «Правопорядок 2016-2017»</w:t>
      </w:r>
    </w:p>
    <w:p w:rsidR="00E721B2" w:rsidRPr="002671A5" w:rsidRDefault="00E721B2" w:rsidP="00862215">
      <w:pPr>
        <w:jc w:val="center"/>
        <w:rPr>
          <w:b/>
          <w:bCs/>
          <w:sz w:val="28"/>
          <w:szCs w:val="28"/>
        </w:rPr>
      </w:pPr>
    </w:p>
    <w:p w:rsidR="00E721B2" w:rsidRPr="002671A5" w:rsidRDefault="00E721B2" w:rsidP="004745A9">
      <w:pPr>
        <w:pStyle w:val="BlockText"/>
        <w:ind w:left="0" w:right="-82" w:firstLine="700"/>
        <w:rPr>
          <w:bCs/>
        </w:rPr>
      </w:pPr>
      <w:r w:rsidRPr="002671A5">
        <w:rPr>
          <w:bCs/>
        </w:rPr>
        <w:t>1. Організаційне забезпечення боротьби зі злочинністю.</w:t>
      </w:r>
    </w:p>
    <w:p w:rsidR="00E721B2" w:rsidRPr="002671A5" w:rsidRDefault="00E721B2" w:rsidP="00862215">
      <w:pPr>
        <w:ind w:firstLine="720"/>
        <w:jc w:val="both"/>
        <w:rPr>
          <w:sz w:val="28"/>
          <w:szCs w:val="28"/>
        </w:rPr>
      </w:pPr>
    </w:p>
    <w:p w:rsidR="00E721B2" w:rsidRPr="002671A5" w:rsidRDefault="00E721B2" w:rsidP="00862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Аналіз </w:t>
      </w:r>
      <w:r w:rsidRPr="002671A5">
        <w:rPr>
          <w:sz w:val="28"/>
          <w:szCs w:val="28"/>
        </w:rPr>
        <w:t xml:space="preserve">стану: правопорядку та боротьби зі злочинністю на території </w:t>
      </w:r>
      <w:r w:rsidRPr="001E7E4F">
        <w:rPr>
          <w:bCs/>
          <w:sz w:val="28"/>
          <w:szCs w:val="28"/>
        </w:rPr>
        <w:t>Бахмутської</w:t>
      </w:r>
      <w:r w:rsidRPr="001E7E4F">
        <w:rPr>
          <w:sz w:val="28"/>
          <w:szCs w:val="28"/>
        </w:rPr>
        <w:t xml:space="preserve"> </w:t>
      </w:r>
      <w:r w:rsidRPr="002671A5">
        <w:rPr>
          <w:sz w:val="28"/>
          <w:szCs w:val="28"/>
        </w:rPr>
        <w:t xml:space="preserve">міської ради, стану організації роботи поліції щодо попередження, виявлення та розслідування тяжких та особливо тяжких кримінальних правопорушень, у тому числі розбійних нападів, пограбувань та  незаконних заволодінь транспортними засобами, оцінка участі керівництва у забезпеченні належної взаємодії органів досудового розслідування з іншими органами та підрозділами поліції. Виявлення факторів, що сприяють загостренню криміногенної ситуації. Вжиття заходів, спрямованих на попередження злочинних проявів, насамперед проти особистості, в сфері охорони публічної безпеки. </w:t>
      </w:r>
    </w:p>
    <w:p w:rsidR="00E721B2" w:rsidRDefault="00E721B2" w:rsidP="00862215">
      <w:pPr>
        <w:ind w:left="486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Артемівський відділ поліції Головного</w:t>
      </w:r>
    </w:p>
    <w:p w:rsidR="00E721B2" w:rsidRDefault="00E721B2" w:rsidP="00862215">
      <w:pPr>
        <w:ind w:left="486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Управління Національної поліції в </w:t>
      </w:r>
    </w:p>
    <w:p w:rsidR="00E721B2" w:rsidRPr="002671A5" w:rsidRDefault="00E721B2" w:rsidP="00862215">
      <w:pPr>
        <w:ind w:left="486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Донецькій області  (далі – ВП ГУНП)</w:t>
      </w:r>
    </w:p>
    <w:p w:rsidR="00E721B2" w:rsidRPr="002671A5" w:rsidRDefault="00E721B2" w:rsidP="00862215">
      <w:pPr>
        <w:tabs>
          <w:tab w:val="left" w:pos="6526"/>
        </w:tabs>
        <w:ind w:left="486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січень 2016, січень 2017</w:t>
      </w:r>
      <w:r w:rsidRPr="002671A5">
        <w:rPr>
          <w:sz w:val="28"/>
          <w:szCs w:val="28"/>
        </w:rPr>
        <w:tab/>
      </w:r>
    </w:p>
    <w:p w:rsidR="00E721B2" w:rsidRPr="002671A5" w:rsidRDefault="00E721B2" w:rsidP="00862215">
      <w:pPr>
        <w:ind w:firstLine="3150"/>
        <w:jc w:val="both"/>
        <w:rPr>
          <w:sz w:val="28"/>
          <w:szCs w:val="28"/>
        </w:rPr>
      </w:pPr>
    </w:p>
    <w:p w:rsidR="00E721B2" w:rsidRPr="002671A5" w:rsidRDefault="00E721B2" w:rsidP="002D3CB6">
      <w:pPr>
        <w:ind w:firstLine="70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ab/>
        <w:t>1.2. Проведення прес-конференцій, брифінгів для журналістів, за участю мешканців міста. Підготовка  різножанрових матеріалів для місцевих та обласних ЗМІ про кращі напрацювання поліції. Залучення журналістів до проведення спільних рейдів за напрямками діяльності.</w:t>
      </w:r>
    </w:p>
    <w:p w:rsidR="00E721B2" w:rsidRPr="002671A5" w:rsidRDefault="00E721B2" w:rsidP="00862215">
      <w:pPr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                                             </w:t>
      </w:r>
      <w:r w:rsidRPr="002671A5">
        <w:rPr>
          <w:sz w:val="28"/>
          <w:szCs w:val="28"/>
        </w:rPr>
        <w:tab/>
      </w:r>
      <w:r w:rsidRPr="002671A5">
        <w:rPr>
          <w:sz w:val="28"/>
          <w:szCs w:val="28"/>
        </w:rPr>
        <w:tab/>
      </w:r>
      <w:r w:rsidRPr="002671A5">
        <w:rPr>
          <w:sz w:val="28"/>
          <w:szCs w:val="28"/>
        </w:rPr>
        <w:tab/>
        <w:t xml:space="preserve">ВП ГУНП, представники ЗМІ           </w:t>
      </w:r>
    </w:p>
    <w:p w:rsidR="00E721B2" w:rsidRPr="002671A5" w:rsidRDefault="00E721B2" w:rsidP="00862215">
      <w:pPr>
        <w:ind w:left="1813" w:firstLine="315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Постійно </w:t>
      </w:r>
    </w:p>
    <w:p w:rsidR="00E721B2" w:rsidRPr="002671A5" w:rsidRDefault="00E721B2" w:rsidP="00862215">
      <w:pPr>
        <w:ind w:firstLine="3150"/>
        <w:jc w:val="both"/>
        <w:rPr>
          <w:sz w:val="28"/>
          <w:szCs w:val="28"/>
        </w:rPr>
      </w:pPr>
    </w:p>
    <w:p w:rsidR="00E721B2" w:rsidRPr="002671A5" w:rsidRDefault="00E721B2" w:rsidP="002D3CB6">
      <w:pPr>
        <w:pStyle w:val="BodyTextIndent2"/>
        <w:spacing w:line="240" w:lineRule="auto"/>
        <w:ind w:left="0" w:firstLine="70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1.3. Вивчення громадської думки мешканців на території </w:t>
      </w:r>
      <w:r w:rsidRPr="001E7E4F">
        <w:rPr>
          <w:bCs/>
          <w:sz w:val="28"/>
          <w:szCs w:val="28"/>
        </w:rPr>
        <w:t>Бахмутської</w:t>
      </w:r>
      <w:r w:rsidRPr="002671A5">
        <w:rPr>
          <w:sz w:val="28"/>
          <w:szCs w:val="28"/>
        </w:rPr>
        <w:t xml:space="preserve"> міської ради щодо р</w:t>
      </w:r>
      <w:r>
        <w:rPr>
          <w:sz w:val="28"/>
          <w:szCs w:val="28"/>
        </w:rPr>
        <w:t>оботи поліції. Розміщення у ЗМІ</w:t>
      </w:r>
      <w:r w:rsidRPr="002671A5">
        <w:rPr>
          <w:sz w:val="28"/>
          <w:szCs w:val="28"/>
        </w:rPr>
        <w:t xml:space="preserve"> контактних телефонів керівництва відділу поліції, телефонів довіри та графіку прийому громадян керівним складом, з метою висвітлення роботи відділу поліції та забезпечення  прозорості діяльності правоохоронних органів. </w:t>
      </w:r>
    </w:p>
    <w:p w:rsidR="00E721B2" w:rsidRPr="002671A5" w:rsidRDefault="00E721B2" w:rsidP="00862215">
      <w:pPr>
        <w:ind w:left="4254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ГУНП, представники ЗМІ           </w:t>
      </w:r>
    </w:p>
    <w:p w:rsidR="00E721B2" w:rsidRPr="002671A5" w:rsidRDefault="00E721B2" w:rsidP="00862215">
      <w:pPr>
        <w:ind w:left="1813" w:firstLine="315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Постійно</w:t>
      </w:r>
    </w:p>
    <w:p w:rsidR="00E721B2" w:rsidRPr="002671A5" w:rsidRDefault="00E721B2" w:rsidP="00862215">
      <w:pPr>
        <w:ind w:firstLine="3150"/>
        <w:jc w:val="both"/>
        <w:rPr>
          <w:sz w:val="28"/>
          <w:szCs w:val="28"/>
        </w:rPr>
      </w:pPr>
    </w:p>
    <w:p w:rsidR="00E721B2" w:rsidRPr="002671A5" w:rsidRDefault="00E721B2" w:rsidP="00862215">
      <w:pPr>
        <w:ind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Pr="002671A5">
        <w:rPr>
          <w:sz w:val="28"/>
          <w:szCs w:val="28"/>
        </w:rPr>
        <w:t xml:space="preserve">Здійснення моніторингу публікацій в засобах масової інформації на наявність критичних матеріалів щодо діяльності поліції та своєчасної перевірки викладеної в матеріалах інформації з метою вжиття оперативних заходів, інформування ЗМІ про результати перевірок та вжиті заходи. </w:t>
      </w:r>
    </w:p>
    <w:p w:rsidR="00E721B2" w:rsidRPr="002671A5" w:rsidRDefault="00E721B2" w:rsidP="00862215">
      <w:pPr>
        <w:ind w:left="4254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           </w:t>
      </w:r>
    </w:p>
    <w:p w:rsidR="00E721B2" w:rsidRPr="002671A5" w:rsidRDefault="00E721B2" w:rsidP="00862215">
      <w:pPr>
        <w:ind w:left="1813" w:firstLine="315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Постійно</w:t>
      </w:r>
    </w:p>
    <w:p w:rsidR="00E721B2" w:rsidRPr="002671A5" w:rsidRDefault="00E721B2" w:rsidP="00862215">
      <w:pPr>
        <w:ind w:firstLine="3150"/>
        <w:jc w:val="both"/>
        <w:rPr>
          <w:sz w:val="28"/>
          <w:szCs w:val="28"/>
        </w:rPr>
      </w:pPr>
    </w:p>
    <w:p w:rsidR="00E721B2" w:rsidRPr="002671A5" w:rsidRDefault="00E721B2" w:rsidP="00862215">
      <w:pPr>
        <w:pStyle w:val="BodyTextIndent3"/>
        <w:ind w:left="0" w:firstLine="70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1.5. Систематичне вивчення і аналіз стану роботи з заявами і скаргами громадян на незаконні дії посадових осіб поліції, а також своєчасне реагування на них. Вжиття вичерпних заходів щодо задоволення обґрунтованих звернень та поновлення порушених прав громадян.</w:t>
      </w:r>
    </w:p>
    <w:p w:rsidR="00E721B2" w:rsidRPr="002671A5" w:rsidRDefault="00E721B2" w:rsidP="00862215">
      <w:pPr>
        <w:ind w:left="4254" w:firstLine="709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           </w:t>
      </w:r>
    </w:p>
    <w:p w:rsidR="00E721B2" w:rsidRPr="002671A5" w:rsidRDefault="00E721B2" w:rsidP="00862215">
      <w:pPr>
        <w:ind w:left="1813" w:firstLine="315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Постійно</w:t>
      </w:r>
    </w:p>
    <w:p w:rsidR="00E721B2" w:rsidRPr="002671A5" w:rsidRDefault="00E721B2" w:rsidP="00CC3BFE">
      <w:pPr>
        <w:tabs>
          <w:tab w:val="left" w:pos="6526"/>
        </w:tabs>
        <w:ind w:firstLine="3150"/>
        <w:jc w:val="both"/>
        <w:rPr>
          <w:sz w:val="28"/>
          <w:szCs w:val="28"/>
        </w:rPr>
      </w:pPr>
    </w:p>
    <w:p w:rsidR="00E721B2" w:rsidRPr="002671A5" w:rsidRDefault="00E721B2" w:rsidP="00CC3BFE">
      <w:pPr>
        <w:pStyle w:val="BodyTextIndent2"/>
        <w:spacing w:line="240" w:lineRule="auto"/>
        <w:ind w:firstLine="42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1.6. Аналіз результатів виконання на території </w:t>
      </w:r>
      <w:r w:rsidRPr="001E7E4F">
        <w:rPr>
          <w:bCs/>
          <w:sz w:val="28"/>
          <w:szCs w:val="28"/>
        </w:rPr>
        <w:t>Бахмутської</w:t>
      </w:r>
      <w:r w:rsidRPr="001E7E4F">
        <w:rPr>
          <w:sz w:val="28"/>
          <w:szCs w:val="28"/>
        </w:rPr>
        <w:t xml:space="preserve"> </w:t>
      </w:r>
      <w:r w:rsidRPr="002671A5">
        <w:rPr>
          <w:sz w:val="28"/>
          <w:szCs w:val="28"/>
        </w:rPr>
        <w:t xml:space="preserve">міської ради заходів Програми посилення охорони публічної безпеки і боротьби зі злочинністю на території </w:t>
      </w:r>
      <w:r w:rsidRPr="001E7E4F">
        <w:rPr>
          <w:bCs/>
          <w:sz w:val="28"/>
          <w:szCs w:val="28"/>
        </w:rPr>
        <w:t>Бахмутської</w:t>
      </w:r>
      <w:r w:rsidRPr="001E7E4F">
        <w:rPr>
          <w:sz w:val="28"/>
          <w:szCs w:val="28"/>
        </w:rPr>
        <w:t xml:space="preserve"> </w:t>
      </w:r>
      <w:r w:rsidRPr="002671A5">
        <w:rPr>
          <w:sz w:val="28"/>
          <w:szCs w:val="28"/>
        </w:rPr>
        <w:t xml:space="preserve">ї міської ради «Правопорядок 2016-2017» та звітування про стан виконання Програми перед </w:t>
      </w:r>
      <w:r w:rsidRPr="001E7E4F">
        <w:rPr>
          <w:bCs/>
          <w:sz w:val="28"/>
          <w:szCs w:val="28"/>
        </w:rPr>
        <w:t>Бахмутської</w:t>
      </w:r>
      <w:r w:rsidRPr="002671A5">
        <w:rPr>
          <w:sz w:val="28"/>
          <w:szCs w:val="28"/>
        </w:rPr>
        <w:t xml:space="preserve"> міською радою.</w:t>
      </w:r>
    </w:p>
    <w:p w:rsidR="00E721B2" w:rsidRPr="002671A5" w:rsidRDefault="00E721B2" w:rsidP="00CC3BFE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ВП ГУНП</w:t>
      </w:r>
    </w:p>
    <w:p w:rsidR="00E721B2" w:rsidRPr="002671A5" w:rsidRDefault="00E721B2" w:rsidP="00CC3BFE">
      <w:pPr>
        <w:ind w:left="1813" w:firstLine="315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Щорічно</w:t>
      </w:r>
    </w:p>
    <w:p w:rsidR="00E721B2" w:rsidRPr="002671A5" w:rsidRDefault="00E721B2" w:rsidP="00862215">
      <w:pPr>
        <w:ind w:left="1813" w:firstLine="3150"/>
        <w:jc w:val="both"/>
        <w:rPr>
          <w:sz w:val="28"/>
          <w:szCs w:val="28"/>
        </w:rPr>
      </w:pPr>
    </w:p>
    <w:p w:rsidR="00E721B2" w:rsidRPr="002671A5" w:rsidRDefault="00E721B2" w:rsidP="004745A9">
      <w:pPr>
        <w:pStyle w:val="BlockText"/>
        <w:ind w:left="0" w:right="-82" w:firstLine="700"/>
        <w:rPr>
          <w:bCs/>
        </w:rPr>
      </w:pPr>
      <w:r w:rsidRPr="002671A5">
        <w:rPr>
          <w:bCs/>
        </w:rPr>
        <w:t>2. Заходи у сфері захисту життя, здоров'я, честі й гідності людини, його майна від злочинних посягань.</w:t>
      </w:r>
    </w:p>
    <w:p w:rsidR="00E721B2" w:rsidRPr="002671A5" w:rsidRDefault="00E721B2" w:rsidP="00862215">
      <w:pPr>
        <w:pStyle w:val="BodyTextIndent"/>
        <w:ind w:firstLine="0"/>
        <w:rPr>
          <w:spacing w:val="0"/>
          <w:lang w:val="uk-UA"/>
        </w:rPr>
      </w:pPr>
    </w:p>
    <w:p w:rsidR="00E721B2" w:rsidRPr="002671A5" w:rsidRDefault="00E721B2" w:rsidP="00862215">
      <w:pPr>
        <w:pStyle w:val="BodyTextIndent"/>
        <w:spacing w:line="240" w:lineRule="auto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2.1. Продовження роботи з виявлення та документування протиправної діяльності радикальних організацій, рухів, осіб, які причетні до екстремістських та сепаратистських дій, з метою попередження злочинних посягань із застосуванням зброї і вибухових пристроїв проти особистості і суспільства, зокрема, терористичних актів.</w:t>
      </w:r>
    </w:p>
    <w:p w:rsidR="00E721B2" w:rsidRPr="002671A5" w:rsidRDefault="00E721B2" w:rsidP="00862215">
      <w:pPr>
        <w:ind w:left="4963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ГУНП, </w:t>
      </w:r>
      <w:r w:rsidRPr="001E7E4F">
        <w:rPr>
          <w:sz w:val="28"/>
          <w:szCs w:val="28"/>
        </w:rPr>
        <w:t>Відділ в м. Бахмут Управління СБ України   в Донецькій області</w:t>
      </w:r>
    </w:p>
    <w:p w:rsidR="00E721B2" w:rsidRPr="002671A5" w:rsidRDefault="00E721B2" w:rsidP="00862215">
      <w:pPr>
        <w:ind w:left="1813" w:firstLine="315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>Постійно</w:t>
      </w:r>
    </w:p>
    <w:p w:rsidR="00E721B2" w:rsidRPr="002671A5" w:rsidRDefault="00E721B2" w:rsidP="00862215">
      <w:pPr>
        <w:pStyle w:val="BodyTextIndent"/>
        <w:ind w:firstLine="72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>2.2. Проведення заходів</w:t>
      </w:r>
      <w:r w:rsidRPr="002671A5">
        <w:rPr>
          <w:b w:val="0"/>
          <w:bCs/>
          <w:lang w:val="uk-UA"/>
        </w:rPr>
        <w:t xml:space="preserve">, спрямованих на виявлення та вилучення з незаконного обігу </w:t>
      </w:r>
      <w:r w:rsidRPr="002671A5">
        <w:rPr>
          <w:b w:val="0"/>
          <w:bCs/>
          <w:spacing w:val="-7"/>
          <w:lang w:val="uk-UA"/>
        </w:rPr>
        <w:t>вогнепальної зброї, боєприпасів, вибухівки та встановлення осіб, причетних до скоєння злочинів з її використанням</w:t>
      </w:r>
      <w:r w:rsidRPr="002671A5">
        <w:rPr>
          <w:b w:val="0"/>
          <w:bCs/>
          <w:lang w:val="uk-UA"/>
        </w:rPr>
        <w:t>.</w:t>
      </w:r>
    </w:p>
    <w:p w:rsidR="00E721B2" w:rsidRPr="002671A5" w:rsidRDefault="00E721B2" w:rsidP="00862215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ГУНП, </w:t>
      </w:r>
      <w:r w:rsidRPr="001E7E4F">
        <w:rPr>
          <w:sz w:val="28"/>
          <w:szCs w:val="28"/>
        </w:rPr>
        <w:t>Відділ в м. Бахмут Управління СБ України   в Донецькій області</w:t>
      </w:r>
    </w:p>
    <w:p w:rsidR="00E721B2" w:rsidRPr="002671A5" w:rsidRDefault="00E721B2" w:rsidP="001E7E4F">
      <w:pPr>
        <w:ind w:left="1813" w:firstLine="3150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Постійно </w:t>
      </w: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2.3.Вжиття заходів щодо зміцнення оперативних позицій, </w:t>
      </w:r>
      <w:r w:rsidRPr="002671A5">
        <w:rPr>
          <w:b w:val="0"/>
          <w:bCs/>
          <w:spacing w:val="-7"/>
          <w:lang w:val="uk-UA"/>
        </w:rPr>
        <w:t xml:space="preserve">отримання </w:t>
      </w:r>
      <w:r w:rsidRPr="002671A5">
        <w:rPr>
          <w:b w:val="0"/>
          <w:bCs/>
          <w:lang w:val="uk-UA"/>
        </w:rPr>
        <w:t xml:space="preserve">важливої оперативної інформації відносно осіб, причетних до </w:t>
      </w:r>
      <w:r>
        <w:rPr>
          <w:b w:val="0"/>
          <w:bCs/>
          <w:lang w:val="uk-UA"/>
        </w:rPr>
        <w:t>незаконних збройних формувань (надалі НЗФ)</w:t>
      </w:r>
      <w:r w:rsidRPr="002671A5">
        <w:rPr>
          <w:b w:val="0"/>
          <w:bCs/>
          <w:lang w:val="uk-UA"/>
        </w:rPr>
        <w:t xml:space="preserve">, які мають схильність до сепаратизму, екстремізму. Проведення дій по знешкодженню діяльності </w:t>
      </w:r>
      <w:r w:rsidRPr="00826682">
        <w:rPr>
          <w:b w:val="0"/>
          <w:bCs/>
          <w:lang w:val="uk-UA"/>
        </w:rPr>
        <w:t>НЗФ</w:t>
      </w:r>
      <w:r w:rsidRPr="002671A5">
        <w:rPr>
          <w:b w:val="0"/>
          <w:bCs/>
          <w:lang w:val="uk-UA"/>
        </w:rPr>
        <w:t>, сепаратистських та терористичних  рухів, діяльності організованих злочинних угрупувань на території обслуговування.</w:t>
      </w:r>
    </w:p>
    <w:p w:rsidR="00E721B2" w:rsidRDefault="00E721B2" w:rsidP="001E7E4F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ГУНП, </w:t>
      </w:r>
      <w:r w:rsidRPr="001E7E4F">
        <w:rPr>
          <w:sz w:val="28"/>
          <w:szCs w:val="28"/>
        </w:rPr>
        <w:t>Відділ в м. Бахмут Управління СБ України   в Донецькій області</w:t>
      </w:r>
    </w:p>
    <w:p w:rsidR="00E721B2" w:rsidRPr="002671A5" w:rsidRDefault="00E721B2" w:rsidP="001E7E4F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Постійно </w:t>
      </w:r>
    </w:p>
    <w:p w:rsidR="00E721B2" w:rsidRPr="002671A5" w:rsidRDefault="00E721B2" w:rsidP="00862215">
      <w:pPr>
        <w:pStyle w:val="BodyTextIndent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2.4.Проведення заходів щодо виявлення та документування осіб, які причетні до виготовлення та розповсюдження наркотиків на території </w:t>
      </w:r>
      <w:r w:rsidRPr="00D552CC">
        <w:rPr>
          <w:b w:val="0"/>
          <w:bCs/>
          <w:szCs w:val="28"/>
        </w:rPr>
        <w:t>Бахмутської</w:t>
      </w:r>
      <w:r w:rsidRPr="00D552CC">
        <w:rPr>
          <w:b w:val="0"/>
          <w:bCs/>
          <w:lang w:val="uk-UA"/>
        </w:rPr>
        <w:t xml:space="preserve"> </w:t>
      </w:r>
      <w:r w:rsidRPr="002671A5">
        <w:rPr>
          <w:b w:val="0"/>
          <w:bCs/>
          <w:lang w:val="uk-UA"/>
        </w:rPr>
        <w:t>міської ради.</w:t>
      </w:r>
    </w:p>
    <w:p w:rsidR="00E721B2" w:rsidRPr="002671A5" w:rsidRDefault="00E721B2" w:rsidP="00862215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         </w:t>
      </w:r>
    </w:p>
    <w:p w:rsidR="00E721B2" w:rsidRPr="002671A5" w:rsidRDefault="00E721B2" w:rsidP="00862215">
      <w:pPr>
        <w:pStyle w:val="BodyTextIndent"/>
        <w:ind w:left="4254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Постійно</w:t>
      </w:r>
    </w:p>
    <w:p w:rsidR="00E721B2" w:rsidRPr="002671A5" w:rsidRDefault="00E721B2" w:rsidP="00862215">
      <w:pPr>
        <w:pStyle w:val="BodyTextIndent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2.5.Організація та проведення заходів щодо виявлення, припинення та розкриття кримінальних правопорушень, пов’язаних з нелегальною міграцією на території </w:t>
      </w:r>
      <w:r w:rsidRPr="00D552CC">
        <w:rPr>
          <w:b w:val="0"/>
          <w:bCs/>
          <w:szCs w:val="28"/>
          <w:lang w:val="uk-UA"/>
        </w:rPr>
        <w:t>Бахмутської</w:t>
      </w:r>
      <w:r w:rsidRPr="00D552CC">
        <w:rPr>
          <w:b w:val="0"/>
          <w:bCs/>
          <w:lang w:val="uk-UA"/>
        </w:rPr>
        <w:t xml:space="preserve"> </w:t>
      </w:r>
      <w:r w:rsidRPr="002671A5">
        <w:rPr>
          <w:b w:val="0"/>
          <w:bCs/>
          <w:lang w:val="uk-UA"/>
        </w:rPr>
        <w:t>міської ради.</w:t>
      </w:r>
    </w:p>
    <w:p w:rsidR="00E721B2" w:rsidRPr="002671A5" w:rsidRDefault="00E721B2" w:rsidP="00862215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         </w:t>
      </w:r>
    </w:p>
    <w:p w:rsidR="00E721B2" w:rsidRPr="002671A5" w:rsidRDefault="00E721B2" w:rsidP="00862215">
      <w:pPr>
        <w:pStyle w:val="BodyTextIndent"/>
        <w:ind w:left="4254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Постійно</w:t>
      </w:r>
    </w:p>
    <w:p w:rsidR="00E721B2" w:rsidRPr="002671A5" w:rsidRDefault="00E721B2" w:rsidP="00862215">
      <w:pPr>
        <w:pStyle w:val="BodyTextIndent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2.6.Патрулювання нарядами поліції та забезпечення публічної безпеки і порядку під час проведення масових заходів. </w:t>
      </w:r>
    </w:p>
    <w:p w:rsidR="00E721B2" w:rsidRPr="002671A5" w:rsidRDefault="00E721B2" w:rsidP="00862215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         </w:t>
      </w:r>
    </w:p>
    <w:p w:rsidR="00E721B2" w:rsidRPr="002671A5" w:rsidRDefault="00E721B2" w:rsidP="00862215">
      <w:pPr>
        <w:pStyle w:val="BodyTextIndent"/>
        <w:ind w:left="4254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Постійно</w:t>
      </w:r>
    </w:p>
    <w:p w:rsidR="00E721B2" w:rsidRPr="002671A5" w:rsidRDefault="00E721B2" w:rsidP="00862215">
      <w:pPr>
        <w:pStyle w:val="BodyTextIndent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2.7. Забезпечення виконання вимог Закону України «Про попередження насильства в сім’ї» в межах повноважень поліції.</w:t>
      </w:r>
    </w:p>
    <w:p w:rsidR="00E721B2" w:rsidRPr="002671A5" w:rsidRDefault="00E721B2" w:rsidP="00862215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         </w:t>
      </w:r>
    </w:p>
    <w:p w:rsidR="00E721B2" w:rsidRPr="002671A5" w:rsidRDefault="00E721B2" w:rsidP="00862215">
      <w:pPr>
        <w:pStyle w:val="BodyTextIndent"/>
        <w:ind w:left="244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>Постійно</w:t>
      </w:r>
    </w:p>
    <w:p w:rsidR="00E721B2" w:rsidRPr="002671A5" w:rsidRDefault="00E721B2" w:rsidP="00862215">
      <w:pPr>
        <w:pStyle w:val="BodyTextIndent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2.8. Проведення індивідуально-профілактичної роботи з особами, які мали судимість. Здійснення звірок із Управлінням </w:t>
      </w:r>
      <w:r>
        <w:rPr>
          <w:b w:val="0"/>
          <w:bCs/>
          <w:lang w:val="uk-UA"/>
        </w:rPr>
        <w:t>Департаменту пенітенціарної служби</w:t>
      </w:r>
      <w:r w:rsidRPr="002671A5">
        <w:rPr>
          <w:b w:val="0"/>
          <w:bCs/>
          <w:lang w:val="uk-UA"/>
        </w:rPr>
        <w:t xml:space="preserve"> України в Донецькій області відносно осіб, які звільнилися з місць позбавлення волі.</w:t>
      </w:r>
    </w:p>
    <w:p w:rsidR="00E721B2" w:rsidRPr="002671A5" w:rsidRDefault="00E721B2" w:rsidP="00862215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         </w:t>
      </w:r>
    </w:p>
    <w:p w:rsidR="00E721B2" w:rsidRPr="002671A5" w:rsidRDefault="00E721B2" w:rsidP="00862215">
      <w:pPr>
        <w:pStyle w:val="BodyTextIndent"/>
        <w:ind w:left="4254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Щомісяця</w:t>
      </w:r>
    </w:p>
    <w:p w:rsidR="00E721B2" w:rsidRPr="002671A5" w:rsidRDefault="00E721B2" w:rsidP="00862215">
      <w:pPr>
        <w:pStyle w:val="BodyTextIndent"/>
        <w:ind w:left="0" w:firstLine="72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2.9. Проведення профілактичних заходів щодо попередження </w:t>
      </w:r>
      <w:r w:rsidRPr="00826682">
        <w:rPr>
          <w:b w:val="0"/>
          <w:bCs/>
          <w:lang w:val="uk-UA"/>
        </w:rPr>
        <w:t xml:space="preserve">порушень встановлених правил дозвільної системи </w:t>
      </w:r>
      <w:r>
        <w:rPr>
          <w:b w:val="0"/>
          <w:bCs/>
          <w:lang w:val="uk-UA"/>
        </w:rPr>
        <w:t>в сфері  видачі та зберігання збро</w:t>
      </w:r>
      <w:r w:rsidRPr="00826682">
        <w:rPr>
          <w:b w:val="0"/>
          <w:bCs/>
          <w:lang w:val="uk-UA"/>
        </w:rPr>
        <w:t>ї,</w:t>
      </w:r>
      <w:r w:rsidRPr="002671A5">
        <w:rPr>
          <w:b w:val="0"/>
          <w:bCs/>
          <w:lang w:val="uk-UA"/>
        </w:rPr>
        <w:t xml:space="preserve"> систематичне обстеження місць постійного зберігання зброї і вибухових матеріалів, притягнення </w:t>
      </w:r>
      <w:r w:rsidRPr="00C12E3E">
        <w:rPr>
          <w:b w:val="0"/>
          <w:bCs/>
          <w:lang w:val="uk-UA"/>
        </w:rPr>
        <w:t>осіб</w:t>
      </w:r>
      <w:r>
        <w:rPr>
          <w:b w:val="0"/>
          <w:bCs/>
          <w:lang w:val="uk-UA"/>
        </w:rPr>
        <w:t>, які не притримуються</w:t>
      </w:r>
      <w:r w:rsidRPr="002671A5">
        <w:rPr>
          <w:b w:val="0"/>
          <w:bCs/>
          <w:lang w:val="uk-UA"/>
        </w:rPr>
        <w:t xml:space="preserve"> </w:t>
      </w:r>
      <w:r w:rsidRPr="00C12E3E">
        <w:rPr>
          <w:b w:val="0"/>
          <w:bCs/>
          <w:lang w:val="uk-UA"/>
        </w:rPr>
        <w:t xml:space="preserve">встановлених правил </w:t>
      </w:r>
      <w:r>
        <w:rPr>
          <w:b w:val="0"/>
          <w:bCs/>
          <w:lang w:val="uk-UA"/>
        </w:rPr>
        <w:t xml:space="preserve">до відповідальності </w:t>
      </w:r>
      <w:r w:rsidRPr="002671A5">
        <w:rPr>
          <w:b w:val="0"/>
          <w:bCs/>
          <w:lang w:val="uk-UA"/>
        </w:rPr>
        <w:t xml:space="preserve">згідно діючого законодавства України. </w:t>
      </w:r>
    </w:p>
    <w:p w:rsidR="00E721B2" w:rsidRPr="002671A5" w:rsidRDefault="00E721B2" w:rsidP="00862215">
      <w:pPr>
        <w:ind w:left="4568" w:firstLine="395"/>
        <w:jc w:val="both"/>
        <w:rPr>
          <w:sz w:val="28"/>
          <w:szCs w:val="28"/>
        </w:rPr>
      </w:pPr>
      <w:r w:rsidRPr="002671A5">
        <w:rPr>
          <w:sz w:val="28"/>
          <w:szCs w:val="28"/>
        </w:rPr>
        <w:t xml:space="preserve">ВП ГУНП         </w:t>
      </w:r>
    </w:p>
    <w:p w:rsidR="00E721B2" w:rsidRDefault="00E721B2" w:rsidP="00862215">
      <w:pPr>
        <w:pStyle w:val="BodyTextIndent"/>
        <w:ind w:left="4254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Постійно</w:t>
      </w:r>
    </w:p>
    <w:p w:rsidR="00E721B2" w:rsidRPr="002671A5" w:rsidRDefault="00E721B2" w:rsidP="00862215">
      <w:pPr>
        <w:pStyle w:val="BodyTextIndent"/>
        <w:ind w:left="4254"/>
        <w:rPr>
          <w:b w:val="0"/>
          <w:bCs/>
          <w:lang w:val="uk-UA"/>
        </w:rPr>
      </w:pPr>
    </w:p>
    <w:p w:rsidR="00E721B2" w:rsidRDefault="00E721B2" w:rsidP="001E7E4F">
      <w:pPr>
        <w:ind w:firstLine="708"/>
        <w:jc w:val="both"/>
        <w:rPr>
          <w:rStyle w:val="3"/>
          <w:sz w:val="28"/>
          <w:szCs w:val="28"/>
        </w:rPr>
      </w:pPr>
      <w:r>
        <w:rPr>
          <w:rStyle w:val="3"/>
          <w:sz w:val="28"/>
          <w:szCs w:val="28"/>
        </w:rPr>
        <w:t>2.10. П</w:t>
      </w:r>
      <w:r w:rsidRPr="003C14B1">
        <w:rPr>
          <w:rStyle w:val="3"/>
          <w:sz w:val="28"/>
          <w:szCs w:val="28"/>
        </w:rPr>
        <w:t>ро</w:t>
      </w:r>
      <w:r>
        <w:rPr>
          <w:rStyle w:val="3"/>
          <w:sz w:val="28"/>
          <w:szCs w:val="28"/>
        </w:rPr>
        <w:t>ведення комплексно-практичних заходів щодо протидії тероризму, виявлення осіб, причетних до незаконних збройних формувань, супровід та направлення в суд кримінальних проваджень за ст. 260 КК України.</w:t>
      </w:r>
    </w:p>
    <w:p w:rsidR="00E721B2" w:rsidRDefault="00E721B2" w:rsidP="001E7E4F">
      <w:pPr>
        <w:ind w:left="4568" w:firstLine="395"/>
        <w:jc w:val="both"/>
        <w:rPr>
          <w:sz w:val="28"/>
          <w:szCs w:val="28"/>
        </w:rPr>
      </w:pPr>
      <w:r w:rsidRPr="001E7E4F">
        <w:rPr>
          <w:sz w:val="28"/>
          <w:szCs w:val="28"/>
        </w:rPr>
        <w:t>Відділ в м. Бахмут Управління СБ України   в Донецькій області</w:t>
      </w:r>
    </w:p>
    <w:p w:rsidR="00E721B2" w:rsidRDefault="00E721B2" w:rsidP="001E7E4F">
      <w:pPr>
        <w:pStyle w:val="BodyTextIndent"/>
        <w:ind w:left="4254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Постійно</w:t>
      </w:r>
    </w:p>
    <w:p w:rsidR="00E721B2" w:rsidRDefault="00E721B2" w:rsidP="001E7E4F">
      <w:pPr>
        <w:ind w:firstLine="708"/>
        <w:jc w:val="both"/>
        <w:rPr>
          <w:rStyle w:val="2"/>
          <w:sz w:val="28"/>
          <w:szCs w:val="28"/>
        </w:rPr>
      </w:pPr>
    </w:p>
    <w:p w:rsidR="00E721B2" w:rsidRPr="00210757" w:rsidRDefault="00E721B2" w:rsidP="001E7E4F">
      <w:pPr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rStyle w:val="2"/>
          <w:sz w:val="28"/>
          <w:szCs w:val="28"/>
        </w:rPr>
        <w:t>2.11. З</w:t>
      </w:r>
      <w:r w:rsidRPr="00434420">
        <w:rPr>
          <w:rStyle w:val="2"/>
          <w:sz w:val="28"/>
          <w:szCs w:val="28"/>
        </w:rPr>
        <w:t xml:space="preserve"> метою попередження злочинних посягань із застосуванням зброї і вибухових пристроїв проти особистості і суспільства, зокрема, терористичних актів, продовження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обслуговування </w:t>
      </w:r>
      <w:r>
        <w:rPr>
          <w:rStyle w:val="2"/>
          <w:sz w:val="28"/>
          <w:szCs w:val="28"/>
        </w:rPr>
        <w:t>Бахмутського</w:t>
      </w:r>
      <w:r w:rsidRPr="00434420">
        <w:rPr>
          <w:rStyle w:val="2"/>
          <w:sz w:val="28"/>
          <w:szCs w:val="28"/>
        </w:rPr>
        <w:t xml:space="preserve"> МВ </w:t>
      </w:r>
      <w:r>
        <w:rPr>
          <w:rStyle w:val="2"/>
          <w:sz w:val="28"/>
          <w:szCs w:val="28"/>
        </w:rPr>
        <w:t>УСБУ в Донецькій області</w:t>
      </w:r>
      <w:r w:rsidRPr="00434420">
        <w:rPr>
          <w:rStyle w:val="2"/>
          <w:sz w:val="28"/>
          <w:szCs w:val="28"/>
        </w:rPr>
        <w:t>, попередження крадіжок зброї та боєприпасів</w:t>
      </w:r>
      <w:r>
        <w:rPr>
          <w:rStyle w:val="2"/>
          <w:sz w:val="28"/>
          <w:szCs w:val="28"/>
        </w:rPr>
        <w:t>.</w:t>
      </w:r>
    </w:p>
    <w:p w:rsidR="00E721B2" w:rsidRPr="001E7E4F" w:rsidRDefault="00E721B2" w:rsidP="001E7E4F">
      <w:pPr>
        <w:ind w:left="4568" w:firstLine="395"/>
        <w:jc w:val="both"/>
        <w:rPr>
          <w:sz w:val="28"/>
          <w:szCs w:val="28"/>
        </w:rPr>
      </w:pPr>
      <w:r w:rsidRPr="001E7E4F">
        <w:rPr>
          <w:sz w:val="28"/>
          <w:szCs w:val="28"/>
        </w:rPr>
        <w:t>Відділ в м. Бахмут Управління СБ України   в Донецькій області</w:t>
      </w:r>
    </w:p>
    <w:p w:rsidR="00E721B2" w:rsidRDefault="00E721B2" w:rsidP="001E7E4F">
      <w:pPr>
        <w:pStyle w:val="BodyTextIndent"/>
        <w:ind w:left="4254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Постійно</w:t>
      </w:r>
    </w:p>
    <w:p w:rsidR="00E721B2" w:rsidRDefault="00E721B2" w:rsidP="001E7E4F">
      <w:pPr>
        <w:ind w:firstLine="708"/>
        <w:jc w:val="both"/>
        <w:rPr>
          <w:rStyle w:val="3"/>
          <w:sz w:val="28"/>
          <w:szCs w:val="28"/>
        </w:rPr>
      </w:pPr>
    </w:p>
    <w:p w:rsidR="00E721B2" w:rsidRPr="00434420" w:rsidRDefault="00E721B2" w:rsidP="001E7E4F">
      <w:pPr>
        <w:ind w:firstLine="708"/>
        <w:jc w:val="both"/>
        <w:rPr>
          <w:sz w:val="28"/>
          <w:szCs w:val="28"/>
        </w:rPr>
      </w:pPr>
      <w:r>
        <w:rPr>
          <w:rStyle w:val="3"/>
          <w:sz w:val="28"/>
          <w:szCs w:val="28"/>
        </w:rPr>
        <w:t>2.12. П</w:t>
      </w:r>
      <w:r w:rsidRPr="00434420">
        <w:rPr>
          <w:rStyle w:val="3"/>
          <w:sz w:val="28"/>
          <w:szCs w:val="28"/>
        </w:rPr>
        <w:t>роведення комплексу практичних заходів щодо розкриття навмисни</w:t>
      </w:r>
      <w:r>
        <w:rPr>
          <w:rStyle w:val="3"/>
          <w:sz w:val="28"/>
          <w:szCs w:val="28"/>
        </w:rPr>
        <w:t>х вбивств та інших тяжких резон</w:t>
      </w:r>
      <w:r w:rsidRPr="00434420">
        <w:rPr>
          <w:rStyle w:val="3"/>
          <w:sz w:val="28"/>
          <w:szCs w:val="28"/>
        </w:rPr>
        <w:t>ансних злочинів, викриття та документування злочинних угрупувань з ознаками організованості, здійснення комплексу заходів по їх ліквідації та притягненню учасників до кримінальної відповідальності;</w:t>
      </w:r>
    </w:p>
    <w:p w:rsidR="00E721B2" w:rsidRPr="001E7E4F" w:rsidRDefault="00E721B2" w:rsidP="001E7E4F">
      <w:pPr>
        <w:ind w:left="4568" w:firstLine="395"/>
        <w:jc w:val="both"/>
        <w:rPr>
          <w:sz w:val="28"/>
          <w:szCs w:val="28"/>
        </w:rPr>
      </w:pPr>
      <w:r w:rsidRPr="001E7E4F">
        <w:rPr>
          <w:sz w:val="28"/>
          <w:szCs w:val="28"/>
        </w:rPr>
        <w:t>Відділ в м. Бахмут Управління СБ України   в Донецькій області</w:t>
      </w:r>
    </w:p>
    <w:p w:rsidR="00E721B2" w:rsidRPr="001E7E4F" w:rsidRDefault="00E721B2" w:rsidP="001E7E4F">
      <w:pPr>
        <w:ind w:left="4568" w:firstLine="395"/>
        <w:jc w:val="both"/>
        <w:rPr>
          <w:sz w:val="28"/>
          <w:szCs w:val="28"/>
        </w:rPr>
      </w:pPr>
      <w:r>
        <w:rPr>
          <w:sz w:val="28"/>
          <w:szCs w:val="28"/>
        </w:rPr>
        <w:t>Щ</w:t>
      </w:r>
      <w:r w:rsidRPr="001E7E4F">
        <w:rPr>
          <w:sz w:val="28"/>
          <w:szCs w:val="28"/>
        </w:rPr>
        <w:t>орічно</w:t>
      </w:r>
    </w:p>
    <w:p w:rsidR="00E721B2" w:rsidRDefault="00E721B2" w:rsidP="001E7E4F">
      <w:pPr>
        <w:widowControl w:val="0"/>
        <w:tabs>
          <w:tab w:val="left" w:pos="0"/>
        </w:tabs>
        <w:jc w:val="both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ab/>
        <w:t>2.13. Ро</w:t>
      </w:r>
      <w:r w:rsidRPr="00434420">
        <w:rPr>
          <w:rStyle w:val="2"/>
          <w:sz w:val="28"/>
          <w:szCs w:val="28"/>
        </w:rPr>
        <w:t>зроблення та проведення заходів щодо попередження протиправних дій з боку осіб, які мають кримінальні зв'язки і входять до складу злочинних угруповань, нелегальних мігрантів, іноземних громадя</w:t>
      </w:r>
      <w:r>
        <w:rPr>
          <w:rStyle w:val="2"/>
          <w:sz w:val="28"/>
          <w:szCs w:val="28"/>
        </w:rPr>
        <w:t>н із критичних регіонів СНД, що перебувають на території України;</w:t>
      </w:r>
    </w:p>
    <w:p w:rsidR="00E721B2" w:rsidRPr="001E7E4F" w:rsidRDefault="00E721B2" w:rsidP="001E7E4F">
      <w:pPr>
        <w:ind w:left="4568" w:firstLine="395"/>
        <w:jc w:val="both"/>
        <w:rPr>
          <w:sz w:val="28"/>
          <w:szCs w:val="28"/>
        </w:rPr>
      </w:pPr>
      <w:r w:rsidRPr="001E7E4F">
        <w:rPr>
          <w:sz w:val="28"/>
          <w:szCs w:val="28"/>
        </w:rPr>
        <w:t>Відділ в м. Бахмут Управління СБ України в Донецькій області</w:t>
      </w:r>
    </w:p>
    <w:p w:rsidR="00E721B2" w:rsidRPr="001E7E4F" w:rsidRDefault="00E721B2" w:rsidP="001E7E4F">
      <w:pPr>
        <w:ind w:left="4568" w:firstLine="395"/>
        <w:jc w:val="both"/>
        <w:rPr>
          <w:sz w:val="28"/>
          <w:szCs w:val="28"/>
        </w:rPr>
      </w:pPr>
      <w:r w:rsidRPr="001E7E4F">
        <w:rPr>
          <w:sz w:val="28"/>
          <w:szCs w:val="28"/>
        </w:rPr>
        <w:t>щорічно</w:t>
      </w:r>
    </w:p>
    <w:p w:rsidR="00E721B2" w:rsidRPr="002671A5" w:rsidRDefault="00E721B2" w:rsidP="00862215">
      <w:pPr>
        <w:pStyle w:val="BodyTextIndent"/>
        <w:ind w:firstLine="720"/>
        <w:rPr>
          <w:b w:val="0"/>
          <w:bCs/>
          <w:lang w:val="uk-UA"/>
        </w:rPr>
      </w:pPr>
    </w:p>
    <w:p w:rsidR="00E721B2" w:rsidRDefault="00E721B2" w:rsidP="00B52DE6">
      <w:pPr>
        <w:pStyle w:val="BodyTextIndent"/>
        <w:ind w:left="0" w:firstLine="0"/>
        <w:jc w:val="center"/>
        <w:rPr>
          <w:lang w:val="uk-UA"/>
        </w:rPr>
      </w:pPr>
    </w:p>
    <w:p w:rsidR="00E721B2" w:rsidRDefault="00E721B2" w:rsidP="00B52DE6">
      <w:pPr>
        <w:pStyle w:val="BodyTextIndent"/>
        <w:ind w:left="0" w:firstLine="0"/>
        <w:jc w:val="center"/>
        <w:rPr>
          <w:lang w:val="uk-UA"/>
        </w:rPr>
      </w:pPr>
    </w:p>
    <w:p w:rsidR="00E721B2" w:rsidRPr="002671A5" w:rsidRDefault="00E721B2" w:rsidP="00B52DE6">
      <w:pPr>
        <w:pStyle w:val="BodyTextIndent"/>
        <w:ind w:left="0" w:firstLine="0"/>
        <w:jc w:val="center"/>
        <w:rPr>
          <w:lang w:val="uk-UA"/>
        </w:rPr>
      </w:pPr>
      <w:r w:rsidRPr="002671A5">
        <w:rPr>
          <w:lang w:val="uk-UA"/>
        </w:rPr>
        <w:t>3. Заходи у сфері протидії хабарництву та корупції.</w:t>
      </w:r>
    </w:p>
    <w:p w:rsidR="00E721B2" w:rsidRPr="002671A5" w:rsidRDefault="00E721B2" w:rsidP="00862215">
      <w:pPr>
        <w:pStyle w:val="BodyTextIndent"/>
        <w:ind w:firstLine="0"/>
        <w:jc w:val="center"/>
        <w:rPr>
          <w:b w:val="0"/>
          <w:bCs/>
          <w:u w:val="single"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3.1.Забезпечення вжиття відповідних заходів, спрямованих на викриття комерційних структур, інших суб’єктів господарювання, підконтрольних злочинним угрупуванням, виявлення способів інвестування ними відповідних галузей і сфер економіки, в тому числі за рахунок коштів, здобутих злочинним шляхом.</w:t>
      </w:r>
    </w:p>
    <w:p w:rsidR="00E721B2" w:rsidRDefault="00E721B2" w:rsidP="00862215">
      <w:pPr>
        <w:pStyle w:val="BodyTextIndent"/>
        <w:ind w:left="4963" w:firstLine="2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ВП ГУНП, СБУ, Артемівська об'єднана </w:t>
      </w:r>
    </w:p>
    <w:p w:rsidR="00E721B2" w:rsidRPr="002671A5" w:rsidRDefault="00E721B2" w:rsidP="00862215">
      <w:pPr>
        <w:pStyle w:val="BodyTextIndent"/>
        <w:ind w:left="4963" w:firstLine="2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державна податкова інспекція (далі – ОДПІ)</w:t>
      </w:r>
    </w:p>
    <w:p w:rsidR="00E721B2" w:rsidRPr="002671A5" w:rsidRDefault="00E721B2" w:rsidP="00862215">
      <w:pPr>
        <w:pStyle w:val="BodyTextIndent"/>
        <w:ind w:firstLine="72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                                  </w:t>
      </w: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 xml:space="preserve">Щорічно     </w:t>
      </w:r>
    </w:p>
    <w:p w:rsidR="00E721B2" w:rsidRPr="002671A5" w:rsidRDefault="00E721B2" w:rsidP="00862215">
      <w:pPr>
        <w:pStyle w:val="BodyTextIndent"/>
        <w:ind w:firstLine="72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3.2.Виявлення посадових осіб, представників органів влади та управління, які займаються хабарництвом та зловживанням службовим становищем. Документування фактів кримінальної корупції з боку високопосадовців, працівників судових, правоохоронних та контролюючих органів.</w:t>
      </w:r>
    </w:p>
    <w:p w:rsidR="00E721B2" w:rsidRPr="002671A5" w:rsidRDefault="00E721B2" w:rsidP="00862215">
      <w:pPr>
        <w:pStyle w:val="BodyTextIndent"/>
        <w:ind w:left="1903" w:firstLine="306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ВП ГУНП, СБУ</w:t>
      </w:r>
    </w:p>
    <w:p w:rsidR="00E721B2" w:rsidRPr="002671A5" w:rsidRDefault="00E721B2" w:rsidP="00862215">
      <w:pPr>
        <w:pStyle w:val="BodyTextIndent"/>
        <w:ind w:left="1903" w:firstLine="306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Постійно</w:t>
      </w:r>
    </w:p>
    <w:p w:rsidR="00E721B2" w:rsidRPr="002671A5" w:rsidRDefault="00E721B2" w:rsidP="00862215">
      <w:pPr>
        <w:pStyle w:val="BodyTextIndent"/>
        <w:ind w:left="1903" w:firstLine="306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3.3.Проведення систематичних оперативно-профілактичних заходів щодо виявлення корупційних проявів та інших правопорушень під час процедури приватизації.</w:t>
      </w:r>
    </w:p>
    <w:p w:rsidR="00E721B2" w:rsidRPr="002671A5" w:rsidRDefault="00E721B2" w:rsidP="00862215">
      <w:pPr>
        <w:pStyle w:val="BodyTextIndent"/>
        <w:ind w:left="1813" w:firstLine="315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ВП ГУНП,  СБУ</w:t>
      </w:r>
    </w:p>
    <w:p w:rsidR="00E721B2" w:rsidRDefault="00E721B2" w:rsidP="00862215">
      <w:pPr>
        <w:pStyle w:val="BodyTextIndent"/>
        <w:ind w:firstLine="72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                                  </w:t>
      </w: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>Постійно</w:t>
      </w:r>
    </w:p>
    <w:p w:rsidR="00E721B2" w:rsidRDefault="00E721B2" w:rsidP="00862215">
      <w:pPr>
        <w:pStyle w:val="BodyTextIndent"/>
        <w:ind w:firstLine="720"/>
        <w:rPr>
          <w:b w:val="0"/>
          <w:bCs/>
          <w:lang w:val="uk-UA"/>
        </w:rPr>
      </w:pPr>
    </w:p>
    <w:p w:rsidR="00E721B2" w:rsidRPr="00D552CC" w:rsidRDefault="00E721B2" w:rsidP="00D552CC">
      <w:pPr>
        <w:pStyle w:val="BodyTextIndent"/>
        <w:ind w:left="0" w:firstLine="700"/>
        <w:rPr>
          <w:b w:val="0"/>
          <w:szCs w:val="28"/>
          <w:lang w:val="uk-UA"/>
        </w:rPr>
      </w:pPr>
      <w:r>
        <w:rPr>
          <w:rStyle w:val="2"/>
          <w:b w:val="0"/>
          <w:sz w:val="28"/>
          <w:szCs w:val="28"/>
        </w:rPr>
        <w:t>3.4. З</w:t>
      </w:r>
      <w:r w:rsidRPr="00D552CC">
        <w:rPr>
          <w:rStyle w:val="2"/>
          <w:b w:val="0"/>
          <w:sz w:val="28"/>
          <w:szCs w:val="28"/>
        </w:rPr>
        <w:t>абезпечення вжиття відповідних заходів, спрямованих на викриття комерційних структур, інших суб’єктів господарювання, підконтрольних злочинним угрупуванням, вивчення способів інвестування ними відповідних галузей і сфер економіки, в тому числі за рахунок коштів, здобутих злочинним шляхом</w:t>
      </w:r>
      <w:r>
        <w:rPr>
          <w:rStyle w:val="2"/>
          <w:b w:val="0"/>
          <w:sz w:val="28"/>
          <w:szCs w:val="28"/>
        </w:rPr>
        <w:t>.</w:t>
      </w:r>
    </w:p>
    <w:p w:rsidR="00E721B2" w:rsidRPr="00D552CC" w:rsidRDefault="00E721B2" w:rsidP="00D552CC">
      <w:pPr>
        <w:pStyle w:val="BodyTextIndent"/>
        <w:ind w:left="1813" w:firstLine="3150"/>
        <w:rPr>
          <w:b w:val="0"/>
          <w:bCs/>
        </w:rPr>
      </w:pPr>
      <w:r w:rsidRPr="00D552CC">
        <w:rPr>
          <w:b w:val="0"/>
          <w:bCs/>
        </w:rPr>
        <w:t>Відділ в м. Бахмут Управління СБ України   в Донецькій області</w:t>
      </w:r>
    </w:p>
    <w:p w:rsidR="00E721B2" w:rsidRPr="00D552CC" w:rsidRDefault="00E721B2" w:rsidP="00D552CC">
      <w:pPr>
        <w:pStyle w:val="BodyTextIndent"/>
        <w:ind w:left="1813" w:firstLine="3150"/>
        <w:rPr>
          <w:b w:val="0"/>
          <w:bCs/>
        </w:rPr>
      </w:pPr>
      <w:r>
        <w:rPr>
          <w:b w:val="0"/>
          <w:bCs/>
          <w:lang w:val="uk-UA"/>
        </w:rPr>
        <w:t>Щ</w:t>
      </w:r>
      <w:r w:rsidRPr="00D552CC">
        <w:rPr>
          <w:b w:val="0"/>
          <w:bCs/>
        </w:rPr>
        <w:t>орічно</w:t>
      </w:r>
    </w:p>
    <w:p w:rsidR="00E721B2" w:rsidRDefault="00E721B2" w:rsidP="00D552CC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E721B2" w:rsidRPr="00D552CC" w:rsidRDefault="00E721B2" w:rsidP="00D552CC">
      <w:pPr>
        <w:pStyle w:val="BodyTextIndent"/>
        <w:ind w:left="0" w:firstLine="700"/>
        <w:rPr>
          <w:b w:val="0"/>
          <w:szCs w:val="28"/>
        </w:rPr>
      </w:pPr>
      <w:r w:rsidRPr="00D552CC">
        <w:rPr>
          <w:rStyle w:val="2"/>
          <w:b w:val="0"/>
          <w:sz w:val="28"/>
          <w:szCs w:val="28"/>
        </w:rPr>
        <w:t>3.5. Вжиття заходів з виявлення посадових осіб, представників органів влади, які займаються хабарництвом та зловживанням службовим становищем. Особливу увагу приділити документуванню фактів кримінальної корупції з боку високо посадовців, працівників судових, правоохоронних та контролюючих органів;</w:t>
      </w:r>
    </w:p>
    <w:p w:rsidR="00E721B2" w:rsidRPr="00D552CC" w:rsidRDefault="00E721B2" w:rsidP="00D552CC">
      <w:pPr>
        <w:pStyle w:val="BodyTextIndent"/>
        <w:ind w:left="1813" w:firstLine="3150"/>
        <w:rPr>
          <w:b w:val="0"/>
          <w:bCs/>
        </w:rPr>
      </w:pPr>
      <w:r w:rsidRPr="00D552CC">
        <w:rPr>
          <w:b w:val="0"/>
          <w:bCs/>
        </w:rPr>
        <w:t>Відділ в м. Бахмут Управління СБ України   в Донецькій області</w:t>
      </w:r>
    </w:p>
    <w:p w:rsidR="00E721B2" w:rsidRPr="00D552CC" w:rsidRDefault="00E721B2" w:rsidP="00D552CC">
      <w:pPr>
        <w:pStyle w:val="BodyTextIndent"/>
        <w:ind w:left="1813" w:firstLine="3150"/>
        <w:rPr>
          <w:b w:val="0"/>
          <w:bCs/>
        </w:rPr>
      </w:pPr>
      <w:r>
        <w:rPr>
          <w:b w:val="0"/>
          <w:bCs/>
          <w:lang w:val="uk-UA"/>
        </w:rPr>
        <w:t>П</w:t>
      </w:r>
      <w:r w:rsidRPr="00D552CC">
        <w:rPr>
          <w:b w:val="0"/>
          <w:bCs/>
        </w:rPr>
        <w:t>остійно</w:t>
      </w:r>
    </w:p>
    <w:p w:rsidR="00E721B2" w:rsidRDefault="00E721B2" w:rsidP="00D552CC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E721B2" w:rsidRDefault="00E721B2" w:rsidP="00D552CC">
      <w:pPr>
        <w:widowControl w:val="0"/>
        <w:tabs>
          <w:tab w:val="left" w:pos="0"/>
        </w:tabs>
        <w:ind w:right="63"/>
        <w:jc w:val="both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ab/>
        <w:t>3.6. В</w:t>
      </w:r>
      <w:r w:rsidRPr="00A14DFE">
        <w:rPr>
          <w:rStyle w:val="2"/>
          <w:sz w:val="28"/>
          <w:szCs w:val="28"/>
        </w:rPr>
        <w:t xml:space="preserve">иходячи з наявної інформації й оперативної обстановки, що складається на території міста </w:t>
      </w:r>
      <w:r>
        <w:rPr>
          <w:rStyle w:val="2"/>
          <w:sz w:val="28"/>
          <w:szCs w:val="28"/>
        </w:rPr>
        <w:t>Бахмут</w:t>
      </w:r>
      <w:r w:rsidRPr="00A14DFE">
        <w:rPr>
          <w:rStyle w:val="2"/>
          <w:sz w:val="28"/>
          <w:szCs w:val="28"/>
        </w:rPr>
        <w:t>, визначення об’єктів найбільш підданих корупції, складання схеми корумпованих зв’язків і розроблення відповідних заходів, спрямованих на їхнє викриття. Особливу увагу приділяти протидії корупції і злоч</w:t>
      </w:r>
      <w:r>
        <w:rPr>
          <w:rStyle w:val="2"/>
          <w:sz w:val="28"/>
          <w:szCs w:val="28"/>
        </w:rPr>
        <w:t>инним проявам на об’єктах па</w:t>
      </w:r>
      <w:r w:rsidRPr="00A14DFE">
        <w:rPr>
          <w:rStyle w:val="2"/>
          <w:sz w:val="28"/>
          <w:szCs w:val="28"/>
        </w:rPr>
        <w:t>ливно-енергетичного й агропромислового комплексів, у сфері приватизації, металургійній промисловості, кредитно-фінансовій і банківській сферах</w:t>
      </w:r>
      <w:r>
        <w:rPr>
          <w:rStyle w:val="2"/>
          <w:sz w:val="28"/>
          <w:szCs w:val="28"/>
        </w:rPr>
        <w:t>.</w:t>
      </w:r>
    </w:p>
    <w:p w:rsidR="00E721B2" w:rsidRPr="00D552CC" w:rsidRDefault="00E721B2" w:rsidP="00D552CC">
      <w:pPr>
        <w:pStyle w:val="BodyTextIndent"/>
        <w:ind w:left="1813" w:firstLine="3150"/>
        <w:rPr>
          <w:b w:val="0"/>
          <w:bCs/>
        </w:rPr>
      </w:pPr>
      <w:r w:rsidRPr="00D552CC">
        <w:rPr>
          <w:b w:val="0"/>
          <w:bCs/>
        </w:rPr>
        <w:t>Відділ в м. Бахмут Управління СБ України   в Донецькій області</w:t>
      </w:r>
    </w:p>
    <w:p w:rsidR="00E721B2" w:rsidRPr="00D552CC" w:rsidRDefault="00E721B2" w:rsidP="00D552CC">
      <w:pPr>
        <w:pStyle w:val="BodyTextIndent"/>
        <w:ind w:left="1813" w:firstLine="3150"/>
        <w:rPr>
          <w:b w:val="0"/>
          <w:bCs/>
        </w:rPr>
      </w:pPr>
      <w:r>
        <w:rPr>
          <w:b w:val="0"/>
          <w:bCs/>
          <w:lang w:val="uk-UA"/>
        </w:rPr>
        <w:t>П</w:t>
      </w:r>
      <w:r w:rsidRPr="00D552CC">
        <w:rPr>
          <w:b w:val="0"/>
          <w:bCs/>
        </w:rPr>
        <w:t>остійно</w:t>
      </w:r>
    </w:p>
    <w:p w:rsidR="00E721B2" w:rsidRDefault="00E721B2" w:rsidP="00D552CC">
      <w:pPr>
        <w:widowControl w:val="0"/>
        <w:tabs>
          <w:tab w:val="left" w:pos="0"/>
        </w:tabs>
        <w:ind w:right="63"/>
        <w:jc w:val="both"/>
        <w:rPr>
          <w:color w:val="000000"/>
          <w:sz w:val="28"/>
          <w:szCs w:val="28"/>
          <w:lang w:eastAsia="uk-UA"/>
        </w:rPr>
      </w:pPr>
    </w:p>
    <w:p w:rsidR="00E721B2" w:rsidRPr="00A14DFE" w:rsidRDefault="00E721B2" w:rsidP="00D552CC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ab/>
        <w:t>3.7. В</w:t>
      </w:r>
      <w:r w:rsidRPr="00A14DFE">
        <w:rPr>
          <w:rStyle w:val="2"/>
          <w:sz w:val="28"/>
          <w:szCs w:val="28"/>
        </w:rPr>
        <w:t>живання додаткових заходів щодо пошуку та відпрацювання оперативної інформації у відношенні посадових осіб підприємств, організацій, установ, державних службовців, які займають відповідне посадове становище та отримують хабарі при виконанні службових обов’язків</w:t>
      </w:r>
      <w:r>
        <w:rPr>
          <w:rStyle w:val="2"/>
          <w:sz w:val="28"/>
          <w:szCs w:val="28"/>
        </w:rPr>
        <w:t>.</w:t>
      </w:r>
    </w:p>
    <w:p w:rsidR="00E721B2" w:rsidRPr="00D552CC" w:rsidRDefault="00E721B2" w:rsidP="00D552CC">
      <w:pPr>
        <w:pStyle w:val="BodyTextIndent"/>
        <w:ind w:left="1813" w:firstLine="3150"/>
        <w:rPr>
          <w:b w:val="0"/>
          <w:bCs/>
        </w:rPr>
      </w:pPr>
      <w:r w:rsidRPr="00D552CC">
        <w:rPr>
          <w:b w:val="0"/>
          <w:bCs/>
        </w:rPr>
        <w:t>Відділ в м. Бахмут Управління СБ України   в Донецькій області</w:t>
      </w:r>
    </w:p>
    <w:p w:rsidR="00E721B2" w:rsidRPr="00D552CC" w:rsidRDefault="00E721B2" w:rsidP="00D552CC">
      <w:pPr>
        <w:pStyle w:val="BodyTextIndent"/>
        <w:ind w:left="1813" w:firstLine="3150"/>
        <w:rPr>
          <w:b w:val="0"/>
          <w:bCs/>
        </w:rPr>
      </w:pPr>
      <w:r>
        <w:rPr>
          <w:b w:val="0"/>
          <w:bCs/>
          <w:lang w:val="uk-UA"/>
        </w:rPr>
        <w:t>П</w:t>
      </w:r>
      <w:r w:rsidRPr="00D552CC">
        <w:rPr>
          <w:b w:val="0"/>
          <w:bCs/>
        </w:rPr>
        <w:t>остійно</w:t>
      </w:r>
    </w:p>
    <w:p w:rsidR="00E721B2" w:rsidRDefault="00E721B2" w:rsidP="00862215">
      <w:pPr>
        <w:pStyle w:val="BodyTextIndent"/>
        <w:ind w:firstLine="720"/>
        <w:rPr>
          <w:b w:val="0"/>
          <w:bCs/>
          <w:lang w:val="uk-UA"/>
        </w:rPr>
      </w:pPr>
    </w:p>
    <w:p w:rsidR="00E721B2" w:rsidRPr="002671A5" w:rsidRDefault="00E721B2" w:rsidP="0019258D">
      <w:pPr>
        <w:pStyle w:val="BodyTextIndent"/>
        <w:ind w:left="0" w:right="-82" w:firstLine="0"/>
        <w:jc w:val="center"/>
        <w:rPr>
          <w:b w:val="0"/>
          <w:bCs/>
          <w:u w:val="single"/>
          <w:lang w:val="uk-UA"/>
        </w:rPr>
      </w:pPr>
      <w:r w:rsidRPr="002671A5">
        <w:rPr>
          <w:lang w:val="uk-UA"/>
        </w:rPr>
        <w:t>4. Протидія злочинності у сфері економіки</w:t>
      </w:r>
      <w:r w:rsidRPr="002671A5">
        <w:rPr>
          <w:b w:val="0"/>
          <w:bCs/>
          <w:lang w:val="uk-UA"/>
        </w:rPr>
        <w:t>.</w:t>
      </w:r>
    </w:p>
    <w:p w:rsidR="00E721B2" w:rsidRPr="002671A5" w:rsidRDefault="00E721B2" w:rsidP="00862215">
      <w:pPr>
        <w:pStyle w:val="BodyTextIndent"/>
        <w:ind w:left="900" w:right="831" w:firstLine="0"/>
        <w:jc w:val="center"/>
        <w:rPr>
          <w:b w:val="0"/>
          <w:bCs/>
          <w:u w:val="single"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4.1.</w:t>
      </w:r>
      <w:r>
        <w:rPr>
          <w:b w:val="0"/>
          <w:bCs/>
          <w:lang w:val="uk-UA"/>
        </w:rPr>
        <w:t xml:space="preserve"> </w:t>
      </w:r>
      <w:r w:rsidRPr="002671A5">
        <w:rPr>
          <w:b w:val="0"/>
          <w:bCs/>
          <w:lang w:val="uk-UA"/>
        </w:rPr>
        <w:t>Проведення заходів по виявленню організованих груп, що займаються незаконним переміщенням через лінію розмежування підакцизних товарів, контрафактної продукції, харчових продуктів і іншої продукції тваринного походження, інших предметів, заборонених до вільного обігу.</w:t>
      </w:r>
    </w:p>
    <w:p w:rsidR="00E721B2" w:rsidRPr="002671A5" w:rsidRDefault="00E721B2" w:rsidP="00862215">
      <w:pPr>
        <w:pStyle w:val="BodyTextIndent"/>
        <w:ind w:left="-312" w:firstLine="6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                                          </w:t>
      </w: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 xml:space="preserve">ВП ГУНП, </w:t>
      </w:r>
      <w:r w:rsidRPr="00D552CC">
        <w:rPr>
          <w:b w:val="0"/>
          <w:bCs/>
        </w:rPr>
        <w:t>Відділ в м. Бахмут Управління СБ України   в Донецькій області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 xml:space="preserve">Щомісяця 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4.2.Організація та проведення оперативно-пошукові заходів, спрямованих на виявлення фактів контрабандного переміщення цінностей через кордон.</w:t>
      </w:r>
    </w:p>
    <w:p w:rsidR="00E721B2" w:rsidRPr="002671A5" w:rsidRDefault="00E721B2" w:rsidP="00862215">
      <w:pPr>
        <w:pStyle w:val="BodyTextIndent"/>
        <w:ind w:left="3942" w:firstLine="102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ВП ГУНП, </w:t>
      </w:r>
      <w:r w:rsidRPr="00D552CC">
        <w:rPr>
          <w:b w:val="0"/>
          <w:bCs/>
        </w:rPr>
        <w:t>Відділ в м. Бахмут Управління СБ України   в Донецькій області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 xml:space="preserve">Щомісяця 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4.3.Здійснення комплексу заходів щодо перевірки дотримання суб’єктами підприємницької діяльності вимог Закону України «Про металобрухт», виявлення незаконно діючих пунктів  з прийому металу.</w:t>
      </w:r>
    </w:p>
    <w:p w:rsidR="00E721B2" w:rsidRPr="002671A5" w:rsidRDefault="00E721B2" w:rsidP="00862215">
      <w:pPr>
        <w:pStyle w:val="BodyTextIndent"/>
        <w:ind w:left="3942" w:firstLine="102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ВП ГУНП                                                         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>Щомісяця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 </w:t>
      </w:r>
    </w:p>
    <w:p w:rsidR="00E721B2" w:rsidRPr="002671A5" w:rsidRDefault="00E721B2" w:rsidP="00862215">
      <w:pPr>
        <w:pStyle w:val="BodyTextIndent"/>
        <w:ind w:left="0" w:firstLine="72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4.4. Проведення оперативно-пошукових заходів по виявленню суб'єктів, котрі займаються підпільним виготовленням, поширенням і реалізацією контрафактної продукції (аудіо-відео продукції, компакт-дисків, друкованої продукції).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>ВП ГУНП</w:t>
      </w:r>
    </w:p>
    <w:p w:rsidR="00E721B2" w:rsidRPr="002671A5" w:rsidRDefault="00E721B2" w:rsidP="00862215">
      <w:pPr>
        <w:pStyle w:val="BodyTextIndent"/>
        <w:ind w:left="1813" w:firstLine="315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Щорічно </w:t>
      </w:r>
    </w:p>
    <w:p w:rsidR="00E721B2" w:rsidRPr="002671A5" w:rsidRDefault="00E721B2" w:rsidP="00862215">
      <w:pPr>
        <w:pStyle w:val="BodyTextIndent"/>
        <w:ind w:left="1813" w:firstLine="315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4.5.Для попередження порушень вимог актів законодавства у сфері виробництва лікеро-горілчаної продукції та її реалізації, проведення скоординованих заходів щодо запобігання цим порушенням.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>ОДПІ, ВП ГУНП</w:t>
      </w:r>
    </w:p>
    <w:p w:rsidR="00E721B2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ab/>
      </w:r>
      <w:r w:rsidRPr="002671A5">
        <w:rPr>
          <w:b w:val="0"/>
          <w:bCs/>
          <w:lang w:val="uk-UA"/>
        </w:rPr>
        <w:tab/>
        <w:t>Щорічно</w:t>
      </w:r>
    </w:p>
    <w:p w:rsidR="00E721B2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</w:p>
    <w:p w:rsidR="00E721B2" w:rsidRPr="002F23AC" w:rsidRDefault="00E721B2" w:rsidP="00103824">
      <w:pPr>
        <w:tabs>
          <w:tab w:val="left" w:pos="0"/>
        </w:tabs>
        <w:jc w:val="both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ab/>
        <w:t>4.6. П</w:t>
      </w:r>
      <w:r w:rsidRPr="002F23AC">
        <w:rPr>
          <w:rStyle w:val="2"/>
          <w:sz w:val="28"/>
          <w:szCs w:val="28"/>
        </w:rPr>
        <w:t>роведення аналізу виконання заходів щодо запобіганню розвитку «тіньової» економіки та умови, які цьому сприяють. За результатами аналізу забезпечення проведення спільних заходів щодо профілактики економічних злочинів, зокрема в банківській і кредитно-фінансовій системах, сферах зовнішньоекономічної діяльності, приватизації та паливно-енергетичному комплексі, бюджетній сфері;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>Відділ в м. Бахмут Управління СБ України   в Донецькій області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>
        <w:rPr>
          <w:b w:val="0"/>
          <w:bCs/>
          <w:lang w:val="uk-UA"/>
        </w:rPr>
        <w:t>П</w:t>
      </w:r>
      <w:r w:rsidRPr="00103824">
        <w:rPr>
          <w:b w:val="0"/>
          <w:bCs/>
        </w:rPr>
        <w:t>остійно</w:t>
      </w:r>
    </w:p>
    <w:p w:rsidR="00E721B2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</w:p>
    <w:p w:rsidR="00E721B2" w:rsidRPr="002671A5" w:rsidRDefault="00E721B2" w:rsidP="0019258D">
      <w:pPr>
        <w:pStyle w:val="BodyTextIndent"/>
        <w:ind w:left="0" w:right="-82" w:firstLine="0"/>
        <w:jc w:val="center"/>
        <w:rPr>
          <w:lang w:val="uk-UA"/>
        </w:rPr>
      </w:pPr>
      <w:r w:rsidRPr="002671A5">
        <w:rPr>
          <w:lang w:val="uk-UA"/>
        </w:rPr>
        <w:t>5. Протидія злочинному впливу на неповнолітніх і молодіжне середовище.</w:t>
      </w:r>
    </w:p>
    <w:p w:rsidR="00E721B2" w:rsidRPr="002671A5" w:rsidRDefault="00E721B2" w:rsidP="00862215">
      <w:pPr>
        <w:pStyle w:val="BodyTextIndent"/>
        <w:ind w:left="900" w:right="831" w:firstLine="0"/>
        <w:jc w:val="center"/>
        <w:rPr>
          <w:b w:val="0"/>
          <w:bCs/>
          <w:u w:val="single"/>
          <w:lang w:val="uk-UA"/>
        </w:rPr>
      </w:pPr>
    </w:p>
    <w:p w:rsidR="00E721B2" w:rsidRDefault="00E721B2" w:rsidP="00826682">
      <w:pPr>
        <w:pStyle w:val="BodyTextIndent"/>
        <w:ind w:left="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5.1.Забезпечення належного формування запровадженої підсистеми "Діти-переселенці", яку інтегровано до </w:t>
      </w:r>
      <w:r w:rsidRPr="00BB47A4">
        <w:rPr>
          <w:b w:val="0"/>
          <w:bCs/>
          <w:lang w:val="uk-UA"/>
        </w:rPr>
        <w:t xml:space="preserve">Інтегрованої інформаційно-пошукової системи </w:t>
      </w:r>
      <w:r>
        <w:rPr>
          <w:b w:val="0"/>
          <w:bCs/>
          <w:lang w:val="uk-UA"/>
        </w:rPr>
        <w:t>Головного управління Національної поліції</w:t>
      </w:r>
      <w:r w:rsidRPr="002671A5">
        <w:rPr>
          <w:b w:val="0"/>
          <w:bCs/>
          <w:lang w:val="uk-UA"/>
        </w:rPr>
        <w:t xml:space="preserve"> в області.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ВП ГУНП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 xml:space="preserve">Постійно </w:t>
      </w:r>
    </w:p>
    <w:p w:rsidR="00E721B2" w:rsidRPr="002671A5" w:rsidRDefault="00E721B2" w:rsidP="00862215">
      <w:pPr>
        <w:pStyle w:val="BodyTextIndent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5.2.Проведення роз’яснювальної роботи щодо залучення дітей до членства в організації "Молодіжна ліга майбутніх поліцейських" та проведення з ними спільних заходів.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ВП ГУНП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Щорічно</w:t>
      </w:r>
    </w:p>
    <w:p w:rsidR="00E721B2" w:rsidRPr="002671A5" w:rsidRDefault="00E721B2" w:rsidP="00862215">
      <w:pPr>
        <w:pStyle w:val="BodyTextIndent"/>
        <w:ind w:left="900" w:right="831" w:firstLine="0"/>
        <w:jc w:val="center"/>
        <w:rPr>
          <w:b w:val="0"/>
          <w:bCs/>
          <w:u w:val="single"/>
          <w:lang w:val="uk-UA"/>
        </w:rPr>
      </w:pPr>
    </w:p>
    <w:p w:rsidR="00E721B2" w:rsidRPr="002671A5" w:rsidRDefault="00E721B2" w:rsidP="00862215">
      <w:pPr>
        <w:pStyle w:val="BodyTextIndent"/>
        <w:ind w:left="0" w:right="-82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5.3.Проведення рейдів щодо виявлення фактів продажу неповнолітнім алкогольної чи тютюнової продукції, здійснення взаємодії з органами фіскальної служби щодо анулювання ліцензій та накладення фінансових санкцій відносно суб’єктів господарювання, що реалізують неповнолітнім вказану продукцію.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ВП ГУНП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Щомісяця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tabs>
          <w:tab w:val="left" w:pos="2229"/>
        </w:tabs>
        <w:ind w:left="0" w:right="-82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5.4.Проведення оперативно-профілактичної операцій: «Новорічні та Різдвяні свята» «Канікули», «Літо», «Урок»,  «Бродяга» з метою активізації роботи щодо попередження дитячої злочинності, бездоглядності, виявлення дорослих осіб, які втягують неповнолітніх до злочинної та іншої протиправної діяльності, проституції та наркоманії.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ВП ГУНП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Згідно окремих графіків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2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5.5.Систематичне здійснення профілактичної, соціально-агітаційної, правової і консультативної роботи з родинами, що потребують соціальної підтримки. Виявлення та постановка на облік неповнолітніх та їх батьків, що займаються </w:t>
      </w:r>
      <w:r>
        <w:rPr>
          <w:b w:val="0"/>
          <w:bCs/>
          <w:lang w:val="uk-UA"/>
        </w:rPr>
        <w:t>бродяжництвом</w:t>
      </w:r>
      <w:r w:rsidRPr="002671A5">
        <w:rPr>
          <w:b w:val="0"/>
          <w:bCs/>
          <w:lang w:val="uk-UA"/>
        </w:rPr>
        <w:t xml:space="preserve"> та жебрацтвом для подальшого проведення з ними цілеспрямованої профілактичної роботи. 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 xml:space="preserve">Управління молодіжної політики та 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 xml:space="preserve">у справах дітей </w:t>
      </w:r>
      <w:r>
        <w:rPr>
          <w:b w:val="0"/>
          <w:bCs/>
          <w:lang w:val="uk-UA"/>
        </w:rPr>
        <w:t>Бахмутської</w:t>
      </w:r>
      <w:r w:rsidRPr="00103824">
        <w:rPr>
          <w:b w:val="0"/>
          <w:bCs/>
        </w:rPr>
        <w:t xml:space="preserve"> міської ради, ВП ГУНП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>Постійно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</w:p>
    <w:p w:rsidR="00E721B2" w:rsidRPr="002671A5" w:rsidRDefault="00E721B2" w:rsidP="00862215">
      <w:pPr>
        <w:pStyle w:val="BodyTextIndent"/>
        <w:ind w:left="900" w:right="831" w:firstLine="0"/>
        <w:jc w:val="center"/>
        <w:rPr>
          <w:lang w:val="uk-UA"/>
        </w:rPr>
      </w:pPr>
      <w:r w:rsidRPr="002671A5">
        <w:rPr>
          <w:lang w:val="uk-UA"/>
        </w:rPr>
        <w:t>6. Запобігання поширенню наркоманії, пияцтва й алкоголізму.</w:t>
      </w:r>
    </w:p>
    <w:p w:rsidR="00E721B2" w:rsidRPr="002671A5" w:rsidRDefault="00E721B2" w:rsidP="00862215">
      <w:pPr>
        <w:pStyle w:val="BodyTextIndent"/>
        <w:ind w:firstLine="72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2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6.1.Проведення спеціалізованої операції по виявленню і притягненню до кримінальної відповідальності осіб, що займаються незаконним перевезенням і розповсюдженням наркотиків, забезпечення загальної </w:t>
      </w:r>
      <w:r>
        <w:rPr>
          <w:b w:val="0"/>
          <w:bCs/>
          <w:lang w:val="uk-UA"/>
        </w:rPr>
        <w:t>координації</w:t>
      </w:r>
      <w:r w:rsidRPr="002671A5">
        <w:rPr>
          <w:b w:val="0"/>
          <w:bCs/>
          <w:lang w:val="uk-UA"/>
        </w:rPr>
        <w:t xml:space="preserve"> дії всіх зацікавлених структур.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 xml:space="preserve">ВП ГУНП,  Відділ в м. Бахмут Управління СБ України   в Донецькій області 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>
        <w:rPr>
          <w:b w:val="0"/>
          <w:bCs/>
          <w:lang w:val="uk-UA"/>
        </w:rPr>
        <w:t>За</w:t>
      </w:r>
      <w:r w:rsidRPr="00103824">
        <w:rPr>
          <w:b w:val="0"/>
          <w:bCs/>
        </w:rPr>
        <w:t xml:space="preserve"> </w:t>
      </w:r>
      <w:r w:rsidRPr="00103824">
        <w:rPr>
          <w:b w:val="0"/>
          <w:bCs/>
          <w:lang w:val="uk-UA"/>
        </w:rPr>
        <w:t>окремими планами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</w:p>
    <w:p w:rsidR="00E721B2" w:rsidRPr="002671A5" w:rsidRDefault="00E721B2" w:rsidP="00862215">
      <w:pPr>
        <w:pStyle w:val="BodyTextIndent"/>
        <w:tabs>
          <w:tab w:val="left" w:pos="3117"/>
        </w:tabs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6.2. Організація постійного відпрацювання аптек та інших об’єктів, де зберігаються та реалізовуються нарковмісні та психотропні препарати, з метою виявлення джерел і перекриття витоку наркотиків з об’єктів їх легального обігу, запобігання їх розповсюдженню,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>ВП ГУНП, Відділ в м. Бахмут Управління СБ України   в Донецькій області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>За окремим планом</w:t>
      </w: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6.3. Здійснення профілактичних заходів щодо виявлення і постановки на облік осіб, що зловживають спиртними напоями, здійснюють правопорушення, займаються виготовленням фальсифікованої лікеро-горілчаної продукції та інших спиртних напоїв, вживають наркотичні засоби або психотропні речовини, та застосування до них заходів впливу відповідно до законодавства  України.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ВП ГУНП, ОДПІ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Постійно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72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tabs>
          <w:tab w:val="left" w:pos="3117"/>
        </w:tabs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6.4.</w:t>
      </w:r>
      <w:r>
        <w:rPr>
          <w:b w:val="0"/>
          <w:bCs/>
          <w:lang w:val="uk-UA"/>
        </w:rPr>
        <w:t xml:space="preserve"> </w:t>
      </w:r>
      <w:r w:rsidRPr="002671A5">
        <w:rPr>
          <w:b w:val="0"/>
          <w:bCs/>
          <w:lang w:val="uk-UA"/>
        </w:rPr>
        <w:t xml:space="preserve">Проведення звірки з  </w:t>
      </w:r>
      <w:r w:rsidRPr="00F75B0C">
        <w:rPr>
          <w:b w:val="0"/>
          <w:bCs/>
          <w:lang w:val="uk-UA"/>
        </w:rPr>
        <w:t xml:space="preserve">наркологічним </w:t>
      </w:r>
      <w:r>
        <w:rPr>
          <w:b w:val="0"/>
          <w:bCs/>
          <w:lang w:val="uk-UA"/>
        </w:rPr>
        <w:t xml:space="preserve">диспансером № </w:t>
      </w:r>
      <w:smartTag w:uri="urn:schemas-microsoft-com:office:smarttags" w:element="metricconverter">
        <w:smartTagPr>
          <w:attr w:name="ProductID" w:val="2 м"/>
        </w:smartTagPr>
        <w:r>
          <w:rPr>
            <w:b w:val="0"/>
            <w:bCs/>
            <w:lang w:val="uk-UA"/>
          </w:rPr>
          <w:t>2 м</w:t>
        </w:r>
      </w:smartTag>
      <w:r>
        <w:rPr>
          <w:b w:val="0"/>
          <w:bCs/>
          <w:lang w:val="uk-UA"/>
        </w:rPr>
        <w:t>. Бахмут Донецької області</w:t>
      </w:r>
      <w:r w:rsidRPr="002671A5">
        <w:rPr>
          <w:b w:val="0"/>
          <w:bCs/>
          <w:lang w:val="uk-UA"/>
        </w:rPr>
        <w:t xml:space="preserve"> з метою поновлення обліків осіб, які є хронічними  алкоголіками, для проведення з ними профілактичної роботи і недопущення скоєння злочинів чи правопорушень.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 xml:space="preserve">ВП ГУНП, наркологічний диспансер № </w:t>
      </w:r>
      <w:smartTag w:uri="urn:schemas-microsoft-com:office:smarttags" w:element="metricconverter">
        <w:smartTagPr>
          <w:attr w:name="ProductID" w:val="2 м"/>
        </w:smartTagPr>
        <w:r w:rsidRPr="00103824">
          <w:rPr>
            <w:b w:val="0"/>
            <w:bCs/>
          </w:rPr>
          <w:t>2 м</w:t>
        </w:r>
      </w:smartTag>
      <w:r w:rsidRPr="00103824">
        <w:rPr>
          <w:b w:val="0"/>
          <w:bCs/>
        </w:rPr>
        <w:t>. Бахмут Донецької області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 xml:space="preserve">Щокварталу </w:t>
      </w:r>
    </w:p>
    <w:p w:rsidR="00E721B2" w:rsidRPr="002671A5" w:rsidRDefault="00E721B2" w:rsidP="00862215">
      <w:pPr>
        <w:pStyle w:val="BodyTextIndent"/>
        <w:tabs>
          <w:tab w:val="left" w:pos="3117"/>
        </w:tabs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tabs>
          <w:tab w:val="left" w:pos="3117"/>
        </w:tabs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6.5. Прийняття участі у всеукраїнських акціях «Життя без наркотиків», «Тверезість», «АНТИ-СНІД»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103824">
        <w:rPr>
          <w:b w:val="0"/>
          <w:bCs/>
          <w:lang w:val="uk-UA"/>
        </w:rPr>
        <w:t>ВП ГУНП, відділ освіти Бахмутської міської ради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>За окремим планом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24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tabs>
          <w:tab w:val="left" w:pos="3117"/>
        </w:tabs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6.6.Забезпечення проведення у школах цілеспрямованих бесід, прес-конференцій, вікторин, диспутів щодо запобігання вживанню наркотиків, алкоголю та формування здорового способу життя.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103824">
        <w:rPr>
          <w:b w:val="0"/>
          <w:bCs/>
          <w:lang w:val="uk-UA"/>
        </w:rPr>
        <w:t>ВП ГУНП, відділ освіти Бахмутської міської ради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Постійно</w:t>
      </w:r>
    </w:p>
    <w:p w:rsidR="00E721B2" w:rsidRPr="002671A5" w:rsidRDefault="00E721B2" w:rsidP="00862215">
      <w:pPr>
        <w:pStyle w:val="BodyTextIndent"/>
        <w:rPr>
          <w:b w:val="0"/>
          <w:bCs/>
          <w:lang w:val="uk-UA"/>
        </w:rPr>
      </w:pPr>
    </w:p>
    <w:p w:rsidR="00E721B2" w:rsidRPr="002671A5" w:rsidRDefault="00E721B2" w:rsidP="00856C13">
      <w:pPr>
        <w:pStyle w:val="BodyTextIndent"/>
        <w:ind w:left="0" w:right="-82" w:firstLine="0"/>
        <w:jc w:val="center"/>
        <w:rPr>
          <w:lang w:val="uk-UA"/>
        </w:rPr>
      </w:pPr>
      <w:r w:rsidRPr="002671A5">
        <w:rPr>
          <w:lang w:val="uk-UA"/>
        </w:rPr>
        <w:t>7. Протидія рецидивній злочинності</w:t>
      </w:r>
    </w:p>
    <w:p w:rsidR="00E721B2" w:rsidRPr="002671A5" w:rsidRDefault="00E721B2" w:rsidP="00856C13">
      <w:pPr>
        <w:pStyle w:val="BodyTextIndent"/>
        <w:ind w:left="0" w:right="831" w:firstLine="0"/>
        <w:jc w:val="center"/>
        <w:rPr>
          <w:b w:val="0"/>
          <w:bCs/>
          <w:u w:val="single"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7.1.Проведення спеціальних операцій, спрямованих на попередження правопорушень із боку раніше засуджених осіб, у тому числі в побуті, поліпшення індивідуально-профілактичної роботи серед осіб, що знаходяться на обліку в Артемівському відділі поліції ГУНП в Донецькій області.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ВП ГУНП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>За окремим планом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7.2.Вжиття заходів щодо бронювання робочих місць на підприємствах для працевлаштування осіб, що звільнилися з місць позбавлення волі, у тому числі по амністії. Надання допомоги в побутовому устрої особам, що втратили соціальні зв'язки, не мають житла.</w:t>
      </w:r>
    </w:p>
    <w:p w:rsidR="00E721B2" w:rsidRPr="002542A3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542A3">
        <w:rPr>
          <w:b w:val="0"/>
          <w:bCs/>
          <w:lang w:val="uk-UA"/>
        </w:rPr>
        <w:t xml:space="preserve">Артемівський міський центр зайнятості, ВП ГУНП, управління праці та 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>соціального захисту населення Бахмутської міської ради</w:t>
      </w:r>
    </w:p>
    <w:p w:rsidR="00E721B2" w:rsidRPr="002671A5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103824">
        <w:rPr>
          <w:b w:val="0"/>
          <w:bCs/>
        </w:rPr>
        <w:t>Постійно</w:t>
      </w:r>
    </w:p>
    <w:p w:rsidR="00E721B2" w:rsidRDefault="00E721B2" w:rsidP="00862215">
      <w:pPr>
        <w:pStyle w:val="BodyTextIndent"/>
        <w:ind w:left="5664" w:right="-82" w:firstLine="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      </w:t>
      </w:r>
    </w:p>
    <w:p w:rsidR="00E721B2" w:rsidRPr="002671A5" w:rsidRDefault="00E721B2" w:rsidP="00862215">
      <w:pPr>
        <w:pStyle w:val="BodyTextIndent"/>
        <w:ind w:left="5664" w:right="-82" w:firstLine="0"/>
        <w:rPr>
          <w:b w:val="0"/>
          <w:bCs/>
          <w:lang w:val="uk-UA"/>
        </w:rPr>
      </w:pPr>
    </w:p>
    <w:p w:rsidR="00E721B2" w:rsidRPr="002671A5" w:rsidRDefault="00E721B2" w:rsidP="00856C13">
      <w:pPr>
        <w:pStyle w:val="BodyTextIndent"/>
        <w:ind w:left="0" w:right="-82" w:firstLine="0"/>
        <w:jc w:val="center"/>
        <w:rPr>
          <w:lang w:val="uk-UA"/>
        </w:rPr>
      </w:pPr>
      <w:r w:rsidRPr="002671A5">
        <w:rPr>
          <w:lang w:val="uk-UA"/>
        </w:rPr>
        <w:t>8. Охорона публічної безпеки</w:t>
      </w:r>
    </w:p>
    <w:p w:rsidR="00E721B2" w:rsidRPr="002671A5" w:rsidRDefault="00E721B2" w:rsidP="00862215">
      <w:pPr>
        <w:pStyle w:val="BodyTextIndent"/>
        <w:ind w:firstLine="72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8.1.Розробка та здійснення комплексу заходів щодо забезпечення охорони публічної безпеки під час проведення загальнодержавних, спортивних, масових та релігійних свят.</w:t>
      </w:r>
    </w:p>
    <w:p w:rsidR="00E721B2" w:rsidRPr="00103824" w:rsidRDefault="00E721B2" w:rsidP="00103824">
      <w:pPr>
        <w:pStyle w:val="BodyTextIndent"/>
        <w:ind w:left="3942" w:firstLine="1021"/>
        <w:rPr>
          <w:b w:val="0"/>
          <w:bCs/>
        </w:rPr>
      </w:pPr>
      <w:r w:rsidRPr="00103824">
        <w:rPr>
          <w:b w:val="0"/>
          <w:bCs/>
        </w:rPr>
        <w:t>ВП ГУНП</w:t>
      </w:r>
    </w:p>
    <w:p w:rsidR="00E721B2" w:rsidRPr="002671A5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За окремим планом</w:t>
      </w:r>
    </w:p>
    <w:p w:rsidR="00E721B2" w:rsidRPr="002671A5" w:rsidRDefault="00E721B2" w:rsidP="00862215">
      <w:pPr>
        <w:pStyle w:val="BodyTextIndent"/>
        <w:ind w:left="-284" w:firstLine="54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8.2.Продовження роботи щодо забезпечення функціонування на території </w:t>
      </w:r>
      <w:r w:rsidRPr="00D552CC">
        <w:rPr>
          <w:b w:val="0"/>
          <w:bCs/>
          <w:szCs w:val="28"/>
          <w:lang w:val="uk-UA"/>
        </w:rPr>
        <w:t>Бахмутської</w:t>
      </w:r>
      <w:r w:rsidRPr="002671A5">
        <w:rPr>
          <w:b w:val="0"/>
          <w:bCs/>
          <w:lang w:val="uk-UA"/>
        </w:rPr>
        <w:t xml:space="preserve"> міської ради, на великих підприємствах, у навчальних закладах громадських формувань по охороні громадського порядку, відповідно до Закону України «Про участь громадян в охороні громадського порядку і державного кордону».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Головний спеціаліст з питань запобігання  та виявлення корупції і взаємодії  з правоохоронними органами </w:t>
      </w:r>
      <w:r w:rsidRPr="00103824">
        <w:rPr>
          <w:b w:val="0"/>
          <w:bCs/>
          <w:lang w:val="uk-UA"/>
        </w:rPr>
        <w:t>Бахмутської</w:t>
      </w:r>
      <w:r>
        <w:rPr>
          <w:b w:val="0"/>
          <w:bCs/>
          <w:lang w:val="uk-UA"/>
        </w:rPr>
        <w:t xml:space="preserve"> міської ради, </w:t>
      </w:r>
      <w:r w:rsidRPr="002671A5">
        <w:rPr>
          <w:b w:val="0"/>
          <w:bCs/>
          <w:lang w:val="uk-UA"/>
        </w:rPr>
        <w:t>ВП ГУНП</w:t>
      </w:r>
    </w:p>
    <w:p w:rsidR="00E721B2" w:rsidRPr="002671A5" w:rsidRDefault="00E721B2" w:rsidP="00103824">
      <w:pPr>
        <w:pStyle w:val="BodyTextIndent"/>
        <w:ind w:left="3942" w:firstLine="102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Щорічно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315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tabs>
          <w:tab w:val="left" w:pos="3117"/>
        </w:tabs>
        <w:ind w:left="0" w:firstLine="72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8.3. Аналіз стану злочинності на вулицях та інших громадських місцях, визначення місць на території обслуговування з найбільш криміногенною обстановкою та їх комплексне відпрацювання.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ВП ГУНП 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  <w:r>
        <w:rPr>
          <w:b w:val="0"/>
          <w:bCs/>
          <w:lang w:val="uk-UA"/>
        </w:rPr>
        <w:t>За</w:t>
      </w:r>
      <w:r w:rsidRPr="002671A5">
        <w:rPr>
          <w:b w:val="0"/>
          <w:bCs/>
          <w:lang w:val="uk-UA"/>
        </w:rPr>
        <w:t xml:space="preserve"> окремим</w:t>
      </w:r>
      <w:r>
        <w:rPr>
          <w:b w:val="0"/>
          <w:bCs/>
          <w:lang w:val="uk-UA"/>
        </w:rPr>
        <w:t>и</w:t>
      </w:r>
      <w:r w:rsidRPr="002671A5">
        <w:rPr>
          <w:b w:val="0"/>
          <w:bCs/>
          <w:lang w:val="uk-UA"/>
        </w:rPr>
        <w:t xml:space="preserve"> планам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firstLine="720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tabs>
          <w:tab w:val="left" w:pos="3117"/>
        </w:tabs>
        <w:ind w:left="0" w:firstLine="72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8.4.Здійснення заходів, спрямованих на зниження рівня аварійності на автомобільних дорогах, забезпечення безпеки дорожнього руху, </w:t>
      </w:r>
      <w:r>
        <w:rPr>
          <w:b w:val="0"/>
          <w:bCs/>
          <w:lang w:val="uk-UA"/>
        </w:rPr>
        <w:t xml:space="preserve">розробка пропозицій щодо </w:t>
      </w:r>
      <w:r w:rsidRPr="004A28ED">
        <w:rPr>
          <w:b w:val="0"/>
          <w:bCs/>
          <w:lang w:val="uk-UA"/>
        </w:rPr>
        <w:t>вдосконалення законодавчого регулювання питань дорожнього руху та його безпеки</w:t>
      </w:r>
      <w:r w:rsidRPr="002671A5">
        <w:rPr>
          <w:b w:val="0"/>
          <w:bCs/>
          <w:lang w:val="uk-UA"/>
        </w:rPr>
        <w:t>, сприяння підвищенню рівня відповідальності  за  порушення  правил дорожнього руху.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ВП ГУНП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Постійно</w:t>
      </w:r>
    </w:p>
    <w:p w:rsidR="00E721B2" w:rsidRPr="002671A5" w:rsidRDefault="00E721B2" w:rsidP="00862215">
      <w:pPr>
        <w:pStyle w:val="BodyTextIndent"/>
        <w:tabs>
          <w:tab w:val="left" w:pos="3117"/>
        </w:tabs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8.5.Забезпечення щоквартального вивчення в загальноосвітніх навчальних закладах міста правил безпечної поведінки на вулицях та дорогах.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 xml:space="preserve">ВП ГУНП, відділ освіти </w:t>
      </w:r>
      <w:r>
        <w:rPr>
          <w:b w:val="0"/>
          <w:bCs/>
          <w:lang w:val="uk-UA"/>
        </w:rPr>
        <w:t xml:space="preserve">Бахмутської </w:t>
      </w:r>
      <w:r w:rsidRPr="002671A5">
        <w:rPr>
          <w:b w:val="0"/>
          <w:bCs/>
          <w:lang w:val="uk-UA"/>
        </w:rPr>
        <w:t>міської ради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Щокварталу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</w:p>
    <w:p w:rsidR="00E721B2" w:rsidRPr="002671A5" w:rsidRDefault="00E721B2" w:rsidP="00862215">
      <w:pPr>
        <w:pStyle w:val="BodyTextIndent"/>
        <w:tabs>
          <w:tab w:val="left" w:pos="3117"/>
        </w:tabs>
        <w:ind w:left="0" w:firstLine="70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8.6.Забезпечення висвітлення в засобах масової  інформації  питань  безпеки  дорожнього  руху  та дотримання учасниками дорожнього руху правил,  норм і стандартів у цій сфері.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ВП ГУНП</w:t>
      </w:r>
    </w:p>
    <w:p w:rsidR="00E721B2" w:rsidRPr="002671A5" w:rsidRDefault="00E721B2" w:rsidP="00103824">
      <w:pPr>
        <w:pStyle w:val="BodyTextIndent"/>
        <w:ind w:left="4962" w:firstLine="1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>Протягом року</w:t>
      </w:r>
    </w:p>
    <w:p w:rsidR="00E721B2" w:rsidRDefault="00E721B2" w:rsidP="008E5C32">
      <w:pPr>
        <w:pStyle w:val="BodyTextIndent"/>
        <w:tabs>
          <w:tab w:val="left" w:pos="720"/>
        </w:tabs>
        <w:ind w:firstLine="0"/>
        <w:rPr>
          <w:b w:val="0"/>
          <w:bCs/>
          <w:lang w:val="uk-UA"/>
        </w:rPr>
      </w:pPr>
      <w:r w:rsidRPr="002671A5">
        <w:rPr>
          <w:b w:val="0"/>
          <w:bCs/>
          <w:lang w:val="uk-UA"/>
        </w:rPr>
        <w:tab/>
      </w:r>
    </w:p>
    <w:p w:rsidR="00E721B2" w:rsidRDefault="00E721B2" w:rsidP="008E5C32">
      <w:pPr>
        <w:pStyle w:val="BodyTextIndent"/>
        <w:tabs>
          <w:tab w:val="left" w:pos="720"/>
        </w:tabs>
        <w:ind w:firstLine="0"/>
        <w:rPr>
          <w:lang w:val="uk-UA"/>
        </w:rPr>
      </w:pPr>
    </w:p>
    <w:p w:rsidR="00E721B2" w:rsidRDefault="00E721B2" w:rsidP="00862215">
      <w:pPr>
        <w:pStyle w:val="BodyTextIndent"/>
        <w:ind w:right="741" w:firstLine="0"/>
        <w:jc w:val="center"/>
        <w:rPr>
          <w:lang w:val="uk-UA"/>
        </w:rPr>
      </w:pPr>
      <w:r>
        <w:rPr>
          <w:lang w:val="uk-UA"/>
        </w:rPr>
        <w:br w:type="page"/>
      </w:r>
      <w:r w:rsidRPr="002671A5">
        <w:rPr>
          <w:lang w:val="uk-UA"/>
        </w:rPr>
        <w:t>9. Фінансове і матеріально-технічне забезпечення.</w:t>
      </w:r>
    </w:p>
    <w:p w:rsidR="00E721B2" w:rsidRDefault="00E721B2" w:rsidP="00862215">
      <w:pPr>
        <w:pStyle w:val="BodyTextIndent"/>
        <w:ind w:right="741" w:firstLine="0"/>
        <w:jc w:val="center"/>
        <w:rPr>
          <w:lang w:val="uk-UA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686"/>
        <w:gridCol w:w="1276"/>
        <w:gridCol w:w="1417"/>
        <w:gridCol w:w="1134"/>
        <w:gridCol w:w="992"/>
        <w:gridCol w:w="992"/>
        <w:gridCol w:w="1134"/>
        <w:gridCol w:w="1276"/>
        <w:gridCol w:w="2410"/>
      </w:tblGrid>
      <w:tr w:rsidR="00E721B2" w:rsidRPr="002542A3" w:rsidTr="00FA17E1">
        <w:trPr>
          <w:trHeight w:val="180"/>
        </w:trPr>
        <w:tc>
          <w:tcPr>
            <w:tcW w:w="709" w:type="dxa"/>
            <w:vMerge w:val="restart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Зміст ходу</w:t>
            </w:r>
          </w:p>
        </w:tc>
        <w:tc>
          <w:tcPr>
            <w:tcW w:w="1276" w:type="dxa"/>
            <w:vMerge w:val="restart"/>
          </w:tcPr>
          <w:p w:rsidR="00E721B2" w:rsidRPr="002542A3" w:rsidRDefault="00E721B2" w:rsidP="002542A3">
            <w:pPr>
              <w:ind w:right="-10"/>
              <w:jc w:val="both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 xml:space="preserve">Термін вико-нання </w:t>
            </w:r>
          </w:p>
        </w:tc>
        <w:tc>
          <w:tcPr>
            <w:tcW w:w="1417" w:type="dxa"/>
            <w:vMerge w:val="restart"/>
          </w:tcPr>
          <w:p w:rsidR="00E721B2" w:rsidRPr="002542A3" w:rsidRDefault="00E721B2" w:rsidP="002542A3">
            <w:pPr>
              <w:ind w:right="-10"/>
              <w:jc w:val="both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Вико-навець</w:t>
            </w:r>
          </w:p>
        </w:tc>
        <w:tc>
          <w:tcPr>
            <w:tcW w:w="5528" w:type="dxa"/>
            <w:gridSpan w:val="5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Втрати на реалізацію, тис.грн.</w:t>
            </w:r>
          </w:p>
        </w:tc>
        <w:tc>
          <w:tcPr>
            <w:tcW w:w="2410" w:type="dxa"/>
            <w:vMerge w:val="restart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 xml:space="preserve">Очікуваний </w:t>
            </w:r>
          </w:p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результат</w:t>
            </w:r>
          </w:p>
        </w:tc>
      </w:tr>
      <w:tr w:rsidR="00E721B2" w:rsidRPr="002542A3" w:rsidTr="00FA17E1">
        <w:trPr>
          <w:trHeight w:val="377"/>
        </w:trPr>
        <w:tc>
          <w:tcPr>
            <w:tcW w:w="709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E721B2" w:rsidRPr="002542A3" w:rsidRDefault="00E721B2" w:rsidP="002542A3">
            <w:pPr>
              <w:ind w:right="-10"/>
              <w:jc w:val="both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 xml:space="preserve">Всього тис. грн. </w:t>
            </w:r>
          </w:p>
        </w:tc>
        <w:tc>
          <w:tcPr>
            <w:tcW w:w="4394" w:type="dxa"/>
            <w:gridSpan w:val="4"/>
            <w:vAlign w:val="center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у тому числі</w:t>
            </w:r>
          </w:p>
        </w:tc>
        <w:tc>
          <w:tcPr>
            <w:tcW w:w="2410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</w:tr>
      <w:tr w:rsidR="00E721B2" w:rsidRPr="002542A3" w:rsidTr="00FA17E1">
        <w:trPr>
          <w:trHeight w:val="716"/>
        </w:trPr>
        <w:tc>
          <w:tcPr>
            <w:tcW w:w="709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721B2" w:rsidRPr="002542A3" w:rsidRDefault="00E721B2" w:rsidP="002542A3">
            <w:pPr>
              <w:ind w:right="-10"/>
              <w:jc w:val="both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 xml:space="preserve">держ. </w:t>
            </w:r>
            <w:r>
              <w:rPr>
                <w:sz w:val="28"/>
                <w:szCs w:val="28"/>
                <w:lang w:val="ru-RU"/>
              </w:rPr>
              <w:t>б</w:t>
            </w:r>
            <w:r w:rsidRPr="002542A3">
              <w:rPr>
                <w:sz w:val="28"/>
                <w:szCs w:val="28"/>
              </w:rPr>
              <w:t>юд</w:t>
            </w:r>
            <w:r>
              <w:rPr>
                <w:sz w:val="28"/>
                <w:szCs w:val="28"/>
                <w:lang w:val="ru-RU"/>
              </w:rPr>
              <w:t>-</w:t>
            </w:r>
            <w:r w:rsidRPr="002542A3">
              <w:rPr>
                <w:sz w:val="28"/>
                <w:szCs w:val="28"/>
              </w:rPr>
              <w:t>жет</w:t>
            </w:r>
          </w:p>
        </w:tc>
        <w:tc>
          <w:tcPr>
            <w:tcW w:w="992" w:type="dxa"/>
          </w:tcPr>
          <w:p w:rsidR="00E721B2" w:rsidRPr="002542A3" w:rsidRDefault="00E721B2" w:rsidP="002542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м</w:t>
            </w:r>
            <w:r>
              <w:rPr>
                <w:sz w:val="28"/>
                <w:szCs w:val="28"/>
              </w:rPr>
              <w:t>ісцев</w:t>
            </w:r>
            <w:r>
              <w:rPr>
                <w:sz w:val="28"/>
                <w:szCs w:val="28"/>
                <w:lang w:val="ru-RU"/>
              </w:rPr>
              <w:t xml:space="preserve">ий </w:t>
            </w:r>
            <w:r w:rsidRPr="002542A3">
              <w:rPr>
                <w:sz w:val="28"/>
                <w:szCs w:val="28"/>
              </w:rPr>
              <w:t>бюд</w:t>
            </w:r>
            <w:r>
              <w:rPr>
                <w:sz w:val="28"/>
                <w:szCs w:val="28"/>
                <w:lang w:val="ru-RU"/>
              </w:rPr>
              <w:t>-</w:t>
            </w:r>
            <w:r w:rsidRPr="002542A3">
              <w:rPr>
                <w:sz w:val="28"/>
                <w:szCs w:val="28"/>
              </w:rPr>
              <w:t>жет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кошти підпри-ємст</w:t>
            </w:r>
          </w:p>
        </w:tc>
        <w:tc>
          <w:tcPr>
            <w:tcW w:w="1276" w:type="dxa"/>
          </w:tcPr>
          <w:p w:rsidR="00E721B2" w:rsidRPr="002542A3" w:rsidRDefault="00E721B2" w:rsidP="002542A3">
            <w:pPr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інші джерела</w:t>
            </w:r>
          </w:p>
        </w:tc>
        <w:tc>
          <w:tcPr>
            <w:tcW w:w="2410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</w:tr>
      <w:tr w:rsidR="00E721B2" w:rsidRPr="002542A3" w:rsidTr="00FA17E1">
        <w:trPr>
          <w:trHeight w:val="2332"/>
        </w:trPr>
        <w:tc>
          <w:tcPr>
            <w:tcW w:w="709" w:type="dxa"/>
          </w:tcPr>
          <w:p w:rsidR="00E721B2" w:rsidRPr="002542A3" w:rsidRDefault="00E721B2" w:rsidP="002542A3">
            <w:pPr>
              <w:jc w:val="both"/>
              <w:rPr>
                <w:rStyle w:val="3"/>
                <w:sz w:val="28"/>
                <w:szCs w:val="28"/>
                <w:lang w:val="ru-RU"/>
              </w:rPr>
            </w:pPr>
            <w:r>
              <w:rPr>
                <w:rStyle w:val="3"/>
                <w:sz w:val="28"/>
                <w:szCs w:val="28"/>
                <w:lang w:val="ru-RU"/>
              </w:rPr>
              <w:t>9.1</w:t>
            </w:r>
          </w:p>
        </w:tc>
        <w:tc>
          <w:tcPr>
            <w:tcW w:w="3686" w:type="dxa"/>
          </w:tcPr>
          <w:p w:rsidR="00E721B2" w:rsidRPr="002542A3" w:rsidRDefault="00E721B2" w:rsidP="002542A3">
            <w:pPr>
              <w:rPr>
                <w:rStyle w:val="3"/>
                <w:sz w:val="28"/>
                <w:szCs w:val="28"/>
              </w:rPr>
            </w:pPr>
            <w:r w:rsidRPr="002542A3">
              <w:rPr>
                <w:sz w:val="28"/>
              </w:rPr>
              <w:t>Придбання автомобілів для забезпечення належного реагування на заяви та повідомлення про кримінальні правопорушення та інші події.</w:t>
            </w:r>
          </w:p>
        </w:tc>
        <w:tc>
          <w:tcPr>
            <w:tcW w:w="1276" w:type="dxa"/>
          </w:tcPr>
          <w:p w:rsidR="00E721B2" w:rsidRPr="00FA17E1" w:rsidRDefault="00E721B2" w:rsidP="002542A3">
            <w:pPr>
              <w:ind w:right="-1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2016-2017</w:t>
            </w:r>
          </w:p>
        </w:tc>
        <w:tc>
          <w:tcPr>
            <w:tcW w:w="1417" w:type="dxa"/>
          </w:tcPr>
          <w:p w:rsidR="00E721B2" w:rsidRPr="002542A3" w:rsidRDefault="00E721B2" w:rsidP="00FA17E1">
            <w:pPr>
              <w:ind w:right="-10"/>
              <w:rPr>
                <w:sz w:val="28"/>
                <w:szCs w:val="28"/>
              </w:rPr>
            </w:pPr>
            <w:r w:rsidRPr="00FA17E1">
              <w:rPr>
                <w:bCs/>
                <w:sz w:val="24"/>
              </w:rPr>
              <w:t>ВП ГУНП, Бах</w:t>
            </w:r>
            <w:r w:rsidRPr="00FA17E1">
              <w:rPr>
                <w:bCs/>
                <w:sz w:val="24"/>
                <w:lang w:val="ru-RU"/>
              </w:rPr>
              <w:t>-</w:t>
            </w:r>
            <w:r w:rsidRPr="00FA17E1">
              <w:rPr>
                <w:bCs/>
                <w:sz w:val="24"/>
              </w:rPr>
              <w:t>мутська міська рада</w:t>
            </w:r>
          </w:p>
        </w:tc>
        <w:tc>
          <w:tcPr>
            <w:tcW w:w="1134" w:type="dxa"/>
          </w:tcPr>
          <w:p w:rsidR="00E721B2" w:rsidRPr="00FA17E1" w:rsidRDefault="00E721B2" w:rsidP="002542A3">
            <w:pPr>
              <w:ind w:right="-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350</w:t>
            </w:r>
          </w:p>
        </w:tc>
        <w:tc>
          <w:tcPr>
            <w:tcW w:w="992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721B2" w:rsidRPr="00FA17E1" w:rsidRDefault="00E721B2" w:rsidP="002542A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350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721B2" w:rsidRPr="00FA17E1" w:rsidRDefault="00E721B2" w:rsidP="002542A3">
            <w:pPr>
              <w:ind w:right="-1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Забезпечення охорони громадського порядку</w:t>
            </w:r>
          </w:p>
        </w:tc>
      </w:tr>
      <w:tr w:rsidR="00E721B2" w:rsidRPr="002542A3" w:rsidTr="00FA17E1">
        <w:trPr>
          <w:trHeight w:val="1132"/>
        </w:trPr>
        <w:tc>
          <w:tcPr>
            <w:tcW w:w="709" w:type="dxa"/>
          </w:tcPr>
          <w:p w:rsidR="00E721B2" w:rsidRPr="00FA17E1" w:rsidRDefault="00E721B2" w:rsidP="002542A3">
            <w:pPr>
              <w:jc w:val="both"/>
              <w:rPr>
                <w:rStyle w:val="3"/>
                <w:sz w:val="28"/>
                <w:szCs w:val="28"/>
                <w:lang w:val="ru-RU"/>
              </w:rPr>
            </w:pPr>
            <w:r>
              <w:rPr>
                <w:rStyle w:val="3"/>
                <w:sz w:val="28"/>
                <w:szCs w:val="28"/>
                <w:lang w:val="ru-RU"/>
              </w:rPr>
              <w:t>9.2</w:t>
            </w:r>
          </w:p>
        </w:tc>
        <w:tc>
          <w:tcPr>
            <w:tcW w:w="3686" w:type="dxa"/>
          </w:tcPr>
          <w:p w:rsidR="00E721B2" w:rsidRPr="002542A3" w:rsidRDefault="00E721B2" w:rsidP="002542A3">
            <w:pPr>
              <w:rPr>
                <w:rStyle w:val="3"/>
                <w:sz w:val="28"/>
                <w:szCs w:val="28"/>
              </w:rPr>
            </w:pPr>
            <w:r w:rsidRPr="002542A3">
              <w:rPr>
                <w:sz w:val="28"/>
              </w:rPr>
              <w:t>Придбання комп’ютерної та іншої оргтехніки та розхідних матеріалів до неї.</w:t>
            </w:r>
          </w:p>
        </w:tc>
        <w:tc>
          <w:tcPr>
            <w:tcW w:w="1276" w:type="dxa"/>
          </w:tcPr>
          <w:p w:rsidR="00E721B2" w:rsidRPr="002542A3" w:rsidRDefault="00E721B2" w:rsidP="002542A3">
            <w:pPr>
              <w:ind w:right="-1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2016-2017</w:t>
            </w:r>
          </w:p>
        </w:tc>
        <w:tc>
          <w:tcPr>
            <w:tcW w:w="1417" w:type="dxa"/>
          </w:tcPr>
          <w:p w:rsidR="00E721B2" w:rsidRPr="00FA17E1" w:rsidRDefault="00E721B2" w:rsidP="00FA17E1">
            <w:pPr>
              <w:ind w:right="-10"/>
              <w:rPr>
                <w:sz w:val="24"/>
                <w:szCs w:val="24"/>
              </w:rPr>
            </w:pPr>
            <w:r w:rsidRPr="00FA17E1">
              <w:rPr>
                <w:bCs/>
                <w:sz w:val="24"/>
                <w:szCs w:val="24"/>
              </w:rPr>
              <w:t>ВП ГУНП, Відділ в м. Бахмут Управління СБ України   в Донецькій області Бах-мутська міська рада</w:t>
            </w:r>
          </w:p>
        </w:tc>
        <w:tc>
          <w:tcPr>
            <w:tcW w:w="1134" w:type="dxa"/>
          </w:tcPr>
          <w:p w:rsidR="00E721B2" w:rsidRPr="00FA17E1" w:rsidRDefault="00E721B2" w:rsidP="002542A3">
            <w:pPr>
              <w:ind w:right="-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150</w:t>
            </w:r>
          </w:p>
        </w:tc>
        <w:tc>
          <w:tcPr>
            <w:tcW w:w="992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721B2" w:rsidRPr="00FA17E1" w:rsidRDefault="00E721B2" w:rsidP="002542A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150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721B2" w:rsidRPr="00FA17E1" w:rsidRDefault="00E721B2" w:rsidP="002542A3">
            <w:pPr>
              <w:ind w:right="-1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Забезпечення оперативно-технычними засобами МВ</w:t>
            </w:r>
          </w:p>
        </w:tc>
      </w:tr>
      <w:tr w:rsidR="00E721B2" w:rsidRPr="002542A3" w:rsidTr="00FA17E1">
        <w:trPr>
          <w:trHeight w:val="716"/>
        </w:trPr>
        <w:tc>
          <w:tcPr>
            <w:tcW w:w="709" w:type="dxa"/>
          </w:tcPr>
          <w:p w:rsidR="00E721B2" w:rsidRPr="00FA17E1" w:rsidRDefault="00E721B2" w:rsidP="002542A3">
            <w:pPr>
              <w:jc w:val="both"/>
              <w:rPr>
                <w:rStyle w:val="3"/>
                <w:sz w:val="28"/>
                <w:szCs w:val="28"/>
                <w:lang w:val="ru-RU"/>
              </w:rPr>
            </w:pPr>
            <w:r>
              <w:rPr>
                <w:rStyle w:val="3"/>
                <w:sz w:val="28"/>
                <w:szCs w:val="28"/>
                <w:lang w:val="ru-RU"/>
              </w:rPr>
              <w:t>9.3</w:t>
            </w:r>
          </w:p>
        </w:tc>
        <w:tc>
          <w:tcPr>
            <w:tcW w:w="3686" w:type="dxa"/>
          </w:tcPr>
          <w:p w:rsidR="00E721B2" w:rsidRPr="002542A3" w:rsidRDefault="00E721B2" w:rsidP="002542A3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rStyle w:val="3"/>
                <w:sz w:val="28"/>
                <w:szCs w:val="28"/>
                <w:lang w:val="ru-RU"/>
              </w:rPr>
              <w:t>П</w:t>
            </w:r>
            <w:r w:rsidRPr="002542A3">
              <w:rPr>
                <w:rStyle w:val="3"/>
                <w:sz w:val="28"/>
                <w:szCs w:val="28"/>
              </w:rPr>
              <w:t xml:space="preserve">роведення комплексу заходів щодо протидії тероризму, виявлення осіб, причетних до незаконних збройних формувань, супровід та направлення до суду кримінальних проваджень за рахунок придбання паливо-мастильних матеріалів  </w:t>
            </w:r>
          </w:p>
        </w:tc>
        <w:tc>
          <w:tcPr>
            <w:tcW w:w="1276" w:type="dxa"/>
          </w:tcPr>
          <w:p w:rsidR="00E721B2" w:rsidRPr="002542A3" w:rsidRDefault="00E721B2" w:rsidP="002542A3">
            <w:pPr>
              <w:ind w:right="-1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2016-2017</w:t>
            </w:r>
          </w:p>
        </w:tc>
        <w:tc>
          <w:tcPr>
            <w:tcW w:w="1417" w:type="dxa"/>
          </w:tcPr>
          <w:p w:rsidR="00E721B2" w:rsidRPr="00FA17E1" w:rsidRDefault="00E721B2" w:rsidP="00FA17E1">
            <w:pPr>
              <w:ind w:right="-10"/>
              <w:rPr>
                <w:sz w:val="28"/>
                <w:szCs w:val="28"/>
              </w:rPr>
            </w:pPr>
            <w:r w:rsidRPr="00FA17E1">
              <w:rPr>
                <w:bCs/>
                <w:sz w:val="24"/>
              </w:rPr>
              <w:t>Відділ в м. Бахмут Управління СБ України   в Донецькій області Бахмутська міська рада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721B2" w:rsidRPr="002542A3" w:rsidRDefault="00E721B2" w:rsidP="00FA17E1">
            <w:pPr>
              <w:ind w:right="-10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Забезпечення виконання заходів по боротьбі з тероризмом та екстремізмом, стабілізація соціально-політичної ситуації у місті, зменшення проявів сепаратизму серед населення, нівелювання впливу ОЗУ на органи місцевої влади, припинення фінансування терористичної діяльності</w:t>
            </w:r>
          </w:p>
        </w:tc>
      </w:tr>
      <w:tr w:rsidR="00E721B2" w:rsidRPr="002542A3" w:rsidTr="00FA17E1">
        <w:trPr>
          <w:trHeight w:val="716"/>
        </w:trPr>
        <w:tc>
          <w:tcPr>
            <w:tcW w:w="709" w:type="dxa"/>
          </w:tcPr>
          <w:p w:rsidR="00E721B2" w:rsidRPr="00FA17E1" w:rsidRDefault="00E721B2" w:rsidP="002542A3">
            <w:pPr>
              <w:jc w:val="both"/>
              <w:rPr>
                <w:rStyle w:val="3"/>
                <w:sz w:val="28"/>
                <w:szCs w:val="28"/>
                <w:lang w:val="ru-RU"/>
              </w:rPr>
            </w:pPr>
            <w:r>
              <w:rPr>
                <w:rStyle w:val="3"/>
                <w:sz w:val="28"/>
                <w:szCs w:val="28"/>
                <w:lang w:val="ru-RU"/>
              </w:rPr>
              <w:t>9.4</w:t>
            </w:r>
          </w:p>
        </w:tc>
        <w:tc>
          <w:tcPr>
            <w:tcW w:w="3686" w:type="dxa"/>
          </w:tcPr>
          <w:p w:rsidR="00E721B2" w:rsidRPr="002542A3" w:rsidRDefault="00E721B2" w:rsidP="002542A3">
            <w:pPr>
              <w:rPr>
                <w:sz w:val="28"/>
                <w:szCs w:val="28"/>
              </w:rPr>
            </w:pPr>
            <w:r w:rsidRPr="002542A3">
              <w:rPr>
                <w:rStyle w:val="3"/>
                <w:sz w:val="28"/>
                <w:szCs w:val="28"/>
              </w:rPr>
              <w:t>Проведення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притягненню учасників до кримінальної відповідальності за рахунок придбання електронної спецтехніки</w:t>
            </w:r>
          </w:p>
        </w:tc>
        <w:tc>
          <w:tcPr>
            <w:tcW w:w="1276" w:type="dxa"/>
          </w:tcPr>
          <w:p w:rsidR="00E721B2" w:rsidRPr="002542A3" w:rsidRDefault="00E721B2" w:rsidP="002542A3">
            <w:pPr>
              <w:ind w:right="-1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2016-2017</w:t>
            </w:r>
          </w:p>
        </w:tc>
        <w:tc>
          <w:tcPr>
            <w:tcW w:w="1417" w:type="dxa"/>
          </w:tcPr>
          <w:p w:rsidR="00E721B2" w:rsidRPr="00FA17E1" w:rsidRDefault="00E721B2" w:rsidP="00FA17E1">
            <w:pPr>
              <w:ind w:right="-10"/>
              <w:rPr>
                <w:sz w:val="28"/>
                <w:szCs w:val="28"/>
              </w:rPr>
            </w:pPr>
            <w:r w:rsidRPr="00FA17E1">
              <w:rPr>
                <w:bCs/>
                <w:sz w:val="24"/>
              </w:rPr>
              <w:t>Відділ в м. Бахмут Управління СБ України   в Донецькій області Бахмутська міська рада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721B2" w:rsidRPr="002542A3" w:rsidRDefault="00E721B2" w:rsidP="002542A3">
            <w:pPr>
              <w:ind w:right="-10"/>
              <w:jc w:val="both"/>
              <w:rPr>
                <w:sz w:val="28"/>
                <w:szCs w:val="28"/>
              </w:rPr>
            </w:pPr>
          </w:p>
        </w:tc>
      </w:tr>
      <w:tr w:rsidR="00E721B2" w:rsidRPr="002542A3" w:rsidTr="00FA17E1">
        <w:trPr>
          <w:trHeight w:val="716"/>
        </w:trPr>
        <w:tc>
          <w:tcPr>
            <w:tcW w:w="709" w:type="dxa"/>
          </w:tcPr>
          <w:p w:rsidR="00E721B2" w:rsidRPr="00FA17E1" w:rsidRDefault="00E721B2" w:rsidP="002542A3">
            <w:pPr>
              <w:widowControl w:val="0"/>
              <w:tabs>
                <w:tab w:val="left" w:pos="0"/>
              </w:tabs>
              <w:jc w:val="both"/>
              <w:rPr>
                <w:rStyle w:val="2"/>
                <w:sz w:val="28"/>
                <w:szCs w:val="28"/>
                <w:lang w:val="ru-RU"/>
              </w:rPr>
            </w:pPr>
            <w:r>
              <w:rPr>
                <w:rStyle w:val="2"/>
                <w:sz w:val="28"/>
                <w:szCs w:val="28"/>
                <w:lang w:val="ru-RU"/>
              </w:rPr>
              <w:t>9.5</w:t>
            </w:r>
          </w:p>
        </w:tc>
        <w:tc>
          <w:tcPr>
            <w:tcW w:w="3686" w:type="dxa"/>
          </w:tcPr>
          <w:p w:rsidR="00E721B2" w:rsidRPr="002542A3" w:rsidRDefault="00E721B2" w:rsidP="002542A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 w:rsidRPr="002542A3">
              <w:rPr>
                <w:rStyle w:val="2"/>
                <w:sz w:val="28"/>
                <w:szCs w:val="28"/>
              </w:rPr>
              <w:t xml:space="preserve"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підконтрольним злочинним угрупуванням, вивчення способів інвестування ними відповідних галузей і сфер економіки за рахунок придбання сучасної оргтехніки, комп’ютерної техніки, засобів зв’язку, телекомунікаційної техніки </w:t>
            </w:r>
          </w:p>
        </w:tc>
        <w:tc>
          <w:tcPr>
            <w:tcW w:w="1276" w:type="dxa"/>
          </w:tcPr>
          <w:p w:rsidR="00E721B2" w:rsidRPr="002542A3" w:rsidRDefault="00E721B2" w:rsidP="002542A3">
            <w:pPr>
              <w:ind w:right="-1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2016-2017</w:t>
            </w:r>
          </w:p>
        </w:tc>
        <w:tc>
          <w:tcPr>
            <w:tcW w:w="1417" w:type="dxa"/>
          </w:tcPr>
          <w:p w:rsidR="00E721B2" w:rsidRPr="002542A3" w:rsidRDefault="00E721B2" w:rsidP="00FA17E1">
            <w:pPr>
              <w:ind w:right="-10"/>
              <w:rPr>
                <w:sz w:val="28"/>
                <w:szCs w:val="28"/>
              </w:rPr>
            </w:pPr>
            <w:r w:rsidRPr="00FA17E1">
              <w:rPr>
                <w:bCs/>
                <w:sz w:val="24"/>
              </w:rPr>
              <w:t>Відділ в м. Бахмут Управління СБ України   в Донецькій області Бахмутська міська рада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721B2" w:rsidRPr="002542A3" w:rsidRDefault="00E721B2" w:rsidP="002542A3">
            <w:pPr>
              <w:ind w:right="-10"/>
              <w:jc w:val="both"/>
              <w:rPr>
                <w:sz w:val="28"/>
                <w:szCs w:val="28"/>
              </w:rPr>
            </w:pPr>
          </w:p>
        </w:tc>
      </w:tr>
      <w:tr w:rsidR="00E721B2" w:rsidRPr="002542A3" w:rsidTr="00FA17E1">
        <w:trPr>
          <w:trHeight w:val="716"/>
        </w:trPr>
        <w:tc>
          <w:tcPr>
            <w:tcW w:w="709" w:type="dxa"/>
          </w:tcPr>
          <w:p w:rsidR="00E721B2" w:rsidRPr="00FA17E1" w:rsidRDefault="00E721B2" w:rsidP="002542A3">
            <w:pPr>
              <w:widowControl w:val="0"/>
              <w:tabs>
                <w:tab w:val="left" w:pos="0"/>
              </w:tabs>
              <w:jc w:val="both"/>
              <w:rPr>
                <w:rStyle w:val="2"/>
                <w:sz w:val="28"/>
                <w:szCs w:val="28"/>
                <w:lang w:val="ru-RU"/>
              </w:rPr>
            </w:pPr>
            <w:r>
              <w:rPr>
                <w:rStyle w:val="2"/>
                <w:sz w:val="28"/>
                <w:szCs w:val="28"/>
                <w:lang w:val="ru-RU"/>
              </w:rPr>
              <w:t>9.6</w:t>
            </w:r>
          </w:p>
        </w:tc>
        <w:tc>
          <w:tcPr>
            <w:tcW w:w="3686" w:type="dxa"/>
          </w:tcPr>
          <w:p w:rsidR="00E721B2" w:rsidRPr="002542A3" w:rsidRDefault="00E721B2" w:rsidP="002542A3">
            <w:pPr>
              <w:widowControl w:val="0"/>
              <w:tabs>
                <w:tab w:val="left" w:pos="0"/>
              </w:tabs>
              <w:rPr>
                <w:rStyle w:val="2"/>
                <w:sz w:val="28"/>
                <w:szCs w:val="28"/>
              </w:rPr>
            </w:pPr>
            <w:r w:rsidRPr="002542A3">
              <w:rPr>
                <w:rStyle w:val="2"/>
                <w:sz w:val="28"/>
                <w:szCs w:val="28"/>
              </w:rPr>
              <w:t>Вжиття заходів з профілактики та запобігання вчиненню злочинів за рахунок 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276" w:type="dxa"/>
          </w:tcPr>
          <w:p w:rsidR="00E721B2" w:rsidRPr="002542A3" w:rsidRDefault="00E721B2" w:rsidP="002542A3">
            <w:pPr>
              <w:ind w:right="-1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2016-2017</w:t>
            </w:r>
          </w:p>
        </w:tc>
        <w:tc>
          <w:tcPr>
            <w:tcW w:w="1417" w:type="dxa"/>
          </w:tcPr>
          <w:p w:rsidR="00E721B2" w:rsidRPr="002542A3" w:rsidRDefault="00E721B2" w:rsidP="00FA17E1">
            <w:pPr>
              <w:ind w:right="-10"/>
              <w:rPr>
                <w:sz w:val="28"/>
                <w:szCs w:val="28"/>
              </w:rPr>
            </w:pPr>
            <w:r w:rsidRPr="00FA17E1">
              <w:rPr>
                <w:bCs/>
                <w:sz w:val="24"/>
              </w:rPr>
              <w:t>Відділ в м. Бахмут Управління СБ України   в Донецькій області Бахмутська міська рада</w:t>
            </w:r>
          </w:p>
        </w:tc>
        <w:tc>
          <w:tcPr>
            <w:tcW w:w="1134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  <w:r w:rsidRPr="002542A3"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E721B2" w:rsidRPr="002542A3" w:rsidRDefault="00E721B2" w:rsidP="00254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721B2" w:rsidRPr="002542A3" w:rsidRDefault="00E721B2" w:rsidP="002542A3">
            <w:pPr>
              <w:ind w:right="-10"/>
              <w:jc w:val="center"/>
              <w:rPr>
                <w:sz w:val="28"/>
                <w:szCs w:val="28"/>
              </w:rPr>
            </w:pPr>
          </w:p>
        </w:tc>
      </w:tr>
    </w:tbl>
    <w:p w:rsidR="00E721B2" w:rsidRPr="002671A5" w:rsidRDefault="00E721B2" w:rsidP="00862215">
      <w:pPr>
        <w:pStyle w:val="BodyTextIndent"/>
        <w:ind w:right="741" w:firstLine="0"/>
        <w:jc w:val="center"/>
        <w:rPr>
          <w:lang w:val="uk-UA"/>
        </w:rPr>
      </w:pPr>
    </w:p>
    <w:p w:rsidR="00E721B2" w:rsidRPr="008E5C32" w:rsidRDefault="00E721B2" w:rsidP="008E5C32">
      <w:pPr>
        <w:pStyle w:val="BodyTextIndent"/>
        <w:tabs>
          <w:tab w:val="left" w:pos="3117"/>
        </w:tabs>
        <w:ind w:firstLine="0"/>
        <w:rPr>
          <w:b w:val="0"/>
        </w:rPr>
      </w:pPr>
    </w:p>
    <w:p w:rsidR="00E721B2" w:rsidRPr="002671A5" w:rsidRDefault="00E721B2" w:rsidP="00862215">
      <w:pPr>
        <w:jc w:val="both"/>
        <w:rPr>
          <w:i/>
          <w:iCs/>
          <w:sz w:val="24"/>
          <w:szCs w:val="24"/>
        </w:rPr>
      </w:pPr>
      <w:r w:rsidRPr="002671A5">
        <w:rPr>
          <w:i/>
          <w:iCs/>
          <w:sz w:val="24"/>
          <w:szCs w:val="24"/>
        </w:rPr>
        <w:t xml:space="preserve">Проект Програми посилення охорони публічної безпеки і боротьби зі злочинністю на території </w:t>
      </w:r>
      <w:r>
        <w:rPr>
          <w:i/>
          <w:iCs/>
          <w:sz w:val="24"/>
          <w:szCs w:val="24"/>
        </w:rPr>
        <w:t xml:space="preserve">Бахмутської </w:t>
      </w:r>
      <w:r w:rsidRPr="002671A5">
        <w:rPr>
          <w:i/>
          <w:iCs/>
          <w:sz w:val="24"/>
          <w:szCs w:val="24"/>
        </w:rPr>
        <w:t>міської ради «Правопорядок 2016-20</w:t>
      </w:r>
      <w:r>
        <w:rPr>
          <w:i/>
          <w:iCs/>
          <w:sz w:val="24"/>
          <w:szCs w:val="24"/>
        </w:rPr>
        <w:t>17» розроблений  Головним</w:t>
      </w:r>
      <w:r w:rsidRPr="002671A5">
        <w:rPr>
          <w:i/>
          <w:iCs/>
          <w:sz w:val="24"/>
          <w:szCs w:val="24"/>
        </w:rPr>
        <w:t xml:space="preserve"> Управління Національної поліції в Донецькій області</w:t>
      </w:r>
      <w:r>
        <w:rPr>
          <w:i/>
          <w:iCs/>
          <w:sz w:val="24"/>
          <w:szCs w:val="24"/>
        </w:rPr>
        <w:t xml:space="preserve">, </w:t>
      </w:r>
      <w:r w:rsidRPr="008E5C32">
        <w:rPr>
          <w:i/>
          <w:iCs/>
          <w:sz w:val="24"/>
          <w:szCs w:val="24"/>
        </w:rPr>
        <w:t>Відділ</w:t>
      </w:r>
      <w:r>
        <w:rPr>
          <w:i/>
          <w:iCs/>
          <w:sz w:val="24"/>
          <w:szCs w:val="24"/>
        </w:rPr>
        <w:t>ом</w:t>
      </w:r>
      <w:r w:rsidRPr="008E5C32">
        <w:rPr>
          <w:i/>
          <w:iCs/>
          <w:sz w:val="24"/>
          <w:szCs w:val="24"/>
        </w:rPr>
        <w:t xml:space="preserve"> в м. Бахмут Управління СБ України в Донецькій області</w:t>
      </w:r>
      <w:r w:rsidRPr="002671A5">
        <w:rPr>
          <w:i/>
          <w:iCs/>
          <w:sz w:val="24"/>
          <w:szCs w:val="24"/>
        </w:rPr>
        <w:t>.</w:t>
      </w:r>
    </w:p>
    <w:p w:rsidR="00E721B2" w:rsidRPr="008E5C32" w:rsidRDefault="00E721B2" w:rsidP="008E5C32">
      <w:pPr>
        <w:jc w:val="both"/>
        <w:rPr>
          <w:i/>
          <w:iCs/>
          <w:sz w:val="24"/>
          <w:szCs w:val="24"/>
        </w:rPr>
      </w:pPr>
    </w:p>
    <w:p w:rsidR="00E721B2" w:rsidRDefault="00E721B2" w:rsidP="00E32AB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073E67">
        <w:rPr>
          <w:b/>
          <w:bCs/>
          <w:sz w:val="28"/>
          <w:szCs w:val="28"/>
        </w:rPr>
        <w:t xml:space="preserve">ачальник </w:t>
      </w:r>
      <w:r>
        <w:rPr>
          <w:b/>
          <w:bCs/>
          <w:sz w:val="28"/>
          <w:szCs w:val="28"/>
        </w:rPr>
        <w:t xml:space="preserve">Бахмутського відділу поліції </w:t>
      </w:r>
    </w:p>
    <w:p w:rsidR="00E721B2" w:rsidRDefault="00E721B2" w:rsidP="00E32AB8">
      <w:pPr>
        <w:rPr>
          <w:b/>
          <w:bCs/>
          <w:sz w:val="28"/>
          <w:szCs w:val="28"/>
        </w:rPr>
      </w:pPr>
      <w:r w:rsidRPr="00073E67">
        <w:rPr>
          <w:b/>
          <w:bCs/>
          <w:sz w:val="28"/>
          <w:szCs w:val="28"/>
        </w:rPr>
        <w:t xml:space="preserve">Головного Управління Національної </w:t>
      </w:r>
    </w:p>
    <w:p w:rsidR="00E721B2" w:rsidRDefault="00E721B2" w:rsidP="00E32AB8">
      <w:pPr>
        <w:rPr>
          <w:b/>
          <w:bCs/>
          <w:sz w:val="28"/>
          <w:szCs w:val="28"/>
        </w:rPr>
      </w:pPr>
      <w:r w:rsidRPr="00073E67">
        <w:rPr>
          <w:b/>
          <w:bCs/>
          <w:sz w:val="28"/>
          <w:szCs w:val="28"/>
        </w:rPr>
        <w:t xml:space="preserve">поліції в Донецькій області, </w:t>
      </w:r>
    </w:p>
    <w:p w:rsidR="00E721B2" w:rsidRPr="002671A5" w:rsidRDefault="00E721B2" w:rsidP="00E32AB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підполковник </w:t>
      </w:r>
      <w:r w:rsidRPr="00073E67">
        <w:rPr>
          <w:b/>
          <w:bCs/>
          <w:sz w:val="28"/>
          <w:szCs w:val="28"/>
        </w:rPr>
        <w:t xml:space="preserve">поліції </w:t>
      </w: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В.Л.Гончаров</w:t>
      </w:r>
      <w:r w:rsidRPr="002671A5">
        <w:rPr>
          <w:b/>
          <w:bCs/>
          <w:sz w:val="28"/>
          <w:szCs w:val="28"/>
        </w:rPr>
        <w:t xml:space="preserve"> </w:t>
      </w:r>
    </w:p>
    <w:p w:rsidR="00E721B2" w:rsidRDefault="00E721B2" w:rsidP="00862215">
      <w:pPr>
        <w:rPr>
          <w:b/>
          <w:bCs/>
          <w:sz w:val="28"/>
          <w:szCs w:val="28"/>
        </w:rPr>
      </w:pPr>
    </w:p>
    <w:p w:rsidR="00E721B2" w:rsidRPr="002671A5" w:rsidRDefault="00E721B2" w:rsidP="00862215">
      <w:pPr>
        <w:rPr>
          <w:b/>
          <w:bCs/>
          <w:sz w:val="28"/>
          <w:szCs w:val="28"/>
        </w:rPr>
      </w:pPr>
    </w:p>
    <w:p w:rsidR="00E721B2" w:rsidRDefault="00E721B2" w:rsidP="0086221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 Бахмутського  МВ УСБ України</w:t>
      </w:r>
    </w:p>
    <w:p w:rsidR="00E721B2" w:rsidRPr="002671A5" w:rsidRDefault="00E721B2" w:rsidP="00862215">
      <w:pPr>
        <w:rPr>
          <w:b/>
          <w:bCs/>
          <w:sz w:val="28"/>
          <w:szCs w:val="28"/>
        </w:rPr>
      </w:pPr>
      <w:r w:rsidRPr="00073E67">
        <w:rPr>
          <w:b/>
          <w:bCs/>
          <w:sz w:val="28"/>
          <w:szCs w:val="28"/>
        </w:rPr>
        <w:t>в Донецькій області,</w:t>
      </w:r>
      <w:r>
        <w:rPr>
          <w:b/>
          <w:bCs/>
          <w:sz w:val="28"/>
          <w:szCs w:val="28"/>
        </w:rPr>
        <w:t xml:space="preserve"> полковник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Д.А. Кривуля</w:t>
      </w:r>
    </w:p>
    <w:p w:rsidR="00E721B2" w:rsidRDefault="00E721B2" w:rsidP="00862215">
      <w:pPr>
        <w:rPr>
          <w:b/>
          <w:bCs/>
          <w:sz w:val="28"/>
          <w:szCs w:val="28"/>
        </w:rPr>
      </w:pPr>
    </w:p>
    <w:p w:rsidR="00E721B2" w:rsidRDefault="00E721B2" w:rsidP="00862215">
      <w:pPr>
        <w:rPr>
          <w:b/>
          <w:bCs/>
          <w:sz w:val="28"/>
          <w:szCs w:val="28"/>
        </w:rPr>
      </w:pPr>
    </w:p>
    <w:p w:rsidR="00E721B2" w:rsidRPr="002671A5" w:rsidRDefault="00E721B2" w:rsidP="0086221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Заступник міського голови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Т.А. Куліш</w:t>
      </w:r>
    </w:p>
    <w:p w:rsidR="00E721B2" w:rsidRPr="002671A5" w:rsidRDefault="00E721B2" w:rsidP="00580FFE">
      <w:pPr>
        <w:rPr>
          <w:b/>
          <w:sz w:val="28"/>
          <w:szCs w:val="28"/>
        </w:rPr>
        <w:sectPr w:rsidR="00E721B2" w:rsidRPr="002671A5" w:rsidSect="002542A3">
          <w:footerReference w:type="default" r:id="rId9"/>
          <w:pgSz w:w="16838" w:h="11906" w:orient="landscape"/>
          <w:pgMar w:top="1418" w:right="738" w:bottom="567" w:left="1418" w:header="709" w:footer="0" w:gutter="0"/>
          <w:cols w:space="708"/>
          <w:docGrid w:linePitch="381"/>
        </w:sectPr>
      </w:pPr>
    </w:p>
    <w:p w:rsidR="00E721B2" w:rsidRPr="002671A5" w:rsidRDefault="00E721B2" w:rsidP="00580FFE">
      <w:pPr>
        <w:rPr>
          <w:b/>
          <w:sz w:val="28"/>
          <w:szCs w:val="28"/>
        </w:rPr>
      </w:pPr>
    </w:p>
    <w:p w:rsidR="00E721B2" w:rsidRPr="002671A5" w:rsidRDefault="00E721B2" w:rsidP="00580FFE">
      <w:pPr>
        <w:rPr>
          <w:b/>
          <w:sz w:val="28"/>
          <w:szCs w:val="28"/>
        </w:rPr>
      </w:pPr>
    </w:p>
    <w:p w:rsidR="00E721B2" w:rsidRPr="002671A5" w:rsidRDefault="00E721B2" w:rsidP="00580FFE">
      <w:pPr>
        <w:rPr>
          <w:b/>
          <w:sz w:val="28"/>
          <w:szCs w:val="28"/>
        </w:rPr>
      </w:pPr>
    </w:p>
    <w:p w:rsidR="00E721B2" w:rsidRPr="002671A5" w:rsidRDefault="00E721B2" w:rsidP="00580FFE">
      <w:pPr>
        <w:rPr>
          <w:b/>
          <w:sz w:val="28"/>
          <w:szCs w:val="28"/>
        </w:rPr>
      </w:pPr>
    </w:p>
    <w:p w:rsidR="00E721B2" w:rsidRPr="002671A5" w:rsidRDefault="00E721B2" w:rsidP="00580FFE">
      <w:pPr>
        <w:rPr>
          <w:b/>
          <w:sz w:val="28"/>
          <w:szCs w:val="28"/>
        </w:rPr>
      </w:pPr>
    </w:p>
    <w:p w:rsidR="00E721B2" w:rsidRPr="002671A5" w:rsidRDefault="00E721B2" w:rsidP="00580FFE">
      <w:pPr>
        <w:rPr>
          <w:b/>
          <w:sz w:val="28"/>
          <w:szCs w:val="28"/>
        </w:rPr>
      </w:pPr>
    </w:p>
    <w:p w:rsidR="00E721B2" w:rsidRPr="002541F7" w:rsidRDefault="00E721B2" w:rsidP="002541F7">
      <w:pPr>
        <w:rPr>
          <w:sz w:val="28"/>
          <w:szCs w:val="28"/>
        </w:rPr>
      </w:pPr>
    </w:p>
    <w:sectPr w:rsidR="00E721B2" w:rsidRPr="002541F7" w:rsidSect="0044106F">
      <w:pgSz w:w="11906" w:h="16838"/>
      <w:pgMar w:top="289" w:right="567" w:bottom="851" w:left="1701" w:header="709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1B2" w:rsidRDefault="00E721B2" w:rsidP="00526418">
      <w:r>
        <w:separator/>
      </w:r>
    </w:p>
  </w:endnote>
  <w:endnote w:type="continuationSeparator" w:id="1">
    <w:p w:rsidR="00E721B2" w:rsidRDefault="00E721B2" w:rsidP="00526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1B2" w:rsidRDefault="00E721B2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E721B2" w:rsidRDefault="00E721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1B2" w:rsidRDefault="00E721B2">
    <w:pPr>
      <w:pStyle w:val="Footer"/>
      <w:jc w:val="right"/>
    </w:pPr>
    <w:fldSimple w:instr=" PAGE   \* MERGEFORMAT ">
      <w:r>
        <w:rPr>
          <w:noProof/>
        </w:rPr>
        <w:t>9</w:t>
      </w:r>
    </w:fldSimple>
  </w:p>
  <w:p w:rsidR="00E721B2" w:rsidRDefault="00E721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1B2" w:rsidRDefault="00E721B2" w:rsidP="00526418">
      <w:r>
        <w:separator/>
      </w:r>
    </w:p>
  </w:footnote>
  <w:footnote w:type="continuationSeparator" w:id="1">
    <w:p w:rsidR="00E721B2" w:rsidRDefault="00E721B2" w:rsidP="005264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502822A"/>
    <w:lvl w:ilvl="0">
      <w:numFmt w:val="bullet"/>
      <w:lvlText w:val="*"/>
      <w:lvlJc w:val="left"/>
    </w:lvl>
  </w:abstractNum>
  <w:abstractNum w:abstractNumId="1">
    <w:nsid w:val="040A1CA1"/>
    <w:multiLevelType w:val="hybridMultilevel"/>
    <w:tmpl w:val="1F52FCC4"/>
    <w:lvl w:ilvl="0" w:tplc="B502822A">
      <w:numFmt w:val="bullet"/>
      <w:lvlText w:val="-"/>
      <w:legacy w:legacy="1" w:legacySpace="0" w:legacyIndent="365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D91861"/>
    <w:multiLevelType w:val="hybridMultilevel"/>
    <w:tmpl w:val="59EE5CBC"/>
    <w:lvl w:ilvl="0" w:tplc="4C3058C0">
      <w:numFmt w:val="bullet"/>
      <w:lvlText w:val="-"/>
      <w:lvlJc w:val="left"/>
      <w:pPr>
        <w:tabs>
          <w:tab w:val="num" w:pos="1935"/>
        </w:tabs>
        <w:ind w:left="1935" w:hanging="109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>
    <w:nsid w:val="10816577"/>
    <w:multiLevelType w:val="hybridMultilevel"/>
    <w:tmpl w:val="DF102540"/>
    <w:lvl w:ilvl="0" w:tplc="9566078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65D0A99"/>
    <w:multiLevelType w:val="hybridMultilevel"/>
    <w:tmpl w:val="611C067A"/>
    <w:lvl w:ilvl="0" w:tplc="AB1258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8C6343"/>
    <w:multiLevelType w:val="hybridMultilevel"/>
    <w:tmpl w:val="CF4E5B8C"/>
    <w:lvl w:ilvl="0" w:tplc="B502822A">
      <w:numFmt w:val="bullet"/>
      <w:lvlText w:val="-"/>
      <w:legacy w:legacy="1" w:legacySpace="0" w:legacyIndent="365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7A91CAA"/>
    <w:multiLevelType w:val="hybridMultilevel"/>
    <w:tmpl w:val="2A4C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1405BB"/>
    <w:multiLevelType w:val="hybridMultilevel"/>
    <w:tmpl w:val="E70C72D4"/>
    <w:lvl w:ilvl="0" w:tplc="EB2233F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4A77A3"/>
    <w:multiLevelType w:val="multilevel"/>
    <w:tmpl w:val="FCECA0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10">
    <w:nsid w:val="47B9563F"/>
    <w:multiLevelType w:val="hybridMultilevel"/>
    <w:tmpl w:val="5E0EB2E8"/>
    <w:lvl w:ilvl="0" w:tplc="60EC9C2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CC4CC2"/>
    <w:multiLevelType w:val="hybridMultilevel"/>
    <w:tmpl w:val="BF90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DE3A23"/>
    <w:multiLevelType w:val="hybridMultilevel"/>
    <w:tmpl w:val="1E585C98"/>
    <w:lvl w:ilvl="0" w:tplc="0E3216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>
    <w:nsid w:val="77746808"/>
    <w:multiLevelType w:val="hybridMultilevel"/>
    <w:tmpl w:val="66461D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A20174"/>
    <w:multiLevelType w:val="hybridMultilevel"/>
    <w:tmpl w:val="BF604620"/>
    <w:lvl w:ilvl="0" w:tplc="B50282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8">
    <w:abstractNumId w:val="8"/>
  </w:num>
  <w:num w:numId="9">
    <w:abstractNumId w:val="13"/>
  </w:num>
  <w:num w:numId="10">
    <w:abstractNumId w:val="11"/>
  </w:num>
  <w:num w:numId="11">
    <w:abstractNumId w:val="15"/>
  </w:num>
  <w:num w:numId="12">
    <w:abstractNumId w:val="12"/>
  </w:num>
  <w:num w:numId="13">
    <w:abstractNumId w:val="14"/>
  </w:num>
  <w:num w:numId="14">
    <w:abstractNumId w:val="4"/>
  </w:num>
  <w:num w:numId="15">
    <w:abstractNumId w:val="7"/>
  </w:num>
  <w:num w:numId="16">
    <w:abstractNumId w:val="3"/>
  </w:num>
  <w:num w:numId="17">
    <w:abstractNumId w:val="2"/>
  </w:num>
  <w:num w:numId="18">
    <w:abstractNumId w:val="1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1F64"/>
    <w:rsid w:val="00001F15"/>
    <w:rsid w:val="00010512"/>
    <w:rsid w:val="000167C8"/>
    <w:rsid w:val="00025EB3"/>
    <w:rsid w:val="00031E67"/>
    <w:rsid w:val="00032CC7"/>
    <w:rsid w:val="00033D55"/>
    <w:rsid w:val="0003555D"/>
    <w:rsid w:val="00047AC2"/>
    <w:rsid w:val="00051251"/>
    <w:rsid w:val="00053295"/>
    <w:rsid w:val="00064C8E"/>
    <w:rsid w:val="00071B40"/>
    <w:rsid w:val="00073566"/>
    <w:rsid w:val="00073E67"/>
    <w:rsid w:val="000819C3"/>
    <w:rsid w:val="00085A0C"/>
    <w:rsid w:val="00092BFA"/>
    <w:rsid w:val="0009458B"/>
    <w:rsid w:val="000978BF"/>
    <w:rsid w:val="000A1839"/>
    <w:rsid w:val="000B6FD2"/>
    <w:rsid w:val="000C3AA8"/>
    <w:rsid w:val="000D6A92"/>
    <w:rsid w:val="000E2D28"/>
    <w:rsid w:val="000E4F02"/>
    <w:rsid w:val="00103824"/>
    <w:rsid w:val="0010709E"/>
    <w:rsid w:val="001115AA"/>
    <w:rsid w:val="0011468D"/>
    <w:rsid w:val="00115BEE"/>
    <w:rsid w:val="00116E4C"/>
    <w:rsid w:val="00121BBE"/>
    <w:rsid w:val="001361AC"/>
    <w:rsid w:val="00140865"/>
    <w:rsid w:val="00141719"/>
    <w:rsid w:val="00146B96"/>
    <w:rsid w:val="0016155F"/>
    <w:rsid w:val="00162989"/>
    <w:rsid w:val="00162A7C"/>
    <w:rsid w:val="001642FD"/>
    <w:rsid w:val="001670F2"/>
    <w:rsid w:val="00180BF5"/>
    <w:rsid w:val="001921B7"/>
    <w:rsid w:val="0019258D"/>
    <w:rsid w:val="001B12BD"/>
    <w:rsid w:val="001B247E"/>
    <w:rsid w:val="001B3526"/>
    <w:rsid w:val="001B5C2C"/>
    <w:rsid w:val="001B7608"/>
    <w:rsid w:val="001C1C52"/>
    <w:rsid w:val="001C7C29"/>
    <w:rsid w:val="001D413E"/>
    <w:rsid w:val="001D4943"/>
    <w:rsid w:val="001D7327"/>
    <w:rsid w:val="001E1B50"/>
    <w:rsid w:val="001E3550"/>
    <w:rsid w:val="001E7E4F"/>
    <w:rsid w:val="001F4808"/>
    <w:rsid w:val="001F4F94"/>
    <w:rsid w:val="00203A02"/>
    <w:rsid w:val="002044BD"/>
    <w:rsid w:val="00210757"/>
    <w:rsid w:val="00214DBD"/>
    <w:rsid w:val="00217CA4"/>
    <w:rsid w:val="00221EC6"/>
    <w:rsid w:val="002311D9"/>
    <w:rsid w:val="002313A9"/>
    <w:rsid w:val="0023198A"/>
    <w:rsid w:val="00231FB0"/>
    <w:rsid w:val="00242DD4"/>
    <w:rsid w:val="00247EA2"/>
    <w:rsid w:val="00251BE0"/>
    <w:rsid w:val="002541F7"/>
    <w:rsid w:val="002542A3"/>
    <w:rsid w:val="002552E4"/>
    <w:rsid w:val="0025549A"/>
    <w:rsid w:val="0026244C"/>
    <w:rsid w:val="00263896"/>
    <w:rsid w:val="00264E56"/>
    <w:rsid w:val="00265137"/>
    <w:rsid w:val="002671A5"/>
    <w:rsid w:val="00276570"/>
    <w:rsid w:val="00277FBB"/>
    <w:rsid w:val="0028151F"/>
    <w:rsid w:val="00284FA6"/>
    <w:rsid w:val="00286447"/>
    <w:rsid w:val="00286C72"/>
    <w:rsid w:val="0029165B"/>
    <w:rsid w:val="00295FEA"/>
    <w:rsid w:val="00296904"/>
    <w:rsid w:val="002A5192"/>
    <w:rsid w:val="002A6207"/>
    <w:rsid w:val="002B00E0"/>
    <w:rsid w:val="002B2232"/>
    <w:rsid w:val="002B4D34"/>
    <w:rsid w:val="002C144B"/>
    <w:rsid w:val="002C1D32"/>
    <w:rsid w:val="002D3CB6"/>
    <w:rsid w:val="002D48C6"/>
    <w:rsid w:val="002D7003"/>
    <w:rsid w:val="002F23AC"/>
    <w:rsid w:val="002F2A9E"/>
    <w:rsid w:val="002F55DA"/>
    <w:rsid w:val="00300858"/>
    <w:rsid w:val="00300A2E"/>
    <w:rsid w:val="003011DD"/>
    <w:rsid w:val="00315FCE"/>
    <w:rsid w:val="00320F5C"/>
    <w:rsid w:val="00332513"/>
    <w:rsid w:val="00332C6D"/>
    <w:rsid w:val="00350E9C"/>
    <w:rsid w:val="00354E8D"/>
    <w:rsid w:val="003766F4"/>
    <w:rsid w:val="0038222C"/>
    <w:rsid w:val="00384C6C"/>
    <w:rsid w:val="00385B33"/>
    <w:rsid w:val="00385E1A"/>
    <w:rsid w:val="00387012"/>
    <w:rsid w:val="003918CB"/>
    <w:rsid w:val="00393E13"/>
    <w:rsid w:val="00394717"/>
    <w:rsid w:val="003A3B34"/>
    <w:rsid w:val="003A780A"/>
    <w:rsid w:val="003B32A9"/>
    <w:rsid w:val="003B3735"/>
    <w:rsid w:val="003B7846"/>
    <w:rsid w:val="003C14B1"/>
    <w:rsid w:val="003C4242"/>
    <w:rsid w:val="003C79F3"/>
    <w:rsid w:val="003D0D6B"/>
    <w:rsid w:val="003E4B7A"/>
    <w:rsid w:val="003E688D"/>
    <w:rsid w:val="003E6D05"/>
    <w:rsid w:val="003F2591"/>
    <w:rsid w:val="003F331C"/>
    <w:rsid w:val="003F7754"/>
    <w:rsid w:val="00401890"/>
    <w:rsid w:val="0040529F"/>
    <w:rsid w:val="00417787"/>
    <w:rsid w:val="00417888"/>
    <w:rsid w:val="00425844"/>
    <w:rsid w:val="0043123C"/>
    <w:rsid w:val="00431C15"/>
    <w:rsid w:val="00434420"/>
    <w:rsid w:val="0043686B"/>
    <w:rsid w:val="004407D0"/>
    <w:rsid w:val="00440D6D"/>
    <w:rsid w:val="0044106F"/>
    <w:rsid w:val="00441C64"/>
    <w:rsid w:val="00453DAC"/>
    <w:rsid w:val="00455A17"/>
    <w:rsid w:val="00455BE3"/>
    <w:rsid w:val="004577B4"/>
    <w:rsid w:val="00463B88"/>
    <w:rsid w:val="00464456"/>
    <w:rsid w:val="004745A9"/>
    <w:rsid w:val="004757BC"/>
    <w:rsid w:val="00477B86"/>
    <w:rsid w:val="004835E6"/>
    <w:rsid w:val="00484B4E"/>
    <w:rsid w:val="0048750A"/>
    <w:rsid w:val="00492612"/>
    <w:rsid w:val="00496F28"/>
    <w:rsid w:val="004A1831"/>
    <w:rsid w:val="004A28ED"/>
    <w:rsid w:val="004A303B"/>
    <w:rsid w:val="004A50C7"/>
    <w:rsid w:val="004A50FB"/>
    <w:rsid w:val="004B7970"/>
    <w:rsid w:val="004C671B"/>
    <w:rsid w:val="004D614B"/>
    <w:rsid w:val="004D6850"/>
    <w:rsid w:val="004D6931"/>
    <w:rsid w:val="004F474B"/>
    <w:rsid w:val="00502249"/>
    <w:rsid w:val="00520A60"/>
    <w:rsid w:val="00526418"/>
    <w:rsid w:val="00541C02"/>
    <w:rsid w:val="005504B0"/>
    <w:rsid w:val="005563E3"/>
    <w:rsid w:val="00556E81"/>
    <w:rsid w:val="005608A1"/>
    <w:rsid w:val="00571255"/>
    <w:rsid w:val="00580FFE"/>
    <w:rsid w:val="00581C14"/>
    <w:rsid w:val="005829B5"/>
    <w:rsid w:val="0059718A"/>
    <w:rsid w:val="005A06FE"/>
    <w:rsid w:val="005B28AD"/>
    <w:rsid w:val="005B5A6B"/>
    <w:rsid w:val="005E435E"/>
    <w:rsid w:val="005F4B5F"/>
    <w:rsid w:val="006000C3"/>
    <w:rsid w:val="00607478"/>
    <w:rsid w:val="00611388"/>
    <w:rsid w:val="00611938"/>
    <w:rsid w:val="00611FFD"/>
    <w:rsid w:val="006226B9"/>
    <w:rsid w:val="00622B19"/>
    <w:rsid w:val="00635FBC"/>
    <w:rsid w:val="00637058"/>
    <w:rsid w:val="00644B94"/>
    <w:rsid w:val="00645C6C"/>
    <w:rsid w:val="00645F9A"/>
    <w:rsid w:val="0064658D"/>
    <w:rsid w:val="006506B7"/>
    <w:rsid w:val="00660741"/>
    <w:rsid w:val="00660771"/>
    <w:rsid w:val="0066351E"/>
    <w:rsid w:val="00676754"/>
    <w:rsid w:val="00682F18"/>
    <w:rsid w:val="00686347"/>
    <w:rsid w:val="00695F3B"/>
    <w:rsid w:val="006976C0"/>
    <w:rsid w:val="006A7A93"/>
    <w:rsid w:val="006B24FA"/>
    <w:rsid w:val="006D2089"/>
    <w:rsid w:val="006F6A94"/>
    <w:rsid w:val="00702E9A"/>
    <w:rsid w:val="00703139"/>
    <w:rsid w:val="007072FD"/>
    <w:rsid w:val="00711A69"/>
    <w:rsid w:val="00712008"/>
    <w:rsid w:val="0071312D"/>
    <w:rsid w:val="00714060"/>
    <w:rsid w:val="0071464D"/>
    <w:rsid w:val="00715E55"/>
    <w:rsid w:val="00720C2B"/>
    <w:rsid w:val="00736C94"/>
    <w:rsid w:val="0074137D"/>
    <w:rsid w:val="007612BB"/>
    <w:rsid w:val="00763CF6"/>
    <w:rsid w:val="00776E62"/>
    <w:rsid w:val="00784041"/>
    <w:rsid w:val="00784624"/>
    <w:rsid w:val="0078662D"/>
    <w:rsid w:val="00790C2A"/>
    <w:rsid w:val="007939F4"/>
    <w:rsid w:val="00796506"/>
    <w:rsid w:val="007A32FD"/>
    <w:rsid w:val="007B22A6"/>
    <w:rsid w:val="007B30D5"/>
    <w:rsid w:val="007B5D5C"/>
    <w:rsid w:val="007B6663"/>
    <w:rsid w:val="007C3E41"/>
    <w:rsid w:val="007C79A9"/>
    <w:rsid w:val="007D1C0D"/>
    <w:rsid w:val="007D22AB"/>
    <w:rsid w:val="007D4B43"/>
    <w:rsid w:val="007D742F"/>
    <w:rsid w:val="007E19C8"/>
    <w:rsid w:val="007E1BD5"/>
    <w:rsid w:val="007F327F"/>
    <w:rsid w:val="007F5062"/>
    <w:rsid w:val="007F6F2C"/>
    <w:rsid w:val="007F7CA7"/>
    <w:rsid w:val="00800643"/>
    <w:rsid w:val="00816117"/>
    <w:rsid w:val="00826682"/>
    <w:rsid w:val="00830540"/>
    <w:rsid w:val="00834DA9"/>
    <w:rsid w:val="00835DBA"/>
    <w:rsid w:val="00836AFA"/>
    <w:rsid w:val="00841AD8"/>
    <w:rsid w:val="00842DD0"/>
    <w:rsid w:val="00847339"/>
    <w:rsid w:val="00852143"/>
    <w:rsid w:val="00852B93"/>
    <w:rsid w:val="00856C13"/>
    <w:rsid w:val="00862215"/>
    <w:rsid w:val="00862592"/>
    <w:rsid w:val="00864F23"/>
    <w:rsid w:val="00873331"/>
    <w:rsid w:val="008776C2"/>
    <w:rsid w:val="008832BE"/>
    <w:rsid w:val="008A172A"/>
    <w:rsid w:val="008A5301"/>
    <w:rsid w:val="008B5B73"/>
    <w:rsid w:val="008B5F03"/>
    <w:rsid w:val="008C0F93"/>
    <w:rsid w:val="008D0A42"/>
    <w:rsid w:val="008D4D5F"/>
    <w:rsid w:val="008D5423"/>
    <w:rsid w:val="008D6328"/>
    <w:rsid w:val="008E2741"/>
    <w:rsid w:val="008E5425"/>
    <w:rsid w:val="008E59C0"/>
    <w:rsid w:val="008E5C32"/>
    <w:rsid w:val="009049EA"/>
    <w:rsid w:val="00910686"/>
    <w:rsid w:val="00914E03"/>
    <w:rsid w:val="009241A8"/>
    <w:rsid w:val="009340A4"/>
    <w:rsid w:val="009371B8"/>
    <w:rsid w:val="009401F5"/>
    <w:rsid w:val="00941E6F"/>
    <w:rsid w:val="00943AD1"/>
    <w:rsid w:val="00944AA4"/>
    <w:rsid w:val="0095383C"/>
    <w:rsid w:val="00954F53"/>
    <w:rsid w:val="00956B61"/>
    <w:rsid w:val="0095785F"/>
    <w:rsid w:val="009632E6"/>
    <w:rsid w:val="00972364"/>
    <w:rsid w:val="0098029D"/>
    <w:rsid w:val="0098127D"/>
    <w:rsid w:val="00985829"/>
    <w:rsid w:val="00993B8E"/>
    <w:rsid w:val="00993D19"/>
    <w:rsid w:val="009B4DD8"/>
    <w:rsid w:val="009B5B9F"/>
    <w:rsid w:val="009B7A0A"/>
    <w:rsid w:val="009C10E3"/>
    <w:rsid w:val="009C7FE0"/>
    <w:rsid w:val="009D3466"/>
    <w:rsid w:val="009D6A2D"/>
    <w:rsid w:val="009D7401"/>
    <w:rsid w:val="009E2698"/>
    <w:rsid w:val="009F1C59"/>
    <w:rsid w:val="009F1CF5"/>
    <w:rsid w:val="009F49F8"/>
    <w:rsid w:val="009F4ABB"/>
    <w:rsid w:val="009F673A"/>
    <w:rsid w:val="00A07F9A"/>
    <w:rsid w:val="00A13272"/>
    <w:rsid w:val="00A13349"/>
    <w:rsid w:val="00A14DFE"/>
    <w:rsid w:val="00A166F3"/>
    <w:rsid w:val="00A22F9B"/>
    <w:rsid w:val="00A37F15"/>
    <w:rsid w:val="00A413F1"/>
    <w:rsid w:val="00A417B0"/>
    <w:rsid w:val="00A47289"/>
    <w:rsid w:val="00A52AC5"/>
    <w:rsid w:val="00A627B3"/>
    <w:rsid w:val="00A64FD1"/>
    <w:rsid w:val="00A67A8C"/>
    <w:rsid w:val="00A70455"/>
    <w:rsid w:val="00A7291F"/>
    <w:rsid w:val="00A735AC"/>
    <w:rsid w:val="00A77F70"/>
    <w:rsid w:val="00A854A9"/>
    <w:rsid w:val="00A952BF"/>
    <w:rsid w:val="00A9635F"/>
    <w:rsid w:val="00A97353"/>
    <w:rsid w:val="00AB0D20"/>
    <w:rsid w:val="00AB182C"/>
    <w:rsid w:val="00AB527C"/>
    <w:rsid w:val="00AC346D"/>
    <w:rsid w:val="00AC3557"/>
    <w:rsid w:val="00AC4032"/>
    <w:rsid w:val="00AD29C8"/>
    <w:rsid w:val="00AD3AA9"/>
    <w:rsid w:val="00AD561C"/>
    <w:rsid w:val="00AE0F4D"/>
    <w:rsid w:val="00AE1E6C"/>
    <w:rsid w:val="00AE2B41"/>
    <w:rsid w:val="00AF15AB"/>
    <w:rsid w:val="00AF496B"/>
    <w:rsid w:val="00B044AC"/>
    <w:rsid w:val="00B072B9"/>
    <w:rsid w:val="00B20374"/>
    <w:rsid w:val="00B247F3"/>
    <w:rsid w:val="00B261F7"/>
    <w:rsid w:val="00B35EAC"/>
    <w:rsid w:val="00B42FB6"/>
    <w:rsid w:val="00B43AFB"/>
    <w:rsid w:val="00B47A44"/>
    <w:rsid w:val="00B50675"/>
    <w:rsid w:val="00B51226"/>
    <w:rsid w:val="00B52287"/>
    <w:rsid w:val="00B52958"/>
    <w:rsid w:val="00B52DE6"/>
    <w:rsid w:val="00B553B6"/>
    <w:rsid w:val="00B569A0"/>
    <w:rsid w:val="00B57795"/>
    <w:rsid w:val="00B625AB"/>
    <w:rsid w:val="00B67B71"/>
    <w:rsid w:val="00B72E01"/>
    <w:rsid w:val="00B7540B"/>
    <w:rsid w:val="00B75CA4"/>
    <w:rsid w:val="00B80996"/>
    <w:rsid w:val="00B9068F"/>
    <w:rsid w:val="00B9091D"/>
    <w:rsid w:val="00B96903"/>
    <w:rsid w:val="00B976F3"/>
    <w:rsid w:val="00BA491B"/>
    <w:rsid w:val="00BA5D6E"/>
    <w:rsid w:val="00BB47A4"/>
    <w:rsid w:val="00BB5BB5"/>
    <w:rsid w:val="00BC1527"/>
    <w:rsid w:val="00BC2128"/>
    <w:rsid w:val="00BC660E"/>
    <w:rsid w:val="00BE6EEA"/>
    <w:rsid w:val="00BF0B7C"/>
    <w:rsid w:val="00BF3F41"/>
    <w:rsid w:val="00BF5530"/>
    <w:rsid w:val="00C045B7"/>
    <w:rsid w:val="00C11FD5"/>
    <w:rsid w:val="00C12E3E"/>
    <w:rsid w:val="00C254A4"/>
    <w:rsid w:val="00C25D03"/>
    <w:rsid w:val="00C275D7"/>
    <w:rsid w:val="00C40CF1"/>
    <w:rsid w:val="00C512D8"/>
    <w:rsid w:val="00C5223D"/>
    <w:rsid w:val="00C579C5"/>
    <w:rsid w:val="00C62499"/>
    <w:rsid w:val="00C64DD0"/>
    <w:rsid w:val="00C65808"/>
    <w:rsid w:val="00C71B41"/>
    <w:rsid w:val="00C7204B"/>
    <w:rsid w:val="00C72A82"/>
    <w:rsid w:val="00C73CD2"/>
    <w:rsid w:val="00C92757"/>
    <w:rsid w:val="00C95578"/>
    <w:rsid w:val="00CA0607"/>
    <w:rsid w:val="00CA2833"/>
    <w:rsid w:val="00CC3BFE"/>
    <w:rsid w:val="00CC49CB"/>
    <w:rsid w:val="00CC5F16"/>
    <w:rsid w:val="00CC6903"/>
    <w:rsid w:val="00CD39C3"/>
    <w:rsid w:val="00CD4855"/>
    <w:rsid w:val="00CE00C4"/>
    <w:rsid w:val="00CF782F"/>
    <w:rsid w:val="00D01DDC"/>
    <w:rsid w:val="00D0743A"/>
    <w:rsid w:val="00D1557B"/>
    <w:rsid w:val="00D263AD"/>
    <w:rsid w:val="00D35C43"/>
    <w:rsid w:val="00D35E35"/>
    <w:rsid w:val="00D36204"/>
    <w:rsid w:val="00D3653D"/>
    <w:rsid w:val="00D40672"/>
    <w:rsid w:val="00D47587"/>
    <w:rsid w:val="00D510B9"/>
    <w:rsid w:val="00D51E87"/>
    <w:rsid w:val="00D552CC"/>
    <w:rsid w:val="00D60174"/>
    <w:rsid w:val="00D71111"/>
    <w:rsid w:val="00D816C7"/>
    <w:rsid w:val="00D83EAD"/>
    <w:rsid w:val="00D8424F"/>
    <w:rsid w:val="00D843C9"/>
    <w:rsid w:val="00D84626"/>
    <w:rsid w:val="00DA48CD"/>
    <w:rsid w:val="00DA6A86"/>
    <w:rsid w:val="00DA6A91"/>
    <w:rsid w:val="00DB1378"/>
    <w:rsid w:val="00DB5A97"/>
    <w:rsid w:val="00DC18E1"/>
    <w:rsid w:val="00DC26C4"/>
    <w:rsid w:val="00DC2B5B"/>
    <w:rsid w:val="00DC4E1D"/>
    <w:rsid w:val="00DD1F64"/>
    <w:rsid w:val="00DE1E70"/>
    <w:rsid w:val="00DE382E"/>
    <w:rsid w:val="00E15D00"/>
    <w:rsid w:val="00E17F67"/>
    <w:rsid w:val="00E27268"/>
    <w:rsid w:val="00E300F6"/>
    <w:rsid w:val="00E32AB8"/>
    <w:rsid w:val="00E37372"/>
    <w:rsid w:val="00E42A29"/>
    <w:rsid w:val="00E467B4"/>
    <w:rsid w:val="00E51B8A"/>
    <w:rsid w:val="00E54EE8"/>
    <w:rsid w:val="00E64AD3"/>
    <w:rsid w:val="00E6629F"/>
    <w:rsid w:val="00E677F6"/>
    <w:rsid w:val="00E721B2"/>
    <w:rsid w:val="00E756E8"/>
    <w:rsid w:val="00E7768D"/>
    <w:rsid w:val="00E82AA7"/>
    <w:rsid w:val="00EB137B"/>
    <w:rsid w:val="00EB209F"/>
    <w:rsid w:val="00EB3510"/>
    <w:rsid w:val="00EC4DB9"/>
    <w:rsid w:val="00EF1B94"/>
    <w:rsid w:val="00EF572B"/>
    <w:rsid w:val="00F078F0"/>
    <w:rsid w:val="00F116B6"/>
    <w:rsid w:val="00F14C48"/>
    <w:rsid w:val="00F179FF"/>
    <w:rsid w:val="00F2328F"/>
    <w:rsid w:val="00F24743"/>
    <w:rsid w:val="00F27EB7"/>
    <w:rsid w:val="00F30106"/>
    <w:rsid w:val="00F320DC"/>
    <w:rsid w:val="00F32B85"/>
    <w:rsid w:val="00F35BBC"/>
    <w:rsid w:val="00F373CA"/>
    <w:rsid w:val="00F4781C"/>
    <w:rsid w:val="00F47E8B"/>
    <w:rsid w:val="00F53618"/>
    <w:rsid w:val="00F53CC7"/>
    <w:rsid w:val="00F54160"/>
    <w:rsid w:val="00F54EFB"/>
    <w:rsid w:val="00F6129E"/>
    <w:rsid w:val="00F62C14"/>
    <w:rsid w:val="00F757A8"/>
    <w:rsid w:val="00F75B0C"/>
    <w:rsid w:val="00F75C07"/>
    <w:rsid w:val="00F804F7"/>
    <w:rsid w:val="00F92EF2"/>
    <w:rsid w:val="00F97C0B"/>
    <w:rsid w:val="00FA17E1"/>
    <w:rsid w:val="00FA4468"/>
    <w:rsid w:val="00FA600B"/>
    <w:rsid w:val="00FA6E0B"/>
    <w:rsid w:val="00FB307E"/>
    <w:rsid w:val="00FB6661"/>
    <w:rsid w:val="00FC3109"/>
    <w:rsid w:val="00FC553A"/>
    <w:rsid w:val="00FC6CF8"/>
    <w:rsid w:val="00FD7C7D"/>
    <w:rsid w:val="00FF30C5"/>
    <w:rsid w:val="00FF344E"/>
    <w:rsid w:val="00FF41EE"/>
    <w:rsid w:val="00FF4807"/>
    <w:rsid w:val="00FF5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F64"/>
    <w:rPr>
      <w:rFonts w:eastAsia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1F64"/>
    <w:pPr>
      <w:keepNext/>
      <w:spacing w:before="360" w:after="240"/>
      <w:jc w:val="center"/>
      <w:outlineLvl w:val="0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410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0FF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80FF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80FF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1F64"/>
    <w:rPr>
      <w:rFonts w:eastAsia="Times New Roman" w:cs="Times New Roman"/>
      <w:b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9635F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80FFE"/>
    <w:rPr>
      <w:rFonts w:ascii="Cambria" w:hAnsi="Cambria" w:cs="Times New Roman"/>
      <w:b/>
      <w:bCs/>
      <w:i/>
      <w:iCs/>
      <w:color w:val="4F81BD"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80FFE"/>
    <w:rPr>
      <w:rFonts w:ascii="Cambria" w:hAnsi="Cambria" w:cs="Times New Roman"/>
      <w:color w:val="243F60"/>
      <w:sz w:val="20"/>
      <w:szCs w:val="20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80FFE"/>
    <w:rPr>
      <w:rFonts w:ascii="Cambria" w:hAnsi="Cambria" w:cs="Times New Roman"/>
      <w:i/>
      <w:iCs/>
      <w:color w:val="243F60"/>
      <w:sz w:val="20"/>
      <w:szCs w:val="20"/>
      <w:lang w:val="uk-UA" w:eastAsia="ru-RU"/>
    </w:rPr>
  </w:style>
  <w:style w:type="paragraph" w:styleId="NormalWeb">
    <w:name w:val="Normal (Web)"/>
    <w:basedOn w:val="Normal"/>
    <w:uiPriority w:val="99"/>
    <w:rsid w:val="007B666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BodyTextIndent">
    <w:name w:val="Body Text Indent"/>
    <w:basedOn w:val="Normal"/>
    <w:link w:val="BodyTextIndentChar"/>
    <w:uiPriority w:val="99"/>
    <w:rsid w:val="000E4F02"/>
    <w:pPr>
      <w:shd w:val="clear" w:color="auto" w:fill="FFFFFF"/>
      <w:spacing w:line="302" w:lineRule="exact"/>
      <w:ind w:left="708" w:firstLine="709"/>
      <w:jc w:val="both"/>
    </w:pPr>
    <w:rPr>
      <w:b/>
      <w:color w:val="000000"/>
      <w:spacing w:val="-2"/>
      <w:sz w:val="28"/>
      <w:szCs w:val="32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E4F02"/>
    <w:rPr>
      <w:rFonts w:eastAsia="Times New Roman" w:cs="Times New Roman"/>
      <w:b/>
      <w:color w:val="000000"/>
      <w:spacing w:val="-2"/>
      <w:sz w:val="32"/>
      <w:szCs w:val="32"/>
      <w:shd w:val="clear" w:color="auto" w:fill="FFFFFF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834D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34DA9"/>
    <w:rPr>
      <w:rFonts w:eastAsia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28151F"/>
    <w:pPr>
      <w:ind w:left="720"/>
      <w:contextualSpacing/>
    </w:pPr>
  </w:style>
  <w:style w:type="paragraph" w:styleId="BlockText">
    <w:name w:val="Block Text"/>
    <w:basedOn w:val="Normal"/>
    <w:uiPriority w:val="99"/>
    <w:rsid w:val="0044106F"/>
    <w:pPr>
      <w:widowControl w:val="0"/>
      <w:ind w:left="159" w:right="4201"/>
    </w:pPr>
    <w:rPr>
      <w:rFonts w:eastAsia="Calibri"/>
      <w:b/>
      <w:i/>
      <w:sz w:val="28"/>
    </w:rPr>
  </w:style>
  <w:style w:type="table" w:styleId="TableGrid">
    <w:name w:val="Table Grid"/>
    <w:basedOn w:val="TableNormal"/>
    <w:uiPriority w:val="99"/>
    <w:rsid w:val="00F478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.1"/>
    <w:basedOn w:val="Subtitle"/>
    <w:link w:val="210"/>
    <w:uiPriority w:val="99"/>
    <w:rsid w:val="00B9068F"/>
    <w:pPr>
      <w:keepNext/>
      <w:keepLines/>
      <w:spacing w:line="360" w:lineRule="auto"/>
      <w:ind w:firstLine="851"/>
      <w:jc w:val="both"/>
      <w:outlineLvl w:val="2"/>
    </w:pPr>
    <w:rPr>
      <w:rFonts w:ascii="Times New Roman CYR" w:hAnsi="Times New Roman CYR"/>
      <w:b/>
      <w:bCs/>
    </w:rPr>
  </w:style>
  <w:style w:type="character" w:customStyle="1" w:styleId="210">
    <w:name w:val="2.1 Знак"/>
    <w:basedOn w:val="SubtitleChar"/>
    <w:link w:val="21"/>
    <w:uiPriority w:val="99"/>
    <w:locked/>
    <w:rsid w:val="00B9068F"/>
    <w:rPr>
      <w:rFonts w:ascii="Times New Roman CYR" w:hAnsi="Times New Roman CYR"/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B9068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9068F"/>
    <w:rPr>
      <w:rFonts w:ascii="Cambria" w:hAnsi="Cambria" w:cs="Times New Roman"/>
      <w:i/>
      <w:iCs/>
      <w:color w:val="4F81BD"/>
      <w:spacing w:val="15"/>
      <w:sz w:val="24"/>
      <w:szCs w:val="24"/>
      <w:lang w:val="uk-UA" w:eastAsia="ru-RU"/>
    </w:rPr>
  </w:style>
  <w:style w:type="paragraph" w:customStyle="1" w:styleId="a">
    <w:name w:val="Обычный текст"/>
    <w:basedOn w:val="Normal"/>
    <w:link w:val="a0"/>
    <w:uiPriority w:val="99"/>
    <w:rsid w:val="008D5423"/>
    <w:pPr>
      <w:tabs>
        <w:tab w:val="left" w:pos="1050"/>
      </w:tabs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customStyle="1" w:styleId="a0">
    <w:name w:val="Обычный текст Знак"/>
    <w:basedOn w:val="DefaultParagraphFont"/>
    <w:link w:val="a"/>
    <w:uiPriority w:val="99"/>
    <w:locked/>
    <w:rsid w:val="008D5423"/>
    <w:rPr>
      <w:rFonts w:ascii="Times New Roman CYR" w:hAnsi="Times New Roman CYR" w:cs="Times New Roman"/>
      <w:sz w:val="28"/>
      <w:szCs w:val="28"/>
      <w:lang w:val="uk-UA" w:eastAsia="ru-RU"/>
    </w:rPr>
  </w:style>
  <w:style w:type="paragraph" w:customStyle="1" w:styleId="5">
    <w:name w:val="Абзац списка5"/>
    <w:basedOn w:val="Normal"/>
    <w:uiPriority w:val="99"/>
    <w:rsid w:val="008D5423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ru-RU" w:eastAsia="en-US"/>
    </w:rPr>
  </w:style>
  <w:style w:type="character" w:styleId="Strong">
    <w:name w:val="Strong"/>
    <w:basedOn w:val="DefaultParagraphFont"/>
    <w:uiPriority w:val="99"/>
    <w:qFormat/>
    <w:rsid w:val="00864F23"/>
    <w:rPr>
      <w:rFonts w:cs="Times New Roman"/>
      <w:b/>
      <w:bCs/>
    </w:rPr>
  </w:style>
  <w:style w:type="character" w:customStyle="1" w:styleId="FontStyle">
    <w:name w:val="Font Style"/>
    <w:uiPriority w:val="99"/>
    <w:rsid w:val="00864F23"/>
    <w:rPr>
      <w:color w:val="000000"/>
      <w:sz w:val="20"/>
    </w:rPr>
  </w:style>
  <w:style w:type="paragraph" w:styleId="HTMLPreformatted">
    <w:name w:val="HTML Preformatted"/>
    <w:basedOn w:val="Normal"/>
    <w:link w:val="HTMLPreformattedChar"/>
    <w:uiPriority w:val="99"/>
    <w:rsid w:val="00784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84624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52641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6418"/>
    <w:rPr>
      <w:rFonts w:eastAsia="Times New Roman" w:cs="Times New Roman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rsid w:val="0052641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26418"/>
    <w:rPr>
      <w:rFonts w:eastAsia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843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43C9"/>
    <w:rPr>
      <w:rFonts w:ascii="Tahoma" w:hAnsi="Tahoma" w:cs="Tahoma"/>
      <w:sz w:val="16"/>
      <w:szCs w:val="16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locked/>
    <w:rsid w:val="0086221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8127D"/>
    <w:rPr>
      <w:rFonts w:eastAsia="Times New Roman" w:cs="Times New Roman"/>
      <w:sz w:val="20"/>
      <w:szCs w:val="20"/>
      <w:lang w:val="uk-UA"/>
    </w:rPr>
  </w:style>
  <w:style w:type="paragraph" w:styleId="BodyTextIndent3">
    <w:name w:val="Body Text Indent 3"/>
    <w:basedOn w:val="Normal"/>
    <w:link w:val="BodyTextIndent3Char"/>
    <w:uiPriority w:val="99"/>
    <w:locked/>
    <w:rsid w:val="0086221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8127D"/>
    <w:rPr>
      <w:rFonts w:eastAsia="Times New Roman" w:cs="Times New Roman"/>
      <w:sz w:val="16"/>
      <w:szCs w:val="16"/>
      <w:lang w:val="uk-UA"/>
    </w:rPr>
  </w:style>
  <w:style w:type="paragraph" w:customStyle="1" w:styleId="a1">
    <w:name w:val="Знак Знак Знак Знак"/>
    <w:basedOn w:val="Normal"/>
    <w:uiPriority w:val="99"/>
    <w:rsid w:val="00862215"/>
    <w:rPr>
      <w:rFonts w:eastAsia="Calibri"/>
      <w:lang w:eastAsia="en-US"/>
    </w:rPr>
  </w:style>
  <w:style w:type="character" w:customStyle="1" w:styleId="2">
    <w:name w:val="Основной текст (2)"/>
    <w:basedOn w:val="DefaultParagraphFont"/>
    <w:uiPriority w:val="99"/>
    <w:rsid w:val="00AC403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3">
    <w:name w:val="Основной текст (3)"/>
    <w:basedOn w:val="DefaultParagraphFont"/>
    <w:uiPriority w:val="99"/>
    <w:rsid w:val="00AC4032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3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23</Pages>
  <Words>4478</Words>
  <Characters>25525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ch09</cp:lastModifiedBy>
  <cp:revision>3</cp:revision>
  <cp:lastPrinted>2016-02-22T11:27:00Z</cp:lastPrinted>
  <dcterms:created xsi:type="dcterms:W3CDTF">2016-04-14T07:07:00Z</dcterms:created>
  <dcterms:modified xsi:type="dcterms:W3CDTF">2016-04-14T06:07:00Z</dcterms:modified>
</cp:coreProperties>
</file>