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F6" w:rsidRDefault="005F77F6" w:rsidP="000C58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44812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50.25pt;visibility:visible">
            <v:imagedata r:id="rId5" o:title=""/>
          </v:shape>
        </w:pict>
      </w:r>
    </w:p>
    <w:p w:rsidR="005F77F6" w:rsidRDefault="005F77F6" w:rsidP="00F60FA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F77F6" w:rsidRPr="000E061D" w:rsidRDefault="005F77F6" w:rsidP="00831D6C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5F77F6" w:rsidRPr="000E061D" w:rsidRDefault="005F77F6" w:rsidP="000C58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E061D">
        <w:rPr>
          <w:rFonts w:ascii="Times New Roman" w:hAnsi="Times New Roman"/>
          <w:b/>
          <w:sz w:val="32"/>
          <w:szCs w:val="32"/>
          <w:lang w:val="uk-UA"/>
        </w:rPr>
        <w:t>У  К  Р  А  Ї  Н  А</w:t>
      </w:r>
    </w:p>
    <w:p w:rsidR="005F77F6" w:rsidRPr="000E061D" w:rsidRDefault="005F77F6" w:rsidP="000C5863">
      <w:pPr>
        <w:spacing w:after="0" w:line="240" w:lineRule="auto"/>
        <w:jc w:val="center"/>
        <w:rPr>
          <w:rFonts w:ascii="Times New Roman" w:hAnsi="Times New Roman"/>
          <w:b/>
          <w:sz w:val="32"/>
          <w:lang w:val="uk-UA"/>
        </w:rPr>
      </w:pPr>
    </w:p>
    <w:p w:rsidR="005F77F6" w:rsidRPr="000E061D" w:rsidRDefault="005F77F6" w:rsidP="000C586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Б а х м у т с ь </w:t>
      </w:r>
      <w:r w:rsidRPr="000E061D">
        <w:rPr>
          <w:rFonts w:ascii="Times New Roman" w:hAnsi="Times New Roman"/>
          <w:b/>
          <w:sz w:val="36"/>
          <w:szCs w:val="36"/>
          <w:lang w:val="uk-UA"/>
        </w:rPr>
        <w:t xml:space="preserve">к а   м і с ь к а   р а д а </w:t>
      </w:r>
    </w:p>
    <w:p w:rsidR="005F77F6" w:rsidRPr="000E061D" w:rsidRDefault="005F77F6" w:rsidP="000C586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5F77F6" w:rsidRPr="000E061D" w:rsidRDefault="005F77F6" w:rsidP="000C5863">
      <w:pPr>
        <w:spacing w:after="0" w:line="240" w:lineRule="auto"/>
        <w:jc w:val="center"/>
        <w:rPr>
          <w:rFonts w:ascii="Times New Roman" w:hAnsi="Times New Roman"/>
          <w:b/>
          <w:sz w:val="20"/>
          <w:lang w:val="uk-UA"/>
        </w:rPr>
      </w:pPr>
      <w:r w:rsidRPr="000E061D">
        <w:rPr>
          <w:rFonts w:ascii="Times New Roman" w:hAnsi="Times New Roman"/>
          <w:b/>
          <w:sz w:val="40"/>
          <w:szCs w:val="40"/>
          <w:lang w:val="uk-UA"/>
        </w:rPr>
        <w:t>ВИКОНАВЧИЙ  КОМІТЕТ</w:t>
      </w:r>
    </w:p>
    <w:p w:rsidR="005F77F6" w:rsidRPr="000E061D" w:rsidRDefault="005F77F6" w:rsidP="000C5863">
      <w:pPr>
        <w:spacing w:after="0" w:line="240" w:lineRule="auto"/>
        <w:jc w:val="center"/>
        <w:rPr>
          <w:rFonts w:ascii="Times New Roman" w:hAnsi="Times New Roman"/>
          <w:b/>
          <w:sz w:val="20"/>
          <w:lang w:val="uk-UA"/>
        </w:rPr>
      </w:pPr>
    </w:p>
    <w:p w:rsidR="005F77F6" w:rsidRPr="000E061D" w:rsidRDefault="005F77F6" w:rsidP="000C5863">
      <w:pPr>
        <w:pStyle w:val="Heading3"/>
        <w:rPr>
          <w:b/>
          <w:sz w:val="48"/>
          <w:szCs w:val="48"/>
        </w:rPr>
      </w:pPr>
      <w:r w:rsidRPr="000E061D">
        <w:rPr>
          <w:b/>
          <w:sz w:val="48"/>
          <w:szCs w:val="48"/>
        </w:rPr>
        <w:t>Р I Ш Е Н Н Я</w:t>
      </w:r>
    </w:p>
    <w:p w:rsidR="005F77F6" w:rsidRPr="000E061D" w:rsidRDefault="005F77F6" w:rsidP="000C5863">
      <w:pPr>
        <w:spacing w:after="0" w:line="240" w:lineRule="auto"/>
        <w:rPr>
          <w:rFonts w:ascii="Times New Roman" w:hAnsi="Times New Roman"/>
          <w:lang w:val="uk-UA"/>
        </w:rPr>
      </w:pPr>
    </w:p>
    <w:p w:rsidR="005F77F6" w:rsidRPr="000E061D" w:rsidRDefault="005F77F6" w:rsidP="000C58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15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03</w:t>
      </w:r>
      <w:r>
        <w:rPr>
          <w:rFonts w:ascii="Times New Roman" w:hAnsi="Times New Roman"/>
          <w:sz w:val="28"/>
          <w:szCs w:val="28"/>
        </w:rPr>
        <w:t>.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2017 № </w:t>
      </w:r>
      <w:r>
        <w:rPr>
          <w:rFonts w:ascii="Times New Roman" w:hAnsi="Times New Roman"/>
          <w:sz w:val="28"/>
          <w:szCs w:val="28"/>
          <w:lang w:val="uk-UA"/>
        </w:rPr>
        <w:t xml:space="preserve">50 </w:t>
      </w:r>
    </w:p>
    <w:p w:rsidR="005F77F6" w:rsidRPr="000E061D" w:rsidRDefault="005F77F6" w:rsidP="000C586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061D">
        <w:rPr>
          <w:rFonts w:ascii="Times New Roman" w:hAnsi="Times New Roman"/>
          <w:sz w:val="28"/>
          <w:szCs w:val="28"/>
          <w:lang w:val="uk-UA"/>
        </w:rPr>
        <w:t xml:space="preserve">м.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</w:p>
    <w:p w:rsidR="005F77F6" w:rsidRPr="000E061D" w:rsidRDefault="005F77F6" w:rsidP="000C5863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5F77F6" w:rsidRPr="000E061D" w:rsidRDefault="005F77F6" w:rsidP="000C5863">
      <w:pPr>
        <w:pStyle w:val="BodyText2"/>
        <w:tabs>
          <w:tab w:val="left" w:pos="5103"/>
        </w:tabs>
        <w:spacing w:before="0"/>
        <w:ind w:right="5103"/>
        <w:rPr>
          <w:b/>
          <w:i/>
          <w:szCs w:val="28"/>
          <w:lang w:val="uk-UA"/>
        </w:rPr>
      </w:pPr>
      <w:r w:rsidRPr="000E061D">
        <w:rPr>
          <w:b/>
          <w:i/>
          <w:szCs w:val="28"/>
          <w:lang w:val="uk-UA"/>
        </w:rPr>
        <w:t>Про   заходи з увічнення пам’яті захисників України у м. Бахмуті</w:t>
      </w:r>
    </w:p>
    <w:p w:rsidR="005F77F6" w:rsidRPr="000E061D" w:rsidRDefault="005F77F6" w:rsidP="000C5863">
      <w:pPr>
        <w:pStyle w:val="BodyText2"/>
        <w:tabs>
          <w:tab w:val="left" w:pos="5103"/>
        </w:tabs>
        <w:spacing w:before="0"/>
        <w:ind w:right="5103"/>
        <w:rPr>
          <w:b/>
          <w:i/>
          <w:szCs w:val="28"/>
          <w:lang w:val="uk-UA"/>
        </w:rPr>
      </w:pPr>
      <w:r w:rsidRPr="000E061D">
        <w:rPr>
          <w:b/>
          <w:i/>
          <w:szCs w:val="28"/>
          <w:lang w:val="uk-UA"/>
        </w:rPr>
        <w:t xml:space="preserve"> в 2017 році</w:t>
      </w:r>
    </w:p>
    <w:p w:rsidR="005F77F6" w:rsidRPr="000E061D" w:rsidRDefault="005F77F6" w:rsidP="000C5863">
      <w:pPr>
        <w:pStyle w:val="BodyText2"/>
        <w:tabs>
          <w:tab w:val="left" w:pos="3828"/>
        </w:tabs>
        <w:spacing w:before="0"/>
        <w:ind w:right="0"/>
        <w:rPr>
          <w:b/>
          <w:i/>
          <w:szCs w:val="28"/>
          <w:lang w:val="uk-UA"/>
        </w:rPr>
      </w:pPr>
    </w:p>
    <w:p w:rsidR="005F77F6" w:rsidRPr="000E061D" w:rsidRDefault="005F77F6" w:rsidP="000C58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061D">
        <w:rPr>
          <w:rFonts w:ascii="Times New Roman" w:hAnsi="Times New Roman"/>
          <w:sz w:val="28"/>
          <w:szCs w:val="28"/>
          <w:lang w:val="uk-UA"/>
        </w:rPr>
        <w:t xml:space="preserve">Розглянувши службову записку від </w:t>
      </w:r>
      <w:r>
        <w:rPr>
          <w:rFonts w:ascii="Times New Roman" w:hAnsi="Times New Roman"/>
          <w:sz w:val="28"/>
          <w:szCs w:val="28"/>
          <w:lang w:val="uk-UA"/>
        </w:rPr>
        <w:t xml:space="preserve">13.02.2017 </w:t>
      </w:r>
      <w:r w:rsidRPr="000E061D">
        <w:rPr>
          <w:rFonts w:ascii="Times New Roman" w:hAnsi="Times New Roman"/>
          <w:sz w:val="28"/>
          <w:szCs w:val="28"/>
          <w:lang w:val="uk-UA"/>
        </w:rPr>
        <w:t>№ 01-</w:t>
      </w:r>
      <w:r>
        <w:rPr>
          <w:rFonts w:ascii="Times New Roman" w:hAnsi="Times New Roman"/>
          <w:sz w:val="28"/>
          <w:szCs w:val="28"/>
          <w:lang w:val="uk-UA"/>
        </w:rPr>
        <w:t>0654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-06 начальника відділу </w:t>
      </w:r>
      <w:r>
        <w:rPr>
          <w:rFonts w:ascii="Times New Roman" w:hAnsi="Times New Roman"/>
          <w:sz w:val="28"/>
          <w:szCs w:val="28"/>
          <w:lang w:val="uk-UA"/>
        </w:rPr>
        <w:t>внутрішньої політики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Кудрявих С.А.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 щодо заходів з увічнення пам’яті захисників України у м. </w:t>
      </w:r>
      <w:r>
        <w:rPr>
          <w:rFonts w:ascii="Times New Roman" w:hAnsi="Times New Roman"/>
          <w:sz w:val="28"/>
          <w:szCs w:val="28"/>
          <w:lang w:val="uk-UA"/>
        </w:rPr>
        <w:t>Бахмуті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 в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 році, з метою увічнення пам’яті воїнів, які брали участь у захисті України в роки Другої світової війни та під час проведення антитерористичної операції, на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061D">
        <w:rPr>
          <w:rFonts w:ascii="Times New Roman" w:hAnsi="Times New Roman"/>
          <w:sz w:val="28"/>
          <w:szCs w:val="28"/>
          <w:lang w:val="uk-UA"/>
        </w:rPr>
        <w:t>рішення вико</w:t>
      </w:r>
      <w:r>
        <w:rPr>
          <w:rFonts w:ascii="Times New Roman" w:hAnsi="Times New Roman"/>
          <w:sz w:val="28"/>
          <w:szCs w:val="28"/>
          <w:lang w:val="uk-UA"/>
        </w:rPr>
        <w:t>навчого комітету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Бахмутської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 міської ради від </w:t>
      </w:r>
      <w:r>
        <w:rPr>
          <w:rFonts w:ascii="Times New Roman" w:hAnsi="Times New Roman"/>
          <w:sz w:val="28"/>
          <w:szCs w:val="28"/>
          <w:lang w:val="uk-UA"/>
        </w:rPr>
        <w:t>11.01.2017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 № 1</w:t>
      </w:r>
      <w:r>
        <w:rPr>
          <w:rFonts w:ascii="Times New Roman" w:hAnsi="Times New Roman"/>
          <w:sz w:val="28"/>
          <w:szCs w:val="28"/>
          <w:lang w:val="uk-UA"/>
        </w:rPr>
        <w:t xml:space="preserve"> «Про підсумки </w:t>
      </w:r>
      <w:r w:rsidRPr="00153C3F">
        <w:rPr>
          <w:rFonts w:ascii="Times New Roman" w:hAnsi="Times New Roman"/>
          <w:sz w:val="28"/>
          <w:szCs w:val="28"/>
          <w:lang w:val="uk-UA"/>
        </w:rPr>
        <w:t>виконання заходів з увічнення пам’яті захисників України у м. Бахмуті в 2016 році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153C3F">
        <w:rPr>
          <w:lang w:val="uk-UA"/>
        </w:rPr>
        <w:t xml:space="preserve"> 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розпорядження голови Донецької обласної державної адміністрації, керівника Донецької обласної військово-цивільної адміністрації від 23.11.2015 № 669 «Про заходи з увічнення пам’яті захисників України на період до 2020 року у Донецькій області», керуючись ст.ст. 34, 52 Закону України від  21.05.97  № 280/97 – ВР «Про місцеве самоврядування в Україні» із внесеними до нього змінами,  виконком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r w:rsidRPr="000E061D">
        <w:rPr>
          <w:rFonts w:ascii="Times New Roman" w:hAnsi="Times New Roman"/>
          <w:sz w:val="28"/>
          <w:szCs w:val="28"/>
          <w:lang w:val="uk-UA"/>
        </w:rPr>
        <w:t xml:space="preserve">ської міської ради </w:t>
      </w:r>
    </w:p>
    <w:p w:rsidR="005F77F6" w:rsidRPr="000E061D" w:rsidRDefault="005F77F6" w:rsidP="000C58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77F6" w:rsidRPr="000E061D" w:rsidRDefault="005F77F6" w:rsidP="000C586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061D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5F77F6" w:rsidRPr="000E061D" w:rsidRDefault="005F77F6" w:rsidP="000C586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F77F6" w:rsidRPr="000E061D" w:rsidRDefault="005F77F6" w:rsidP="000C586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061D">
        <w:rPr>
          <w:rFonts w:ascii="Times New Roman" w:hAnsi="Times New Roman"/>
          <w:sz w:val="28"/>
          <w:szCs w:val="28"/>
          <w:lang w:val="uk-UA"/>
        </w:rPr>
        <w:t>1. Затвердити:</w:t>
      </w:r>
    </w:p>
    <w:p w:rsidR="005F77F6" w:rsidRPr="000E061D" w:rsidRDefault="005F77F6" w:rsidP="000C5863">
      <w:pPr>
        <w:pStyle w:val="BodyText2"/>
        <w:tabs>
          <w:tab w:val="left" w:pos="1276"/>
        </w:tabs>
        <w:spacing w:before="0"/>
        <w:ind w:right="0" w:firstLine="709"/>
        <w:jc w:val="both"/>
        <w:rPr>
          <w:szCs w:val="28"/>
          <w:lang w:val="uk-UA"/>
        </w:rPr>
      </w:pPr>
      <w:r w:rsidRPr="000E061D">
        <w:rPr>
          <w:szCs w:val="28"/>
          <w:lang w:val="uk-UA"/>
        </w:rPr>
        <w:t xml:space="preserve">1.1. </w:t>
      </w:r>
      <w:r>
        <w:rPr>
          <w:szCs w:val="28"/>
          <w:lang w:val="uk-UA"/>
        </w:rPr>
        <w:t>План з</w:t>
      </w:r>
      <w:r w:rsidRPr="000E061D">
        <w:rPr>
          <w:szCs w:val="28"/>
          <w:lang w:val="uk-UA"/>
        </w:rPr>
        <w:t>аход</w:t>
      </w:r>
      <w:r>
        <w:rPr>
          <w:szCs w:val="28"/>
          <w:lang w:val="uk-UA"/>
        </w:rPr>
        <w:t>ів</w:t>
      </w:r>
      <w:r w:rsidRPr="000E061D">
        <w:rPr>
          <w:szCs w:val="28"/>
          <w:lang w:val="uk-UA"/>
        </w:rPr>
        <w:t xml:space="preserve"> з увічнення пам’яті захисників України у м. </w:t>
      </w:r>
      <w:r>
        <w:rPr>
          <w:szCs w:val="28"/>
          <w:lang w:val="uk-UA"/>
        </w:rPr>
        <w:t>Бахмуті</w:t>
      </w:r>
      <w:r w:rsidRPr="000E061D">
        <w:rPr>
          <w:szCs w:val="28"/>
          <w:lang w:val="uk-UA"/>
        </w:rPr>
        <w:t xml:space="preserve"> в 201</w:t>
      </w:r>
      <w:r>
        <w:rPr>
          <w:szCs w:val="28"/>
          <w:lang w:val="uk-UA"/>
        </w:rPr>
        <w:t>7</w:t>
      </w:r>
      <w:r w:rsidRPr="000E061D">
        <w:rPr>
          <w:szCs w:val="28"/>
          <w:lang w:val="uk-UA"/>
        </w:rPr>
        <w:t xml:space="preserve"> році (далі – заходи),</w:t>
      </w:r>
      <w:r>
        <w:rPr>
          <w:szCs w:val="28"/>
          <w:lang w:val="uk-UA"/>
        </w:rPr>
        <w:t xml:space="preserve"> </w:t>
      </w:r>
      <w:r w:rsidRPr="000E061D">
        <w:rPr>
          <w:szCs w:val="28"/>
          <w:lang w:val="uk-UA"/>
        </w:rPr>
        <w:t>(дода</w:t>
      </w:r>
      <w:r>
        <w:rPr>
          <w:szCs w:val="28"/>
          <w:lang w:val="uk-UA"/>
        </w:rPr>
        <w:t>є</w:t>
      </w:r>
      <w:r w:rsidRPr="000E061D">
        <w:rPr>
          <w:szCs w:val="28"/>
          <w:lang w:val="uk-UA"/>
        </w:rPr>
        <w:t>ться).</w:t>
      </w:r>
    </w:p>
    <w:p w:rsidR="005F77F6" w:rsidRPr="000E061D" w:rsidRDefault="005F77F6" w:rsidP="000C5863">
      <w:pPr>
        <w:pStyle w:val="BodyText2"/>
        <w:tabs>
          <w:tab w:val="left" w:pos="1276"/>
        </w:tabs>
        <w:spacing w:before="0"/>
        <w:ind w:right="0" w:firstLine="709"/>
        <w:jc w:val="both"/>
        <w:rPr>
          <w:szCs w:val="28"/>
          <w:lang w:val="uk-UA"/>
        </w:rPr>
      </w:pPr>
      <w:r w:rsidRPr="000E061D">
        <w:rPr>
          <w:szCs w:val="28"/>
          <w:lang w:val="uk-UA"/>
        </w:rPr>
        <w:t xml:space="preserve">1.2. Орієнтовний кошторис витрат на організацію проведення заходів з увічнення пам’яті захисників України у м. </w:t>
      </w:r>
      <w:r>
        <w:rPr>
          <w:szCs w:val="28"/>
          <w:lang w:val="uk-UA"/>
        </w:rPr>
        <w:t>Бахмуті</w:t>
      </w:r>
      <w:r w:rsidRPr="000E061D">
        <w:rPr>
          <w:szCs w:val="28"/>
          <w:lang w:val="uk-UA"/>
        </w:rPr>
        <w:t xml:space="preserve"> в 201</w:t>
      </w:r>
      <w:r>
        <w:rPr>
          <w:szCs w:val="28"/>
          <w:lang w:val="uk-UA"/>
        </w:rPr>
        <w:t>7</w:t>
      </w:r>
      <w:r w:rsidRPr="000E061D">
        <w:rPr>
          <w:szCs w:val="28"/>
          <w:lang w:val="uk-UA"/>
        </w:rPr>
        <w:t xml:space="preserve"> році (далі – кошторис), (додається).</w:t>
      </w:r>
    </w:p>
    <w:p w:rsidR="005F77F6" w:rsidRPr="000E061D" w:rsidRDefault="005F77F6" w:rsidP="000C5863">
      <w:pPr>
        <w:pStyle w:val="BodyText2"/>
        <w:tabs>
          <w:tab w:val="left" w:pos="1276"/>
        </w:tabs>
        <w:spacing w:before="0"/>
        <w:ind w:left="851" w:right="0" w:firstLine="709"/>
        <w:jc w:val="both"/>
        <w:rPr>
          <w:szCs w:val="28"/>
          <w:lang w:val="uk-UA"/>
        </w:rPr>
      </w:pPr>
    </w:p>
    <w:p w:rsidR="005F77F6" w:rsidRPr="000E061D" w:rsidRDefault="005F77F6" w:rsidP="000C5863">
      <w:pPr>
        <w:pStyle w:val="BodyText2"/>
        <w:tabs>
          <w:tab w:val="left" w:pos="0"/>
          <w:tab w:val="left" w:pos="1080"/>
          <w:tab w:val="num" w:pos="1134"/>
          <w:tab w:val="left" w:pos="4253"/>
        </w:tabs>
        <w:spacing w:before="0"/>
        <w:ind w:right="0" w:firstLine="709"/>
        <w:jc w:val="both"/>
        <w:rPr>
          <w:lang w:val="uk-UA"/>
        </w:rPr>
      </w:pPr>
      <w:r w:rsidRPr="000E061D">
        <w:rPr>
          <w:szCs w:val="28"/>
          <w:lang w:val="uk-UA"/>
        </w:rPr>
        <w:t xml:space="preserve">2. Фінансовому </w:t>
      </w:r>
      <w:r>
        <w:rPr>
          <w:szCs w:val="28"/>
          <w:lang w:val="uk-UA"/>
        </w:rPr>
        <w:t>у</w:t>
      </w:r>
      <w:r w:rsidRPr="000E061D">
        <w:rPr>
          <w:szCs w:val="28"/>
          <w:lang w:val="uk-UA"/>
        </w:rPr>
        <w:t xml:space="preserve">правлінню </w:t>
      </w:r>
      <w:r>
        <w:rPr>
          <w:szCs w:val="28"/>
          <w:lang w:val="uk-UA"/>
        </w:rPr>
        <w:t>Бахмут</w:t>
      </w:r>
      <w:r w:rsidRPr="000E061D">
        <w:rPr>
          <w:szCs w:val="28"/>
          <w:lang w:val="uk-UA"/>
        </w:rPr>
        <w:t>ської міської ради (Ткаченко) забезпечити виділення коштів для організації заходів, згідно кошторису, в межах затверджених асигнувань у кошт</w:t>
      </w:r>
      <w:r w:rsidRPr="000E061D">
        <w:rPr>
          <w:lang w:val="uk-UA"/>
        </w:rPr>
        <w:t xml:space="preserve">орисах доходів та видатків головних розпорядників коштів міського бюджету м. </w:t>
      </w:r>
      <w:r>
        <w:rPr>
          <w:lang w:val="uk-UA"/>
        </w:rPr>
        <w:t>Бахмут</w:t>
      </w:r>
      <w:r w:rsidRPr="000E061D">
        <w:rPr>
          <w:lang w:val="uk-UA"/>
        </w:rPr>
        <w:t>а на 201</w:t>
      </w:r>
      <w:r w:rsidRPr="00F14101">
        <w:rPr>
          <w:lang w:val="uk-UA"/>
        </w:rPr>
        <w:t>7</w:t>
      </w:r>
      <w:r w:rsidRPr="000E061D">
        <w:rPr>
          <w:lang w:val="uk-UA"/>
        </w:rPr>
        <w:t xml:space="preserve"> рік.</w:t>
      </w:r>
    </w:p>
    <w:p w:rsidR="005F77F6" w:rsidRPr="000E061D" w:rsidRDefault="005F77F6" w:rsidP="000C5863">
      <w:pPr>
        <w:pStyle w:val="BodyText2"/>
        <w:tabs>
          <w:tab w:val="left" w:pos="0"/>
          <w:tab w:val="left" w:pos="1080"/>
          <w:tab w:val="num" w:pos="1134"/>
          <w:tab w:val="left" w:pos="4253"/>
        </w:tabs>
        <w:spacing w:before="0"/>
        <w:ind w:right="0" w:firstLine="709"/>
        <w:jc w:val="both"/>
        <w:rPr>
          <w:lang w:val="uk-UA"/>
        </w:rPr>
      </w:pPr>
    </w:p>
    <w:p w:rsidR="005F77F6" w:rsidRPr="000E061D" w:rsidRDefault="005F77F6" w:rsidP="000C5863">
      <w:pPr>
        <w:pStyle w:val="BodyText2"/>
        <w:tabs>
          <w:tab w:val="left" w:pos="0"/>
          <w:tab w:val="left" w:pos="1080"/>
          <w:tab w:val="num" w:pos="1134"/>
          <w:tab w:val="left" w:pos="4253"/>
        </w:tabs>
        <w:spacing w:before="0"/>
        <w:ind w:right="0" w:firstLine="709"/>
        <w:jc w:val="both"/>
        <w:rPr>
          <w:lang w:val="uk-UA"/>
        </w:rPr>
      </w:pPr>
      <w:r w:rsidRPr="000E061D">
        <w:rPr>
          <w:lang w:val="uk-UA"/>
        </w:rPr>
        <w:t>3. Виконавцям,  відпо</w:t>
      </w:r>
      <w:r>
        <w:rPr>
          <w:lang w:val="uk-UA"/>
        </w:rPr>
        <w:t>відальним за  виконання заходів</w:t>
      </w:r>
      <w:r w:rsidRPr="000E061D">
        <w:rPr>
          <w:lang w:val="uk-UA"/>
        </w:rPr>
        <w:t>:</w:t>
      </w:r>
    </w:p>
    <w:p w:rsidR="005F77F6" w:rsidRPr="000E061D" w:rsidRDefault="005F77F6" w:rsidP="000C5863">
      <w:pPr>
        <w:pStyle w:val="BodyText2"/>
        <w:tabs>
          <w:tab w:val="left" w:pos="0"/>
          <w:tab w:val="left" w:pos="1080"/>
          <w:tab w:val="num" w:pos="1134"/>
          <w:tab w:val="left" w:pos="4253"/>
        </w:tabs>
        <w:spacing w:before="0"/>
        <w:ind w:right="0" w:firstLine="709"/>
        <w:jc w:val="both"/>
        <w:rPr>
          <w:lang w:val="uk-UA"/>
        </w:rPr>
      </w:pPr>
      <w:r w:rsidRPr="000E061D">
        <w:rPr>
          <w:lang w:val="uk-UA"/>
        </w:rPr>
        <w:t>3.1. Забезпечити реалізацію</w:t>
      </w:r>
      <w:r>
        <w:rPr>
          <w:lang w:val="uk-UA"/>
        </w:rPr>
        <w:t xml:space="preserve"> заходів </w:t>
      </w:r>
      <w:r w:rsidRPr="000E061D">
        <w:rPr>
          <w:lang w:val="uk-UA"/>
        </w:rPr>
        <w:t>у встановлені терміни.</w:t>
      </w:r>
    </w:p>
    <w:p w:rsidR="005F77F6" w:rsidRPr="000E061D" w:rsidRDefault="005F77F6" w:rsidP="000C5863">
      <w:pPr>
        <w:pStyle w:val="BodyText2"/>
        <w:tabs>
          <w:tab w:val="left" w:pos="0"/>
          <w:tab w:val="left" w:pos="1080"/>
          <w:tab w:val="num" w:pos="1134"/>
          <w:tab w:val="left" w:pos="4253"/>
        </w:tabs>
        <w:spacing w:before="0"/>
        <w:ind w:right="0" w:firstLine="709"/>
        <w:jc w:val="both"/>
        <w:rPr>
          <w:lang w:val="uk-UA"/>
        </w:rPr>
      </w:pPr>
      <w:r w:rsidRPr="000E061D">
        <w:rPr>
          <w:lang w:val="uk-UA"/>
        </w:rPr>
        <w:t xml:space="preserve">3.2. Надати  інформацію  щодо виконання заходів до </w:t>
      </w:r>
      <w:r>
        <w:rPr>
          <w:lang w:val="uk-UA"/>
        </w:rPr>
        <w:t>відділу внутрішньої політики Бахмутської</w:t>
      </w:r>
      <w:r w:rsidRPr="000E061D">
        <w:rPr>
          <w:lang w:val="uk-UA"/>
        </w:rPr>
        <w:t xml:space="preserve"> міської ради в термін до 01.12.201</w:t>
      </w:r>
      <w:r w:rsidRPr="00F14101">
        <w:rPr>
          <w:lang w:val="uk-UA"/>
        </w:rPr>
        <w:t>7</w:t>
      </w:r>
      <w:r w:rsidRPr="00437B25">
        <w:rPr>
          <w:lang w:val="uk-UA"/>
        </w:rPr>
        <w:t xml:space="preserve"> </w:t>
      </w:r>
      <w:r>
        <w:rPr>
          <w:lang w:val="uk-UA"/>
        </w:rPr>
        <w:t>року</w:t>
      </w:r>
      <w:r w:rsidRPr="000E061D">
        <w:rPr>
          <w:lang w:val="uk-UA"/>
        </w:rPr>
        <w:t>.</w:t>
      </w:r>
    </w:p>
    <w:p w:rsidR="005F77F6" w:rsidRPr="00153C3F" w:rsidRDefault="005F77F6" w:rsidP="000C5863">
      <w:pPr>
        <w:tabs>
          <w:tab w:val="left" w:pos="0"/>
        </w:tabs>
        <w:rPr>
          <w:lang w:val="uk-UA"/>
        </w:rPr>
      </w:pPr>
    </w:p>
    <w:p w:rsidR="005F77F6" w:rsidRPr="000E061D" w:rsidRDefault="005F77F6" w:rsidP="000C5863">
      <w:pPr>
        <w:pStyle w:val="BodyText2"/>
        <w:tabs>
          <w:tab w:val="left" w:pos="0"/>
          <w:tab w:val="num" w:pos="1080"/>
          <w:tab w:val="left" w:pos="4253"/>
        </w:tabs>
        <w:spacing w:before="0"/>
        <w:ind w:right="0" w:firstLine="709"/>
        <w:jc w:val="both"/>
        <w:rPr>
          <w:lang w:val="uk-UA"/>
        </w:rPr>
      </w:pPr>
      <w:r>
        <w:rPr>
          <w:lang w:val="uk-UA"/>
        </w:rPr>
        <w:t>4</w:t>
      </w:r>
      <w:r w:rsidRPr="000E061D">
        <w:rPr>
          <w:lang w:val="uk-UA"/>
        </w:rPr>
        <w:t xml:space="preserve">. Організаційне виконання рішення  покласти на відділ </w:t>
      </w:r>
      <w:r>
        <w:rPr>
          <w:lang w:val="uk-UA"/>
        </w:rPr>
        <w:t>внутрішньої політики Бахмутс</w:t>
      </w:r>
      <w:r w:rsidRPr="000E061D">
        <w:rPr>
          <w:lang w:val="uk-UA"/>
        </w:rPr>
        <w:t>ької міської ради (</w:t>
      </w:r>
      <w:r>
        <w:rPr>
          <w:lang w:val="uk-UA"/>
        </w:rPr>
        <w:t>Кудрявих</w:t>
      </w:r>
      <w:r w:rsidRPr="000E061D">
        <w:rPr>
          <w:lang w:val="uk-UA"/>
        </w:rPr>
        <w:t xml:space="preserve">), </w:t>
      </w:r>
      <w:r>
        <w:rPr>
          <w:lang w:val="uk-UA"/>
        </w:rPr>
        <w:t>Ф</w:t>
      </w:r>
      <w:r w:rsidRPr="000E061D">
        <w:rPr>
          <w:lang w:val="uk-UA"/>
        </w:rPr>
        <w:t xml:space="preserve">інансове </w:t>
      </w:r>
      <w:r>
        <w:rPr>
          <w:lang w:val="uk-UA"/>
        </w:rPr>
        <w:t>у</w:t>
      </w:r>
      <w:r w:rsidRPr="000E061D">
        <w:rPr>
          <w:lang w:val="uk-UA"/>
        </w:rPr>
        <w:t xml:space="preserve">правління </w:t>
      </w:r>
      <w:r>
        <w:rPr>
          <w:lang w:val="uk-UA"/>
        </w:rPr>
        <w:t>Бахмутс</w:t>
      </w:r>
      <w:r w:rsidRPr="000E061D">
        <w:rPr>
          <w:lang w:val="uk-UA"/>
        </w:rPr>
        <w:t>ької міської ради (Ткаченко).</w:t>
      </w:r>
    </w:p>
    <w:p w:rsidR="005F77F6" w:rsidRPr="000E061D" w:rsidRDefault="005F77F6" w:rsidP="000C5863">
      <w:pPr>
        <w:pStyle w:val="BodyText2"/>
        <w:tabs>
          <w:tab w:val="left" w:pos="0"/>
          <w:tab w:val="num" w:pos="1080"/>
          <w:tab w:val="left" w:pos="4253"/>
        </w:tabs>
        <w:spacing w:before="0"/>
        <w:ind w:right="0" w:firstLine="709"/>
        <w:jc w:val="both"/>
        <w:rPr>
          <w:lang w:val="uk-UA"/>
        </w:rPr>
      </w:pPr>
    </w:p>
    <w:p w:rsidR="005F77F6" w:rsidRPr="000E061D" w:rsidRDefault="005F77F6" w:rsidP="000C5863">
      <w:pPr>
        <w:pStyle w:val="BodyTextIndent3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E061D">
        <w:rPr>
          <w:sz w:val="28"/>
          <w:szCs w:val="28"/>
          <w:lang w:val="uk-UA"/>
        </w:rPr>
        <w:t>. Контроль за виконанням рішення покласти на заступник</w:t>
      </w:r>
      <w:r>
        <w:rPr>
          <w:sz w:val="28"/>
          <w:szCs w:val="28"/>
          <w:lang w:val="uk-UA"/>
        </w:rPr>
        <w:t>а</w:t>
      </w:r>
      <w:r w:rsidRPr="000E061D">
        <w:rPr>
          <w:sz w:val="28"/>
          <w:szCs w:val="28"/>
          <w:lang w:val="uk-UA"/>
        </w:rPr>
        <w:t xml:space="preserve"> міського голови </w:t>
      </w:r>
      <w:r>
        <w:rPr>
          <w:sz w:val="28"/>
          <w:szCs w:val="28"/>
          <w:lang w:val="uk-UA"/>
        </w:rPr>
        <w:t>Точену В.В</w:t>
      </w:r>
      <w:r w:rsidRPr="000E061D">
        <w:rPr>
          <w:sz w:val="28"/>
          <w:szCs w:val="28"/>
          <w:lang w:val="uk-UA"/>
        </w:rPr>
        <w:t>., першого заступника міського голови Савченко Т.М.</w:t>
      </w:r>
    </w:p>
    <w:p w:rsidR="005F77F6" w:rsidRPr="000E061D" w:rsidRDefault="005F77F6" w:rsidP="000C5863">
      <w:pPr>
        <w:pStyle w:val="BodyTextIndent3"/>
        <w:spacing w:after="0"/>
        <w:ind w:left="0"/>
        <w:rPr>
          <w:sz w:val="28"/>
          <w:szCs w:val="28"/>
          <w:lang w:val="uk-UA"/>
        </w:rPr>
      </w:pPr>
    </w:p>
    <w:p w:rsidR="005F77F6" w:rsidRPr="000E061D" w:rsidRDefault="005F77F6" w:rsidP="000C5863">
      <w:pPr>
        <w:pStyle w:val="Heading1"/>
        <w:jc w:val="left"/>
        <w:rPr>
          <w:sz w:val="28"/>
          <w:szCs w:val="28"/>
        </w:rPr>
      </w:pPr>
      <w:r w:rsidRPr="000E061D">
        <w:rPr>
          <w:sz w:val="28"/>
          <w:szCs w:val="28"/>
        </w:rPr>
        <w:t xml:space="preserve"> </w:t>
      </w:r>
    </w:p>
    <w:p w:rsidR="005F77F6" w:rsidRDefault="005F77F6" w:rsidP="000C5863">
      <w:pPr>
        <w:pStyle w:val="Heading2"/>
        <w:spacing w:after="0"/>
        <w:jc w:val="left"/>
        <w:rPr>
          <w:b/>
          <w:i w:val="0"/>
          <w:lang w:val="ru-RU"/>
        </w:rPr>
      </w:pPr>
      <w:r w:rsidRPr="000E061D">
        <w:rPr>
          <w:b/>
          <w:i w:val="0"/>
        </w:rPr>
        <w:t xml:space="preserve">          </w:t>
      </w:r>
      <w:r>
        <w:rPr>
          <w:b/>
          <w:i w:val="0"/>
          <w:lang w:val="ru-RU"/>
        </w:rPr>
        <w:t xml:space="preserve">Перший заступник міського голови </w:t>
      </w:r>
      <w:r w:rsidRPr="000E061D">
        <w:rPr>
          <w:b/>
          <w:i w:val="0"/>
          <w:lang w:val="ru-RU"/>
        </w:rPr>
        <w:t xml:space="preserve">                             </w:t>
      </w:r>
      <w:r>
        <w:rPr>
          <w:b/>
          <w:i w:val="0"/>
          <w:lang w:val="ru-RU"/>
        </w:rPr>
        <w:t>Т</w:t>
      </w:r>
      <w:r w:rsidRPr="000E061D">
        <w:rPr>
          <w:b/>
          <w:i w:val="0"/>
          <w:lang w:val="ru-RU"/>
        </w:rPr>
        <w:t>.</w:t>
      </w:r>
      <w:r>
        <w:rPr>
          <w:b/>
          <w:i w:val="0"/>
          <w:lang w:val="ru-RU"/>
        </w:rPr>
        <w:t>М</w:t>
      </w:r>
      <w:r w:rsidRPr="000E061D">
        <w:rPr>
          <w:b/>
          <w:i w:val="0"/>
          <w:lang w:val="ru-RU"/>
        </w:rPr>
        <w:t xml:space="preserve">. </w:t>
      </w:r>
      <w:r>
        <w:rPr>
          <w:b/>
          <w:i w:val="0"/>
          <w:lang w:val="ru-RU"/>
        </w:rPr>
        <w:t>Савченко</w:t>
      </w:r>
    </w:p>
    <w:p w:rsidR="005F77F6" w:rsidRPr="00937FD9" w:rsidRDefault="005F77F6" w:rsidP="00937FD9">
      <w:pPr>
        <w:rPr>
          <w:lang w:val="uk-UA" w:eastAsia="ru-RU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Pr="00206E1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F77F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p w:rsidR="005F77F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p w:rsidR="005F77F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p w:rsidR="005F77F6" w:rsidRDefault="005F77F6" w:rsidP="000C5863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p w:rsidR="005F77F6" w:rsidRPr="00B94149" w:rsidRDefault="005F77F6" w:rsidP="00AB7CE2">
      <w:pPr>
        <w:spacing w:after="0" w:line="240" w:lineRule="auto"/>
        <w:ind w:firstLine="5245"/>
        <w:jc w:val="both"/>
        <w:rPr>
          <w:rFonts w:ascii="Times New Roman" w:hAnsi="Times New Roman"/>
          <w:iCs/>
          <w:sz w:val="28"/>
          <w:szCs w:val="28"/>
        </w:rPr>
      </w:pPr>
      <w:r w:rsidRPr="00B94149">
        <w:rPr>
          <w:rFonts w:ascii="Times New Roman" w:hAnsi="Times New Roman"/>
          <w:iCs/>
          <w:sz w:val="28"/>
          <w:szCs w:val="28"/>
        </w:rPr>
        <w:t>ЗАТВЕРДЖЕНО</w:t>
      </w:r>
    </w:p>
    <w:p w:rsidR="005F77F6" w:rsidRPr="00B94149" w:rsidRDefault="005F77F6" w:rsidP="00AB7CE2">
      <w:pPr>
        <w:pStyle w:val="BodyTextIndent"/>
        <w:ind w:left="5245" w:firstLine="14"/>
        <w:rPr>
          <w:iCs/>
          <w:szCs w:val="28"/>
        </w:rPr>
      </w:pPr>
      <w:r w:rsidRPr="00B94149">
        <w:rPr>
          <w:iCs/>
          <w:szCs w:val="28"/>
        </w:rPr>
        <w:t xml:space="preserve">Рішення виконкому </w:t>
      </w:r>
    </w:p>
    <w:p w:rsidR="005F77F6" w:rsidRPr="00B94149" w:rsidRDefault="005F77F6" w:rsidP="00AB7CE2">
      <w:pPr>
        <w:pStyle w:val="BodyTextIndent"/>
        <w:ind w:left="5245" w:firstLine="14"/>
        <w:rPr>
          <w:iCs/>
          <w:szCs w:val="28"/>
        </w:rPr>
      </w:pPr>
      <w:r>
        <w:rPr>
          <w:iCs/>
          <w:szCs w:val="28"/>
        </w:rPr>
        <w:t>Бахмутс</w:t>
      </w:r>
      <w:r w:rsidRPr="00B94149">
        <w:rPr>
          <w:iCs/>
          <w:szCs w:val="28"/>
        </w:rPr>
        <w:t xml:space="preserve">ької міської ради </w:t>
      </w:r>
    </w:p>
    <w:p w:rsidR="005F77F6" w:rsidRDefault="005F77F6" w:rsidP="00AB7CE2">
      <w:pPr>
        <w:pStyle w:val="BodyTextIndent"/>
        <w:ind w:left="5245" w:firstLine="14"/>
        <w:rPr>
          <w:szCs w:val="28"/>
          <w:lang w:val="ru-RU"/>
        </w:rPr>
      </w:pPr>
      <w:r w:rsidRPr="002917D2">
        <w:rPr>
          <w:szCs w:val="28"/>
        </w:rPr>
        <w:t xml:space="preserve">15.03.2017 № 50 </w:t>
      </w:r>
    </w:p>
    <w:p w:rsidR="005F77F6" w:rsidRPr="00931CF6" w:rsidRDefault="005F77F6" w:rsidP="00AB7CE2">
      <w:pPr>
        <w:pStyle w:val="BodyTextIndent"/>
        <w:ind w:left="5245" w:firstLine="14"/>
        <w:rPr>
          <w:szCs w:val="28"/>
          <w:highlight w:val="yellow"/>
        </w:rPr>
      </w:pPr>
      <w:r w:rsidRPr="00B94149">
        <w:rPr>
          <w:b/>
          <w:szCs w:val="28"/>
          <w:highlight w:val="yellow"/>
        </w:rPr>
        <w:t xml:space="preserve">                                  </w:t>
      </w:r>
    </w:p>
    <w:p w:rsidR="005F77F6" w:rsidRDefault="005F77F6" w:rsidP="003864EE">
      <w:pPr>
        <w:tabs>
          <w:tab w:val="left" w:pos="-426"/>
          <w:tab w:val="left" w:pos="-284"/>
          <w:tab w:val="left" w:pos="274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План </w:t>
      </w:r>
      <w:r w:rsidRPr="00F60FAA">
        <w:rPr>
          <w:rFonts w:ascii="Times New Roman" w:hAnsi="Times New Roman"/>
          <w:sz w:val="28"/>
          <w:szCs w:val="28"/>
          <w:lang w:val="uk-UA"/>
        </w:rPr>
        <w:t>заходів</w:t>
      </w:r>
    </w:p>
    <w:p w:rsidR="005F77F6" w:rsidRDefault="005F77F6" w:rsidP="003864EE">
      <w:pPr>
        <w:tabs>
          <w:tab w:val="left" w:pos="-426"/>
          <w:tab w:val="left" w:pos="-284"/>
          <w:tab w:val="left" w:pos="274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60FAA">
        <w:rPr>
          <w:rFonts w:ascii="Times New Roman" w:hAnsi="Times New Roman"/>
          <w:sz w:val="28"/>
          <w:szCs w:val="28"/>
          <w:lang w:val="uk-UA"/>
        </w:rPr>
        <w:t>з увічнення пам’яті захисників України у м. Бахмуті в 201</w:t>
      </w:r>
      <w:r>
        <w:rPr>
          <w:rFonts w:ascii="Times New Roman" w:hAnsi="Times New Roman"/>
          <w:sz w:val="28"/>
          <w:szCs w:val="28"/>
          <w:lang w:val="uk-UA"/>
        </w:rPr>
        <w:t xml:space="preserve">7 </w:t>
      </w:r>
      <w:r w:rsidRPr="00F60FAA">
        <w:rPr>
          <w:rFonts w:ascii="Times New Roman" w:hAnsi="Times New Roman"/>
          <w:sz w:val="28"/>
          <w:szCs w:val="28"/>
          <w:lang w:val="uk-UA"/>
        </w:rPr>
        <w:t>роц</w:t>
      </w:r>
      <w:r>
        <w:rPr>
          <w:rFonts w:ascii="Times New Roman" w:hAnsi="Times New Roman"/>
          <w:sz w:val="28"/>
          <w:szCs w:val="28"/>
          <w:lang w:val="uk-UA"/>
        </w:rPr>
        <w:t>і</w:t>
      </w:r>
    </w:p>
    <w:tbl>
      <w:tblPr>
        <w:tblpPr w:leftFromText="180" w:rightFromText="180" w:vertAnchor="text" w:horzAnchor="margin" w:tblpX="-636" w:tblpY="21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"/>
        <w:gridCol w:w="175"/>
        <w:gridCol w:w="4220"/>
        <w:gridCol w:w="141"/>
        <w:gridCol w:w="1418"/>
        <w:gridCol w:w="142"/>
        <w:gridCol w:w="17"/>
        <w:gridCol w:w="24"/>
        <w:gridCol w:w="118"/>
        <w:gridCol w:w="3384"/>
      </w:tblGrid>
      <w:tr w:rsidR="005F77F6" w:rsidRPr="00944812" w:rsidTr="003F6726">
        <w:trPr>
          <w:trHeight w:val="147"/>
        </w:trPr>
        <w:tc>
          <w:tcPr>
            <w:tcW w:w="850" w:type="dxa"/>
            <w:gridSpan w:val="3"/>
          </w:tcPr>
          <w:p w:rsidR="005F77F6" w:rsidRPr="000E061D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220" w:type="dxa"/>
          </w:tcPr>
          <w:p w:rsidR="005F77F6" w:rsidRPr="000E061D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718" w:type="dxa"/>
            <w:gridSpan w:val="4"/>
          </w:tcPr>
          <w:p w:rsidR="005F77F6" w:rsidRPr="000E061D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0E061D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5F77F6" w:rsidRPr="00944812" w:rsidTr="003F6726">
        <w:trPr>
          <w:trHeight w:val="147"/>
        </w:trPr>
        <w:tc>
          <w:tcPr>
            <w:tcW w:w="850" w:type="dxa"/>
            <w:gridSpan w:val="3"/>
          </w:tcPr>
          <w:p w:rsidR="005F77F6" w:rsidRPr="000E061D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0" w:type="dxa"/>
          </w:tcPr>
          <w:p w:rsidR="005F77F6" w:rsidRPr="000E061D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18" w:type="dxa"/>
            <w:gridSpan w:val="4"/>
          </w:tcPr>
          <w:p w:rsidR="005F77F6" w:rsidRPr="000E061D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0E061D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5F77F6" w:rsidRPr="00944812" w:rsidTr="003F6726">
        <w:trPr>
          <w:trHeight w:val="147"/>
        </w:trPr>
        <w:tc>
          <w:tcPr>
            <w:tcW w:w="10314" w:type="dxa"/>
            <w:gridSpan w:val="11"/>
            <w:tcBorders>
              <w:right w:val="single" w:sz="4" w:space="0" w:color="000000"/>
            </w:tcBorders>
          </w:tcPr>
          <w:p w:rsidR="005F77F6" w:rsidRPr="00AB7CE2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7F6" w:rsidRPr="000E061D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Розділ I. Поліпшення соціально - побутових умов життя</w:t>
            </w:r>
          </w:p>
          <w:p w:rsidR="005F77F6" w:rsidRPr="00944812" w:rsidRDefault="005F77F6" w:rsidP="00BA1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61D">
              <w:rPr>
                <w:rFonts w:ascii="Times New Roman" w:hAnsi="Times New Roman"/>
                <w:sz w:val="28"/>
                <w:szCs w:val="28"/>
                <w:lang w:val="uk-UA"/>
              </w:rPr>
              <w:t>воїнів, які брали участь у захисті України у роки Другої світової війни та під час проведення антитерористичної операції</w:t>
            </w:r>
            <w:r w:rsidRPr="000E0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F77F6" w:rsidRPr="00944812" w:rsidTr="00FC5624">
        <w:trPr>
          <w:trHeight w:val="523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Надавати допомогу ветеранам, вдовам загиблих, дітям війни з благоустрою присадибних ділянок тощо 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AB7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територіальний центр надання соціальних послуг </w:t>
            </w:r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Артемівська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 ветеранів війни, праці, збройних сил і органів правопорядку (за згодою), </w:t>
            </w:r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Артемівська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Спілка ветеранів Афганістану (воїнів-інтернаціоналістів) (за згодою)</w:t>
            </w:r>
          </w:p>
        </w:tc>
      </w:tr>
      <w:tr w:rsidR="005F77F6" w:rsidRPr="00944812" w:rsidTr="00FC5624">
        <w:trPr>
          <w:trHeight w:val="416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Організовувати та проводити відвідування захисників України в роки Другої світової війни та під час проведення антитерористичної операції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5D0549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 освіти </w:t>
            </w:r>
            <w:r>
              <w:rPr>
                <w:szCs w:val="28"/>
                <w:lang w:val="uk-UA"/>
              </w:rPr>
              <w:t xml:space="preserve"> Бахмут</w:t>
            </w:r>
            <w:r w:rsidRPr="003864EE">
              <w:rPr>
                <w:szCs w:val="28"/>
                <w:lang w:val="uk-UA"/>
              </w:rPr>
              <w:t xml:space="preserve">ської міської ради, </w:t>
            </w:r>
            <w:r>
              <w:rPr>
                <w:szCs w:val="28"/>
                <w:lang w:val="uk-UA"/>
              </w:rPr>
              <w:t>У</w:t>
            </w:r>
            <w:r w:rsidRPr="003864EE">
              <w:rPr>
                <w:szCs w:val="28"/>
                <w:lang w:val="uk-UA"/>
              </w:rPr>
              <w:t xml:space="preserve">правління молодіжної політики та у справах дітей </w:t>
            </w:r>
            <w:r>
              <w:rPr>
                <w:szCs w:val="28"/>
                <w:lang w:val="uk-UA"/>
              </w:rPr>
              <w:t>Бахмутської міської ради</w:t>
            </w:r>
            <w:r w:rsidRPr="003864EE">
              <w:rPr>
                <w:szCs w:val="28"/>
                <w:lang w:val="uk-UA"/>
              </w:rPr>
              <w:t>,</w:t>
            </w:r>
            <w:r>
              <w:rPr>
                <w:szCs w:val="28"/>
                <w:lang w:val="uk-UA"/>
              </w:rPr>
              <w:t xml:space="preserve"> Управління</w:t>
            </w:r>
            <w:r w:rsidRPr="003864EE">
              <w:rPr>
                <w:szCs w:val="28"/>
                <w:lang w:val="uk-UA"/>
              </w:rPr>
              <w:t xml:space="preserve"> охорони здоров’я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 та </w:t>
            </w:r>
            <w:r>
              <w:rPr>
                <w:szCs w:val="28"/>
                <w:lang w:val="uk-UA"/>
              </w:rPr>
              <w:t xml:space="preserve">комунальні заклади охорони здоров’я </w:t>
            </w:r>
            <w:r w:rsidRPr="003864EE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 </w:t>
            </w:r>
          </w:p>
        </w:tc>
      </w:tr>
      <w:tr w:rsidR="005F77F6" w:rsidRPr="00944812" w:rsidTr="00FC5624">
        <w:trPr>
          <w:trHeight w:val="699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Забезпечувати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психологічну реабілітацію учасників бойових дій, які приймали участь в антитерористичній операції, в реабілітаційних центрах санаторіїв України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699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5D05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Організовувати професійну адаптацію учасників бойових дій, які приймали участь в антитерористичній операції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699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Проводити комплексні медичні огляди захисників України в роки Другої світової війни та під час проведення антитерористичної операції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охорони здоров’я </w:t>
            </w:r>
            <w:r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 xml:space="preserve">міської ради та </w:t>
            </w:r>
            <w:r>
              <w:rPr>
                <w:szCs w:val="28"/>
                <w:lang w:val="uk-UA"/>
              </w:rPr>
              <w:t xml:space="preserve"> комунальний заклад охорони здоров’я</w:t>
            </w:r>
            <w:r w:rsidRPr="003864EE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699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Забезпечувати своєчасну виплату компенсацій інвалідам війни за невикористане санаторно-курортне лікування, компенсації на бензин, ремонт та транспортне обслуговування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автотранспортних засобів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699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5D05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Надавати за  рахунок коштів міського бюджету 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Бахмута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щомісячну стипендію ветеранам, яким виповнилось 100 і більше років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699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Забезпечувати надання пільг готівкою захисникам України в роки Другої світової війни та під час проведення антитерористичної операції на придбання твердого палива та скрапленого газу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699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AB7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Забезпечити своєчасну виплату ветеранам війни одноразової грошової допомоги до Дня Перемоги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згідно діючого законодавства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до 05 травня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FC5624">
        <w:trPr>
          <w:trHeight w:val="1316"/>
        </w:trPr>
        <w:tc>
          <w:tcPr>
            <w:tcW w:w="675" w:type="dxa"/>
            <w:gridSpan w:val="2"/>
          </w:tcPr>
          <w:p w:rsidR="005F77F6" w:rsidRPr="003864EE" w:rsidRDefault="005F77F6" w:rsidP="009F0C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роботу з виявлення самотніх ветеранів і пенсіонерів, які потребують соціального обслуговування 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Територіальний центр надання соціальних послуг </w:t>
            </w:r>
            <w:r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1010"/>
        </w:trPr>
        <w:tc>
          <w:tcPr>
            <w:tcW w:w="675" w:type="dxa"/>
            <w:gridSpan w:val="2"/>
          </w:tcPr>
          <w:p w:rsidR="005F77F6" w:rsidRPr="003864EE" w:rsidRDefault="005F77F6" w:rsidP="009F0C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Надавати матеріальну  допомогу малозабезпеченим ветеранам війни: до Дня виводу військ з Афганістану, Дня  Перемоги, визволення Донбасу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березень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листопад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ради, територіальний центр надання соціальних послуг </w:t>
            </w:r>
            <w:r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FC5624">
        <w:trPr>
          <w:trHeight w:val="1010"/>
        </w:trPr>
        <w:tc>
          <w:tcPr>
            <w:tcW w:w="675" w:type="dxa"/>
            <w:gridSpan w:val="2"/>
          </w:tcPr>
          <w:p w:rsidR="005F77F6" w:rsidRPr="003864EE" w:rsidRDefault="005F77F6" w:rsidP="009F0C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Надавати якісну медичну допомогу ветеранам війни, при необхідності направляти їх до спеціалістів ІІ та ІІІ рівнів лікувально-профілактичних установ та на лікування у денних стаціонарах 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охорони здоров’я </w:t>
            </w:r>
            <w:r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 xml:space="preserve">міської ради та КЗОЗ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1010"/>
        </w:trPr>
        <w:tc>
          <w:tcPr>
            <w:tcW w:w="675" w:type="dxa"/>
            <w:gridSpan w:val="2"/>
          </w:tcPr>
          <w:p w:rsidR="005F77F6" w:rsidRPr="003864EE" w:rsidRDefault="005F77F6" w:rsidP="009F0C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Проводити диспансеризацію ветеранів війни з урахуванням виявленої патології при профілактичних оглядах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охорони здоров’я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 та КЗОЗ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1010"/>
        </w:trPr>
        <w:tc>
          <w:tcPr>
            <w:tcW w:w="675" w:type="dxa"/>
            <w:gridSpan w:val="2"/>
          </w:tcPr>
          <w:p w:rsidR="005F77F6" w:rsidRPr="003864EE" w:rsidRDefault="005F77F6" w:rsidP="009F0C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Забезпечувати ветеранів війни слуховими апаратами, пільговими рецептами на медикаменти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охорони здоров’я </w:t>
            </w:r>
            <w:r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 xml:space="preserve"> міської ради та КЗОЗ </w:t>
            </w:r>
            <w:r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FC5624">
        <w:trPr>
          <w:trHeight w:val="1010"/>
        </w:trPr>
        <w:tc>
          <w:tcPr>
            <w:tcW w:w="675" w:type="dxa"/>
            <w:gridSpan w:val="2"/>
          </w:tcPr>
          <w:p w:rsidR="005F77F6" w:rsidRPr="003864EE" w:rsidRDefault="005F77F6" w:rsidP="009F0C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AB7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Організовувати вшанування ювілярів - ветеранів війни з врученням їм святкових подарунків 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1010"/>
        </w:trPr>
        <w:tc>
          <w:tcPr>
            <w:tcW w:w="675" w:type="dxa"/>
            <w:gridSpan w:val="2"/>
          </w:tcPr>
          <w:p w:rsidR="005F77F6" w:rsidRPr="003864EE" w:rsidRDefault="005F77F6" w:rsidP="009F0C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Організовувати поздоровлення ювілярів – ветеранів війни та праці через засоби масової інформації.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C5624">
        <w:trPr>
          <w:trHeight w:val="1010"/>
        </w:trPr>
        <w:tc>
          <w:tcPr>
            <w:tcW w:w="675" w:type="dxa"/>
            <w:gridSpan w:val="2"/>
          </w:tcPr>
          <w:p w:rsidR="005F77F6" w:rsidRPr="003864EE" w:rsidRDefault="005F77F6" w:rsidP="009F0C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Забезпечити своєчасне надання пільг членам сімей загиблих учасників АТО згідно діючого законодавства</w:t>
            </w:r>
          </w:p>
        </w:tc>
        <w:tc>
          <w:tcPr>
            <w:tcW w:w="1719" w:type="dxa"/>
            <w:gridSpan w:val="5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17634F">
        <w:trPr>
          <w:trHeight w:val="705"/>
        </w:trPr>
        <w:tc>
          <w:tcPr>
            <w:tcW w:w="675" w:type="dxa"/>
            <w:gridSpan w:val="2"/>
          </w:tcPr>
          <w:p w:rsidR="005F77F6" w:rsidRDefault="005F77F6" w:rsidP="00AB7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4536" w:type="dxa"/>
            <w:gridSpan w:val="3"/>
          </w:tcPr>
          <w:p w:rsidR="005F77F6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Надавати матеріальну допомогу ветеранам війни до святкових дат та подій: </w:t>
            </w:r>
          </w:p>
          <w:p w:rsidR="005F77F6" w:rsidRDefault="005F77F6" w:rsidP="00FC5624">
            <w:pPr>
              <w:pStyle w:val="ListParagraph"/>
              <w:numPr>
                <w:ilvl w:val="0"/>
                <w:numId w:val="24"/>
              </w:numPr>
              <w:tabs>
                <w:tab w:val="left" w:pos="176"/>
              </w:tabs>
              <w:ind w:left="34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ветеранам війни до Дня перемоги над нацизмом у Другій світовій війні;</w:t>
            </w:r>
          </w:p>
          <w:p w:rsidR="005F77F6" w:rsidRDefault="005F77F6" w:rsidP="00FC5624">
            <w:pPr>
              <w:pStyle w:val="ListParagraph"/>
              <w:numPr>
                <w:ilvl w:val="0"/>
                <w:numId w:val="24"/>
              </w:numPr>
              <w:tabs>
                <w:tab w:val="left" w:pos="176"/>
              </w:tabs>
              <w:ind w:left="34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ветеранам війни до Дня визволення Донбасу від фашистських загарбників;</w:t>
            </w:r>
          </w:p>
          <w:p w:rsidR="005F77F6" w:rsidRPr="009F0CFF" w:rsidRDefault="005F77F6" w:rsidP="00FC5624">
            <w:pPr>
              <w:pStyle w:val="ListParagraph"/>
              <w:numPr>
                <w:ilvl w:val="0"/>
                <w:numId w:val="24"/>
              </w:numPr>
              <w:tabs>
                <w:tab w:val="left" w:pos="176"/>
              </w:tabs>
              <w:ind w:left="34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учасникам бойових дій, які приймали участь в антитерористичній операції до Дня Захисника України.</w:t>
            </w:r>
          </w:p>
        </w:tc>
        <w:tc>
          <w:tcPr>
            <w:tcW w:w="1719" w:type="dxa"/>
            <w:gridSpan w:val="5"/>
          </w:tcPr>
          <w:p w:rsidR="005F77F6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березень-листопад </w:t>
            </w:r>
          </w:p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384" w:type="dxa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583"/>
        </w:trPr>
        <w:tc>
          <w:tcPr>
            <w:tcW w:w="10314" w:type="dxa"/>
            <w:gridSpan w:val="11"/>
            <w:tcBorders>
              <w:right w:val="single" w:sz="4" w:space="0" w:color="000000"/>
            </w:tcBorders>
          </w:tcPr>
          <w:p w:rsidR="005F77F6" w:rsidRPr="00AB7CE2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864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Розділ 2. Пам’ятно-меморіальні заходи</w:t>
            </w:r>
          </w:p>
          <w:p w:rsidR="005F77F6" w:rsidRPr="00AB7CE2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</w:p>
        </w:tc>
      </w:tr>
      <w:tr w:rsidR="005F77F6" w:rsidRPr="00944812" w:rsidTr="003F6726">
        <w:trPr>
          <w:trHeight w:val="416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20" w:type="dxa"/>
          </w:tcPr>
          <w:p w:rsidR="005F77F6" w:rsidRPr="003864EE" w:rsidRDefault="005F77F6" w:rsidP="009850F6">
            <w:pPr>
              <w:tabs>
                <w:tab w:val="num" w:pos="0"/>
              </w:tabs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молодіжну патріотичну акцію «Пам'ять» (збереження і відновлення пам’яток історії, впорядкування пам’ятників, братських могил)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квітень, вересень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молодіжної політики та у справах дітей </w:t>
            </w:r>
            <w:r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416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20" w:type="dxa"/>
          </w:tcPr>
          <w:p w:rsidR="005F77F6" w:rsidRPr="003864EE" w:rsidRDefault="005F77F6" w:rsidP="009850F6">
            <w:pPr>
              <w:pStyle w:val="BodyText"/>
              <w:rPr>
                <w:szCs w:val="28"/>
              </w:rPr>
            </w:pPr>
            <w:r w:rsidRPr="003864EE">
              <w:rPr>
                <w:szCs w:val="28"/>
              </w:rPr>
              <w:t>Забезпечувати утримування пам’ятників героям Другої світової  війни</w:t>
            </w:r>
          </w:p>
          <w:p w:rsidR="005F77F6" w:rsidRPr="003864EE" w:rsidRDefault="005F77F6" w:rsidP="009850F6">
            <w:pPr>
              <w:tabs>
                <w:tab w:val="num" w:pos="0"/>
              </w:tabs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AB7CE2">
            <w:pPr>
              <w:pStyle w:val="Header"/>
              <w:tabs>
                <w:tab w:val="left" w:pos="708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 розвитку міського господарства</w:t>
            </w:r>
            <w:r>
              <w:rPr>
                <w:szCs w:val="28"/>
                <w:lang w:val="uk-UA"/>
              </w:rPr>
              <w:t xml:space="preserve"> та капітального будівництва</w:t>
            </w:r>
            <w:r w:rsidRPr="003864EE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ради,</w:t>
            </w:r>
            <w:r>
              <w:rPr>
                <w:szCs w:val="28"/>
                <w:lang w:val="uk-UA"/>
              </w:rPr>
              <w:t xml:space="preserve"> </w:t>
            </w:r>
            <w:r w:rsidRPr="003864EE">
              <w:rPr>
                <w:szCs w:val="28"/>
                <w:lang w:val="uk-UA"/>
              </w:rPr>
              <w:t xml:space="preserve">КОМУНАЛЬНЕ </w:t>
            </w:r>
            <w:r>
              <w:rPr>
                <w:szCs w:val="28"/>
                <w:lang w:val="uk-UA"/>
              </w:rPr>
              <w:t>П</w:t>
            </w:r>
            <w:r w:rsidRPr="003864EE">
              <w:rPr>
                <w:szCs w:val="28"/>
                <w:lang w:val="uk-UA"/>
              </w:rPr>
              <w:t>ІДПРИЄМСТВО «</w:t>
            </w:r>
            <w:r>
              <w:rPr>
                <w:szCs w:val="28"/>
                <w:lang w:val="uk-UA"/>
              </w:rPr>
              <w:t>БАХМУТСЬКИЙ КОМБІНАТ КОМУНАЛЬНИХ ПІДПРИЄМСТВ</w:t>
            </w:r>
            <w:r w:rsidRPr="003864EE">
              <w:rPr>
                <w:szCs w:val="28"/>
                <w:lang w:val="uk-UA"/>
              </w:rPr>
              <w:t xml:space="preserve">», </w:t>
            </w: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3864EE">
              <w:rPr>
                <w:szCs w:val="28"/>
                <w:lang w:val="uk-UA"/>
              </w:rPr>
              <w:t xml:space="preserve">культури </w:t>
            </w:r>
            <w:r>
              <w:rPr>
                <w:szCs w:val="28"/>
                <w:lang w:val="uk-UA"/>
              </w:rPr>
              <w:t>Бахмутської міської ради</w:t>
            </w:r>
          </w:p>
        </w:tc>
      </w:tr>
      <w:tr w:rsidR="005F77F6" w:rsidRPr="00944812" w:rsidTr="003F6726">
        <w:trPr>
          <w:trHeight w:val="416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20" w:type="dxa"/>
          </w:tcPr>
          <w:p w:rsidR="005F77F6" w:rsidRPr="003864EE" w:rsidRDefault="005F77F6" w:rsidP="005D0549">
            <w:pPr>
              <w:spacing w:after="0" w:line="240" w:lineRule="auto"/>
              <w:ind w:left="-6" w:firstLine="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Продовж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ти роботу шкільних пошукових загонів щодо збору речей та документів часів Другої світової війни для поповнення експозицій шкільних музеїв слави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BA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 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 Артемівська  міська рада ветеранів війни, праці, збройних сил і органів правопорядку (за згодою)</w:t>
            </w:r>
          </w:p>
        </w:tc>
      </w:tr>
      <w:tr w:rsidR="005F77F6" w:rsidRPr="00944812" w:rsidTr="003F6726">
        <w:trPr>
          <w:trHeight w:val="416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20" w:type="dxa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Проводити суботники для упорядкування братських могил, окремих місць поховань захисників України, закріплених за навчальними закладами міста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квітень – травень, вересень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AB7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23933">
        <w:trPr>
          <w:trHeight w:val="1727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20" w:type="dxa"/>
          </w:tcPr>
          <w:p w:rsidR="005F77F6" w:rsidRPr="003864EE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Продовжити комплектування персональних фондів видатних земляків, ветеранів війни та праці, Збройних Сил і органів правопорядку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702"/>
        </w:trPr>
        <w:tc>
          <w:tcPr>
            <w:tcW w:w="10314" w:type="dxa"/>
            <w:gridSpan w:val="11"/>
            <w:tcBorders>
              <w:right w:val="single" w:sz="4" w:space="0" w:color="auto"/>
            </w:tcBorders>
          </w:tcPr>
          <w:p w:rsidR="005F77F6" w:rsidRPr="0017634F" w:rsidRDefault="005F77F6" w:rsidP="00AB7CE2">
            <w:pPr>
              <w:pStyle w:val="Header"/>
              <w:tabs>
                <w:tab w:val="clear" w:pos="4153"/>
                <w:tab w:val="clear" w:pos="8306"/>
              </w:tabs>
              <w:rPr>
                <w:b/>
                <w:sz w:val="16"/>
                <w:szCs w:val="16"/>
                <w:lang w:val="uk-UA"/>
              </w:rPr>
            </w:pPr>
          </w:p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Cs w:val="28"/>
                <w:lang w:val="uk-UA"/>
              </w:rPr>
            </w:pPr>
            <w:r w:rsidRPr="003864EE">
              <w:rPr>
                <w:b/>
                <w:szCs w:val="28"/>
                <w:lang w:val="uk-UA"/>
              </w:rPr>
              <w:t>Розділ 3. Інформаційно-пропагандистські, організаційні і</w:t>
            </w:r>
          </w:p>
          <w:p w:rsidR="005F77F6" w:rsidRDefault="005F77F6" w:rsidP="009850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Cs w:val="28"/>
                <w:lang w:val="uk-UA"/>
              </w:rPr>
            </w:pPr>
            <w:r w:rsidRPr="003864EE">
              <w:rPr>
                <w:b/>
                <w:szCs w:val="28"/>
                <w:lang w:val="uk-UA"/>
              </w:rPr>
              <w:t>культурно-масові заходи</w:t>
            </w:r>
          </w:p>
          <w:p w:rsidR="005F77F6" w:rsidRPr="0017634F" w:rsidRDefault="005F77F6" w:rsidP="009850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5F77F6" w:rsidRPr="00944812" w:rsidTr="0017634F">
        <w:trPr>
          <w:trHeight w:val="1130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20" w:type="dxa"/>
          </w:tcPr>
          <w:p w:rsidR="005F77F6" w:rsidRPr="003864EE" w:rsidRDefault="005F77F6" w:rsidP="00067C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Організовувати відвідування учнями історичних музеїв міста, області, України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BA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718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20" w:type="dxa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Проводити  заходи з запрошенням ветеранів, дітей війни, учасників локальних конфліктів на територіях інших держав: </w:t>
            </w:r>
          </w:p>
          <w:p w:rsidR="005F77F6" w:rsidRPr="003864EE" w:rsidRDefault="005F77F6" w:rsidP="009850F6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spacing w:after="0" w:line="240" w:lineRule="auto"/>
              <w:ind w:left="34" w:firstLine="32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конкурс читців віршів про війну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5F77F6" w:rsidRPr="003864EE" w:rsidRDefault="005F77F6" w:rsidP="009850F6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spacing w:after="0" w:line="240" w:lineRule="auto"/>
              <w:ind w:left="34" w:firstLine="32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огляди літер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атури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5F77F6" w:rsidRPr="003864EE" w:rsidRDefault="005F77F6" w:rsidP="009850F6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spacing w:after="0" w:line="240" w:lineRule="auto"/>
              <w:ind w:left="34" w:firstLine="32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книжкові виставки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5F77F6" w:rsidRPr="003864EE" w:rsidRDefault="005F77F6" w:rsidP="00B64B34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spacing w:after="0" w:line="240" w:lineRule="auto"/>
              <w:ind w:left="34" w:firstLine="32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літературно - музичні композиції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ind w:right="-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BA1E24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освіти </w:t>
            </w:r>
            <w:r w:rsidRPr="00C140AC"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ради, </w:t>
            </w:r>
            <w:r>
              <w:rPr>
                <w:szCs w:val="28"/>
                <w:lang w:val="uk-UA"/>
              </w:rPr>
              <w:t xml:space="preserve"> Управління</w:t>
            </w:r>
            <w:r w:rsidRPr="003864EE">
              <w:rPr>
                <w:szCs w:val="28"/>
                <w:lang w:val="uk-UA"/>
              </w:rPr>
              <w:t xml:space="preserve">  культури </w:t>
            </w:r>
            <w:r w:rsidRPr="00C140AC"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ради, </w:t>
            </w:r>
            <w:r>
              <w:rPr>
                <w:szCs w:val="28"/>
                <w:lang w:val="uk-UA"/>
              </w:rPr>
              <w:t>У</w:t>
            </w:r>
            <w:r w:rsidRPr="003864EE">
              <w:rPr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C140AC"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718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20" w:type="dxa"/>
          </w:tcPr>
          <w:p w:rsidR="005F77F6" w:rsidRPr="003864EE" w:rsidRDefault="005F77F6" w:rsidP="00AB7C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 творчі зустрічі, концерти  за участю ветеранів  Другої світової війни, представників 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ветеранськ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, дітей війни.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квітень, травень,  вересень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736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20" w:type="dxa"/>
          </w:tcPr>
          <w:p w:rsidR="005F77F6" w:rsidRPr="003864EE" w:rsidRDefault="005F77F6" w:rsidP="00BF22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Провести літературні вечори, тематичні круглі столи, вечори пам’яті, присвячені ветеранам Другої світової війни  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травень, вересень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 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736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20" w:type="dxa"/>
          </w:tcPr>
          <w:p w:rsidR="005F77F6" w:rsidRPr="003864EE" w:rsidRDefault="005F77F6" w:rsidP="00BF22C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 студентські</w:t>
            </w:r>
          </w:p>
          <w:p w:rsidR="005F77F6" w:rsidRPr="003864EE" w:rsidRDefault="005F77F6" w:rsidP="00BF22C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конференції,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семінари, засідання</w:t>
            </w:r>
          </w:p>
          <w:p w:rsidR="005F77F6" w:rsidRPr="003864EE" w:rsidRDefault="005F77F6" w:rsidP="00BF22C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«круглих столів», присвячені</w:t>
            </w:r>
          </w:p>
          <w:p w:rsidR="005F77F6" w:rsidRPr="003864EE" w:rsidRDefault="005F77F6" w:rsidP="00BF22C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увічненню пам’яті про події</w:t>
            </w:r>
          </w:p>
          <w:p w:rsidR="005F77F6" w:rsidRPr="003864EE" w:rsidRDefault="005F77F6" w:rsidP="00BF22C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Другої світової війні</w:t>
            </w:r>
          </w:p>
        </w:tc>
        <w:tc>
          <w:tcPr>
            <w:tcW w:w="1718" w:type="dxa"/>
            <w:gridSpan w:val="4"/>
          </w:tcPr>
          <w:p w:rsidR="005F77F6" w:rsidRPr="00BF22C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22CE">
              <w:rPr>
                <w:rFonts w:ascii="Times New Roman" w:hAnsi="Times New Roman"/>
                <w:sz w:val="28"/>
                <w:szCs w:val="28"/>
                <w:lang w:val="uk-UA"/>
              </w:rPr>
              <w:t>квітень –</w:t>
            </w:r>
          </w:p>
          <w:p w:rsidR="005F77F6" w:rsidRPr="00BF22C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22CE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F77F6" w:rsidRPr="00BF22C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22CE">
              <w:rPr>
                <w:rFonts w:ascii="Times New Roman" w:hAnsi="Times New Roman"/>
                <w:sz w:val="28"/>
                <w:szCs w:val="28"/>
                <w:lang w:val="uk-UA"/>
              </w:rPr>
              <w:t>вересень</w:t>
            </w:r>
          </w:p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22CE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736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20" w:type="dxa"/>
          </w:tcPr>
          <w:p w:rsidR="005F77F6" w:rsidRPr="003864EE" w:rsidRDefault="005F77F6" w:rsidP="00067C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Організувати туристичні походи, екскурсії 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квітень-травень, вересень, жовтень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667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20" w:type="dxa"/>
          </w:tcPr>
          <w:p w:rsidR="005F77F6" w:rsidRPr="003864EE" w:rsidRDefault="005F77F6" w:rsidP="00067C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Провести фестиваль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асфальтового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живопису 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травень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8. </w:t>
            </w:r>
          </w:p>
        </w:tc>
        <w:tc>
          <w:tcPr>
            <w:tcW w:w="4220" w:type="dxa"/>
          </w:tcPr>
          <w:p w:rsidR="005F77F6" w:rsidRPr="003864EE" w:rsidRDefault="005F77F6" w:rsidP="00067C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Організовувати виставку стіннівок, дитячих малюнків 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травень, жовтень, грудень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BA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220" w:type="dxa"/>
          </w:tcPr>
          <w:p w:rsidR="005F77F6" w:rsidRPr="00F23933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3933">
              <w:rPr>
                <w:rFonts w:ascii="Times New Roman" w:hAnsi="Times New Roman"/>
                <w:sz w:val="28"/>
                <w:szCs w:val="28"/>
                <w:lang w:val="uk-UA"/>
              </w:rPr>
              <w:t>Провести  єдиний урок пам’яті</w:t>
            </w:r>
          </w:p>
          <w:p w:rsidR="005F77F6" w:rsidRPr="00F23933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18" w:type="dxa"/>
            <w:gridSpan w:val="4"/>
          </w:tcPr>
          <w:p w:rsidR="005F77F6" w:rsidRPr="00F23933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393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травень </w:t>
            </w:r>
          </w:p>
          <w:p w:rsidR="005F77F6" w:rsidRPr="00F23933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3933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F23933" w:rsidRDefault="005F77F6" w:rsidP="009850F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23933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молодіжної політики та у справах дітей Бахмутської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220" w:type="dxa"/>
          </w:tcPr>
          <w:p w:rsidR="005F77F6" w:rsidRPr="00F23933" w:rsidRDefault="005F77F6" w:rsidP="00DA06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393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Провести виховні </w:t>
            </w:r>
            <w:r w:rsidRPr="00DA06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години </w:t>
            </w:r>
            <w:r w:rsidRPr="00944812">
              <w:rPr>
                <w:rFonts w:ascii="Times New Roman" w:hAnsi="Times New Roman"/>
                <w:sz w:val="28"/>
                <w:szCs w:val="28"/>
              </w:rPr>
              <w:t xml:space="preserve">  до Дня</w:t>
            </w:r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44812">
              <w:rPr>
                <w:rFonts w:ascii="Times New Roman" w:hAnsi="Times New Roman"/>
                <w:sz w:val="28"/>
                <w:szCs w:val="28"/>
              </w:rPr>
              <w:t>Перемоги</w:t>
            </w:r>
          </w:p>
        </w:tc>
        <w:tc>
          <w:tcPr>
            <w:tcW w:w="1718" w:type="dxa"/>
            <w:gridSpan w:val="4"/>
          </w:tcPr>
          <w:p w:rsidR="005F77F6" w:rsidRPr="00F23933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3933">
              <w:rPr>
                <w:rFonts w:ascii="Times New Roman" w:hAnsi="Times New Roman"/>
                <w:sz w:val="28"/>
                <w:szCs w:val="28"/>
                <w:lang w:val="uk-UA"/>
              </w:rPr>
              <w:t>травень,</w:t>
            </w:r>
          </w:p>
          <w:p w:rsidR="005F77F6" w:rsidRPr="00F23933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3933">
              <w:rPr>
                <w:rFonts w:ascii="Times New Roman" w:hAnsi="Times New Roman"/>
                <w:sz w:val="28"/>
                <w:szCs w:val="28"/>
                <w:lang w:val="uk-UA"/>
              </w:rPr>
              <w:t>вересень</w:t>
            </w:r>
          </w:p>
          <w:p w:rsidR="005F77F6" w:rsidRPr="00F23933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3933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F23933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3933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молодіжної політики та у справах дітей Бахмутської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220" w:type="dxa"/>
          </w:tcPr>
          <w:p w:rsidR="005F77F6" w:rsidRPr="003864EE" w:rsidRDefault="005F77F6" w:rsidP="00067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Провести  лінійки Слави  біля пам’ятних місць, обелісків в навчально-виховних закладах міста, з запрошенням воїнів, які брали участь у захисті України в роки Другої світової війни та під час проведення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нтитерористичної операції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травень, вересень,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BA1E24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 о</w:t>
            </w:r>
            <w:r w:rsidRPr="003864EE">
              <w:rPr>
                <w:szCs w:val="28"/>
                <w:lang w:val="uk-UA"/>
              </w:rPr>
              <w:t xml:space="preserve">світи </w:t>
            </w:r>
            <w:r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ради, </w:t>
            </w:r>
            <w:r>
              <w:rPr>
                <w:szCs w:val="28"/>
                <w:lang w:val="uk-UA"/>
              </w:rPr>
              <w:t>У</w:t>
            </w:r>
            <w:r w:rsidRPr="003864EE">
              <w:rPr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C140AC"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 </w:t>
            </w:r>
          </w:p>
        </w:tc>
      </w:tr>
      <w:tr w:rsidR="005F77F6" w:rsidRPr="00944812" w:rsidTr="003F6726">
        <w:trPr>
          <w:trHeight w:val="418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220" w:type="dxa"/>
          </w:tcPr>
          <w:p w:rsidR="005F77F6" w:rsidRPr="003864EE" w:rsidRDefault="005F77F6" w:rsidP="00846C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Забезпечувати в засобах масової інформації широке висвітлення  проведення у м.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Бахмуті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святкових заходів з ушанування воїнів, які брали участь у захисті України в роки Другої світової війни та під час проведення антитерористичної операції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протягом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</w:t>
            </w:r>
            <w:r w:rsidRPr="003864EE">
              <w:rPr>
                <w:szCs w:val="28"/>
                <w:lang w:val="uk-UA"/>
              </w:rPr>
              <w:t xml:space="preserve">ідділ </w:t>
            </w:r>
            <w:r>
              <w:rPr>
                <w:szCs w:val="28"/>
                <w:lang w:val="uk-UA"/>
              </w:rPr>
              <w:t xml:space="preserve">внутрішньої політики </w:t>
            </w:r>
            <w:r w:rsidRPr="00C140AC">
              <w:rPr>
                <w:szCs w:val="28"/>
                <w:lang w:val="uk-UA"/>
              </w:rPr>
              <w:t xml:space="preserve">Бахмутської </w:t>
            </w:r>
            <w:r>
              <w:rPr>
                <w:szCs w:val="28"/>
                <w:lang w:val="uk-UA"/>
              </w:rPr>
              <w:t xml:space="preserve"> </w:t>
            </w:r>
            <w:r w:rsidRPr="003864EE">
              <w:rPr>
                <w:szCs w:val="28"/>
                <w:lang w:val="uk-UA"/>
              </w:rPr>
              <w:t>міської ради, засоби масової інформації</w:t>
            </w:r>
          </w:p>
        </w:tc>
      </w:tr>
      <w:tr w:rsidR="005F77F6" w:rsidRPr="00944812" w:rsidTr="003F6726">
        <w:trPr>
          <w:trHeight w:val="404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cyan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220" w:type="dxa"/>
          </w:tcPr>
          <w:p w:rsidR="005F77F6" w:rsidRPr="00167373" w:rsidRDefault="005F77F6" w:rsidP="009850F6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67373">
              <w:rPr>
                <w:sz w:val="28"/>
                <w:szCs w:val="28"/>
                <w:lang w:val="uk-UA"/>
              </w:rPr>
              <w:t>Провести  заходи  за участю ветеранів  війни та праці, громадських діячів до міжнародного  Дня миру:</w:t>
            </w:r>
          </w:p>
          <w:p w:rsidR="005F77F6" w:rsidRPr="00167373" w:rsidRDefault="005F77F6" w:rsidP="009850F6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67373">
              <w:rPr>
                <w:sz w:val="28"/>
                <w:szCs w:val="28"/>
                <w:lang w:val="uk-UA"/>
              </w:rPr>
              <w:t xml:space="preserve">  - «Урок миру»;</w:t>
            </w:r>
          </w:p>
          <w:p w:rsidR="005F77F6" w:rsidRPr="00167373" w:rsidRDefault="005F77F6" w:rsidP="009850F6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67373">
              <w:rPr>
                <w:sz w:val="28"/>
                <w:szCs w:val="28"/>
                <w:lang w:val="uk-UA"/>
              </w:rPr>
              <w:t xml:space="preserve">  - написання творів;</w:t>
            </w:r>
          </w:p>
          <w:p w:rsidR="005F77F6" w:rsidRPr="00167373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73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- конкурси  малюнків.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вересень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1321"/>
        </w:trPr>
        <w:tc>
          <w:tcPr>
            <w:tcW w:w="850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220" w:type="dxa"/>
          </w:tcPr>
          <w:p w:rsidR="005F77F6" w:rsidRPr="00167373" w:rsidRDefault="005F77F6" w:rsidP="009850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7373">
              <w:rPr>
                <w:rFonts w:ascii="Times New Roman" w:hAnsi="Times New Roman"/>
                <w:sz w:val="28"/>
                <w:szCs w:val="28"/>
                <w:lang w:val="uk-UA"/>
              </w:rPr>
              <w:t>Провести круглий стіл з</w:t>
            </w:r>
          </w:p>
          <w:p w:rsidR="005F77F6" w:rsidRPr="00167373" w:rsidRDefault="005F77F6" w:rsidP="009850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67373">
              <w:rPr>
                <w:rFonts w:ascii="Times New Roman" w:hAnsi="Times New Roman"/>
                <w:sz w:val="28"/>
                <w:szCs w:val="28"/>
                <w:lang w:val="uk-UA"/>
              </w:rPr>
              <w:t>запрошенням  воїнів, які брали участь у захисті України в роки Другої світової війни та під час проведення антитерористичної операції</w:t>
            </w:r>
          </w:p>
        </w:tc>
        <w:tc>
          <w:tcPr>
            <w:tcW w:w="1718" w:type="dxa"/>
            <w:gridSpan w:val="4"/>
          </w:tcPr>
          <w:p w:rsidR="005F77F6" w:rsidRPr="00167373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167373">
              <w:rPr>
                <w:rFonts w:ascii="Times New Roman" w:hAnsi="Times New Roman"/>
                <w:sz w:val="28"/>
                <w:szCs w:val="28"/>
                <w:lang w:val="uk-UA"/>
              </w:rPr>
              <w:t>вітень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6737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5F77F6" w:rsidRPr="00167373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7373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</w:p>
          <w:p w:rsidR="005F77F6" w:rsidRPr="00167373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7373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1321"/>
        </w:trPr>
        <w:tc>
          <w:tcPr>
            <w:tcW w:w="850" w:type="dxa"/>
            <w:gridSpan w:val="3"/>
          </w:tcPr>
          <w:p w:rsidR="005F77F6" w:rsidRPr="003864EE" w:rsidRDefault="005F77F6" w:rsidP="0016737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20" w:type="dxa"/>
          </w:tcPr>
          <w:p w:rsidR="005F77F6" w:rsidRPr="003864EE" w:rsidRDefault="005F77F6" w:rsidP="009850F6">
            <w:pPr>
              <w:pStyle w:val="BodyText3"/>
              <w:outlineLvl w:val="0"/>
              <w:rPr>
                <w:szCs w:val="28"/>
              </w:rPr>
            </w:pPr>
            <w:r w:rsidRPr="003864EE">
              <w:rPr>
                <w:szCs w:val="28"/>
              </w:rPr>
              <w:t>Провес</w:t>
            </w:r>
            <w:r>
              <w:rPr>
                <w:szCs w:val="28"/>
              </w:rPr>
              <w:t>ти цикл заходів до Дня Перемоги:</w:t>
            </w:r>
          </w:p>
          <w:p w:rsidR="005F77F6" w:rsidRPr="003864EE" w:rsidRDefault="005F77F6" w:rsidP="009850F6">
            <w:pPr>
              <w:pStyle w:val="BodyText3"/>
              <w:numPr>
                <w:ilvl w:val="0"/>
                <w:numId w:val="13"/>
              </w:numPr>
              <w:tabs>
                <w:tab w:val="clear" w:pos="720"/>
                <w:tab w:val="num" w:pos="317"/>
              </w:tabs>
              <w:ind w:left="34" w:firstLine="0"/>
              <w:outlineLvl w:val="0"/>
              <w:rPr>
                <w:szCs w:val="28"/>
              </w:rPr>
            </w:pPr>
            <w:r w:rsidRPr="003864EE">
              <w:rPr>
                <w:szCs w:val="28"/>
              </w:rPr>
              <w:t xml:space="preserve">Бесіда </w:t>
            </w:r>
            <w:r>
              <w:rPr>
                <w:szCs w:val="28"/>
              </w:rPr>
              <w:t>–</w:t>
            </w:r>
            <w:r w:rsidRPr="003864EE">
              <w:rPr>
                <w:szCs w:val="28"/>
              </w:rPr>
              <w:t xml:space="preserve"> хроніка</w:t>
            </w:r>
            <w:r>
              <w:rPr>
                <w:szCs w:val="28"/>
              </w:rPr>
              <w:t>;</w:t>
            </w:r>
            <w:r w:rsidRPr="003864EE">
              <w:rPr>
                <w:szCs w:val="28"/>
              </w:rPr>
              <w:t xml:space="preserve"> </w:t>
            </w:r>
          </w:p>
          <w:p w:rsidR="005F77F6" w:rsidRPr="003864EE" w:rsidRDefault="005F77F6" w:rsidP="00067CC1">
            <w:pPr>
              <w:pStyle w:val="BodyText3"/>
              <w:numPr>
                <w:ilvl w:val="0"/>
                <w:numId w:val="13"/>
              </w:numPr>
              <w:tabs>
                <w:tab w:val="clear" w:pos="720"/>
                <w:tab w:val="num" w:pos="317"/>
              </w:tabs>
              <w:ind w:left="34" w:firstLine="0"/>
              <w:outlineLvl w:val="0"/>
              <w:rPr>
                <w:szCs w:val="28"/>
              </w:rPr>
            </w:pPr>
            <w:r w:rsidRPr="003864EE">
              <w:rPr>
                <w:szCs w:val="28"/>
              </w:rPr>
              <w:t>Книжкова виставка</w:t>
            </w:r>
            <w:r>
              <w:rPr>
                <w:szCs w:val="28"/>
              </w:rPr>
              <w:t>.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4EE">
              <w:rPr>
                <w:rFonts w:ascii="Times New Roman" w:hAnsi="Times New Roman"/>
                <w:sz w:val="28"/>
                <w:szCs w:val="28"/>
              </w:rPr>
              <w:t>травень</w:t>
            </w:r>
          </w:p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345"/>
        </w:trPr>
        <w:tc>
          <w:tcPr>
            <w:tcW w:w="10314" w:type="dxa"/>
            <w:gridSpan w:val="11"/>
            <w:tcBorders>
              <w:right w:val="single" w:sz="4" w:space="0" w:color="000000"/>
            </w:tcBorders>
          </w:tcPr>
          <w:p w:rsidR="005F77F6" w:rsidRPr="00F23933" w:rsidRDefault="005F77F6" w:rsidP="009850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Cs w:val="28"/>
              </w:rPr>
            </w:pPr>
            <w:r w:rsidRPr="003864EE">
              <w:rPr>
                <w:b/>
                <w:szCs w:val="28"/>
                <w:lang w:val="uk-UA"/>
              </w:rPr>
              <w:t>Розділ 4. Проведення святкових та пам’ятних заходів</w:t>
            </w:r>
          </w:p>
          <w:p w:rsidR="005F77F6" w:rsidRPr="00F23933" w:rsidRDefault="005F77F6" w:rsidP="009850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5F77F6" w:rsidRPr="00944812" w:rsidTr="003F6726">
        <w:trPr>
          <w:trHeight w:val="147"/>
        </w:trPr>
        <w:tc>
          <w:tcPr>
            <w:tcW w:w="10314" w:type="dxa"/>
            <w:gridSpan w:val="11"/>
            <w:tcBorders>
              <w:right w:val="single" w:sz="4" w:space="0" w:color="000000"/>
            </w:tcBorders>
          </w:tcPr>
          <w:p w:rsidR="005F77F6" w:rsidRPr="00F23933" w:rsidRDefault="005F77F6" w:rsidP="009850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5F77F6" w:rsidRPr="00AB7CE2" w:rsidRDefault="005F77F6" w:rsidP="009850F6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4.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</w:t>
            </w: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. До Дня пам’яті  та примирення і 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</w:t>
            </w: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-ої річниці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еремоги</w:t>
            </w:r>
            <w:r w:rsidRPr="003864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7C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над нацизмом</w:t>
            </w:r>
          </w:p>
          <w:p w:rsidR="005F77F6" w:rsidRPr="003864EE" w:rsidRDefault="005F77F6" w:rsidP="009850F6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у  Другій світовій війні:</w:t>
            </w:r>
          </w:p>
          <w:p w:rsidR="005F77F6" w:rsidRPr="00F23933" w:rsidRDefault="005F77F6" w:rsidP="009850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067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 проведення   урочистого загальноміського мітингу - рекві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єму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та  покладання квітів  до пам’ятників воїнам,  загиблим у Другій світовій війні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9 травня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BA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ради, відділ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внутрішньої політики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ради, Артемівська міська рада ветеранів війни, праці, збройних сил і органів правопорядку (за згодою),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праці та соціального захисту населення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067C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виставки мемуарної та історичної літератури в шкільних бібліотеках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квітень - травень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AB7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святкові лінійки до Дня пам’яті  та примирення і 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-ї річниці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еремоги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 нацизмом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у  Другій світовій війні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BA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067C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Провести змагання з авіамодельного спорту, присвячені  Дню Перемоги 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травень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</w:rPr>
              <w:t>Провести фотоконкурс  до Дня</w:t>
            </w:r>
          </w:p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4EE">
              <w:rPr>
                <w:rFonts w:ascii="Times New Roman" w:hAnsi="Times New Roman"/>
                <w:sz w:val="28"/>
                <w:szCs w:val="28"/>
              </w:rPr>
              <w:t>Перемоги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Pr="003864EE">
              <w:rPr>
                <w:rFonts w:ascii="Times New Roman" w:hAnsi="Times New Roman"/>
                <w:sz w:val="28"/>
                <w:szCs w:val="28"/>
              </w:rPr>
              <w:t xml:space="preserve">равень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  <w:gridSpan w:val="3"/>
          </w:tcPr>
          <w:p w:rsidR="005F77F6" w:rsidRPr="0016206E" w:rsidRDefault="005F77F6" w:rsidP="0016206E">
            <w:pPr>
              <w:pStyle w:val="Header"/>
              <w:rPr>
                <w:sz w:val="27"/>
                <w:szCs w:val="27"/>
                <w:lang w:val="uk-UA"/>
              </w:rPr>
            </w:pPr>
            <w:r w:rsidRPr="0016206E">
              <w:rPr>
                <w:sz w:val="27"/>
                <w:szCs w:val="27"/>
                <w:lang w:val="uk-UA"/>
              </w:rPr>
              <w:t xml:space="preserve">Організувати  проведення   святкової програми </w:t>
            </w:r>
            <w:r w:rsidRPr="0016206E">
              <w:rPr>
                <w:sz w:val="27"/>
                <w:szCs w:val="27"/>
              </w:rPr>
              <w:t xml:space="preserve"> </w:t>
            </w:r>
            <w:r w:rsidRPr="0016206E">
              <w:rPr>
                <w:sz w:val="27"/>
                <w:szCs w:val="27"/>
                <w:lang w:val="uk-UA"/>
              </w:rPr>
              <w:t>до Дня Перемоги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травень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культури </w:t>
            </w:r>
            <w:r w:rsidRPr="00C140AC"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AB7CE2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>Провести святкові трансляції для ве</w:t>
            </w:r>
            <w:r>
              <w:rPr>
                <w:szCs w:val="28"/>
                <w:lang w:val="uk-UA"/>
              </w:rPr>
              <w:t xml:space="preserve">теранів Другої світової війни </w:t>
            </w:r>
            <w:r w:rsidRPr="003864EE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травень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AB7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підприємство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«Телерадіомовна кампанія «Бахмут»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536" w:type="dxa"/>
            <w:gridSpan w:val="3"/>
          </w:tcPr>
          <w:p w:rsidR="005F77F6" w:rsidRPr="00BA1E24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Провести виховні години,конкурси творів, лінійки Слави, книжкові виставки, огляди літератури серед навчальних закладів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міста</w:t>
            </w:r>
            <w:r w:rsidRPr="00BA1E24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квітень,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травень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освіти </w:t>
            </w:r>
            <w:r w:rsidRPr="00C140AC"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>Організувати  проведення    концертів, круглих столів, конкурси плакатів, виховні години, тиждень історії, тематичні виставки, присвячені Дню Перемоги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квітень, травень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легкоатлетичний крос до Дня Перемоги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травень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BA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 w:rsidRPr="00944812">
              <w:rPr>
                <w:lang w:val="uk-UA"/>
              </w:rPr>
              <w:t xml:space="preserve"> </w:t>
            </w:r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55628E">
              <w:rPr>
                <w:rFonts w:ascii="Times New Roman" w:hAnsi="Times New Roman"/>
                <w:sz w:val="28"/>
                <w:szCs w:val="28"/>
                <w:lang w:val="uk-UA"/>
              </w:rPr>
              <w:t>правління з питань фізичної культури та спорту Бахмутської 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AB7C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уроки мужності за участю ветеранів  Другої світової війни, представників 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ветеранськ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дітей війни  </w:t>
            </w:r>
          </w:p>
        </w:tc>
        <w:tc>
          <w:tcPr>
            <w:tcW w:w="1701" w:type="dxa"/>
            <w:gridSpan w:val="3"/>
          </w:tcPr>
          <w:p w:rsidR="005F77F6" w:rsidRPr="003864EE" w:rsidRDefault="005F77F6" w:rsidP="00BA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травень, вересень, жовтень, листопад, грудень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536" w:type="dxa"/>
            <w:gridSpan w:val="3"/>
          </w:tcPr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Провести  виставку робіт</w:t>
            </w:r>
          </w:p>
          <w:p w:rsidR="005F77F6" w:rsidRPr="003F6726" w:rsidRDefault="005F77F6" w:rsidP="003F672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художників 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до Дня Перемоги</w:t>
            </w:r>
          </w:p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F77F6" w:rsidRPr="003F6726" w:rsidRDefault="005F77F6" w:rsidP="00BA1E24">
            <w:pPr>
              <w:spacing w:after="0" w:line="240" w:lineRule="auto"/>
              <w:ind w:left="-180" w:firstLine="1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</w:p>
          <w:p w:rsidR="005F77F6" w:rsidRPr="003F6726" w:rsidRDefault="005F77F6" w:rsidP="00BA1E24">
            <w:pPr>
              <w:spacing w:after="0" w:line="240" w:lineRule="auto"/>
              <w:ind w:left="-180" w:firstLine="1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147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536" w:type="dxa"/>
            <w:gridSpan w:val="3"/>
          </w:tcPr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ганізовувати перегляди</w:t>
            </w:r>
          </w:p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відеофільмів та документальних</w:t>
            </w:r>
          </w:p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стрічок про Другу світову</w:t>
            </w:r>
          </w:p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війну</w:t>
            </w:r>
          </w:p>
        </w:tc>
        <w:tc>
          <w:tcPr>
            <w:tcW w:w="1701" w:type="dxa"/>
            <w:gridSpan w:val="3"/>
            <w:vAlign w:val="center"/>
          </w:tcPr>
          <w:p w:rsidR="005F77F6" w:rsidRPr="003F6726" w:rsidRDefault="005F77F6" w:rsidP="00BA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1477"/>
        </w:trPr>
        <w:tc>
          <w:tcPr>
            <w:tcW w:w="534" w:type="dxa"/>
          </w:tcPr>
          <w:p w:rsidR="005F77F6" w:rsidRPr="003864EE" w:rsidRDefault="005F77F6" w:rsidP="003F6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536" w:type="dxa"/>
            <w:gridSpan w:val="3"/>
          </w:tcPr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шкільну</w:t>
            </w:r>
          </w:p>
          <w:p w:rsidR="005F77F6" w:rsidRPr="003864EE" w:rsidRDefault="005F77F6" w:rsidP="0016206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філармонію </w:t>
            </w:r>
            <w:r w:rsidRPr="003864EE">
              <w:rPr>
                <w:rFonts w:ascii="Times New Roman" w:hAnsi="Times New Roman"/>
                <w:sz w:val="28"/>
                <w:szCs w:val="28"/>
              </w:rPr>
              <w:t xml:space="preserve"> до Дня</w:t>
            </w:r>
          </w:p>
          <w:p w:rsidR="005F77F6" w:rsidRPr="003F6726" w:rsidRDefault="005F77F6" w:rsidP="0016206E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</w:rPr>
              <w:t>Перемоги</w:t>
            </w:r>
          </w:p>
        </w:tc>
        <w:tc>
          <w:tcPr>
            <w:tcW w:w="1701" w:type="dxa"/>
            <w:gridSpan w:val="3"/>
            <w:vAlign w:val="center"/>
          </w:tcPr>
          <w:p w:rsidR="005F77F6" w:rsidRPr="003F6726" w:rsidRDefault="005F77F6" w:rsidP="00162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квітень-</w:t>
            </w:r>
          </w:p>
          <w:p w:rsidR="005F77F6" w:rsidRPr="003F6726" w:rsidRDefault="005F77F6" w:rsidP="00BA1E24">
            <w:pPr>
              <w:spacing w:after="0" w:line="240" w:lineRule="auto"/>
              <w:ind w:left="-180" w:firstLine="1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</w:p>
          <w:p w:rsidR="005F77F6" w:rsidRPr="003F6726" w:rsidRDefault="005F77F6" w:rsidP="00BA1E24">
            <w:pPr>
              <w:spacing w:after="0" w:line="240" w:lineRule="auto"/>
              <w:ind w:left="-180" w:firstLine="1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F23933">
        <w:trPr>
          <w:trHeight w:val="1003"/>
        </w:trPr>
        <w:tc>
          <w:tcPr>
            <w:tcW w:w="534" w:type="dxa"/>
          </w:tcPr>
          <w:p w:rsidR="005F77F6" w:rsidRPr="003864EE" w:rsidRDefault="005F77F6" w:rsidP="003F6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536" w:type="dxa"/>
            <w:gridSpan w:val="3"/>
          </w:tcPr>
          <w:p w:rsidR="005F77F6" w:rsidRPr="003F6726" w:rsidRDefault="005F77F6" w:rsidP="00AB7CE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Провести святкову програму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</w:t>
            </w: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-ї річниці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еремоги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 нацизмом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у  Другій світовій війні</w:t>
            </w: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5F77F6" w:rsidRPr="003F6726" w:rsidRDefault="005F77F6" w:rsidP="00BA1E24">
            <w:pPr>
              <w:spacing w:after="0" w:line="240" w:lineRule="auto"/>
              <w:ind w:left="-180" w:firstLine="1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</w:p>
          <w:p w:rsidR="005F77F6" w:rsidRPr="003F6726" w:rsidRDefault="005F77F6" w:rsidP="00BA1E24">
            <w:pPr>
              <w:spacing w:after="0" w:line="240" w:lineRule="auto"/>
              <w:ind w:left="-180" w:firstLine="1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23933">
        <w:trPr>
          <w:trHeight w:val="834"/>
        </w:trPr>
        <w:tc>
          <w:tcPr>
            <w:tcW w:w="534" w:type="dxa"/>
          </w:tcPr>
          <w:p w:rsidR="005F77F6" w:rsidRPr="003864EE" w:rsidRDefault="005F77F6" w:rsidP="003F6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  <w:gridSpan w:val="3"/>
          </w:tcPr>
          <w:p w:rsidR="005F77F6" w:rsidRPr="003F6726" w:rsidRDefault="005F77F6" w:rsidP="009850F6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виставки малюнків</w:t>
            </w:r>
          </w:p>
          <w:p w:rsidR="005F77F6" w:rsidRPr="003F6726" w:rsidRDefault="005F77F6" w:rsidP="003F6726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читачів дитячої бібліотеки</w:t>
            </w:r>
          </w:p>
          <w:p w:rsidR="005F77F6" w:rsidRPr="003F6726" w:rsidRDefault="005F77F6" w:rsidP="009850F6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3"/>
          </w:tcPr>
          <w:p w:rsidR="005F77F6" w:rsidRPr="003F6726" w:rsidRDefault="005F77F6" w:rsidP="009850F6">
            <w:pPr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</w:p>
          <w:p w:rsidR="005F77F6" w:rsidRPr="003F6726" w:rsidRDefault="005F77F6" w:rsidP="009850F6">
            <w:pPr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43" w:type="dxa"/>
            <w:gridSpan w:val="4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362"/>
        </w:trPr>
        <w:tc>
          <w:tcPr>
            <w:tcW w:w="10314" w:type="dxa"/>
            <w:gridSpan w:val="11"/>
            <w:tcBorders>
              <w:right w:val="single" w:sz="4" w:space="0" w:color="000000"/>
            </w:tcBorders>
          </w:tcPr>
          <w:p w:rsidR="005F77F6" w:rsidRPr="00F23933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0"/>
                <w:szCs w:val="10"/>
                <w:lang w:val="uk-UA"/>
              </w:rPr>
            </w:pPr>
          </w:p>
          <w:p w:rsidR="005F77F6" w:rsidRDefault="005F77F6" w:rsidP="00BA1E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4.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</w:t>
            </w: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. До Дня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</w:t>
            </w: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корботи і ушанування пам’яті жертв війни в Україні:</w:t>
            </w:r>
          </w:p>
          <w:p w:rsidR="005F77F6" w:rsidRPr="00AB7CE2" w:rsidRDefault="005F77F6" w:rsidP="00BA1E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</w:tr>
      <w:tr w:rsidR="005F77F6" w:rsidRPr="00944812" w:rsidTr="003F6726">
        <w:trPr>
          <w:trHeight w:val="560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Організувати покладання квітів  до пам’ятників героям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Другої світової війни   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19 червня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BA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внутрішньої політики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праці та соціального захисту населення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560"/>
        </w:trPr>
        <w:tc>
          <w:tcPr>
            <w:tcW w:w="534" w:type="dxa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gridSpan w:val="3"/>
          </w:tcPr>
          <w:p w:rsidR="005F77F6" w:rsidRPr="003864EE" w:rsidRDefault="005F77F6" w:rsidP="00DD0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Висвітлити в засобах масової інформації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інформацію про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заход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щодо ушанування пам’яті трагічних подій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червня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1941 року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червень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AB7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внутрішньої політики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комунальне підприємство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«Телерадіомовна кампанія «Бахмут», газета «Вперед»</w:t>
            </w:r>
          </w:p>
        </w:tc>
      </w:tr>
      <w:tr w:rsidR="005F77F6" w:rsidRPr="00944812" w:rsidTr="003F6726">
        <w:trPr>
          <w:cantSplit/>
          <w:trHeight w:val="486"/>
        </w:trPr>
        <w:tc>
          <w:tcPr>
            <w:tcW w:w="10314" w:type="dxa"/>
            <w:gridSpan w:val="11"/>
            <w:tcBorders>
              <w:right w:val="single" w:sz="4" w:space="0" w:color="000000"/>
            </w:tcBorders>
          </w:tcPr>
          <w:p w:rsidR="005F77F6" w:rsidRPr="00F23933" w:rsidRDefault="005F77F6" w:rsidP="003F6726">
            <w:pPr>
              <w:spacing w:after="0" w:line="240" w:lineRule="auto"/>
              <w:rPr>
                <w:rFonts w:ascii="Times New Roman" w:hAnsi="Times New Roman"/>
                <w:b/>
                <w:bCs/>
                <w:sz w:val="4"/>
                <w:szCs w:val="4"/>
                <w:lang w:val="uk-UA"/>
              </w:rPr>
            </w:pPr>
          </w:p>
          <w:p w:rsidR="005F77F6" w:rsidRPr="003F6726" w:rsidRDefault="005F77F6" w:rsidP="00BA1E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4.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3</w:t>
            </w:r>
            <w:r w:rsidRPr="003864E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. До Дня ветерана:</w:t>
            </w:r>
          </w:p>
        </w:tc>
      </w:tr>
      <w:tr w:rsidR="005F77F6" w:rsidRPr="00944812" w:rsidTr="0017634F">
        <w:trPr>
          <w:trHeight w:val="2690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ушанування ветеранів війни та праці  на підприємствах, установах і в навчальних закладах міста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напередодні 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01 жовтня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020D8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</w:t>
            </w:r>
            <w:r w:rsidRPr="003864EE">
              <w:rPr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C140AC"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 xml:space="preserve">міської ради, </w:t>
            </w:r>
            <w:r>
              <w:rPr>
                <w:szCs w:val="28"/>
                <w:lang w:val="uk-UA"/>
              </w:rPr>
              <w:t xml:space="preserve"> Управління</w:t>
            </w:r>
            <w:r w:rsidRPr="003864EE">
              <w:rPr>
                <w:szCs w:val="28"/>
                <w:lang w:val="uk-UA"/>
              </w:rPr>
              <w:t xml:space="preserve">  культури </w:t>
            </w:r>
            <w:r w:rsidRPr="00C140AC"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 xml:space="preserve">міської ради, </w:t>
            </w: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освіти </w:t>
            </w:r>
            <w:r w:rsidRPr="00C140AC"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ради, Артемівська міська рада ветеранів війни, праці, збройних сил і органів правопорядку (за згодою)</w:t>
            </w:r>
          </w:p>
        </w:tc>
      </w:tr>
      <w:tr w:rsidR="005F77F6" w:rsidRPr="00944812" w:rsidTr="00291102">
        <w:trPr>
          <w:trHeight w:val="354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та провести благодійні обіди для ветеранів Другої світової війни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вересень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праці та соціального захисту населення </w:t>
            </w:r>
            <w:r w:rsidRPr="00C140AC"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F23933">
        <w:trPr>
          <w:trHeight w:val="1582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в навчальних закладах міста виховні години, присвячені Дню  ветерана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жовтень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000000"/>
            </w:tcBorders>
          </w:tcPr>
          <w:p w:rsidR="005F77F6" w:rsidRPr="003864EE" w:rsidRDefault="005F77F6" w:rsidP="009020D8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освіти </w:t>
            </w:r>
            <w:r w:rsidRPr="00C140AC"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ради, </w:t>
            </w:r>
            <w:r>
              <w:rPr>
                <w:szCs w:val="28"/>
                <w:lang w:val="uk-UA"/>
              </w:rPr>
              <w:t>У</w:t>
            </w:r>
            <w:r w:rsidRPr="003864EE">
              <w:rPr>
                <w:szCs w:val="28"/>
                <w:lang w:val="uk-UA"/>
              </w:rPr>
              <w:t xml:space="preserve">правління молодіжної політики та у справах дітей </w:t>
            </w:r>
            <w:r w:rsidRPr="00C140AC"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cantSplit/>
          <w:trHeight w:val="824"/>
        </w:trPr>
        <w:tc>
          <w:tcPr>
            <w:tcW w:w="10314" w:type="dxa"/>
            <w:gridSpan w:val="11"/>
            <w:tcBorders>
              <w:right w:val="single" w:sz="4" w:space="0" w:color="000000"/>
            </w:tcBorders>
          </w:tcPr>
          <w:p w:rsidR="005F77F6" w:rsidRPr="003F6726" w:rsidRDefault="005F77F6" w:rsidP="009850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5F77F6" w:rsidRPr="003F6726" w:rsidRDefault="005F77F6" w:rsidP="009020D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8"/>
                <w:lang w:val="uk-UA"/>
              </w:rPr>
            </w:pPr>
            <w:r w:rsidRPr="003864EE">
              <w:rPr>
                <w:b/>
                <w:bCs/>
                <w:szCs w:val="28"/>
                <w:lang w:val="uk-UA"/>
              </w:rPr>
              <w:t>4.</w:t>
            </w:r>
            <w:r>
              <w:rPr>
                <w:b/>
                <w:bCs/>
                <w:szCs w:val="28"/>
                <w:lang w:val="uk-UA"/>
              </w:rPr>
              <w:t>4</w:t>
            </w:r>
            <w:r w:rsidRPr="003864EE">
              <w:rPr>
                <w:b/>
                <w:bCs/>
                <w:szCs w:val="28"/>
                <w:lang w:val="uk-UA"/>
              </w:rPr>
              <w:t>. До Дня партизанської слави</w:t>
            </w:r>
          </w:p>
        </w:tc>
      </w:tr>
      <w:tr w:rsidR="005F77F6" w:rsidRPr="00944812" w:rsidTr="003F6726">
        <w:trPr>
          <w:trHeight w:val="1517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C950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Провести урочисте покладання квітів біля меморіального комплексу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Обеліск Слави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19 вересня</w:t>
            </w:r>
          </w:p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auto"/>
            </w:tcBorders>
          </w:tcPr>
          <w:p w:rsidR="005F77F6" w:rsidRPr="003864EE" w:rsidRDefault="005F77F6" w:rsidP="009020D8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</w:t>
            </w:r>
            <w:r w:rsidRPr="003864EE">
              <w:rPr>
                <w:szCs w:val="28"/>
                <w:lang w:val="uk-UA"/>
              </w:rPr>
              <w:t xml:space="preserve">ідділ </w:t>
            </w:r>
            <w:r>
              <w:rPr>
                <w:szCs w:val="28"/>
                <w:lang w:val="uk-UA"/>
              </w:rPr>
              <w:t>внутрішньої політики</w:t>
            </w:r>
            <w:r w:rsidRPr="003864EE">
              <w:rPr>
                <w:szCs w:val="28"/>
                <w:lang w:val="uk-UA"/>
              </w:rPr>
              <w:t xml:space="preserve"> </w:t>
            </w:r>
            <w:r w:rsidRPr="00C140AC">
              <w:rPr>
                <w:szCs w:val="28"/>
                <w:lang w:val="uk-UA"/>
              </w:rPr>
              <w:t>Бахмутської</w:t>
            </w:r>
            <w:r w:rsidRPr="003864EE">
              <w:rPr>
                <w:szCs w:val="28"/>
                <w:lang w:val="uk-UA"/>
              </w:rPr>
              <w:t xml:space="preserve"> міської ради, Артемівська міська рада ветеранів війни, праці, збройних сил і органів правопорядку (за згодою), </w:t>
            </w:r>
            <w:r>
              <w:rPr>
                <w:szCs w:val="28"/>
                <w:lang w:val="uk-UA"/>
              </w:rPr>
              <w:t>У</w:t>
            </w:r>
            <w:r w:rsidRPr="003864EE">
              <w:rPr>
                <w:szCs w:val="28"/>
                <w:lang w:val="uk-UA"/>
              </w:rPr>
              <w:t xml:space="preserve">правління молодіжної політики та у справах дітей </w:t>
            </w:r>
            <w:r>
              <w:rPr>
                <w:szCs w:val="28"/>
                <w:lang w:val="uk-UA"/>
              </w:rPr>
              <w:t xml:space="preserve"> </w:t>
            </w:r>
            <w:r w:rsidRPr="00C140AC"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 xml:space="preserve">міської ради </w:t>
            </w:r>
          </w:p>
        </w:tc>
      </w:tr>
      <w:tr w:rsidR="005F77F6" w:rsidRPr="00944812" w:rsidTr="003F6726">
        <w:trPr>
          <w:trHeight w:val="1517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автобусні й</w:t>
            </w:r>
          </w:p>
          <w:p w:rsidR="005F77F6" w:rsidRPr="003864EE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пішохідні екскурсії місцями</w:t>
            </w:r>
          </w:p>
          <w:p w:rsidR="005F77F6" w:rsidRPr="003864EE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бойової та партизанської слави</w:t>
            </w:r>
          </w:p>
          <w:p w:rsidR="005F77F6" w:rsidRPr="003864EE" w:rsidRDefault="005F77F6" w:rsidP="00C95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школярів міста 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вересень</w:t>
            </w:r>
          </w:p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auto"/>
            </w:tcBorders>
          </w:tcPr>
          <w:p w:rsidR="005F77F6" w:rsidRPr="003864EE" w:rsidRDefault="005F77F6" w:rsidP="009020D8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</w:t>
            </w:r>
            <w:r w:rsidRPr="003864EE">
              <w:rPr>
                <w:szCs w:val="28"/>
                <w:lang w:val="uk-UA"/>
              </w:rPr>
              <w:t xml:space="preserve"> освіти </w:t>
            </w:r>
            <w:r w:rsidRPr="00C140AC"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 xml:space="preserve">міської ради, </w:t>
            </w:r>
            <w:r>
              <w:rPr>
                <w:szCs w:val="28"/>
                <w:lang w:val="uk-UA"/>
              </w:rPr>
              <w:t xml:space="preserve"> Управління</w:t>
            </w:r>
            <w:r w:rsidRPr="003864EE">
              <w:rPr>
                <w:szCs w:val="28"/>
                <w:lang w:val="uk-UA"/>
              </w:rPr>
              <w:t xml:space="preserve"> культури </w:t>
            </w:r>
            <w:r w:rsidRPr="00C140AC"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BA1E24">
        <w:trPr>
          <w:trHeight w:val="1042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6740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Провести </w:t>
            </w:r>
            <w:r w:rsidRPr="00674059">
              <w:rPr>
                <w:rFonts w:ascii="Times New Roman" w:hAnsi="Times New Roman"/>
                <w:sz w:val="28"/>
                <w:szCs w:val="28"/>
                <w:lang w:val="uk-UA"/>
              </w:rPr>
              <w:t>історико– патріотичну</w:t>
            </w:r>
            <w:r w:rsidRPr="003864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акцію </w:t>
            </w:r>
          </w:p>
        </w:tc>
        <w:tc>
          <w:tcPr>
            <w:tcW w:w="1718" w:type="dxa"/>
            <w:gridSpan w:val="4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вересень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26" w:type="dxa"/>
            <w:gridSpan w:val="3"/>
            <w:tcBorders>
              <w:right w:val="single" w:sz="4" w:space="0" w:color="auto"/>
            </w:tcBorders>
          </w:tcPr>
          <w:p w:rsidR="005F77F6" w:rsidRPr="003864EE" w:rsidRDefault="005F77F6" w:rsidP="009850F6">
            <w:pPr>
              <w:pStyle w:val="Header"/>
              <w:tabs>
                <w:tab w:val="clear" w:pos="4153"/>
                <w:tab w:val="clear" w:pos="8306"/>
              </w:tabs>
              <w:rPr>
                <w:szCs w:val="28"/>
                <w:lang w:val="uk-UA"/>
              </w:rPr>
            </w:pPr>
            <w:r w:rsidRPr="003864EE">
              <w:rPr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szCs w:val="28"/>
                <w:lang w:val="uk-UA"/>
              </w:rPr>
              <w:t xml:space="preserve">Бахмутської </w:t>
            </w:r>
            <w:r w:rsidRPr="003864EE">
              <w:rPr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695"/>
        </w:trPr>
        <w:tc>
          <w:tcPr>
            <w:tcW w:w="10314" w:type="dxa"/>
            <w:gridSpan w:val="11"/>
            <w:tcBorders>
              <w:right w:val="single" w:sz="4" w:space="0" w:color="auto"/>
            </w:tcBorders>
          </w:tcPr>
          <w:p w:rsidR="005F77F6" w:rsidRPr="003F6726" w:rsidRDefault="005F77F6" w:rsidP="0017634F">
            <w:pPr>
              <w:pStyle w:val="Heading7"/>
              <w:spacing w:before="0" w:after="0"/>
              <w:rPr>
                <w:b/>
                <w:sz w:val="16"/>
                <w:szCs w:val="16"/>
                <w:lang w:val="uk-UA"/>
              </w:rPr>
            </w:pPr>
          </w:p>
          <w:p w:rsidR="005F77F6" w:rsidRPr="003864EE" w:rsidRDefault="005F77F6" w:rsidP="009850F6">
            <w:pPr>
              <w:pStyle w:val="Heading7"/>
              <w:spacing w:before="0" w:after="0"/>
              <w:jc w:val="center"/>
              <w:rPr>
                <w:b/>
                <w:sz w:val="28"/>
                <w:szCs w:val="28"/>
                <w:lang w:val="uk-UA"/>
              </w:rPr>
            </w:pPr>
            <w:r w:rsidRPr="003864EE">
              <w:rPr>
                <w:b/>
                <w:sz w:val="28"/>
                <w:szCs w:val="28"/>
                <w:lang w:val="uk-UA"/>
              </w:rPr>
              <w:t>4.</w:t>
            </w:r>
            <w:r>
              <w:rPr>
                <w:b/>
                <w:sz w:val="28"/>
                <w:szCs w:val="28"/>
                <w:lang w:val="uk-UA"/>
              </w:rPr>
              <w:t>5</w:t>
            </w:r>
            <w:r w:rsidRPr="003864EE">
              <w:rPr>
                <w:b/>
                <w:sz w:val="28"/>
                <w:szCs w:val="28"/>
                <w:lang w:val="uk-UA"/>
              </w:rPr>
              <w:t xml:space="preserve">. До річниці визволення м. </w:t>
            </w:r>
            <w:r>
              <w:rPr>
                <w:b/>
                <w:sz w:val="28"/>
                <w:szCs w:val="28"/>
                <w:lang w:val="uk-UA"/>
              </w:rPr>
              <w:t>Бахмута</w:t>
            </w:r>
            <w:r w:rsidRPr="003864EE">
              <w:rPr>
                <w:b/>
                <w:sz w:val="28"/>
                <w:szCs w:val="28"/>
                <w:lang w:val="uk-UA"/>
              </w:rPr>
              <w:t>, Донбасу та України</w:t>
            </w:r>
          </w:p>
          <w:p w:rsidR="005F77F6" w:rsidRDefault="005F77F6" w:rsidP="0017634F">
            <w:pPr>
              <w:pStyle w:val="Heading7"/>
              <w:spacing w:before="0" w:after="0"/>
              <w:jc w:val="center"/>
              <w:rPr>
                <w:b/>
                <w:sz w:val="28"/>
                <w:szCs w:val="28"/>
                <w:lang w:val="uk-UA"/>
              </w:rPr>
            </w:pPr>
            <w:r w:rsidRPr="003864EE">
              <w:rPr>
                <w:b/>
                <w:sz w:val="28"/>
                <w:szCs w:val="28"/>
                <w:lang w:val="uk-UA"/>
              </w:rPr>
              <w:t>від німецько-фашистських загарбників:</w:t>
            </w:r>
          </w:p>
          <w:p w:rsidR="005F77F6" w:rsidRPr="00944812" w:rsidRDefault="005F77F6" w:rsidP="0017634F">
            <w:pPr>
              <w:rPr>
                <w:lang w:val="uk-UA" w:eastAsia="ru-RU"/>
              </w:rPr>
            </w:pPr>
          </w:p>
        </w:tc>
      </w:tr>
      <w:tr w:rsidR="005F77F6" w:rsidRPr="00944812" w:rsidTr="00674059">
        <w:trPr>
          <w:trHeight w:val="423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  <w:gridSpan w:val="2"/>
          </w:tcPr>
          <w:p w:rsidR="005F77F6" w:rsidRPr="003F6726" w:rsidRDefault="005F77F6" w:rsidP="009850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мітинг до дня визволення Донбасу та</w:t>
            </w:r>
          </w:p>
          <w:p w:rsidR="005F77F6" w:rsidRPr="003F6726" w:rsidRDefault="005F77F6" w:rsidP="00DD07D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м. Бахмут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верес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ень</w:t>
            </w:r>
          </w:p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685" w:type="dxa"/>
            <w:gridSpan w:val="5"/>
            <w:tcBorders>
              <w:right w:val="single" w:sz="4" w:space="0" w:color="000000"/>
            </w:tcBorders>
          </w:tcPr>
          <w:p w:rsidR="005F77F6" w:rsidRPr="003F6726" w:rsidRDefault="005F77F6" w:rsidP="009020D8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внутрішньої політики </w:t>
            </w: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Бахмутської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правління праці та соціального захисту населення Бахмутської міської ради, Артемівська міська рада ветеранів війни, праці, збройних сил і органів правопорядку (за згодою)</w:t>
            </w:r>
          </w:p>
        </w:tc>
      </w:tr>
      <w:tr w:rsidR="005F77F6" w:rsidRPr="00944812" w:rsidTr="003F6726">
        <w:trPr>
          <w:trHeight w:val="701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AB7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лінійки Слави на територіях шкіл та біля пам’ятних місць, з запрошенням ветеранів Другої світової війни, дітей війни</w:t>
            </w:r>
          </w:p>
        </w:tc>
        <w:tc>
          <w:tcPr>
            <w:tcW w:w="1559" w:type="dxa"/>
            <w:gridSpan w:val="2"/>
          </w:tcPr>
          <w:p w:rsidR="005F77F6" w:rsidRPr="003864EE" w:rsidRDefault="005F77F6" w:rsidP="00AB7C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вересень,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листопад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5" w:type="dxa"/>
            <w:gridSpan w:val="5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ради, Артемівська міська рада ветеранів війни, праці, збройних сил і органів правопорядку (за згодою)</w:t>
            </w:r>
          </w:p>
        </w:tc>
      </w:tr>
      <w:tr w:rsidR="005F77F6" w:rsidRPr="00944812" w:rsidTr="00F23933">
        <w:trPr>
          <w:trHeight w:val="423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C950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Організувати та провести конкурси учнівських презентацій, присвячені річниці визволення м.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Бахмута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, України  від  фашистських загарбників</w:t>
            </w:r>
          </w:p>
        </w:tc>
        <w:tc>
          <w:tcPr>
            <w:tcW w:w="1559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вересень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5" w:type="dxa"/>
            <w:gridSpan w:val="5"/>
            <w:tcBorders>
              <w:right w:val="single" w:sz="4" w:space="0" w:color="000000"/>
            </w:tcBorders>
          </w:tcPr>
          <w:p w:rsidR="005F77F6" w:rsidRPr="003864EE" w:rsidRDefault="005F77F6" w:rsidP="009850F6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C950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та провести конкурси  літературних творів, учнівських творчих робіт</w:t>
            </w:r>
          </w:p>
        </w:tc>
        <w:tc>
          <w:tcPr>
            <w:tcW w:w="1559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березень, жовтень, грудень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5" w:type="dxa"/>
            <w:gridSpan w:val="5"/>
            <w:tcBorders>
              <w:right w:val="single" w:sz="4" w:space="0" w:color="auto"/>
            </w:tcBorders>
          </w:tcPr>
          <w:p w:rsidR="005F77F6" w:rsidRPr="003864EE" w:rsidRDefault="005F77F6" w:rsidP="009850F6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к</w:t>
            </w:r>
            <w:r w:rsidRPr="003864EE">
              <w:rPr>
                <w:rFonts w:ascii="Times New Roman" w:hAnsi="Times New Roman"/>
                <w:sz w:val="28"/>
                <w:szCs w:val="28"/>
              </w:rPr>
              <w:t>нижков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864EE">
              <w:rPr>
                <w:rFonts w:ascii="Times New Roman" w:hAnsi="Times New Roman"/>
                <w:sz w:val="28"/>
                <w:szCs w:val="28"/>
              </w:rPr>
              <w:t xml:space="preserve"> виставк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4EE">
              <w:rPr>
                <w:rFonts w:ascii="Times New Roman" w:hAnsi="Times New Roman"/>
                <w:sz w:val="28"/>
                <w:szCs w:val="28"/>
              </w:rPr>
              <w:t xml:space="preserve">жовтень </w:t>
            </w:r>
          </w:p>
          <w:p w:rsidR="005F77F6" w:rsidRPr="00BA1E24" w:rsidRDefault="005F77F6" w:rsidP="00BA1E24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5" w:type="dxa"/>
            <w:gridSpan w:val="5"/>
            <w:tcBorders>
              <w:right w:val="single" w:sz="4" w:space="0" w:color="auto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10314" w:type="dxa"/>
            <w:gridSpan w:val="11"/>
            <w:tcBorders>
              <w:right w:val="single" w:sz="4" w:space="0" w:color="auto"/>
            </w:tcBorders>
          </w:tcPr>
          <w:p w:rsidR="005F77F6" w:rsidRPr="00AB7CE2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F77F6" w:rsidRPr="00DD07D4" w:rsidRDefault="005F77F6" w:rsidP="00DD0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3864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До Дня захисника України</w:t>
            </w:r>
          </w:p>
        </w:tc>
      </w:tr>
      <w:tr w:rsidR="005F77F6" w:rsidRPr="00944812" w:rsidTr="003F6726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DD07D4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Сприяння громадським організаціям, у тому числі волонтерським організаціям, у здійсненні ними статутної діяльності, пов’язаної з проведенням заходів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присвячених Дню захисника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країни</w:t>
            </w:r>
          </w:p>
        </w:tc>
        <w:tc>
          <w:tcPr>
            <w:tcW w:w="1742" w:type="dxa"/>
            <w:gridSpan w:val="5"/>
          </w:tcPr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жовтень </w:t>
            </w:r>
          </w:p>
          <w:p w:rsidR="005F77F6" w:rsidRPr="003F6726" w:rsidRDefault="005F77F6" w:rsidP="009850F6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</w:tcPr>
          <w:p w:rsidR="005F77F6" w:rsidRPr="003864EE" w:rsidRDefault="005F77F6" w:rsidP="009020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внутрішньої політики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Провести роботу щодо благоустрою пам’ятників, пам’ятних знаків та місць поховань загиблих видатних діячів українського державотворення, борців за незалежність України у ХХ столітті, загиблих учасників Революції Гідності, учасників АТО у боротьбі із зовнішньою агресією</w:t>
            </w:r>
          </w:p>
        </w:tc>
        <w:tc>
          <w:tcPr>
            <w:tcW w:w="1742" w:type="dxa"/>
            <w:gridSpan w:val="5"/>
          </w:tcPr>
          <w:p w:rsidR="005F77F6" w:rsidRPr="003F6726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травень, вересень, жовтень </w:t>
            </w:r>
          </w:p>
          <w:p w:rsidR="005F77F6" w:rsidRPr="003F6726" w:rsidRDefault="005F77F6" w:rsidP="009850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2017 року</w:t>
            </w: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розвитку міського господарства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капітального будівництва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C9502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мужності </w:t>
            </w:r>
          </w:p>
        </w:tc>
        <w:tc>
          <w:tcPr>
            <w:tcW w:w="1742" w:type="dxa"/>
            <w:gridSpan w:val="5"/>
          </w:tcPr>
          <w:p w:rsidR="005F77F6" w:rsidRPr="003F6726" w:rsidRDefault="005F77F6" w:rsidP="00AB7CE2">
            <w:pPr>
              <w:spacing w:after="0" w:line="240" w:lineRule="auto"/>
              <w:ind w:left="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6726">
              <w:rPr>
                <w:rFonts w:ascii="Times New Roman" w:hAnsi="Times New Roman"/>
                <w:sz w:val="28"/>
                <w:szCs w:val="28"/>
                <w:lang w:val="uk-UA"/>
              </w:rPr>
              <w:t>жовтень 2017 року</w:t>
            </w: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</w:tcPr>
          <w:p w:rsidR="005F77F6" w:rsidRPr="003864EE" w:rsidRDefault="005F77F6" w:rsidP="009020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ради, 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95" w:type="dxa"/>
            <w:gridSpan w:val="2"/>
          </w:tcPr>
          <w:p w:rsidR="005F77F6" w:rsidRDefault="005F77F6" w:rsidP="00F3303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рочист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збор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ів, присвячених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Дню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ахисника України</w:t>
            </w:r>
          </w:p>
          <w:p w:rsidR="005F77F6" w:rsidRPr="003864EE" w:rsidRDefault="005F77F6" w:rsidP="00F3303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42" w:type="dxa"/>
            <w:gridSpan w:val="5"/>
          </w:tcPr>
          <w:p w:rsidR="005F77F6" w:rsidRPr="003864EE" w:rsidRDefault="005F77F6" w:rsidP="00AB7CE2">
            <w:pPr>
              <w:spacing w:after="0" w:line="240" w:lineRule="auto"/>
              <w:ind w:left="-6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жовт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ень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395" w:type="dxa"/>
            <w:gridSpan w:val="2"/>
          </w:tcPr>
          <w:p w:rsidR="005F77F6" w:rsidRDefault="005F77F6" w:rsidP="00F3303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 навчальних закладах міста серед студентської молоді виховних годин з залученням військовослужбовців</w:t>
            </w:r>
          </w:p>
          <w:p w:rsidR="005F77F6" w:rsidRPr="003864EE" w:rsidRDefault="005F77F6" w:rsidP="00F3303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2" w:type="dxa"/>
            <w:gridSpan w:val="5"/>
          </w:tcPr>
          <w:p w:rsidR="005F77F6" w:rsidRPr="003864EE" w:rsidRDefault="005F77F6" w:rsidP="00AB7CE2">
            <w:pPr>
              <w:spacing w:after="0" w:line="240" w:lineRule="auto"/>
              <w:ind w:left="-6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жовтень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C9502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Тематичні бесіди, години спілкування, виховні години із запрошенням воїнів АТО</w:t>
            </w:r>
          </w:p>
        </w:tc>
        <w:tc>
          <w:tcPr>
            <w:tcW w:w="1742" w:type="dxa"/>
            <w:gridSpan w:val="5"/>
          </w:tcPr>
          <w:p w:rsidR="005F77F6" w:rsidRPr="003864EE" w:rsidRDefault="005F77F6" w:rsidP="00AB7CE2">
            <w:pPr>
              <w:spacing w:after="0" w:line="240" w:lineRule="auto"/>
              <w:ind w:left="-6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жовтень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3F6726">
        <w:trPr>
          <w:trHeight w:val="418"/>
        </w:trPr>
        <w:tc>
          <w:tcPr>
            <w:tcW w:w="10314" w:type="dxa"/>
            <w:gridSpan w:val="11"/>
            <w:tcBorders>
              <w:right w:val="single" w:sz="4" w:space="0" w:color="auto"/>
            </w:tcBorders>
          </w:tcPr>
          <w:p w:rsidR="005F77F6" w:rsidRPr="00AB7CE2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F77F6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864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До Дня Гідності та Свободи</w:t>
            </w:r>
          </w:p>
          <w:p w:rsidR="005F77F6" w:rsidRPr="00BA1E24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5F77F6" w:rsidRPr="00944812" w:rsidTr="0017634F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Урочисті збори, присвячені Дню Гідності та Свободи</w:t>
            </w:r>
          </w:p>
        </w:tc>
        <w:tc>
          <w:tcPr>
            <w:tcW w:w="1742" w:type="dxa"/>
            <w:gridSpan w:val="5"/>
          </w:tcPr>
          <w:p w:rsidR="005F77F6" w:rsidRPr="003864EE" w:rsidRDefault="005F77F6" w:rsidP="00AB7CE2">
            <w:pPr>
              <w:spacing w:after="0" w:line="240" w:lineRule="auto"/>
              <w:ind w:left="-6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листопад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</w:tcPr>
          <w:p w:rsidR="005F77F6" w:rsidRPr="003864EE" w:rsidRDefault="005F77F6" w:rsidP="009020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внутрішньої політики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17634F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DD07D4">
            <w:pPr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Виховні години </w:t>
            </w:r>
            <w:r w:rsidRPr="003864EE">
              <w:rPr>
                <w:rFonts w:ascii="Times New Roman" w:hAnsi="Times New Roman"/>
                <w:sz w:val="28"/>
                <w:szCs w:val="28"/>
              </w:rPr>
              <w:t xml:space="preserve"> до Дня</w:t>
            </w:r>
          </w:p>
          <w:p w:rsidR="005F77F6" w:rsidRPr="003864EE" w:rsidRDefault="005F77F6" w:rsidP="00DD07D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</w:rPr>
              <w:t>Перемоги</w:t>
            </w:r>
          </w:p>
          <w:p w:rsidR="005F77F6" w:rsidRPr="003864EE" w:rsidRDefault="005F77F6" w:rsidP="009850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42" w:type="dxa"/>
            <w:gridSpan w:val="5"/>
          </w:tcPr>
          <w:p w:rsidR="005F77F6" w:rsidRPr="003864EE" w:rsidRDefault="005F77F6" w:rsidP="00AB7CE2">
            <w:pPr>
              <w:spacing w:after="0" w:line="240" w:lineRule="auto"/>
              <w:ind w:left="-6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листопад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</w:tcPr>
          <w:p w:rsidR="005F77F6" w:rsidRPr="003864EE" w:rsidRDefault="005F77F6" w:rsidP="00D16D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культури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77F6" w:rsidRPr="00944812" w:rsidTr="0017634F">
        <w:trPr>
          <w:trHeight w:val="418"/>
        </w:trPr>
        <w:tc>
          <w:tcPr>
            <w:tcW w:w="675" w:type="dxa"/>
            <w:gridSpan w:val="2"/>
          </w:tcPr>
          <w:p w:rsidR="005F77F6" w:rsidRPr="003864EE" w:rsidRDefault="005F77F6" w:rsidP="009850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5" w:type="dxa"/>
            <w:gridSpan w:val="2"/>
          </w:tcPr>
          <w:p w:rsidR="005F77F6" w:rsidRPr="003864EE" w:rsidRDefault="005F77F6" w:rsidP="00C9502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</w:rPr>
              <w:t>Годин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3864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3037">
              <w:rPr>
                <w:rFonts w:ascii="Times New Roman" w:hAnsi="Times New Roman"/>
                <w:sz w:val="28"/>
                <w:szCs w:val="28"/>
                <w:lang w:val="uk-UA"/>
              </w:rPr>
              <w:t>національного виховання, засідання клубу «Правознавець»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тему «Революція, що змінила Україну»</w:t>
            </w:r>
          </w:p>
        </w:tc>
        <w:tc>
          <w:tcPr>
            <w:tcW w:w="1742" w:type="dxa"/>
            <w:gridSpan w:val="5"/>
          </w:tcPr>
          <w:p w:rsidR="005F77F6" w:rsidRPr="003864EE" w:rsidRDefault="005F77F6" w:rsidP="00C9502C">
            <w:pPr>
              <w:spacing w:after="0" w:line="240" w:lineRule="auto"/>
              <w:ind w:left="-67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листопад 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</w:tcPr>
          <w:p w:rsidR="005F77F6" w:rsidRPr="003864EE" w:rsidRDefault="005F77F6" w:rsidP="00985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r w:rsidRPr="00C140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5F77F6" w:rsidRPr="003864EE" w:rsidRDefault="005F77F6" w:rsidP="003864EE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  <w:lang w:val="uk-UA"/>
        </w:rPr>
      </w:pPr>
    </w:p>
    <w:p w:rsidR="005F77F6" w:rsidRPr="0017634F" w:rsidRDefault="005F77F6" w:rsidP="003864E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i/>
          <w:sz w:val="28"/>
          <w:szCs w:val="28"/>
          <w:lang w:val="uk-UA"/>
        </w:rPr>
        <w:t>План з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>аход</w:t>
      </w:r>
      <w:r>
        <w:rPr>
          <w:rFonts w:ascii="Times New Roman" w:hAnsi="Times New Roman"/>
          <w:i/>
          <w:sz w:val="28"/>
          <w:szCs w:val="28"/>
          <w:lang w:val="uk-UA"/>
        </w:rPr>
        <w:t>ів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з увічнення пам’яті захисників України у м. </w:t>
      </w:r>
      <w:r>
        <w:rPr>
          <w:rFonts w:ascii="Times New Roman" w:hAnsi="Times New Roman"/>
          <w:i/>
          <w:sz w:val="28"/>
          <w:szCs w:val="28"/>
          <w:lang w:val="uk-UA"/>
        </w:rPr>
        <w:t>Бахмуті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в 201</w:t>
      </w:r>
      <w:r>
        <w:rPr>
          <w:rFonts w:ascii="Times New Roman" w:hAnsi="Times New Roman"/>
          <w:i/>
          <w:sz w:val="28"/>
          <w:szCs w:val="28"/>
          <w:lang w:val="uk-UA"/>
        </w:rPr>
        <w:t>7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році підготовлені відділом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внутрішньої політики Бахмутс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ької міської ради на підставі планів – заходів,  наданих відділами та управліннями </w:t>
      </w:r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міської ради.</w:t>
      </w:r>
    </w:p>
    <w:p w:rsidR="005F77F6" w:rsidRPr="00AB7CE2" w:rsidRDefault="005F77F6" w:rsidP="00F330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4EE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відділу внутрішньої </w:t>
      </w:r>
    </w:p>
    <w:p w:rsidR="005F77F6" w:rsidRDefault="005F77F6" w:rsidP="00F330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політики</w:t>
      </w:r>
      <w:r w:rsidRPr="00AB7C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Бахмутської міської ради                             С.А. Кудрявих </w:t>
      </w:r>
    </w:p>
    <w:p w:rsidR="005F77F6" w:rsidRPr="003864EE" w:rsidRDefault="005F77F6" w:rsidP="00F330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F77F6" w:rsidRPr="00B94149" w:rsidRDefault="005F77F6" w:rsidP="00931C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4149">
        <w:rPr>
          <w:rFonts w:ascii="Times New Roman" w:hAnsi="Times New Roman"/>
          <w:b/>
          <w:sz w:val="28"/>
          <w:szCs w:val="28"/>
          <w:lang w:val="uk-UA"/>
        </w:rPr>
        <w:t>Керуючий справами виконкому</w:t>
      </w:r>
    </w:p>
    <w:p w:rsidR="005F77F6" w:rsidRPr="00B94149" w:rsidRDefault="005F77F6" w:rsidP="001763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Бахмут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>ської міської ради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>Т. І. Недашковська</w:t>
      </w:r>
    </w:p>
    <w:p w:rsidR="005F77F6" w:rsidRPr="00B94149" w:rsidRDefault="005F77F6" w:rsidP="00931C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77F6" w:rsidRPr="00B94149" w:rsidRDefault="005F77F6" w:rsidP="002917D2">
      <w:pPr>
        <w:spacing w:after="0"/>
        <w:ind w:firstLine="5245"/>
        <w:jc w:val="both"/>
        <w:rPr>
          <w:rFonts w:ascii="Times New Roman" w:hAnsi="Times New Roman"/>
          <w:iCs/>
          <w:sz w:val="28"/>
          <w:szCs w:val="28"/>
        </w:rPr>
      </w:pPr>
      <w:r w:rsidRPr="00B94149">
        <w:rPr>
          <w:rFonts w:ascii="Times New Roman" w:hAnsi="Times New Roman"/>
          <w:iCs/>
          <w:sz w:val="28"/>
          <w:szCs w:val="28"/>
        </w:rPr>
        <w:t>ЗАТВЕРДЖЕНО</w:t>
      </w:r>
    </w:p>
    <w:p w:rsidR="005F77F6" w:rsidRPr="00B94149" w:rsidRDefault="005F77F6" w:rsidP="00931CF6">
      <w:pPr>
        <w:pStyle w:val="BodyTextIndent"/>
        <w:ind w:left="5245" w:firstLine="14"/>
        <w:rPr>
          <w:iCs/>
          <w:szCs w:val="28"/>
        </w:rPr>
      </w:pPr>
      <w:r w:rsidRPr="00B94149">
        <w:rPr>
          <w:iCs/>
          <w:szCs w:val="28"/>
        </w:rPr>
        <w:t xml:space="preserve">Рішення виконкому </w:t>
      </w:r>
    </w:p>
    <w:p w:rsidR="005F77F6" w:rsidRPr="00B94149" w:rsidRDefault="005F77F6" w:rsidP="00931CF6">
      <w:pPr>
        <w:pStyle w:val="BodyTextIndent"/>
        <w:ind w:left="5245" w:firstLine="14"/>
        <w:rPr>
          <w:iCs/>
          <w:szCs w:val="28"/>
        </w:rPr>
      </w:pPr>
      <w:r>
        <w:rPr>
          <w:iCs/>
          <w:szCs w:val="28"/>
        </w:rPr>
        <w:t>Бахмутс</w:t>
      </w:r>
      <w:r w:rsidRPr="00B94149">
        <w:rPr>
          <w:iCs/>
          <w:szCs w:val="28"/>
        </w:rPr>
        <w:t xml:space="preserve">ької міської ради </w:t>
      </w:r>
    </w:p>
    <w:p w:rsidR="005F77F6" w:rsidRDefault="005F77F6" w:rsidP="00931CF6">
      <w:pPr>
        <w:pStyle w:val="BodyTextIndent"/>
        <w:ind w:left="5245" w:firstLine="14"/>
        <w:rPr>
          <w:szCs w:val="28"/>
          <w:lang w:val="ru-RU"/>
        </w:rPr>
      </w:pPr>
      <w:r w:rsidRPr="002917D2">
        <w:rPr>
          <w:szCs w:val="28"/>
        </w:rPr>
        <w:t xml:space="preserve">15.03.2017 № 50 </w:t>
      </w:r>
    </w:p>
    <w:p w:rsidR="005F77F6" w:rsidRPr="00B94149" w:rsidRDefault="005F77F6" w:rsidP="00931CF6">
      <w:pPr>
        <w:pStyle w:val="BodyTextIndent"/>
        <w:ind w:left="5245" w:firstLine="14"/>
        <w:rPr>
          <w:szCs w:val="28"/>
          <w:highlight w:val="yellow"/>
        </w:rPr>
      </w:pPr>
      <w:r w:rsidRPr="00B94149">
        <w:rPr>
          <w:b/>
          <w:szCs w:val="28"/>
          <w:highlight w:val="yellow"/>
        </w:rPr>
        <w:t xml:space="preserve">                                          </w:t>
      </w:r>
    </w:p>
    <w:p w:rsidR="005F77F6" w:rsidRPr="00B94149" w:rsidRDefault="005F77F6" w:rsidP="00931CF6">
      <w:pPr>
        <w:pStyle w:val="Heading1"/>
        <w:rPr>
          <w:sz w:val="28"/>
          <w:szCs w:val="28"/>
        </w:rPr>
      </w:pPr>
      <w:r w:rsidRPr="00B94149">
        <w:rPr>
          <w:sz w:val="28"/>
          <w:szCs w:val="28"/>
        </w:rPr>
        <w:t>ОРІЄНТОВНИЙ КОШТОРИС</w:t>
      </w:r>
    </w:p>
    <w:p w:rsidR="005F77F6" w:rsidRPr="00B94149" w:rsidRDefault="005F77F6" w:rsidP="00931CF6">
      <w:pPr>
        <w:pStyle w:val="BodyText"/>
        <w:jc w:val="center"/>
        <w:rPr>
          <w:szCs w:val="28"/>
        </w:rPr>
      </w:pPr>
      <w:r w:rsidRPr="00B94149">
        <w:rPr>
          <w:szCs w:val="28"/>
        </w:rPr>
        <w:t xml:space="preserve">витрат на організацію проведення заходів з увічнення пам’яті захисників України у м. </w:t>
      </w:r>
      <w:r>
        <w:rPr>
          <w:szCs w:val="28"/>
        </w:rPr>
        <w:t>Бахмуті</w:t>
      </w:r>
      <w:r w:rsidRPr="00B94149">
        <w:rPr>
          <w:szCs w:val="28"/>
        </w:rPr>
        <w:t xml:space="preserve"> в 201</w:t>
      </w:r>
      <w:r>
        <w:rPr>
          <w:szCs w:val="28"/>
        </w:rPr>
        <w:t>7</w:t>
      </w:r>
      <w:r w:rsidRPr="00B94149">
        <w:rPr>
          <w:szCs w:val="28"/>
        </w:rPr>
        <w:t xml:space="preserve"> році</w:t>
      </w:r>
    </w:p>
    <w:p w:rsidR="005F77F6" w:rsidRPr="00B94149" w:rsidRDefault="005F77F6" w:rsidP="00931CF6">
      <w:pPr>
        <w:pStyle w:val="BodyText"/>
        <w:rPr>
          <w:szCs w:val="28"/>
          <w:highlight w:val="yellow"/>
        </w:rPr>
      </w:pPr>
    </w:p>
    <w:p w:rsidR="005F77F6" w:rsidRPr="00B94149" w:rsidRDefault="005F77F6" w:rsidP="00931CF6">
      <w:pPr>
        <w:pStyle w:val="BodyText"/>
        <w:rPr>
          <w:b/>
          <w:szCs w:val="28"/>
        </w:rPr>
      </w:pPr>
      <w:r w:rsidRPr="00B94149">
        <w:rPr>
          <w:b/>
          <w:szCs w:val="28"/>
        </w:rPr>
        <w:t xml:space="preserve">Управління праці та соціального захисту </w:t>
      </w:r>
    </w:p>
    <w:p w:rsidR="005F77F6" w:rsidRPr="00B94149" w:rsidRDefault="005F77F6" w:rsidP="00931CF6">
      <w:pPr>
        <w:pStyle w:val="BodyText"/>
        <w:rPr>
          <w:b/>
          <w:szCs w:val="28"/>
        </w:rPr>
      </w:pPr>
      <w:r w:rsidRPr="00B94149">
        <w:rPr>
          <w:b/>
          <w:szCs w:val="28"/>
        </w:rPr>
        <w:t xml:space="preserve">населення </w:t>
      </w:r>
      <w:r>
        <w:rPr>
          <w:b/>
          <w:szCs w:val="28"/>
        </w:rPr>
        <w:t>Бахмут</w:t>
      </w:r>
      <w:r w:rsidRPr="00B94149">
        <w:rPr>
          <w:b/>
          <w:szCs w:val="28"/>
        </w:rPr>
        <w:t xml:space="preserve">ської міської ради:        </w:t>
      </w:r>
    </w:p>
    <w:p w:rsidR="005F77F6" w:rsidRPr="00B94149" w:rsidRDefault="005F77F6" w:rsidP="00931CF6">
      <w:pPr>
        <w:pStyle w:val="BodyText"/>
        <w:rPr>
          <w:b/>
          <w:szCs w:val="28"/>
        </w:rPr>
      </w:pPr>
      <w:r w:rsidRPr="00B94149">
        <w:rPr>
          <w:b/>
          <w:szCs w:val="28"/>
        </w:rPr>
        <w:t>Всього:</w:t>
      </w:r>
      <w:r w:rsidRPr="00B94149">
        <w:rPr>
          <w:b/>
          <w:szCs w:val="28"/>
        </w:rPr>
        <w:tab/>
      </w:r>
      <w:r w:rsidRPr="00B94149">
        <w:rPr>
          <w:b/>
          <w:szCs w:val="28"/>
        </w:rPr>
        <w:tab/>
      </w:r>
      <w:r w:rsidRPr="00B94149">
        <w:rPr>
          <w:b/>
          <w:szCs w:val="28"/>
        </w:rPr>
        <w:tab/>
      </w:r>
      <w:r w:rsidRPr="00B94149">
        <w:rPr>
          <w:b/>
          <w:szCs w:val="28"/>
        </w:rPr>
        <w:tab/>
      </w:r>
      <w:r w:rsidRPr="00B94149">
        <w:rPr>
          <w:b/>
          <w:szCs w:val="28"/>
        </w:rPr>
        <w:tab/>
      </w:r>
      <w:r w:rsidRPr="00B94149">
        <w:rPr>
          <w:b/>
          <w:szCs w:val="28"/>
        </w:rPr>
        <w:tab/>
      </w:r>
      <w:r w:rsidRPr="00B94149">
        <w:rPr>
          <w:b/>
          <w:szCs w:val="28"/>
        </w:rPr>
        <w:tab/>
        <w:t xml:space="preserve">          </w:t>
      </w:r>
      <w:r w:rsidRPr="00B94149">
        <w:rPr>
          <w:b/>
          <w:szCs w:val="28"/>
        </w:rPr>
        <w:tab/>
      </w:r>
      <w:r>
        <w:rPr>
          <w:b/>
          <w:szCs w:val="28"/>
        </w:rPr>
        <w:t>59,0 тис. грн.</w:t>
      </w:r>
    </w:p>
    <w:p w:rsidR="005F77F6" w:rsidRPr="000C5863" w:rsidRDefault="005F77F6" w:rsidP="00931CF6">
      <w:pPr>
        <w:pStyle w:val="BodyText"/>
        <w:rPr>
          <w:szCs w:val="28"/>
          <w:lang w:val="ru-RU"/>
        </w:rPr>
      </w:pPr>
      <w:r w:rsidRPr="00B94149">
        <w:rPr>
          <w:szCs w:val="28"/>
        </w:rPr>
        <w:t>Транспортні витрати</w:t>
      </w:r>
      <w:r w:rsidRPr="00B94149">
        <w:rPr>
          <w:szCs w:val="28"/>
        </w:rPr>
        <w:tab/>
      </w:r>
      <w:r w:rsidRPr="00B94149">
        <w:rPr>
          <w:szCs w:val="28"/>
        </w:rPr>
        <w:tab/>
      </w:r>
      <w:r w:rsidRPr="00B94149">
        <w:rPr>
          <w:szCs w:val="28"/>
        </w:rPr>
        <w:tab/>
      </w:r>
      <w:r w:rsidRPr="00B94149">
        <w:rPr>
          <w:szCs w:val="28"/>
        </w:rPr>
        <w:tab/>
      </w:r>
      <w:r w:rsidRPr="00B94149">
        <w:rPr>
          <w:szCs w:val="28"/>
        </w:rPr>
        <w:tab/>
      </w:r>
      <w:r w:rsidRPr="00B94149">
        <w:rPr>
          <w:szCs w:val="28"/>
        </w:rPr>
        <w:tab/>
        <w:t xml:space="preserve"> </w:t>
      </w:r>
      <w:r w:rsidRPr="000C5863">
        <w:rPr>
          <w:szCs w:val="28"/>
          <w:lang w:val="ru-RU"/>
        </w:rPr>
        <w:t>6</w:t>
      </w:r>
      <w:r w:rsidRPr="00B94149">
        <w:rPr>
          <w:szCs w:val="28"/>
        </w:rPr>
        <w:t xml:space="preserve">,0 тис. грн. </w:t>
      </w:r>
    </w:p>
    <w:p w:rsidR="005F77F6" w:rsidRPr="00206E16" w:rsidRDefault="005F77F6" w:rsidP="00931CF6">
      <w:pPr>
        <w:pStyle w:val="BodyText"/>
        <w:tabs>
          <w:tab w:val="left" w:pos="6536"/>
        </w:tabs>
        <w:jc w:val="left"/>
        <w:rPr>
          <w:szCs w:val="28"/>
        </w:rPr>
      </w:pPr>
      <w:r>
        <w:rPr>
          <w:szCs w:val="28"/>
        </w:rPr>
        <w:t xml:space="preserve">Проведення міських мітингів, покладання квітів          8,0 тис. грн                                                         </w:t>
      </w:r>
    </w:p>
    <w:p w:rsidR="005F77F6" w:rsidRPr="00B94149" w:rsidRDefault="005F77F6" w:rsidP="00931CF6">
      <w:pPr>
        <w:pStyle w:val="BodyText"/>
        <w:rPr>
          <w:szCs w:val="28"/>
        </w:rPr>
      </w:pPr>
      <w:r w:rsidRPr="00B94149">
        <w:rPr>
          <w:szCs w:val="28"/>
        </w:rPr>
        <w:t>Матеріальна допомога воїнам, які брали участь</w:t>
      </w:r>
    </w:p>
    <w:p w:rsidR="005F77F6" w:rsidRPr="00B94149" w:rsidRDefault="005F77F6" w:rsidP="00931CF6">
      <w:pPr>
        <w:pStyle w:val="BodyText"/>
        <w:rPr>
          <w:szCs w:val="28"/>
        </w:rPr>
      </w:pPr>
      <w:r w:rsidRPr="00B94149">
        <w:rPr>
          <w:szCs w:val="28"/>
        </w:rPr>
        <w:t>у захисті України в роки Другої світової війни та</w:t>
      </w:r>
    </w:p>
    <w:p w:rsidR="005F77F6" w:rsidRPr="00B94149" w:rsidRDefault="005F77F6" w:rsidP="00931CF6">
      <w:pPr>
        <w:pStyle w:val="BodyText"/>
        <w:rPr>
          <w:szCs w:val="28"/>
        </w:rPr>
      </w:pPr>
      <w:r w:rsidRPr="00B94149">
        <w:rPr>
          <w:szCs w:val="28"/>
        </w:rPr>
        <w:t>під час проведення антитерористичної операції</w:t>
      </w:r>
      <w:r w:rsidRPr="00B94149">
        <w:rPr>
          <w:szCs w:val="28"/>
        </w:rPr>
        <w:tab/>
        <w:t xml:space="preserve"> </w:t>
      </w:r>
      <w:r>
        <w:rPr>
          <w:szCs w:val="28"/>
        </w:rPr>
        <w:t>33,0</w:t>
      </w:r>
      <w:r w:rsidRPr="00B94149">
        <w:rPr>
          <w:szCs w:val="28"/>
        </w:rPr>
        <w:t xml:space="preserve"> тис. грн. </w:t>
      </w:r>
    </w:p>
    <w:p w:rsidR="005F77F6" w:rsidRPr="00B94149" w:rsidRDefault="005F77F6" w:rsidP="00931CF6">
      <w:pPr>
        <w:pStyle w:val="BodyText"/>
        <w:rPr>
          <w:szCs w:val="28"/>
        </w:rPr>
      </w:pPr>
      <w:r w:rsidRPr="00B94149">
        <w:rPr>
          <w:szCs w:val="28"/>
        </w:rPr>
        <w:t>Щомісячна стипендія ветеранам, яким</w:t>
      </w:r>
    </w:p>
    <w:p w:rsidR="005F77F6" w:rsidRPr="00B94149" w:rsidRDefault="005F77F6" w:rsidP="00931CF6">
      <w:pPr>
        <w:pStyle w:val="BodyText"/>
        <w:tabs>
          <w:tab w:val="left" w:pos="6379"/>
        </w:tabs>
        <w:rPr>
          <w:szCs w:val="28"/>
        </w:rPr>
      </w:pPr>
      <w:r w:rsidRPr="00B94149">
        <w:rPr>
          <w:szCs w:val="28"/>
        </w:rPr>
        <w:t xml:space="preserve">виповнилось 100 і більше років      </w:t>
      </w:r>
      <w:r>
        <w:rPr>
          <w:szCs w:val="28"/>
        </w:rPr>
        <w:t xml:space="preserve">                              12,0</w:t>
      </w:r>
      <w:r w:rsidRPr="00B94149">
        <w:rPr>
          <w:szCs w:val="28"/>
        </w:rPr>
        <w:t xml:space="preserve"> тис. грн.</w:t>
      </w:r>
    </w:p>
    <w:p w:rsidR="005F77F6" w:rsidRPr="00B94149" w:rsidRDefault="005F77F6" w:rsidP="00931CF6">
      <w:pPr>
        <w:pStyle w:val="BodyText"/>
        <w:rPr>
          <w:b/>
          <w:szCs w:val="28"/>
          <w:highlight w:val="yellow"/>
        </w:rPr>
      </w:pPr>
    </w:p>
    <w:p w:rsidR="005F77F6" w:rsidRDefault="005F77F6" w:rsidP="00931CF6">
      <w:pPr>
        <w:pStyle w:val="BodyText"/>
        <w:rPr>
          <w:b/>
          <w:szCs w:val="28"/>
        </w:rPr>
      </w:pPr>
      <w:r>
        <w:rPr>
          <w:b/>
          <w:szCs w:val="28"/>
        </w:rPr>
        <w:t>Управління</w:t>
      </w:r>
      <w:r w:rsidRPr="00B94149">
        <w:rPr>
          <w:b/>
          <w:szCs w:val="28"/>
        </w:rPr>
        <w:t xml:space="preserve"> розвитку міського господарства</w:t>
      </w:r>
      <w:r>
        <w:rPr>
          <w:b/>
          <w:szCs w:val="28"/>
        </w:rPr>
        <w:t xml:space="preserve"> </w:t>
      </w:r>
    </w:p>
    <w:p w:rsidR="005F77F6" w:rsidRDefault="005F77F6" w:rsidP="00931CF6">
      <w:pPr>
        <w:pStyle w:val="BodyText"/>
        <w:rPr>
          <w:b/>
          <w:szCs w:val="28"/>
        </w:rPr>
      </w:pPr>
      <w:r>
        <w:rPr>
          <w:b/>
          <w:szCs w:val="28"/>
        </w:rPr>
        <w:t>та капітального будівництва</w:t>
      </w:r>
      <w:r w:rsidRPr="00B94149">
        <w:rPr>
          <w:b/>
          <w:szCs w:val="28"/>
        </w:rPr>
        <w:t xml:space="preserve"> </w:t>
      </w:r>
      <w:r>
        <w:rPr>
          <w:b/>
          <w:szCs w:val="28"/>
        </w:rPr>
        <w:t>Бахмутської</w:t>
      </w:r>
      <w:r w:rsidRPr="00B94149">
        <w:rPr>
          <w:b/>
          <w:szCs w:val="28"/>
        </w:rPr>
        <w:t xml:space="preserve"> </w:t>
      </w:r>
    </w:p>
    <w:p w:rsidR="005F77F6" w:rsidRPr="00B94149" w:rsidRDefault="005F77F6" w:rsidP="00931CF6">
      <w:pPr>
        <w:pStyle w:val="BodyText"/>
        <w:rPr>
          <w:b/>
          <w:szCs w:val="28"/>
        </w:rPr>
      </w:pPr>
      <w:r w:rsidRPr="00B94149">
        <w:rPr>
          <w:b/>
          <w:szCs w:val="28"/>
        </w:rPr>
        <w:t xml:space="preserve">міської ради:                                       </w:t>
      </w:r>
    </w:p>
    <w:p w:rsidR="005F77F6" w:rsidRPr="00B94149" w:rsidRDefault="005F77F6" w:rsidP="00931CF6">
      <w:pPr>
        <w:pStyle w:val="BodyText"/>
        <w:rPr>
          <w:b/>
          <w:szCs w:val="28"/>
        </w:rPr>
      </w:pPr>
      <w:r w:rsidRPr="00B94149">
        <w:rPr>
          <w:b/>
          <w:szCs w:val="28"/>
        </w:rPr>
        <w:t>Всього</w:t>
      </w:r>
      <w:r>
        <w:rPr>
          <w:b/>
          <w:szCs w:val="28"/>
        </w:rPr>
        <w:t>: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70,0 тис. грн.</w:t>
      </w:r>
    </w:p>
    <w:p w:rsidR="005F77F6" w:rsidRPr="00B94149" w:rsidRDefault="005F77F6" w:rsidP="00931CF6">
      <w:pPr>
        <w:pStyle w:val="BodyText"/>
        <w:spacing w:line="240" w:lineRule="atLeast"/>
        <w:rPr>
          <w:szCs w:val="28"/>
        </w:rPr>
      </w:pPr>
      <w:r w:rsidRPr="00B94149">
        <w:rPr>
          <w:szCs w:val="28"/>
        </w:rPr>
        <w:t>Упорядження та утримання в належному стані</w:t>
      </w:r>
    </w:p>
    <w:p w:rsidR="005F77F6" w:rsidRPr="00B94149" w:rsidRDefault="005F77F6" w:rsidP="00931CF6">
      <w:pPr>
        <w:pStyle w:val="BodyText"/>
        <w:spacing w:line="240" w:lineRule="atLeast"/>
        <w:rPr>
          <w:szCs w:val="28"/>
        </w:rPr>
      </w:pPr>
      <w:r w:rsidRPr="00B94149">
        <w:rPr>
          <w:szCs w:val="28"/>
        </w:rPr>
        <w:t>Меморіальних комплексів, пам’ятників і</w:t>
      </w:r>
    </w:p>
    <w:p w:rsidR="005F77F6" w:rsidRPr="00B94149" w:rsidRDefault="005F77F6" w:rsidP="00931CF6">
      <w:pPr>
        <w:pStyle w:val="BodyText"/>
        <w:spacing w:line="240" w:lineRule="atLeast"/>
        <w:rPr>
          <w:szCs w:val="28"/>
        </w:rPr>
      </w:pPr>
      <w:r w:rsidRPr="00B94149">
        <w:rPr>
          <w:szCs w:val="28"/>
        </w:rPr>
        <w:t>меморіальних дощок на честь захисників України,</w:t>
      </w:r>
    </w:p>
    <w:p w:rsidR="005F77F6" w:rsidRPr="00B94149" w:rsidRDefault="005F77F6" w:rsidP="00931CF6">
      <w:pPr>
        <w:pStyle w:val="BodyText"/>
        <w:spacing w:line="240" w:lineRule="atLeast"/>
        <w:rPr>
          <w:szCs w:val="28"/>
        </w:rPr>
      </w:pPr>
      <w:r w:rsidRPr="00B94149">
        <w:rPr>
          <w:szCs w:val="28"/>
        </w:rPr>
        <w:t>а також місць поховання загиблих(померлих) осіб,</w:t>
      </w:r>
    </w:p>
    <w:p w:rsidR="005F77F6" w:rsidRPr="00B94149" w:rsidRDefault="005F77F6" w:rsidP="00931CF6">
      <w:pPr>
        <w:pStyle w:val="BodyText"/>
        <w:spacing w:line="240" w:lineRule="atLeast"/>
        <w:rPr>
          <w:szCs w:val="28"/>
        </w:rPr>
      </w:pPr>
      <w:r w:rsidRPr="00B94149">
        <w:rPr>
          <w:szCs w:val="28"/>
        </w:rPr>
        <w:t>які брали участь у захисті України в роки Другої</w:t>
      </w:r>
    </w:p>
    <w:p w:rsidR="005F77F6" w:rsidRPr="00B94149" w:rsidRDefault="005F77F6" w:rsidP="00931CF6">
      <w:pPr>
        <w:pStyle w:val="BodyText"/>
        <w:spacing w:line="240" w:lineRule="atLeast"/>
        <w:rPr>
          <w:szCs w:val="28"/>
        </w:rPr>
      </w:pPr>
      <w:r w:rsidRPr="00B94149">
        <w:rPr>
          <w:szCs w:val="28"/>
        </w:rPr>
        <w:t>світової війни та під час проведення</w:t>
      </w:r>
    </w:p>
    <w:p w:rsidR="005F77F6" w:rsidRPr="00B94149" w:rsidRDefault="005F77F6" w:rsidP="00931CF6">
      <w:pPr>
        <w:pStyle w:val="BodyText"/>
        <w:tabs>
          <w:tab w:val="left" w:pos="6379"/>
        </w:tabs>
        <w:spacing w:line="240" w:lineRule="atLeast"/>
        <w:rPr>
          <w:szCs w:val="28"/>
        </w:rPr>
      </w:pPr>
      <w:r w:rsidRPr="00B94149">
        <w:rPr>
          <w:szCs w:val="28"/>
        </w:rPr>
        <w:t>антитерористичної операції</w:t>
      </w:r>
      <w:r w:rsidRPr="00B94149">
        <w:rPr>
          <w:szCs w:val="28"/>
        </w:rPr>
        <w:tab/>
        <w:t xml:space="preserve"> </w:t>
      </w:r>
      <w:r>
        <w:rPr>
          <w:szCs w:val="28"/>
        </w:rPr>
        <w:t>7</w:t>
      </w:r>
      <w:r w:rsidRPr="00B94149">
        <w:rPr>
          <w:szCs w:val="28"/>
        </w:rPr>
        <w:t>0,0 тис. грн.</w:t>
      </w:r>
    </w:p>
    <w:p w:rsidR="005F77F6" w:rsidRPr="00B94149" w:rsidRDefault="005F77F6" w:rsidP="00931CF6">
      <w:pPr>
        <w:pStyle w:val="BodyText"/>
        <w:spacing w:line="240" w:lineRule="atLeast"/>
        <w:rPr>
          <w:szCs w:val="28"/>
        </w:rPr>
      </w:pPr>
      <w:r w:rsidRPr="00B94149">
        <w:rPr>
          <w:szCs w:val="28"/>
          <w:highlight w:val="yellow"/>
        </w:rPr>
        <w:t xml:space="preserve"> </w:t>
      </w:r>
    </w:p>
    <w:p w:rsidR="005F77F6" w:rsidRDefault="005F77F6" w:rsidP="00931CF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94149">
        <w:rPr>
          <w:rFonts w:ascii="Times New Roman" w:hAnsi="Times New Roman"/>
          <w:i/>
          <w:sz w:val="28"/>
          <w:szCs w:val="28"/>
          <w:lang w:val="uk-UA"/>
        </w:rPr>
        <w:t>Орієнтовний кошторис витрат на організацію проведення заходів з увічнення пам’яті захисників України</w:t>
      </w:r>
      <w:r w:rsidRPr="00B9414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B94149">
        <w:rPr>
          <w:rFonts w:ascii="Times New Roman" w:hAnsi="Times New Roman"/>
          <w:i/>
          <w:sz w:val="28"/>
          <w:szCs w:val="28"/>
          <w:lang w:val="uk-UA"/>
        </w:rPr>
        <w:t xml:space="preserve">у м. </w:t>
      </w:r>
      <w:r>
        <w:rPr>
          <w:rFonts w:ascii="Times New Roman" w:hAnsi="Times New Roman"/>
          <w:i/>
          <w:sz w:val="28"/>
          <w:szCs w:val="28"/>
          <w:lang w:val="uk-UA"/>
        </w:rPr>
        <w:t>Бахмуті</w:t>
      </w:r>
      <w:r w:rsidRPr="00B94149">
        <w:rPr>
          <w:rFonts w:ascii="Times New Roman" w:hAnsi="Times New Roman"/>
          <w:i/>
          <w:sz w:val="28"/>
          <w:szCs w:val="28"/>
          <w:lang w:val="uk-UA"/>
        </w:rPr>
        <w:t xml:space="preserve"> в 201</w:t>
      </w:r>
      <w:r>
        <w:rPr>
          <w:rFonts w:ascii="Times New Roman" w:hAnsi="Times New Roman"/>
          <w:i/>
          <w:sz w:val="28"/>
          <w:szCs w:val="28"/>
          <w:lang w:val="uk-UA"/>
        </w:rPr>
        <w:t>7</w:t>
      </w:r>
      <w:r w:rsidRPr="00B94149">
        <w:rPr>
          <w:rFonts w:ascii="Times New Roman" w:hAnsi="Times New Roman"/>
          <w:i/>
          <w:sz w:val="28"/>
          <w:szCs w:val="28"/>
          <w:lang w:val="uk-UA"/>
        </w:rPr>
        <w:t xml:space="preserve"> році підготовлено відділом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внутрішньої політики</w:t>
      </w:r>
      <w:r w:rsidRPr="00B9414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r w:rsidRPr="00B94149">
        <w:rPr>
          <w:rFonts w:ascii="Times New Roman" w:hAnsi="Times New Roman"/>
          <w:i/>
          <w:sz w:val="28"/>
          <w:szCs w:val="28"/>
          <w:lang w:val="uk-UA"/>
        </w:rPr>
        <w:t xml:space="preserve"> міської ради спільно з  </w:t>
      </w:r>
      <w:r>
        <w:rPr>
          <w:rFonts w:ascii="Times New Roman" w:hAnsi="Times New Roman"/>
          <w:i/>
          <w:sz w:val="28"/>
          <w:szCs w:val="28"/>
          <w:lang w:val="uk-UA"/>
        </w:rPr>
        <w:t>Ф</w:t>
      </w:r>
      <w:r w:rsidRPr="00B94149">
        <w:rPr>
          <w:rFonts w:ascii="Times New Roman" w:hAnsi="Times New Roman"/>
          <w:i/>
          <w:sz w:val="28"/>
          <w:szCs w:val="28"/>
          <w:lang w:val="uk-UA"/>
        </w:rPr>
        <w:t xml:space="preserve">інансовим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B94149">
        <w:rPr>
          <w:rFonts w:ascii="Times New Roman" w:hAnsi="Times New Roman"/>
          <w:i/>
          <w:sz w:val="28"/>
          <w:szCs w:val="28"/>
          <w:lang w:val="uk-UA"/>
        </w:rPr>
        <w:t xml:space="preserve">правлінням </w:t>
      </w:r>
      <w:r>
        <w:rPr>
          <w:rFonts w:ascii="Times New Roman" w:hAnsi="Times New Roman"/>
          <w:i/>
          <w:sz w:val="28"/>
          <w:szCs w:val="28"/>
          <w:lang w:val="uk-UA"/>
        </w:rPr>
        <w:t>Бахмутської міської ради.</w:t>
      </w:r>
    </w:p>
    <w:p w:rsidR="005F77F6" w:rsidRPr="00206E16" w:rsidRDefault="005F77F6" w:rsidP="00931CF6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  <w:lang w:val="uk-UA"/>
        </w:rPr>
      </w:pPr>
    </w:p>
    <w:p w:rsidR="005F77F6" w:rsidRPr="00B94149" w:rsidRDefault="005F77F6" w:rsidP="00931CF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94149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>Фінансового у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>правління</w:t>
      </w:r>
    </w:p>
    <w:p w:rsidR="005F77F6" w:rsidRPr="00B94149" w:rsidRDefault="005F77F6" w:rsidP="00931CF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Бахмут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>ської міської ради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  <w:t xml:space="preserve">       О. М. Ткаченко </w:t>
      </w:r>
    </w:p>
    <w:p w:rsidR="005F77F6" w:rsidRPr="00206E16" w:rsidRDefault="005F77F6" w:rsidP="00931CF6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5F77F6" w:rsidRPr="00B94149" w:rsidRDefault="005F77F6" w:rsidP="00931C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4149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відділу внутрішньої </w:t>
      </w:r>
    </w:p>
    <w:p w:rsidR="005F77F6" w:rsidRPr="00B94149" w:rsidRDefault="005F77F6" w:rsidP="00931CF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політики Бахмутс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 xml:space="preserve">ької міської ради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С.А. Кудрявих</w:t>
      </w:r>
    </w:p>
    <w:p w:rsidR="005F77F6" w:rsidRPr="00206E16" w:rsidRDefault="005F77F6" w:rsidP="00931CF6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5F77F6" w:rsidRPr="00B94149" w:rsidRDefault="005F77F6" w:rsidP="00931C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4149">
        <w:rPr>
          <w:rFonts w:ascii="Times New Roman" w:hAnsi="Times New Roman"/>
          <w:b/>
          <w:sz w:val="28"/>
          <w:szCs w:val="28"/>
          <w:lang w:val="uk-UA"/>
        </w:rPr>
        <w:t>Керуючий справами виконкому</w:t>
      </w:r>
    </w:p>
    <w:p w:rsidR="005F77F6" w:rsidRPr="00931CF6" w:rsidRDefault="005F77F6" w:rsidP="00931C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Бахмут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>ської міської ради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Т. І. Недашковська</w:t>
      </w:r>
    </w:p>
    <w:sectPr w:rsidR="005F77F6" w:rsidRPr="00931CF6" w:rsidSect="00AB7CE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21EE"/>
    <w:multiLevelType w:val="hybridMultilevel"/>
    <w:tmpl w:val="D0C82F2C"/>
    <w:lvl w:ilvl="0" w:tplc="3954D90E">
      <w:start w:val="1"/>
      <w:numFmt w:val="bullet"/>
      <w:lvlText w:val="-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571258"/>
    <w:multiLevelType w:val="hybridMultilevel"/>
    <w:tmpl w:val="F41EE0E0"/>
    <w:lvl w:ilvl="0" w:tplc="1BBE885E">
      <w:numFmt w:val="bullet"/>
      <w:lvlText w:val="-"/>
      <w:lvlJc w:val="left"/>
      <w:pPr>
        <w:tabs>
          <w:tab w:val="num" w:pos="1530"/>
        </w:tabs>
        <w:ind w:left="1530" w:hanging="45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B222CCE"/>
    <w:multiLevelType w:val="hybridMultilevel"/>
    <w:tmpl w:val="F4D63F82"/>
    <w:lvl w:ilvl="0" w:tplc="F1586EA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202D0C"/>
    <w:multiLevelType w:val="hybridMultilevel"/>
    <w:tmpl w:val="C1B4BC68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CEB291D"/>
    <w:multiLevelType w:val="hybridMultilevel"/>
    <w:tmpl w:val="D70808FA"/>
    <w:lvl w:ilvl="0" w:tplc="D2B27BD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8E1C4B"/>
    <w:multiLevelType w:val="hybridMultilevel"/>
    <w:tmpl w:val="E10AD034"/>
    <w:lvl w:ilvl="0" w:tplc="FFFFFFFF">
      <w:start w:val="22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6">
    <w:nsid w:val="2AE132AF"/>
    <w:multiLevelType w:val="multilevel"/>
    <w:tmpl w:val="39640B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7">
    <w:nsid w:val="2BBF6E7E"/>
    <w:multiLevelType w:val="hybridMultilevel"/>
    <w:tmpl w:val="57B2C54C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61E65A5"/>
    <w:multiLevelType w:val="hybridMultilevel"/>
    <w:tmpl w:val="B4D83A1E"/>
    <w:lvl w:ilvl="0" w:tplc="2FDEBB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7B974B7"/>
    <w:multiLevelType w:val="hybridMultilevel"/>
    <w:tmpl w:val="9D0C85C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2E3D8D"/>
    <w:multiLevelType w:val="hybridMultilevel"/>
    <w:tmpl w:val="39D65A96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A0F5CBF"/>
    <w:multiLevelType w:val="hybridMultilevel"/>
    <w:tmpl w:val="CBE0F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3F7740E"/>
    <w:multiLevelType w:val="hybridMultilevel"/>
    <w:tmpl w:val="F75C2D74"/>
    <w:lvl w:ilvl="0" w:tplc="D2B27BD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D7288F"/>
    <w:multiLevelType w:val="hybridMultilevel"/>
    <w:tmpl w:val="BDE0C150"/>
    <w:lvl w:ilvl="0" w:tplc="009A5A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8E063B"/>
    <w:multiLevelType w:val="hybridMultilevel"/>
    <w:tmpl w:val="6772DD66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F1208B1"/>
    <w:multiLevelType w:val="hybridMultilevel"/>
    <w:tmpl w:val="A576373A"/>
    <w:lvl w:ilvl="0" w:tplc="D2B27B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5A5249"/>
    <w:multiLevelType w:val="hybridMultilevel"/>
    <w:tmpl w:val="EE96AE50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63C4C44"/>
    <w:multiLevelType w:val="hybridMultilevel"/>
    <w:tmpl w:val="3A9A70BA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6506033"/>
    <w:multiLevelType w:val="hybridMultilevel"/>
    <w:tmpl w:val="B41E56DC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6E06946"/>
    <w:multiLevelType w:val="hybridMultilevel"/>
    <w:tmpl w:val="0952CEA8"/>
    <w:lvl w:ilvl="0" w:tplc="4A285172">
      <w:start w:val="1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0">
    <w:nsid w:val="6ED53C2B"/>
    <w:multiLevelType w:val="hybridMultilevel"/>
    <w:tmpl w:val="443653A4"/>
    <w:lvl w:ilvl="0" w:tplc="FFFFFFFF">
      <w:start w:val="2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F4E57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7182D59"/>
    <w:multiLevelType w:val="hybridMultilevel"/>
    <w:tmpl w:val="EFE85C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3">
    <w:nsid w:val="7DD40EA3"/>
    <w:multiLevelType w:val="hybridMultilevel"/>
    <w:tmpl w:val="91500E82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1"/>
  </w:num>
  <w:num w:numId="2">
    <w:abstractNumId w:val="5"/>
  </w:num>
  <w:num w:numId="3">
    <w:abstractNumId w:val="11"/>
  </w:num>
  <w:num w:numId="4">
    <w:abstractNumId w:val="15"/>
  </w:num>
  <w:num w:numId="5">
    <w:abstractNumId w:val="2"/>
  </w:num>
  <w:num w:numId="6">
    <w:abstractNumId w:val="6"/>
  </w:num>
  <w:num w:numId="7">
    <w:abstractNumId w:val="12"/>
  </w:num>
  <w:num w:numId="8">
    <w:abstractNumId w:val="4"/>
  </w:num>
  <w:num w:numId="9">
    <w:abstractNumId w:val="20"/>
  </w:num>
  <w:num w:numId="10">
    <w:abstractNumId w:val="9"/>
  </w:num>
  <w:num w:numId="11">
    <w:abstractNumId w:val="19"/>
  </w:num>
  <w:num w:numId="12">
    <w:abstractNumId w:val="22"/>
  </w:num>
  <w:num w:numId="13">
    <w:abstractNumId w:val="13"/>
  </w:num>
  <w:num w:numId="14">
    <w:abstractNumId w:val="1"/>
  </w:num>
  <w:num w:numId="15">
    <w:abstractNumId w:val="8"/>
  </w:num>
  <w:num w:numId="16">
    <w:abstractNumId w:val="17"/>
  </w:num>
  <w:num w:numId="17">
    <w:abstractNumId w:val="23"/>
  </w:num>
  <w:num w:numId="18">
    <w:abstractNumId w:val="18"/>
  </w:num>
  <w:num w:numId="19">
    <w:abstractNumId w:val="10"/>
  </w:num>
  <w:num w:numId="20">
    <w:abstractNumId w:val="16"/>
  </w:num>
  <w:num w:numId="21">
    <w:abstractNumId w:val="14"/>
  </w:num>
  <w:num w:numId="22">
    <w:abstractNumId w:val="3"/>
  </w:num>
  <w:num w:numId="23">
    <w:abstractNumId w:val="7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FAA"/>
    <w:rsid w:val="00000418"/>
    <w:rsid w:val="00000CA6"/>
    <w:rsid w:val="0000241C"/>
    <w:rsid w:val="00006CA9"/>
    <w:rsid w:val="00006D65"/>
    <w:rsid w:val="00011765"/>
    <w:rsid w:val="00011DED"/>
    <w:rsid w:val="000131C5"/>
    <w:rsid w:val="0002100D"/>
    <w:rsid w:val="00021231"/>
    <w:rsid w:val="000301A8"/>
    <w:rsid w:val="00030DBA"/>
    <w:rsid w:val="00031DC6"/>
    <w:rsid w:val="00033A6F"/>
    <w:rsid w:val="00034156"/>
    <w:rsid w:val="00034C43"/>
    <w:rsid w:val="00035C71"/>
    <w:rsid w:val="00036758"/>
    <w:rsid w:val="00037B1C"/>
    <w:rsid w:val="00040521"/>
    <w:rsid w:val="0004164B"/>
    <w:rsid w:val="00053989"/>
    <w:rsid w:val="00053BAA"/>
    <w:rsid w:val="000556E9"/>
    <w:rsid w:val="000638F6"/>
    <w:rsid w:val="00066212"/>
    <w:rsid w:val="00067542"/>
    <w:rsid w:val="0006776D"/>
    <w:rsid w:val="00067CC1"/>
    <w:rsid w:val="000707E0"/>
    <w:rsid w:val="00070EDB"/>
    <w:rsid w:val="00074D68"/>
    <w:rsid w:val="00080203"/>
    <w:rsid w:val="00080F40"/>
    <w:rsid w:val="0008306E"/>
    <w:rsid w:val="00084C03"/>
    <w:rsid w:val="000868E9"/>
    <w:rsid w:val="0009442A"/>
    <w:rsid w:val="00096305"/>
    <w:rsid w:val="0009709E"/>
    <w:rsid w:val="000A09F6"/>
    <w:rsid w:val="000A305C"/>
    <w:rsid w:val="000A4111"/>
    <w:rsid w:val="000A58E6"/>
    <w:rsid w:val="000B0855"/>
    <w:rsid w:val="000B0C31"/>
    <w:rsid w:val="000B1772"/>
    <w:rsid w:val="000B56AA"/>
    <w:rsid w:val="000B6C8C"/>
    <w:rsid w:val="000B6E98"/>
    <w:rsid w:val="000C36A7"/>
    <w:rsid w:val="000C48D8"/>
    <w:rsid w:val="000C4D78"/>
    <w:rsid w:val="000C5863"/>
    <w:rsid w:val="000D3F97"/>
    <w:rsid w:val="000D5B1D"/>
    <w:rsid w:val="000D66EA"/>
    <w:rsid w:val="000E061D"/>
    <w:rsid w:val="000E23D3"/>
    <w:rsid w:val="000E3121"/>
    <w:rsid w:val="000E41CD"/>
    <w:rsid w:val="000E5C3F"/>
    <w:rsid w:val="000F1912"/>
    <w:rsid w:val="000F5D1F"/>
    <w:rsid w:val="00101DA9"/>
    <w:rsid w:val="0010345C"/>
    <w:rsid w:val="00103B4E"/>
    <w:rsid w:val="00104572"/>
    <w:rsid w:val="00105CC1"/>
    <w:rsid w:val="0011258E"/>
    <w:rsid w:val="00112755"/>
    <w:rsid w:val="00113F6E"/>
    <w:rsid w:val="00114E58"/>
    <w:rsid w:val="00115C26"/>
    <w:rsid w:val="00117FFB"/>
    <w:rsid w:val="00123343"/>
    <w:rsid w:val="00123E4D"/>
    <w:rsid w:val="00125016"/>
    <w:rsid w:val="001275CD"/>
    <w:rsid w:val="001317AD"/>
    <w:rsid w:val="00131DFF"/>
    <w:rsid w:val="00134448"/>
    <w:rsid w:val="00136E5B"/>
    <w:rsid w:val="0013704D"/>
    <w:rsid w:val="001370E2"/>
    <w:rsid w:val="00137D88"/>
    <w:rsid w:val="00137DA6"/>
    <w:rsid w:val="0014273E"/>
    <w:rsid w:val="00143F1B"/>
    <w:rsid w:val="00146A3A"/>
    <w:rsid w:val="00153C3F"/>
    <w:rsid w:val="001547C4"/>
    <w:rsid w:val="00160CCC"/>
    <w:rsid w:val="001619C0"/>
    <w:rsid w:val="0016206E"/>
    <w:rsid w:val="001656AF"/>
    <w:rsid w:val="001662EC"/>
    <w:rsid w:val="00167373"/>
    <w:rsid w:val="00171EBE"/>
    <w:rsid w:val="0017634F"/>
    <w:rsid w:val="0017723C"/>
    <w:rsid w:val="00177BC2"/>
    <w:rsid w:val="00180EAB"/>
    <w:rsid w:val="00181D89"/>
    <w:rsid w:val="001861ED"/>
    <w:rsid w:val="0018659D"/>
    <w:rsid w:val="00186E15"/>
    <w:rsid w:val="00186EFA"/>
    <w:rsid w:val="0019470B"/>
    <w:rsid w:val="00195770"/>
    <w:rsid w:val="001965CB"/>
    <w:rsid w:val="001A202B"/>
    <w:rsid w:val="001A68E0"/>
    <w:rsid w:val="001A6AB6"/>
    <w:rsid w:val="001A6EA1"/>
    <w:rsid w:val="001B1BFD"/>
    <w:rsid w:val="001B418B"/>
    <w:rsid w:val="001C17D1"/>
    <w:rsid w:val="001C43A6"/>
    <w:rsid w:val="001D1D6D"/>
    <w:rsid w:val="001D3CE6"/>
    <w:rsid w:val="001D5695"/>
    <w:rsid w:val="001D6E8A"/>
    <w:rsid w:val="001E2D6F"/>
    <w:rsid w:val="001E2EFC"/>
    <w:rsid w:val="001E48D3"/>
    <w:rsid w:val="001E63DB"/>
    <w:rsid w:val="001E6FF5"/>
    <w:rsid w:val="001F0E16"/>
    <w:rsid w:val="001F3AF4"/>
    <w:rsid w:val="001F4B0A"/>
    <w:rsid w:val="001F5C2E"/>
    <w:rsid w:val="00200CAD"/>
    <w:rsid w:val="00202D0F"/>
    <w:rsid w:val="00206CFA"/>
    <w:rsid w:val="00206E16"/>
    <w:rsid w:val="002100F7"/>
    <w:rsid w:val="00211BCB"/>
    <w:rsid w:val="002134B0"/>
    <w:rsid w:val="00213ED6"/>
    <w:rsid w:val="0021515E"/>
    <w:rsid w:val="00215837"/>
    <w:rsid w:val="00220CCA"/>
    <w:rsid w:val="00222B61"/>
    <w:rsid w:val="002271AC"/>
    <w:rsid w:val="0023197E"/>
    <w:rsid w:val="00231B19"/>
    <w:rsid w:val="00234F55"/>
    <w:rsid w:val="002360DF"/>
    <w:rsid w:val="002365FC"/>
    <w:rsid w:val="002432D3"/>
    <w:rsid w:val="00243AC5"/>
    <w:rsid w:val="00244CA0"/>
    <w:rsid w:val="00245118"/>
    <w:rsid w:val="00247005"/>
    <w:rsid w:val="002526A8"/>
    <w:rsid w:val="002529A0"/>
    <w:rsid w:val="002545B6"/>
    <w:rsid w:val="00255D2A"/>
    <w:rsid w:val="00260BF8"/>
    <w:rsid w:val="0027444B"/>
    <w:rsid w:val="002764C8"/>
    <w:rsid w:val="00277FBC"/>
    <w:rsid w:val="00280652"/>
    <w:rsid w:val="00281110"/>
    <w:rsid w:val="00283B42"/>
    <w:rsid w:val="00291102"/>
    <w:rsid w:val="002913CD"/>
    <w:rsid w:val="002917D2"/>
    <w:rsid w:val="0029197D"/>
    <w:rsid w:val="002959E1"/>
    <w:rsid w:val="002963CB"/>
    <w:rsid w:val="002A1FCE"/>
    <w:rsid w:val="002A3957"/>
    <w:rsid w:val="002A6EAD"/>
    <w:rsid w:val="002A73F6"/>
    <w:rsid w:val="002A75D0"/>
    <w:rsid w:val="002B1D77"/>
    <w:rsid w:val="002B2EBB"/>
    <w:rsid w:val="002B5287"/>
    <w:rsid w:val="002B5E14"/>
    <w:rsid w:val="002B724F"/>
    <w:rsid w:val="002B72C3"/>
    <w:rsid w:val="002C3824"/>
    <w:rsid w:val="002C3F74"/>
    <w:rsid w:val="002D2042"/>
    <w:rsid w:val="002D5280"/>
    <w:rsid w:val="002D62D1"/>
    <w:rsid w:val="002E2589"/>
    <w:rsid w:val="002E383E"/>
    <w:rsid w:val="002E4208"/>
    <w:rsid w:val="002E42F5"/>
    <w:rsid w:val="002E6B9A"/>
    <w:rsid w:val="002E6CC9"/>
    <w:rsid w:val="002E71FA"/>
    <w:rsid w:val="002F02CA"/>
    <w:rsid w:val="002F4382"/>
    <w:rsid w:val="0030392F"/>
    <w:rsid w:val="00303A82"/>
    <w:rsid w:val="00306C4E"/>
    <w:rsid w:val="00314575"/>
    <w:rsid w:val="00315B1E"/>
    <w:rsid w:val="003169EB"/>
    <w:rsid w:val="003200FA"/>
    <w:rsid w:val="0032392D"/>
    <w:rsid w:val="00324305"/>
    <w:rsid w:val="00331342"/>
    <w:rsid w:val="00331F39"/>
    <w:rsid w:val="00333887"/>
    <w:rsid w:val="00333A88"/>
    <w:rsid w:val="00333F1A"/>
    <w:rsid w:val="00336DD0"/>
    <w:rsid w:val="0034016D"/>
    <w:rsid w:val="00340D5E"/>
    <w:rsid w:val="00341097"/>
    <w:rsid w:val="0034453F"/>
    <w:rsid w:val="00344FA9"/>
    <w:rsid w:val="00345D6E"/>
    <w:rsid w:val="003514A3"/>
    <w:rsid w:val="00352DAB"/>
    <w:rsid w:val="00353198"/>
    <w:rsid w:val="00354287"/>
    <w:rsid w:val="00355A6D"/>
    <w:rsid w:val="00356951"/>
    <w:rsid w:val="003631AA"/>
    <w:rsid w:val="00363958"/>
    <w:rsid w:val="003651F9"/>
    <w:rsid w:val="00372044"/>
    <w:rsid w:val="0037243F"/>
    <w:rsid w:val="003725CD"/>
    <w:rsid w:val="00372B5D"/>
    <w:rsid w:val="003738BE"/>
    <w:rsid w:val="0037436C"/>
    <w:rsid w:val="00374F7D"/>
    <w:rsid w:val="003802A7"/>
    <w:rsid w:val="0038284A"/>
    <w:rsid w:val="00382B10"/>
    <w:rsid w:val="00382FCB"/>
    <w:rsid w:val="003841ED"/>
    <w:rsid w:val="00384DD7"/>
    <w:rsid w:val="003864EE"/>
    <w:rsid w:val="00390218"/>
    <w:rsid w:val="003903C5"/>
    <w:rsid w:val="00394982"/>
    <w:rsid w:val="003978E9"/>
    <w:rsid w:val="003A2D1F"/>
    <w:rsid w:val="003A3FA0"/>
    <w:rsid w:val="003B095F"/>
    <w:rsid w:val="003B377A"/>
    <w:rsid w:val="003B57DA"/>
    <w:rsid w:val="003B5AE2"/>
    <w:rsid w:val="003C0317"/>
    <w:rsid w:val="003C1D1E"/>
    <w:rsid w:val="003C3F82"/>
    <w:rsid w:val="003C513B"/>
    <w:rsid w:val="003D02E9"/>
    <w:rsid w:val="003D208A"/>
    <w:rsid w:val="003D276E"/>
    <w:rsid w:val="003D4A76"/>
    <w:rsid w:val="003D6850"/>
    <w:rsid w:val="003D7E5F"/>
    <w:rsid w:val="003E0887"/>
    <w:rsid w:val="003E3942"/>
    <w:rsid w:val="003E58C4"/>
    <w:rsid w:val="003E71F0"/>
    <w:rsid w:val="003E7808"/>
    <w:rsid w:val="003F04F6"/>
    <w:rsid w:val="003F4F0E"/>
    <w:rsid w:val="003F6726"/>
    <w:rsid w:val="003F6E68"/>
    <w:rsid w:val="003F784F"/>
    <w:rsid w:val="003F7FAD"/>
    <w:rsid w:val="00400DB9"/>
    <w:rsid w:val="00400E17"/>
    <w:rsid w:val="00404639"/>
    <w:rsid w:val="0040527D"/>
    <w:rsid w:val="00406464"/>
    <w:rsid w:val="004071E5"/>
    <w:rsid w:val="0041195A"/>
    <w:rsid w:val="004134AD"/>
    <w:rsid w:val="00414DE1"/>
    <w:rsid w:val="004151A2"/>
    <w:rsid w:val="004174A4"/>
    <w:rsid w:val="00417536"/>
    <w:rsid w:val="00417A22"/>
    <w:rsid w:val="00421A90"/>
    <w:rsid w:val="00421DA9"/>
    <w:rsid w:val="0042532E"/>
    <w:rsid w:val="00427327"/>
    <w:rsid w:val="004307DD"/>
    <w:rsid w:val="00431455"/>
    <w:rsid w:val="00434507"/>
    <w:rsid w:val="00436EAC"/>
    <w:rsid w:val="00437B25"/>
    <w:rsid w:val="00441256"/>
    <w:rsid w:val="00441AA5"/>
    <w:rsid w:val="004428E3"/>
    <w:rsid w:val="004452BA"/>
    <w:rsid w:val="00451469"/>
    <w:rsid w:val="004528D2"/>
    <w:rsid w:val="00454026"/>
    <w:rsid w:val="0045545D"/>
    <w:rsid w:val="004609D2"/>
    <w:rsid w:val="00461145"/>
    <w:rsid w:val="00461C33"/>
    <w:rsid w:val="0046243D"/>
    <w:rsid w:val="0046268A"/>
    <w:rsid w:val="00467886"/>
    <w:rsid w:val="00470314"/>
    <w:rsid w:val="00470D43"/>
    <w:rsid w:val="00471D40"/>
    <w:rsid w:val="00472007"/>
    <w:rsid w:val="00472C9D"/>
    <w:rsid w:val="00477BFD"/>
    <w:rsid w:val="00487E32"/>
    <w:rsid w:val="00490366"/>
    <w:rsid w:val="00492E37"/>
    <w:rsid w:val="0049332C"/>
    <w:rsid w:val="00493389"/>
    <w:rsid w:val="00494960"/>
    <w:rsid w:val="004968A4"/>
    <w:rsid w:val="004A340A"/>
    <w:rsid w:val="004A3E60"/>
    <w:rsid w:val="004A6499"/>
    <w:rsid w:val="004A65B0"/>
    <w:rsid w:val="004A697E"/>
    <w:rsid w:val="004A6F71"/>
    <w:rsid w:val="004B00B5"/>
    <w:rsid w:val="004B4DB6"/>
    <w:rsid w:val="004D176F"/>
    <w:rsid w:val="004D6508"/>
    <w:rsid w:val="004E0A0C"/>
    <w:rsid w:val="004E2956"/>
    <w:rsid w:val="004E7ABA"/>
    <w:rsid w:val="005005BE"/>
    <w:rsid w:val="005011AF"/>
    <w:rsid w:val="00504B08"/>
    <w:rsid w:val="00511502"/>
    <w:rsid w:val="0051205D"/>
    <w:rsid w:val="00520125"/>
    <w:rsid w:val="005202B3"/>
    <w:rsid w:val="00520A31"/>
    <w:rsid w:val="005247FE"/>
    <w:rsid w:val="00525740"/>
    <w:rsid w:val="00533275"/>
    <w:rsid w:val="0053335C"/>
    <w:rsid w:val="00534960"/>
    <w:rsid w:val="005554A9"/>
    <w:rsid w:val="0055628E"/>
    <w:rsid w:val="00561C4E"/>
    <w:rsid w:val="005635E7"/>
    <w:rsid w:val="00564713"/>
    <w:rsid w:val="0056639F"/>
    <w:rsid w:val="00566DEA"/>
    <w:rsid w:val="005714EE"/>
    <w:rsid w:val="00574274"/>
    <w:rsid w:val="005745A9"/>
    <w:rsid w:val="00574E76"/>
    <w:rsid w:val="0057587A"/>
    <w:rsid w:val="00575B20"/>
    <w:rsid w:val="0057788A"/>
    <w:rsid w:val="00584A50"/>
    <w:rsid w:val="00585A85"/>
    <w:rsid w:val="00592389"/>
    <w:rsid w:val="005956E4"/>
    <w:rsid w:val="0059588D"/>
    <w:rsid w:val="005A2410"/>
    <w:rsid w:val="005A5462"/>
    <w:rsid w:val="005A7482"/>
    <w:rsid w:val="005B1736"/>
    <w:rsid w:val="005B50A5"/>
    <w:rsid w:val="005B5C15"/>
    <w:rsid w:val="005B6B7E"/>
    <w:rsid w:val="005C056E"/>
    <w:rsid w:val="005C6DE2"/>
    <w:rsid w:val="005C71DF"/>
    <w:rsid w:val="005D0549"/>
    <w:rsid w:val="005D5C58"/>
    <w:rsid w:val="005E0684"/>
    <w:rsid w:val="005E0854"/>
    <w:rsid w:val="005E4B37"/>
    <w:rsid w:val="005E4E2C"/>
    <w:rsid w:val="005E6701"/>
    <w:rsid w:val="005F1F5D"/>
    <w:rsid w:val="005F22BE"/>
    <w:rsid w:val="005F28C2"/>
    <w:rsid w:val="005F5B33"/>
    <w:rsid w:val="005F77F6"/>
    <w:rsid w:val="00601D4C"/>
    <w:rsid w:val="00602F97"/>
    <w:rsid w:val="006066D8"/>
    <w:rsid w:val="0061076A"/>
    <w:rsid w:val="006118CA"/>
    <w:rsid w:val="00612BC0"/>
    <w:rsid w:val="006162BF"/>
    <w:rsid w:val="006170BA"/>
    <w:rsid w:val="00617B6C"/>
    <w:rsid w:val="00621EDA"/>
    <w:rsid w:val="00622047"/>
    <w:rsid w:val="0062349D"/>
    <w:rsid w:val="00625223"/>
    <w:rsid w:val="00625E6F"/>
    <w:rsid w:val="006306AC"/>
    <w:rsid w:val="00631921"/>
    <w:rsid w:val="00631DBA"/>
    <w:rsid w:val="006320F1"/>
    <w:rsid w:val="0063333D"/>
    <w:rsid w:val="00633E1A"/>
    <w:rsid w:val="006345EF"/>
    <w:rsid w:val="00635178"/>
    <w:rsid w:val="00640A15"/>
    <w:rsid w:val="00647D5E"/>
    <w:rsid w:val="0065145A"/>
    <w:rsid w:val="00651750"/>
    <w:rsid w:val="00654175"/>
    <w:rsid w:val="0065504B"/>
    <w:rsid w:val="006558A5"/>
    <w:rsid w:val="00660A27"/>
    <w:rsid w:val="006611D8"/>
    <w:rsid w:val="00661C1A"/>
    <w:rsid w:val="00661C5B"/>
    <w:rsid w:val="00665477"/>
    <w:rsid w:val="006715FF"/>
    <w:rsid w:val="00671825"/>
    <w:rsid w:val="00671CD1"/>
    <w:rsid w:val="00674059"/>
    <w:rsid w:val="00676BE4"/>
    <w:rsid w:val="00676CEC"/>
    <w:rsid w:val="006836F6"/>
    <w:rsid w:val="0068742E"/>
    <w:rsid w:val="006908F8"/>
    <w:rsid w:val="00691E86"/>
    <w:rsid w:val="006930AE"/>
    <w:rsid w:val="0069767C"/>
    <w:rsid w:val="00697D54"/>
    <w:rsid w:val="006A1853"/>
    <w:rsid w:val="006A2268"/>
    <w:rsid w:val="006A2547"/>
    <w:rsid w:val="006A40C6"/>
    <w:rsid w:val="006A66C1"/>
    <w:rsid w:val="006A6C5E"/>
    <w:rsid w:val="006B3A94"/>
    <w:rsid w:val="006B66A1"/>
    <w:rsid w:val="006C6182"/>
    <w:rsid w:val="006C6DED"/>
    <w:rsid w:val="006D41BA"/>
    <w:rsid w:val="006D72D8"/>
    <w:rsid w:val="006D780B"/>
    <w:rsid w:val="006E347E"/>
    <w:rsid w:val="006E43FA"/>
    <w:rsid w:val="006E574A"/>
    <w:rsid w:val="006E79CC"/>
    <w:rsid w:val="006F026D"/>
    <w:rsid w:val="006F1845"/>
    <w:rsid w:val="006F2114"/>
    <w:rsid w:val="006F2D37"/>
    <w:rsid w:val="006F436C"/>
    <w:rsid w:val="006F5069"/>
    <w:rsid w:val="006F7662"/>
    <w:rsid w:val="006F780A"/>
    <w:rsid w:val="007001B7"/>
    <w:rsid w:val="00701FB2"/>
    <w:rsid w:val="00702FCA"/>
    <w:rsid w:val="00703491"/>
    <w:rsid w:val="0070414F"/>
    <w:rsid w:val="007049FA"/>
    <w:rsid w:val="007062B2"/>
    <w:rsid w:val="00710176"/>
    <w:rsid w:val="00710974"/>
    <w:rsid w:val="0071308B"/>
    <w:rsid w:val="00714308"/>
    <w:rsid w:val="00715FB2"/>
    <w:rsid w:val="00720CFF"/>
    <w:rsid w:val="00726828"/>
    <w:rsid w:val="00730671"/>
    <w:rsid w:val="007320B0"/>
    <w:rsid w:val="007324C5"/>
    <w:rsid w:val="00733F20"/>
    <w:rsid w:val="00736BE4"/>
    <w:rsid w:val="007417C9"/>
    <w:rsid w:val="007452BE"/>
    <w:rsid w:val="0074570A"/>
    <w:rsid w:val="0075009C"/>
    <w:rsid w:val="00752718"/>
    <w:rsid w:val="00754C3A"/>
    <w:rsid w:val="00756806"/>
    <w:rsid w:val="00756BAB"/>
    <w:rsid w:val="00756C97"/>
    <w:rsid w:val="007650D5"/>
    <w:rsid w:val="007672E1"/>
    <w:rsid w:val="00767827"/>
    <w:rsid w:val="00770ED7"/>
    <w:rsid w:val="007717DB"/>
    <w:rsid w:val="007725A8"/>
    <w:rsid w:val="00774683"/>
    <w:rsid w:val="00774E3D"/>
    <w:rsid w:val="007820AB"/>
    <w:rsid w:val="0078301E"/>
    <w:rsid w:val="007849CA"/>
    <w:rsid w:val="007861E9"/>
    <w:rsid w:val="0079002D"/>
    <w:rsid w:val="007912A2"/>
    <w:rsid w:val="0079456A"/>
    <w:rsid w:val="0079531D"/>
    <w:rsid w:val="00795830"/>
    <w:rsid w:val="00797A71"/>
    <w:rsid w:val="00797C5A"/>
    <w:rsid w:val="007A2A25"/>
    <w:rsid w:val="007A4146"/>
    <w:rsid w:val="007A4BB9"/>
    <w:rsid w:val="007A521C"/>
    <w:rsid w:val="007A6516"/>
    <w:rsid w:val="007A7ADB"/>
    <w:rsid w:val="007B30E5"/>
    <w:rsid w:val="007B42FD"/>
    <w:rsid w:val="007B7484"/>
    <w:rsid w:val="007C198E"/>
    <w:rsid w:val="007C2AEE"/>
    <w:rsid w:val="007C322B"/>
    <w:rsid w:val="007C4BB6"/>
    <w:rsid w:val="007D2E77"/>
    <w:rsid w:val="007D356A"/>
    <w:rsid w:val="007D419E"/>
    <w:rsid w:val="007D447A"/>
    <w:rsid w:val="007D4EE4"/>
    <w:rsid w:val="007E3C0D"/>
    <w:rsid w:val="007F097B"/>
    <w:rsid w:val="007F0FC4"/>
    <w:rsid w:val="007F377D"/>
    <w:rsid w:val="007F73E7"/>
    <w:rsid w:val="00802C08"/>
    <w:rsid w:val="0080389D"/>
    <w:rsid w:val="00805065"/>
    <w:rsid w:val="008063F9"/>
    <w:rsid w:val="008065DE"/>
    <w:rsid w:val="0080737D"/>
    <w:rsid w:val="00807709"/>
    <w:rsid w:val="00814F56"/>
    <w:rsid w:val="00815CD5"/>
    <w:rsid w:val="00822C79"/>
    <w:rsid w:val="00823094"/>
    <w:rsid w:val="008254E9"/>
    <w:rsid w:val="00831AFD"/>
    <w:rsid w:val="00831D6C"/>
    <w:rsid w:val="0083222B"/>
    <w:rsid w:val="00834F35"/>
    <w:rsid w:val="00835EAC"/>
    <w:rsid w:val="00843F51"/>
    <w:rsid w:val="008442AC"/>
    <w:rsid w:val="00844DDE"/>
    <w:rsid w:val="00844F43"/>
    <w:rsid w:val="00846C0A"/>
    <w:rsid w:val="00852722"/>
    <w:rsid w:val="00853CC8"/>
    <w:rsid w:val="0085623B"/>
    <w:rsid w:val="00857856"/>
    <w:rsid w:val="008619BA"/>
    <w:rsid w:val="0086236E"/>
    <w:rsid w:val="00862A41"/>
    <w:rsid w:val="00863BD2"/>
    <w:rsid w:val="00863C1F"/>
    <w:rsid w:val="00863D62"/>
    <w:rsid w:val="008649E4"/>
    <w:rsid w:val="008655DD"/>
    <w:rsid w:val="00867804"/>
    <w:rsid w:val="00867E9C"/>
    <w:rsid w:val="0087169E"/>
    <w:rsid w:val="00872384"/>
    <w:rsid w:val="00872F20"/>
    <w:rsid w:val="00874BEA"/>
    <w:rsid w:val="008757A9"/>
    <w:rsid w:val="00875B5A"/>
    <w:rsid w:val="00876D98"/>
    <w:rsid w:val="008775F4"/>
    <w:rsid w:val="00881AF4"/>
    <w:rsid w:val="00883166"/>
    <w:rsid w:val="00884887"/>
    <w:rsid w:val="00887D93"/>
    <w:rsid w:val="008904F6"/>
    <w:rsid w:val="0089182E"/>
    <w:rsid w:val="008919F8"/>
    <w:rsid w:val="00892069"/>
    <w:rsid w:val="00892AE9"/>
    <w:rsid w:val="00894E61"/>
    <w:rsid w:val="00896028"/>
    <w:rsid w:val="0089692B"/>
    <w:rsid w:val="008A10AC"/>
    <w:rsid w:val="008A159D"/>
    <w:rsid w:val="008A5C36"/>
    <w:rsid w:val="008A7139"/>
    <w:rsid w:val="008A757A"/>
    <w:rsid w:val="008B0E58"/>
    <w:rsid w:val="008B1183"/>
    <w:rsid w:val="008B2482"/>
    <w:rsid w:val="008B5BBE"/>
    <w:rsid w:val="008C0145"/>
    <w:rsid w:val="008C3761"/>
    <w:rsid w:val="008C420B"/>
    <w:rsid w:val="008C4969"/>
    <w:rsid w:val="008D237C"/>
    <w:rsid w:val="008D509B"/>
    <w:rsid w:val="008E02D8"/>
    <w:rsid w:val="008E0ABD"/>
    <w:rsid w:val="008E2E11"/>
    <w:rsid w:val="008E38CC"/>
    <w:rsid w:val="008E48DB"/>
    <w:rsid w:val="008E55B8"/>
    <w:rsid w:val="008E7369"/>
    <w:rsid w:val="008F0024"/>
    <w:rsid w:val="008F0354"/>
    <w:rsid w:val="008F14E2"/>
    <w:rsid w:val="008F3EF4"/>
    <w:rsid w:val="008F745A"/>
    <w:rsid w:val="00900D5B"/>
    <w:rsid w:val="00901D8A"/>
    <w:rsid w:val="009020D8"/>
    <w:rsid w:val="00902694"/>
    <w:rsid w:val="009026E6"/>
    <w:rsid w:val="009044F9"/>
    <w:rsid w:val="009046B9"/>
    <w:rsid w:val="009058AC"/>
    <w:rsid w:val="00907B59"/>
    <w:rsid w:val="009262AC"/>
    <w:rsid w:val="00931B43"/>
    <w:rsid w:val="00931CF6"/>
    <w:rsid w:val="00933038"/>
    <w:rsid w:val="00935107"/>
    <w:rsid w:val="00937FD9"/>
    <w:rsid w:val="00940325"/>
    <w:rsid w:val="009406EA"/>
    <w:rsid w:val="00940DC7"/>
    <w:rsid w:val="00941A4D"/>
    <w:rsid w:val="00941C92"/>
    <w:rsid w:val="0094293D"/>
    <w:rsid w:val="00944812"/>
    <w:rsid w:val="009457E7"/>
    <w:rsid w:val="00946A64"/>
    <w:rsid w:val="00953F90"/>
    <w:rsid w:val="00954B6B"/>
    <w:rsid w:val="00954D69"/>
    <w:rsid w:val="009566B8"/>
    <w:rsid w:val="009621D7"/>
    <w:rsid w:val="00964F0B"/>
    <w:rsid w:val="00967F48"/>
    <w:rsid w:val="00971D7F"/>
    <w:rsid w:val="00972DC6"/>
    <w:rsid w:val="00973CE6"/>
    <w:rsid w:val="0097717E"/>
    <w:rsid w:val="00977822"/>
    <w:rsid w:val="00977E83"/>
    <w:rsid w:val="009822CE"/>
    <w:rsid w:val="009837C5"/>
    <w:rsid w:val="009843BE"/>
    <w:rsid w:val="009850F6"/>
    <w:rsid w:val="00986D36"/>
    <w:rsid w:val="00991F2F"/>
    <w:rsid w:val="00994522"/>
    <w:rsid w:val="00995504"/>
    <w:rsid w:val="00995F3D"/>
    <w:rsid w:val="009A0545"/>
    <w:rsid w:val="009A3657"/>
    <w:rsid w:val="009A37B2"/>
    <w:rsid w:val="009A3D19"/>
    <w:rsid w:val="009A7A86"/>
    <w:rsid w:val="009B3C24"/>
    <w:rsid w:val="009B4DD8"/>
    <w:rsid w:val="009B7A95"/>
    <w:rsid w:val="009C0179"/>
    <w:rsid w:val="009C0D2B"/>
    <w:rsid w:val="009C106B"/>
    <w:rsid w:val="009C1F83"/>
    <w:rsid w:val="009D1179"/>
    <w:rsid w:val="009D121C"/>
    <w:rsid w:val="009D1341"/>
    <w:rsid w:val="009D64FF"/>
    <w:rsid w:val="009D71D5"/>
    <w:rsid w:val="009E5836"/>
    <w:rsid w:val="009E70C6"/>
    <w:rsid w:val="009E7F85"/>
    <w:rsid w:val="009F0CFF"/>
    <w:rsid w:val="009F161B"/>
    <w:rsid w:val="009F396F"/>
    <w:rsid w:val="009F3C25"/>
    <w:rsid w:val="009F5D08"/>
    <w:rsid w:val="00A00E3B"/>
    <w:rsid w:val="00A010BC"/>
    <w:rsid w:val="00A017F3"/>
    <w:rsid w:val="00A02F66"/>
    <w:rsid w:val="00A035AB"/>
    <w:rsid w:val="00A0483B"/>
    <w:rsid w:val="00A10D29"/>
    <w:rsid w:val="00A12884"/>
    <w:rsid w:val="00A159D3"/>
    <w:rsid w:val="00A173B9"/>
    <w:rsid w:val="00A20FD1"/>
    <w:rsid w:val="00A214A9"/>
    <w:rsid w:val="00A323E4"/>
    <w:rsid w:val="00A32C05"/>
    <w:rsid w:val="00A342E5"/>
    <w:rsid w:val="00A35470"/>
    <w:rsid w:val="00A375A6"/>
    <w:rsid w:val="00A40D4F"/>
    <w:rsid w:val="00A40DBA"/>
    <w:rsid w:val="00A461C2"/>
    <w:rsid w:val="00A53D4F"/>
    <w:rsid w:val="00A53E3F"/>
    <w:rsid w:val="00A56372"/>
    <w:rsid w:val="00A56D95"/>
    <w:rsid w:val="00A61DF4"/>
    <w:rsid w:val="00A632FC"/>
    <w:rsid w:val="00A64FAE"/>
    <w:rsid w:val="00A65A8B"/>
    <w:rsid w:val="00A72E79"/>
    <w:rsid w:val="00A80202"/>
    <w:rsid w:val="00A856E7"/>
    <w:rsid w:val="00A85708"/>
    <w:rsid w:val="00A91115"/>
    <w:rsid w:val="00A91676"/>
    <w:rsid w:val="00A91952"/>
    <w:rsid w:val="00AA0A4C"/>
    <w:rsid w:val="00AA5466"/>
    <w:rsid w:val="00AA5B13"/>
    <w:rsid w:val="00AA6546"/>
    <w:rsid w:val="00AA7383"/>
    <w:rsid w:val="00AA7697"/>
    <w:rsid w:val="00AB1478"/>
    <w:rsid w:val="00AB3D8E"/>
    <w:rsid w:val="00AB4063"/>
    <w:rsid w:val="00AB5084"/>
    <w:rsid w:val="00AB58FC"/>
    <w:rsid w:val="00AB6E9B"/>
    <w:rsid w:val="00AB7CE2"/>
    <w:rsid w:val="00AC12F3"/>
    <w:rsid w:val="00AC3BEB"/>
    <w:rsid w:val="00AC4031"/>
    <w:rsid w:val="00AC42F9"/>
    <w:rsid w:val="00AC4A27"/>
    <w:rsid w:val="00AD1943"/>
    <w:rsid w:val="00AD2398"/>
    <w:rsid w:val="00AD4E17"/>
    <w:rsid w:val="00AD6314"/>
    <w:rsid w:val="00AD655F"/>
    <w:rsid w:val="00AD7E98"/>
    <w:rsid w:val="00AF0A17"/>
    <w:rsid w:val="00AF1435"/>
    <w:rsid w:val="00AF43CD"/>
    <w:rsid w:val="00AF4F40"/>
    <w:rsid w:val="00B002DF"/>
    <w:rsid w:val="00B00E7B"/>
    <w:rsid w:val="00B05FDA"/>
    <w:rsid w:val="00B066B2"/>
    <w:rsid w:val="00B1144D"/>
    <w:rsid w:val="00B11686"/>
    <w:rsid w:val="00B13FFF"/>
    <w:rsid w:val="00B20252"/>
    <w:rsid w:val="00B20810"/>
    <w:rsid w:val="00B218F6"/>
    <w:rsid w:val="00B2424B"/>
    <w:rsid w:val="00B24553"/>
    <w:rsid w:val="00B27AAE"/>
    <w:rsid w:val="00B30C72"/>
    <w:rsid w:val="00B33C21"/>
    <w:rsid w:val="00B3715C"/>
    <w:rsid w:val="00B401C3"/>
    <w:rsid w:val="00B40827"/>
    <w:rsid w:val="00B432BD"/>
    <w:rsid w:val="00B45B94"/>
    <w:rsid w:val="00B46905"/>
    <w:rsid w:val="00B51150"/>
    <w:rsid w:val="00B521D4"/>
    <w:rsid w:val="00B526DE"/>
    <w:rsid w:val="00B53076"/>
    <w:rsid w:val="00B53178"/>
    <w:rsid w:val="00B53A7A"/>
    <w:rsid w:val="00B54F4B"/>
    <w:rsid w:val="00B60E86"/>
    <w:rsid w:val="00B62E14"/>
    <w:rsid w:val="00B63133"/>
    <w:rsid w:val="00B6424B"/>
    <w:rsid w:val="00B64B34"/>
    <w:rsid w:val="00B64BAD"/>
    <w:rsid w:val="00B64FD9"/>
    <w:rsid w:val="00B65959"/>
    <w:rsid w:val="00B665CB"/>
    <w:rsid w:val="00B73D20"/>
    <w:rsid w:val="00B75DD6"/>
    <w:rsid w:val="00B76B99"/>
    <w:rsid w:val="00B76DC1"/>
    <w:rsid w:val="00B8198E"/>
    <w:rsid w:val="00B8309A"/>
    <w:rsid w:val="00B872CE"/>
    <w:rsid w:val="00B9179A"/>
    <w:rsid w:val="00B94149"/>
    <w:rsid w:val="00B94D9E"/>
    <w:rsid w:val="00B95D51"/>
    <w:rsid w:val="00BA1E24"/>
    <w:rsid w:val="00BA422D"/>
    <w:rsid w:val="00BA5865"/>
    <w:rsid w:val="00BB15CC"/>
    <w:rsid w:val="00BB190E"/>
    <w:rsid w:val="00BB1B1E"/>
    <w:rsid w:val="00BB2948"/>
    <w:rsid w:val="00BB316A"/>
    <w:rsid w:val="00BB5824"/>
    <w:rsid w:val="00BB5EDA"/>
    <w:rsid w:val="00BB7866"/>
    <w:rsid w:val="00BC2055"/>
    <w:rsid w:val="00BC3176"/>
    <w:rsid w:val="00BD10FA"/>
    <w:rsid w:val="00BD1D33"/>
    <w:rsid w:val="00BD43D6"/>
    <w:rsid w:val="00BD4DC3"/>
    <w:rsid w:val="00BD56C3"/>
    <w:rsid w:val="00BD6330"/>
    <w:rsid w:val="00BD7B3A"/>
    <w:rsid w:val="00BE2072"/>
    <w:rsid w:val="00BE295A"/>
    <w:rsid w:val="00BE2D97"/>
    <w:rsid w:val="00BE4199"/>
    <w:rsid w:val="00BE4CFE"/>
    <w:rsid w:val="00BF22CE"/>
    <w:rsid w:val="00BF43DE"/>
    <w:rsid w:val="00C0277D"/>
    <w:rsid w:val="00C05E90"/>
    <w:rsid w:val="00C0672B"/>
    <w:rsid w:val="00C111A4"/>
    <w:rsid w:val="00C12444"/>
    <w:rsid w:val="00C140AC"/>
    <w:rsid w:val="00C1505D"/>
    <w:rsid w:val="00C21B1D"/>
    <w:rsid w:val="00C21CDC"/>
    <w:rsid w:val="00C23A96"/>
    <w:rsid w:val="00C23A9B"/>
    <w:rsid w:val="00C2415C"/>
    <w:rsid w:val="00C25701"/>
    <w:rsid w:val="00C257D6"/>
    <w:rsid w:val="00C260D0"/>
    <w:rsid w:val="00C307BE"/>
    <w:rsid w:val="00C37D52"/>
    <w:rsid w:val="00C40D01"/>
    <w:rsid w:val="00C41798"/>
    <w:rsid w:val="00C4743B"/>
    <w:rsid w:val="00C50828"/>
    <w:rsid w:val="00C51A96"/>
    <w:rsid w:val="00C52044"/>
    <w:rsid w:val="00C5294E"/>
    <w:rsid w:val="00C54602"/>
    <w:rsid w:val="00C617F0"/>
    <w:rsid w:val="00C62309"/>
    <w:rsid w:val="00C62B05"/>
    <w:rsid w:val="00C6401A"/>
    <w:rsid w:val="00C659C2"/>
    <w:rsid w:val="00C66080"/>
    <w:rsid w:val="00C70FB6"/>
    <w:rsid w:val="00C71C4E"/>
    <w:rsid w:val="00C813A1"/>
    <w:rsid w:val="00C821C4"/>
    <w:rsid w:val="00C83583"/>
    <w:rsid w:val="00C876AC"/>
    <w:rsid w:val="00C9018D"/>
    <w:rsid w:val="00C908B4"/>
    <w:rsid w:val="00C90A6A"/>
    <w:rsid w:val="00C927DE"/>
    <w:rsid w:val="00C9502C"/>
    <w:rsid w:val="00C97EC6"/>
    <w:rsid w:val="00CA0D34"/>
    <w:rsid w:val="00CA445A"/>
    <w:rsid w:val="00CB24D5"/>
    <w:rsid w:val="00CB364C"/>
    <w:rsid w:val="00CC0749"/>
    <w:rsid w:val="00CC78A4"/>
    <w:rsid w:val="00CD5669"/>
    <w:rsid w:val="00CD66E2"/>
    <w:rsid w:val="00CD739E"/>
    <w:rsid w:val="00CE6A85"/>
    <w:rsid w:val="00CF5C39"/>
    <w:rsid w:val="00CF66AA"/>
    <w:rsid w:val="00D053BC"/>
    <w:rsid w:val="00D13045"/>
    <w:rsid w:val="00D14D5F"/>
    <w:rsid w:val="00D15F65"/>
    <w:rsid w:val="00D16D17"/>
    <w:rsid w:val="00D20D0D"/>
    <w:rsid w:val="00D21586"/>
    <w:rsid w:val="00D22C8E"/>
    <w:rsid w:val="00D2306E"/>
    <w:rsid w:val="00D24BD0"/>
    <w:rsid w:val="00D31A88"/>
    <w:rsid w:val="00D31CC1"/>
    <w:rsid w:val="00D338B6"/>
    <w:rsid w:val="00D34250"/>
    <w:rsid w:val="00D352B9"/>
    <w:rsid w:val="00D364DD"/>
    <w:rsid w:val="00D4048C"/>
    <w:rsid w:val="00D42F4C"/>
    <w:rsid w:val="00D43B0C"/>
    <w:rsid w:val="00D441CC"/>
    <w:rsid w:val="00D47CAB"/>
    <w:rsid w:val="00D5095D"/>
    <w:rsid w:val="00D52FE8"/>
    <w:rsid w:val="00D530D9"/>
    <w:rsid w:val="00D6149D"/>
    <w:rsid w:val="00D616B2"/>
    <w:rsid w:val="00D648EC"/>
    <w:rsid w:val="00D66095"/>
    <w:rsid w:val="00D667BB"/>
    <w:rsid w:val="00D67304"/>
    <w:rsid w:val="00D70736"/>
    <w:rsid w:val="00D728F7"/>
    <w:rsid w:val="00D73B3D"/>
    <w:rsid w:val="00D73DA1"/>
    <w:rsid w:val="00D777E7"/>
    <w:rsid w:val="00D77E3B"/>
    <w:rsid w:val="00D80D0C"/>
    <w:rsid w:val="00D81531"/>
    <w:rsid w:val="00D905F6"/>
    <w:rsid w:val="00D9328B"/>
    <w:rsid w:val="00D93A29"/>
    <w:rsid w:val="00D9507D"/>
    <w:rsid w:val="00D96CF9"/>
    <w:rsid w:val="00DA0639"/>
    <w:rsid w:val="00DA322C"/>
    <w:rsid w:val="00DA32BF"/>
    <w:rsid w:val="00DA5E85"/>
    <w:rsid w:val="00DA7240"/>
    <w:rsid w:val="00DB103D"/>
    <w:rsid w:val="00DB3E19"/>
    <w:rsid w:val="00DB55E0"/>
    <w:rsid w:val="00DB6D42"/>
    <w:rsid w:val="00DB766F"/>
    <w:rsid w:val="00DC08C8"/>
    <w:rsid w:val="00DC26D7"/>
    <w:rsid w:val="00DC29C9"/>
    <w:rsid w:val="00DC733B"/>
    <w:rsid w:val="00DD07D4"/>
    <w:rsid w:val="00DD0CFB"/>
    <w:rsid w:val="00DD0EB9"/>
    <w:rsid w:val="00DD0FE1"/>
    <w:rsid w:val="00DD3ADA"/>
    <w:rsid w:val="00DD4865"/>
    <w:rsid w:val="00DD6445"/>
    <w:rsid w:val="00DD6829"/>
    <w:rsid w:val="00DE0E55"/>
    <w:rsid w:val="00DE3C3A"/>
    <w:rsid w:val="00DF017C"/>
    <w:rsid w:val="00DF2D33"/>
    <w:rsid w:val="00DF3759"/>
    <w:rsid w:val="00DF411A"/>
    <w:rsid w:val="00DF4BE2"/>
    <w:rsid w:val="00DF6070"/>
    <w:rsid w:val="00DF7B61"/>
    <w:rsid w:val="00E00622"/>
    <w:rsid w:val="00E01992"/>
    <w:rsid w:val="00E03762"/>
    <w:rsid w:val="00E06195"/>
    <w:rsid w:val="00E065FA"/>
    <w:rsid w:val="00E10DBD"/>
    <w:rsid w:val="00E1307C"/>
    <w:rsid w:val="00E13A1F"/>
    <w:rsid w:val="00E13DEE"/>
    <w:rsid w:val="00E141EB"/>
    <w:rsid w:val="00E1514A"/>
    <w:rsid w:val="00E16518"/>
    <w:rsid w:val="00E16F33"/>
    <w:rsid w:val="00E170D6"/>
    <w:rsid w:val="00E25074"/>
    <w:rsid w:val="00E25849"/>
    <w:rsid w:val="00E30D59"/>
    <w:rsid w:val="00E35E5B"/>
    <w:rsid w:val="00E379FF"/>
    <w:rsid w:val="00E42AFC"/>
    <w:rsid w:val="00E43B3F"/>
    <w:rsid w:val="00E47BCD"/>
    <w:rsid w:val="00E502D8"/>
    <w:rsid w:val="00E51E1D"/>
    <w:rsid w:val="00E52025"/>
    <w:rsid w:val="00E541CD"/>
    <w:rsid w:val="00E5795A"/>
    <w:rsid w:val="00E57E49"/>
    <w:rsid w:val="00E60C3F"/>
    <w:rsid w:val="00E60CB4"/>
    <w:rsid w:val="00E62717"/>
    <w:rsid w:val="00E73845"/>
    <w:rsid w:val="00E73ABC"/>
    <w:rsid w:val="00E746BF"/>
    <w:rsid w:val="00E77712"/>
    <w:rsid w:val="00E77B18"/>
    <w:rsid w:val="00E77B64"/>
    <w:rsid w:val="00E80A4E"/>
    <w:rsid w:val="00E80E68"/>
    <w:rsid w:val="00E8722F"/>
    <w:rsid w:val="00E87473"/>
    <w:rsid w:val="00E92A7F"/>
    <w:rsid w:val="00E96E33"/>
    <w:rsid w:val="00EA1245"/>
    <w:rsid w:val="00EA1B79"/>
    <w:rsid w:val="00EA1B95"/>
    <w:rsid w:val="00EB21CA"/>
    <w:rsid w:val="00EB255E"/>
    <w:rsid w:val="00EB488E"/>
    <w:rsid w:val="00EB51DF"/>
    <w:rsid w:val="00EB550A"/>
    <w:rsid w:val="00EB744D"/>
    <w:rsid w:val="00EC46E4"/>
    <w:rsid w:val="00EC6F1C"/>
    <w:rsid w:val="00ED1B95"/>
    <w:rsid w:val="00ED288D"/>
    <w:rsid w:val="00ED6A4C"/>
    <w:rsid w:val="00ED6D42"/>
    <w:rsid w:val="00EE22CA"/>
    <w:rsid w:val="00EE32F8"/>
    <w:rsid w:val="00EE3BB4"/>
    <w:rsid w:val="00EE4074"/>
    <w:rsid w:val="00EE5820"/>
    <w:rsid w:val="00EE6D2E"/>
    <w:rsid w:val="00EF092A"/>
    <w:rsid w:val="00EF1B08"/>
    <w:rsid w:val="00EF27E5"/>
    <w:rsid w:val="00EF553A"/>
    <w:rsid w:val="00F02416"/>
    <w:rsid w:val="00F13BB5"/>
    <w:rsid w:val="00F14101"/>
    <w:rsid w:val="00F14A62"/>
    <w:rsid w:val="00F176AB"/>
    <w:rsid w:val="00F23095"/>
    <w:rsid w:val="00F235D0"/>
    <w:rsid w:val="00F23933"/>
    <w:rsid w:val="00F24CDC"/>
    <w:rsid w:val="00F24E90"/>
    <w:rsid w:val="00F254C4"/>
    <w:rsid w:val="00F30712"/>
    <w:rsid w:val="00F30C43"/>
    <w:rsid w:val="00F32EBE"/>
    <w:rsid w:val="00F33037"/>
    <w:rsid w:val="00F36558"/>
    <w:rsid w:val="00F36BD5"/>
    <w:rsid w:val="00F40C9D"/>
    <w:rsid w:val="00F426ED"/>
    <w:rsid w:val="00F43F76"/>
    <w:rsid w:val="00F45D73"/>
    <w:rsid w:val="00F47277"/>
    <w:rsid w:val="00F50617"/>
    <w:rsid w:val="00F520C3"/>
    <w:rsid w:val="00F52198"/>
    <w:rsid w:val="00F528EE"/>
    <w:rsid w:val="00F53F2C"/>
    <w:rsid w:val="00F55A7B"/>
    <w:rsid w:val="00F5713C"/>
    <w:rsid w:val="00F57AA5"/>
    <w:rsid w:val="00F60968"/>
    <w:rsid w:val="00F60FAA"/>
    <w:rsid w:val="00F616FE"/>
    <w:rsid w:val="00F6175F"/>
    <w:rsid w:val="00F630E4"/>
    <w:rsid w:val="00F663CC"/>
    <w:rsid w:val="00F712A1"/>
    <w:rsid w:val="00F72447"/>
    <w:rsid w:val="00F72CCD"/>
    <w:rsid w:val="00F72D13"/>
    <w:rsid w:val="00F73258"/>
    <w:rsid w:val="00F82542"/>
    <w:rsid w:val="00F838AA"/>
    <w:rsid w:val="00F845F3"/>
    <w:rsid w:val="00F8614C"/>
    <w:rsid w:val="00F97925"/>
    <w:rsid w:val="00FA0874"/>
    <w:rsid w:val="00FA2CBE"/>
    <w:rsid w:val="00FA6CAD"/>
    <w:rsid w:val="00FA73C5"/>
    <w:rsid w:val="00FB26C5"/>
    <w:rsid w:val="00FB44DE"/>
    <w:rsid w:val="00FB51EA"/>
    <w:rsid w:val="00FB5313"/>
    <w:rsid w:val="00FB6016"/>
    <w:rsid w:val="00FB6C0B"/>
    <w:rsid w:val="00FB712B"/>
    <w:rsid w:val="00FC0F65"/>
    <w:rsid w:val="00FC12FD"/>
    <w:rsid w:val="00FC378E"/>
    <w:rsid w:val="00FC386C"/>
    <w:rsid w:val="00FC4366"/>
    <w:rsid w:val="00FC5624"/>
    <w:rsid w:val="00FC6B5A"/>
    <w:rsid w:val="00FD035E"/>
    <w:rsid w:val="00FD2003"/>
    <w:rsid w:val="00FD3836"/>
    <w:rsid w:val="00FE0E9F"/>
    <w:rsid w:val="00FE1954"/>
    <w:rsid w:val="00FE2522"/>
    <w:rsid w:val="00FF175C"/>
    <w:rsid w:val="00FF1E4D"/>
    <w:rsid w:val="00FF2E6A"/>
    <w:rsid w:val="00FF3515"/>
    <w:rsid w:val="00FF6DF6"/>
    <w:rsid w:val="00FF6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60D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64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64EE"/>
    <w:pPr>
      <w:keepNext/>
      <w:spacing w:after="240" w:line="240" w:lineRule="auto"/>
      <w:jc w:val="both"/>
      <w:outlineLvl w:val="1"/>
    </w:pPr>
    <w:rPr>
      <w:rFonts w:ascii="Times New Roman" w:eastAsia="Times New Roman" w:hAnsi="Times New Roman"/>
      <w:i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64E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val="uk-UA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64EE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64EE"/>
    <w:pPr>
      <w:keepNext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64EE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64EE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64E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864EE"/>
    <w:rPr>
      <w:rFonts w:ascii="Times New Roman" w:hAnsi="Times New Roman" w:cs="Times New Roman"/>
      <w:i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864E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864E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864E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864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864EE"/>
    <w:rPr>
      <w:rFonts w:ascii="Calibri" w:hAnsi="Calibri" w:cs="Times New Roman"/>
      <w:i/>
      <w:i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3864E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864EE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3864E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864EE"/>
    <w:rPr>
      <w:rFonts w:ascii="Courier New" w:hAnsi="Courier New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3864EE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864EE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3864E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864EE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3864EE"/>
    <w:pPr>
      <w:spacing w:before="600" w:after="0" w:line="240" w:lineRule="auto"/>
      <w:ind w:right="40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864EE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3864EE"/>
    <w:pPr>
      <w:spacing w:after="0" w:line="240" w:lineRule="auto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864EE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rsid w:val="003864E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864EE"/>
    <w:rPr>
      <w:rFonts w:ascii="Times New Roman" w:hAnsi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864E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4EE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 Знак Знак Знак"/>
    <w:basedOn w:val="Normal"/>
    <w:uiPriority w:val="99"/>
    <w:rsid w:val="003864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3864E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864E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864EE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3864EE"/>
    <w:pPr>
      <w:spacing w:after="0" w:line="240" w:lineRule="auto"/>
      <w:ind w:left="708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864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864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ps">
    <w:name w:val="hps"/>
    <w:basedOn w:val="DefaultParagraphFont"/>
    <w:uiPriority w:val="99"/>
    <w:rsid w:val="003864EE"/>
    <w:rPr>
      <w:rFonts w:cs="Times New Roman"/>
    </w:rPr>
  </w:style>
  <w:style w:type="paragraph" w:styleId="NoSpacing">
    <w:name w:val="No Spacing"/>
    <w:uiPriority w:val="99"/>
    <w:qFormat/>
    <w:rsid w:val="003864EE"/>
    <w:rPr>
      <w:lang w:eastAsia="en-US"/>
    </w:rPr>
  </w:style>
  <w:style w:type="paragraph" w:styleId="NormalWeb">
    <w:name w:val="Normal (Web)"/>
    <w:basedOn w:val="Normal"/>
    <w:uiPriority w:val="99"/>
    <w:rsid w:val="003864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 w:bidi="te-IN"/>
    </w:rPr>
  </w:style>
  <w:style w:type="paragraph" w:customStyle="1" w:styleId="1">
    <w:name w:val="Абзац списка1"/>
    <w:basedOn w:val="Normal"/>
    <w:uiPriority w:val="99"/>
    <w:rsid w:val="003864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Normal"/>
    <w:uiPriority w:val="99"/>
    <w:rsid w:val="003864EE"/>
    <w:pPr>
      <w:ind w:left="720"/>
      <w:contextualSpacing/>
    </w:pPr>
    <w:rPr>
      <w:lang w:eastAsia="ru-RU"/>
    </w:rPr>
  </w:style>
  <w:style w:type="paragraph" w:customStyle="1" w:styleId="10">
    <w:name w:val="Знак Знак1 Знак Знак Знак Знак"/>
    <w:basedOn w:val="Normal"/>
    <w:uiPriority w:val="99"/>
    <w:rsid w:val="003864EE"/>
    <w:pPr>
      <w:spacing w:after="0" w:line="240" w:lineRule="auto"/>
    </w:pPr>
    <w:rPr>
      <w:rFonts w:ascii="Verdana" w:eastAsia="Batang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431</TotalTime>
  <Pages>14</Pages>
  <Words>3559</Words>
  <Characters>20292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ch37</dc:creator>
  <cp:keywords/>
  <dc:description/>
  <cp:lastModifiedBy>ch09</cp:lastModifiedBy>
  <cp:revision>25</cp:revision>
  <cp:lastPrinted>2017-03-14T09:05:00Z</cp:lastPrinted>
  <dcterms:created xsi:type="dcterms:W3CDTF">2017-02-14T12:09:00Z</dcterms:created>
  <dcterms:modified xsi:type="dcterms:W3CDTF">2017-03-20T13:23:00Z</dcterms:modified>
</cp:coreProperties>
</file>