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372" w:rsidRDefault="00635372" w:rsidP="008A40C7">
      <w:pPr>
        <w:tabs>
          <w:tab w:val="left" w:pos="0"/>
        </w:tabs>
        <w:jc w:val="center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8.75pt;visibility:visible">
            <v:imagedata r:id="rId5" o:title=""/>
          </v:shape>
        </w:pict>
      </w:r>
    </w:p>
    <w:p w:rsidR="00635372" w:rsidRDefault="00635372" w:rsidP="008A40C7">
      <w:pPr>
        <w:pStyle w:val="Heading5"/>
        <w:tabs>
          <w:tab w:val="left" w:pos="0"/>
        </w:tabs>
        <w:rPr>
          <w:sz w:val="16"/>
          <w:szCs w:val="16"/>
          <w:lang w:val="uk-UA"/>
        </w:rPr>
      </w:pPr>
    </w:p>
    <w:p w:rsidR="00635372" w:rsidRDefault="00635372" w:rsidP="008A40C7">
      <w:pPr>
        <w:pStyle w:val="Heading5"/>
        <w:tabs>
          <w:tab w:val="left" w:pos="0"/>
        </w:tabs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У  К  Р  А  Ї  Н  А</w:t>
      </w:r>
    </w:p>
    <w:p w:rsidR="00635372" w:rsidRPr="00347605" w:rsidRDefault="00635372" w:rsidP="008A40C7">
      <w:pPr>
        <w:tabs>
          <w:tab w:val="left" w:pos="0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635372" w:rsidRDefault="00635372" w:rsidP="008A40C7">
      <w:pPr>
        <w:pStyle w:val="Heading2"/>
        <w:tabs>
          <w:tab w:val="left" w:pos="0"/>
        </w:tabs>
        <w:rPr>
          <w:rFonts w:ascii="Times New Roman CYR" w:hAnsi="Times New Roman CYR" w:cs="Times New Roman CYR"/>
          <w:sz w:val="36"/>
          <w:szCs w:val="36"/>
          <w:lang w:val="uk-UA"/>
        </w:rPr>
      </w:pPr>
      <w:r>
        <w:rPr>
          <w:rFonts w:ascii="Times New Roman CYR" w:hAnsi="Times New Roman CYR" w:cs="Times New Roman CYR"/>
          <w:sz w:val="36"/>
          <w:szCs w:val="36"/>
          <w:lang w:val="uk-UA"/>
        </w:rPr>
        <w:t xml:space="preserve"> Б а х м у т с ь к а   м і с ь к а   р а д а </w:t>
      </w:r>
    </w:p>
    <w:p w:rsidR="00635372" w:rsidRDefault="00635372" w:rsidP="008A40C7">
      <w:pPr>
        <w:tabs>
          <w:tab w:val="left" w:pos="0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635372" w:rsidRPr="002A5E14" w:rsidRDefault="00635372" w:rsidP="008A40C7">
      <w:pPr>
        <w:pStyle w:val="Heading2"/>
        <w:tabs>
          <w:tab w:val="left" w:pos="0"/>
        </w:tabs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 xml:space="preserve">100 </w:t>
      </w:r>
      <w:r>
        <w:rPr>
          <w:b w:val="0"/>
          <w:bCs w:val="0"/>
          <w:sz w:val="40"/>
          <w:szCs w:val="40"/>
          <w:lang w:val="uk-UA"/>
        </w:rPr>
        <w:t xml:space="preserve"> </w:t>
      </w:r>
      <w:r>
        <w:rPr>
          <w:sz w:val="40"/>
          <w:szCs w:val="40"/>
          <w:lang w:val="uk-UA"/>
        </w:rPr>
        <w:t xml:space="preserve">СЕСІЯ 6 </w:t>
      </w:r>
      <w:r w:rsidRPr="002A5E14">
        <w:rPr>
          <w:sz w:val="40"/>
          <w:szCs w:val="40"/>
          <w:lang w:val="uk-UA"/>
        </w:rPr>
        <w:t>СКЛИКАННЯ</w:t>
      </w:r>
    </w:p>
    <w:p w:rsidR="00635372" w:rsidRDefault="00635372" w:rsidP="008A40C7">
      <w:pPr>
        <w:tabs>
          <w:tab w:val="left" w:pos="0"/>
          <w:tab w:val="left" w:pos="5103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635372" w:rsidRDefault="00635372" w:rsidP="008A40C7">
      <w:pPr>
        <w:pStyle w:val="Heading6"/>
        <w:tabs>
          <w:tab w:val="left" w:pos="0"/>
        </w:tabs>
        <w:rPr>
          <w:lang w:val="ru-RU"/>
        </w:rPr>
      </w:pPr>
      <w:r w:rsidRPr="002A5E14">
        <w:t>Р</w:t>
      </w:r>
      <w:r>
        <w:rPr>
          <w:lang w:val="ru-RU"/>
        </w:rPr>
        <w:t xml:space="preserve"> </w:t>
      </w:r>
      <w:r w:rsidRPr="002A5E14">
        <w:t>І</w:t>
      </w:r>
      <w:r>
        <w:rPr>
          <w:lang w:val="ru-RU"/>
        </w:rPr>
        <w:t xml:space="preserve"> </w:t>
      </w:r>
      <w:r w:rsidRPr="002A5E14">
        <w:t>Ш Е Н Н Я</w:t>
      </w:r>
    </w:p>
    <w:p w:rsidR="00635372" w:rsidRDefault="00635372" w:rsidP="008A40C7">
      <w:pPr>
        <w:tabs>
          <w:tab w:val="left" w:pos="426"/>
        </w:tabs>
        <w:rPr>
          <w:lang w:val="uk-UA"/>
        </w:rPr>
      </w:pPr>
      <w:r>
        <w:rPr>
          <w:lang w:val="uk-UA"/>
        </w:rPr>
        <w:tab/>
      </w:r>
    </w:p>
    <w:p w:rsidR="00635372" w:rsidRDefault="00635372" w:rsidP="00AF3FD9">
      <w:pPr>
        <w:pStyle w:val="1"/>
        <w:tabs>
          <w:tab w:val="left" w:pos="426"/>
        </w:tabs>
        <w:spacing w:before="0" w:after="0"/>
        <w:rPr>
          <w:lang w:val="uk-UA"/>
        </w:rPr>
      </w:pPr>
      <w:r>
        <w:rPr>
          <w:lang w:val="uk-UA"/>
        </w:rPr>
        <w:t>26.04.2017 № 6/100-1851</w:t>
      </w:r>
    </w:p>
    <w:p w:rsidR="00635372" w:rsidRDefault="00635372" w:rsidP="00AF3FD9">
      <w:pPr>
        <w:pStyle w:val="1"/>
        <w:tabs>
          <w:tab w:val="left" w:pos="426"/>
        </w:tabs>
        <w:spacing w:before="0" w:after="0"/>
        <w:rPr>
          <w:lang w:val="uk-UA"/>
        </w:rPr>
      </w:pPr>
      <w:r>
        <w:rPr>
          <w:lang w:val="uk-UA"/>
        </w:rPr>
        <w:t>м. Бахмут</w:t>
      </w:r>
      <w:r>
        <w:rPr>
          <w:lang w:val="uk-UA"/>
        </w:rPr>
        <w:tab/>
        <w:t xml:space="preserve"> </w:t>
      </w:r>
    </w:p>
    <w:p w:rsidR="00635372" w:rsidRPr="00347A64" w:rsidRDefault="00635372" w:rsidP="00347A64">
      <w:pPr>
        <w:tabs>
          <w:tab w:val="left" w:pos="2552"/>
        </w:tabs>
        <w:autoSpaceDE w:val="0"/>
        <w:autoSpaceDN w:val="0"/>
        <w:ind w:left="1440"/>
        <w:jc w:val="both"/>
        <w:rPr>
          <w:b/>
          <w:bCs/>
          <w:sz w:val="28"/>
          <w:szCs w:val="28"/>
          <w:lang w:val="uk-UA"/>
        </w:rPr>
      </w:pPr>
    </w:p>
    <w:p w:rsidR="00635372" w:rsidRPr="00843C1E" w:rsidRDefault="00635372" w:rsidP="00767529">
      <w:pPr>
        <w:pStyle w:val="BodyText3"/>
        <w:tabs>
          <w:tab w:val="left" w:pos="4500"/>
        </w:tabs>
        <w:spacing w:after="0"/>
        <w:ind w:right="4135"/>
        <w:rPr>
          <w:b/>
          <w:bCs/>
          <w:i/>
          <w:iCs/>
          <w:sz w:val="28"/>
          <w:szCs w:val="28"/>
          <w:lang w:val="uk-UA"/>
        </w:rPr>
      </w:pPr>
      <w:r w:rsidRPr="00843C1E">
        <w:rPr>
          <w:b/>
          <w:bCs/>
          <w:i/>
          <w:iCs/>
          <w:sz w:val="28"/>
          <w:szCs w:val="28"/>
          <w:lang w:val="uk-UA"/>
        </w:rPr>
        <w:t xml:space="preserve">Про передачу виконавчому комітету Бахмутської </w:t>
      </w:r>
      <w:r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843C1E">
        <w:rPr>
          <w:b/>
          <w:bCs/>
          <w:i/>
          <w:iCs/>
          <w:sz w:val="28"/>
          <w:szCs w:val="28"/>
          <w:lang w:val="uk-UA"/>
        </w:rPr>
        <w:t xml:space="preserve">міської </w:t>
      </w:r>
      <w:r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843C1E">
        <w:rPr>
          <w:b/>
          <w:bCs/>
          <w:i/>
          <w:iCs/>
          <w:sz w:val="28"/>
          <w:szCs w:val="28"/>
          <w:lang w:val="uk-UA"/>
        </w:rPr>
        <w:t xml:space="preserve">ради </w:t>
      </w:r>
      <w:r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843C1E">
        <w:rPr>
          <w:b/>
          <w:bCs/>
          <w:i/>
          <w:iCs/>
          <w:sz w:val="28"/>
          <w:szCs w:val="28"/>
          <w:lang w:val="uk-UA"/>
        </w:rPr>
        <w:t xml:space="preserve">окремих повноважень </w:t>
      </w:r>
    </w:p>
    <w:p w:rsidR="00635372" w:rsidRPr="00843C1E" w:rsidRDefault="00635372" w:rsidP="00347A64">
      <w:pPr>
        <w:pStyle w:val="BodyText"/>
        <w:ind w:right="-30"/>
        <w:rPr>
          <w:i/>
          <w:iCs/>
          <w:sz w:val="28"/>
          <w:szCs w:val="28"/>
          <w:lang w:val="uk-UA"/>
        </w:rPr>
      </w:pPr>
    </w:p>
    <w:p w:rsidR="00635372" w:rsidRDefault="00635372" w:rsidP="0056671D">
      <w:pPr>
        <w:pStyle w:val="BodyText2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347A64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Заслухавши інформацію</w:t>
      </w:r>
      <w:r w:rsidRPr="005667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27.03.2017  </w:t>
      </w:r>
      <w:r w:rsidRPr="00B872A1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01-1464-06  начальника </w:t>
      </w:r>
      <w:r w:rsidRPr="00D07727">
        <w:rPr>
          <w:sz w:val="28"/>
          <w:szCs w:val="28"/>
          <w:lang w:val="uk-UA"/>
        </w:rPr>
        <w:t xml:space="preserve">Управління муніципального розвитку </w:t>
      </w:r>
      <w:r>
        <w:rPr>
          <w:sz w:val="28"/>
          <w:szCs w:val="28"/>
          <w:lang w:val="uk-UA"/>
        </w:rPr>
        <w:t>Бахмут</w:t>
      </w:r>
      <w:r w:rsidRPr="00D07727">
        <w:rPr>
          <w:sz w:val="28"/>
          <w:szCs w:val="28"/>
          <w:lang w:val="uk-UA"/>
        </w:rPr>
        <w:t>ської міської ради</w:t>
      </w:r>
      <w:r>
        <w:rPr>
          <w:sz w:val="28"/>
          <w:szCs w:val="28"/>
          <w:lang w:val="uk-UA"/>
        </w:rPr>
        <w:t xml:space="preserve">                  Отюніної Н.С.</w:t>
      </w:r>
      <w:r w:rsidRPr="00620816">
        <w:rPr>
          <w:b/>
          <w:bCs/>
          <w:i/>
          <w:iCs/>
          <w:sz w:val="28"/>
          <w:szCs w:val="28"/>
          <w:lang w:val="uk-UA"/>
        </w:rPr>
        <w:t xml:space="preserve"> </w:t>
      </w:r>
      <w:r>
        <w:rPr>
          <w:b/>
          <w:bCs/>
          <w:i/>
          <w:iCs/>
          <w:sz w:val="28"/>
          <w:szCs w:val="28"/>
          <w:lang w:val="uk-UA"/>
        </w:rPr>
        <w:t>«</w:t>
      </w:r>
      <w:r w:rsidRPr="00993322">
        <w:rPr>
          <w:sz w:val="28"/>
          <w:szCs w:val="28"/>
          <w:lang w:val="uk-UA"/>
        </w:rPr>
        <w:t>Про передачу виконавчому комітету</w:t>
      </w:r>
      <w:r>
        <w:rPr>
          <w:sz w:val="28"/>
          <w:szCs w:val="28"/>
          <w:lang w:val="uk-UA"/>
        </w:rPr>
        <w:t xml:space="preserve"> </w:t>
      </w:r>
      <w:r w:rsidRPr="00993322">
        <w:rPr>
          <w:sz w:val="28"/>
          <w:szCs w:val="28"/>
          <w:lang w:val="uk-UA"/>
        </w:rPr>
        <w:t>Бахмутської міської ради окремих повноважень</w:t>
      </w:r>
      <w:r>
        <w:rPr>
          <w:sz w:val="28"/>
          <w:szCs w:val="28"/>
          <w:lang w:val="uk-UA"/>
        </w:rPr>
        <w:t>»,</w:t>
      </w:r>
      <w:r w:rsidRPr="00843C1E">
        <w:rPr>
          <w:b/>
          <w:bCs/>
          <w:i/>
          <w:i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відповідно</w:t>
      </w:r>
      <w:r w:rsidRPr="00AD00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 Цивільного кодексу України від 16.01.2003  № 435-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 xml:space="preserve"> із внесеними до нього змінами, Господарського кодексу України від 16.01.2003 № 436-</w:t>
      </w:r>
      <w:r w:rsidRPr="002A231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 xml:space="preserve"> із внесеними до нього змінами, керуючись ст.ст. 26, 60 Закону України від  21.05.97 № 280/97-ВР «Про місцеве самоврядування в Україні» із внесеними до нього змінами, Бахмутська  міська рада</w:t>
      </w:r>
    </w:p>
    <w:p w:rsidR="00635372" w:rsidRPr="00347A64" w:rsidRDefault="00635372" w:rsidP="00347A64">
      <w:pPr>
        <w:autoSpaceDE w:val="0"/>
        <w:autoSpaceDN w:val="0"/>
        <w:rPr>
          <w:sz w:val="28"/>
          <w:szCs w:val="28"/>
          <w:lang w:val="uk-UA"/>
        </w:rPr>
      </w:pPr>
      <w:r w:rsidRPr="00347A64">
        <w:rPr>
          <w:sz w:val="28"/>
          <w:szCs w:val="28"/>
          <w:lang w:val="uk-UA"/>
        </w:rPr>
        <w:t xml:space="preserve">       </w:t>
      </w:r>
    </w:p>
    <w:p w:rsidR="00635372" w:rsidRPr="00767529" w:rsidRDefault="00635372" w:rsidP="00347A64">
      <w:pPr>
        <w:autoSpaceDE w:val="0"/>
        <w:autoSpaceDN w:val="0"/>
        <w:rPr>
          <w:b/>
          <w:bCs/>
          <w:sz w:val="28"/>
          <w:szCs w:val="28"/>
          <w:lang w:val="uk-UA"/>
        </w:rPr>
      </w:pPr>
      <w:r w:rsidRPr="00347A64">
        <w:rPr>
          <w:sz w:val="28"/>
          <w:szCs w:val="28"/>
          <w:lang w:val="uk-UA"/>
        </w:rPr>
        <w:t xml:space="preserve"> </w:t>
      </w:r>
      <w:r w:rsidRPr="00767529">
        <w:rPr>
          <w:b/>
          <w:bCs/>
          <w:sz w:val="28"/>
          <w:szCs w:val="28"/>
          <w:lang w:val="uk-UA"/>
        </w:rPr>
        <w:t>В И Р І Ш И ЛА :</w:t>
      </w:r>
    </w:p>
    <w:p w:rsidR="00635372" w:rsidRDefault="00635372" w:rsidP="0083254A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</w:p>
    <w:p w:rsidR="00635372" w:rsidRDefault="00635372" w:rsidP="0083254A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9409C1">
        <w:rPr>
          <w:sz w:val="28"/>
          <w:szCs w:val="28"/>
          <w:lang w:val="uk-UA"/>
        </w:rPr>
        <w:t xml:space="preserve">1. Передати виконавчому комітету </w:t>
      </w:r>
      <w:r>
        <w:rPr>
          <w:sz w:val="28"/>
          <w:szCs w:val="28"/>
          <w:lang w:val="uk-UA"/>
        </w:rPr>
        <w:t>Бахмут</w:t>
      </w:r>
      <w:r w:rsidRPr="009409C1">
        <w:rPr>
          <w:sz w:val="28"/>
          <w:szCs w:val="28"/>
          <w:lang w:val="uk-UA"/>
        </w:rPr>
        <w:t xml:space="preserve">ської міської ради окремі повноваження з управління комунальною власністю територіальної громади </w:t>
      </w:r>
      <w:r>
        <w:rPr>
          <w:sz w:val="28"/>
          <w:szCs w:val="28"/>
          <w:lang w:val="uk-UA"/>
        </w:rPr>
        <w:t xml:space="preserve"> </w:t>
      </w:r>
      <w:r w:rsidRPr="009409C1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.</w:t>
      </w:r>
      <w:r w:rsidRPr="009409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Бахмута </w:t>
      </w:r>
      <w:r w:rsidRPr="009409C1">
        <w:rPr>
          <w:sz w:val="28"/>
          <w:szCs w:val="28"/>
          <w:lang w:val="uk-UA"/>
        </w:rPr>
        <w:t xml:space="preserve"> в частині прийняття рішень щодо передачі майна комунальної власності у постійне або тимчасове </w:t>
      </w:r>
      <w:r>
        <w:rPr>
          <w:sz w:val="28"/>
          <w:szCs w:val="28"/>
          <w:lang w:val="uk-UA"/>
        </w:rPr>
        <w:t xml:space="preserve"> </w:t>
      </w:r>
      <w:r w:rsidRPr="009409C1">
        <w:rPr>
          <w:sz w:val="28"/>
          <w:szCs w:val="28"/>
          <w:lang w:val="uk-UA"/>
        </w:rPr>
        <w:t>користування підприємств</w:t>
      </w:r>
      <w:r>
        <w:rPr>
          <w:sz w:val="28"/>
          <w:szCs w:val="28"/>
          <w:lang w:val="uk-UA"/>
        </w:rPr>
        <w:t>ам</w:t>
      </w:r>
      <w:r w:rsidRPr="009409C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установам, </w:t>
      </w:r>
      <w:r w:rsidRPr="009409C1">
        <w:rPr>
          <w:sz w:val="28"/>
          <w:szCs w:val="28"/>
          <w:lang w:val="uk-UA"/>
        </w:rPr>
        <w:t>заклад</w:t>
      </w:r>
      <w:r>
        <w:rPr>
          <w:sz w:val="28"/>
          <w:szCs w:val="28"/>
          <w:lang w:val="uk-UA"/>
        </w:rPr>
        <w:t>ам</w:t>
      </w:r>
      <w:r w:rsidRPr="009409C1">
        <w:rPr>
          <w:sz w:val="28"/>
          <w:szCs w:val="28"/>
          <w:lang w:val="uk-UA"/>
        </w:rPr>
        <w:t xml:space="preserve">  і організаці</w:t>
      </w:r>
      <w:r>
        <w:rPr>
          <w:sz w:val="28"/>
          <w:szCs w:val="28"/>
          <w:lang w:val="uk-UA"/>
        </w:rPr>
        <w:t>ям</w:t>
      </w:r>
      <w:r w:rsidRPr="009409C1">
        <w:rPr>
          <w:sz w:val="28"/>
          <w:szCs w:val="28"/>
          <w:lang w:val="uk-UA"/>
        </w:rPr>
        <w:t>, що перебувають у комунальній власності територіальної громади м</w:t>
      </w:r>
      <w:r>
        <w:rPr>
          <w:sz w:val="28"/>
          <w:szCs w:val="28"/>
          <w:lang w:val="uk-UA"/>
        </w:rPr>
        <w:t>.Бахмута</w:t>
      </w:r>
      <w:r w:rsidRPr="009409C1">
        <w:rPr>
          <w:sz w:val="28"/>
          <w:szCs w:val="28"/>
          <w:lang w:val="uk-UA"/>
        </w:rPr>
        <w:t>.</w:t>
      </w:r>
    </w:p>
    <w:p w:rsidR="00635372" w:rsidRPr="009409C1" w:rsidRDefault="00635372" w:rsidP="009409C1">
      <w:pPr>
        <w:autoSpaceDE w:val="0"/>
        <w:autoSpaceDN w:val="0"/>
        <w:ind w:firstLine="709"/>
        <w:rPr>
          <w:sz w:val="28"/>
          <w:szCs w:val="28"/>
          <w:lang w:val="uk-UA"/>
        </w:rPr>
      </w:pPr>
    </w:p>
    <w:p w:rsidR="00635372" w:rsidRDefault="00635372" w:rsidP="009409C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 Вважати таким, що втратило чинність,  </w:t>
      </w:r>
      <w:r w:rsidRPr="00AD2BEE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 Артемівської міської ради від </w:t>
      </w:r>
      <w:r w:rsidRPr="00347A64">
        <w:rPr>
          <w:sz w:val="28"/>
          <w:szCs w:val="28"/>
          <w:lang w:val="uk-UA"/>
        </w:rPr>
        <w:t xml:space="preserve"> 29.05.2013 № 6/39 - 710 «Про передачу виконавчому комітету Артемівської міської ради окремих повноважень»</w:t>
      </w:r>
    </w:p>
    <w:p w:rsidR="00635372" w:rsidRPr="00347A64" w:rsidRDefault="00635372" w:rsidP="00347A64">
      <w:pPr>
        <w:pStyle w:val="BodyText3"/>
        <w:tabs>
          <w:tab w:val="left" w:pos="4500"/>
        </w:tabs>
        <w:spacing w:after="0"/>
        <w:jc w:val="both"/>
        <w:rPr>
          <w:sz w:val="28"/>
          <w:szCs w:val="28"/>
          <w:lang w:val="uk-UA"/>
        </w:rPr>
      </w:pPr>
    </w:p>
    <w:p w:rsidR="00635372" w:rsidRPr="00347A64" w:rsidRDefault="00635372" w:rsidP="00347A64">
      <w:pPr>
        <w:jc w:val="both"/>
        <w:rPr>
          <w:sz w:val="28"/>
          <w:szCs w:val="28"/>
          <w:lang w:val="uk-UA"/>
        </w:rPr>
      </w:pPr>
      <w:r w:rsidRPr="00347A64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3</w:t>
      </w:r>
      <w:r w:rsidRPr="00347A64">
        <w:rPr>
          <w:sz w:val="28"/>
          <w:szCs w:val="28"/>
          <w:lang w:val="uk-UA"/>
        </w:rPr>
        <w:t xml:space="preserve">. Організаційне виконання  рішення покласти на Управління муніципального розвитку </w:t>
      </w:r>
      <w:r>
        <w:rPr>
          <w:sz w:val="28"/>
          <w:szCs w:val="28"/>
          <w:lang w:val="uk-UA"/>
        </w:rPr>
        <w:t>Бахмут</w:t>
      </w:r>
      <w:r w:rsidRPr="00347A64">
        <w:rPr>
          <w:sz w:val="28"/>
          <w:szCs w:val="28"/>
          <w:lang w:val="uk-UA"/>
        </w:rPr>
        <w:t>ської міської ради (</w:t>
      </w:r>
      <w:r>
        <w:rPr>
          <w:sz w:val="28"/>
          <w:szCs w:val="28"/>
          <w:lang w:val="uk-UA"/>
        </w:rPr>
        <w:t>Отюніна</w:t>
      </w:r>
      <w:r w:rsidRPr="00347A64">
        <w:rPr>
          <w:sz w:val="28"/>
          <w:szCs w:val="28"/>
          <w:lang w:val="uk-UA"/>
        </w:rPr>
        <w:t>), заступник</w:t>
      </w:r>
      <w:r>
        <w:rPr>
          <w:sz w:val="28"/>
          <w:szCs w:val="28"/>
          <w:lang w:val="uk-UA"/>
        </w:rPr>
        <w:t xml:space="preserve">ів </w:t>
      </w:r>
      <w:r w:rsidRPr="00347A64">
        <w:rPr>
          <w:sz w:val="28"/>
          <w:szCs w:val="28"/>
          <w:lang w:val="uk-UA"/>
        </w:rPr>
        <w:t xml:space="preserve">міського голови </w:t>
      </w:r>
      <w:r>
        <w:rPr>
          <w:sz w:val="28"/>
          <w:szCs w:val="28"/>
          <w:lang w:val="uk-UA"/>
        </w:rPr>
        <w:t>Точену В.В., Федорова Ф.К.,</w:t>
      </w:r>
      <w:r w:rsidRPr="00046F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першого заступника міського голови Савченко Т.М.</w:t>
      </w:r>
    </w:p>
    <w:p w:rsidR="00635372" w:rsidRPr="00347A64" w:rsidRDefault="00635372" w:rsidP="00347A64">
      <w:pPr>
        <w:pStyle w:val="Heading8"/>
        <w:tabs>
          <w:tab w:val="left" w:pos="851"/>
        </w:tabs>
        <w:spacing w:before="0" w:after="0"/>
        <w:jc w:val="both"/>
        <w:rPr>
          <w:i w:val="0"/>
          <w:iCs w:val="0"/>
          <w:sz w:val="28"/>
          <w:szCs w:val="28"/>
          <w:lang w:val="uk-UA"/>
        </w:rPr>
      </w:pPr>
      <w:r w:rsidRPr="00347A64">
        <w:rPr>
          <w:i w:val="0"/>
          <w:iCs w:val="0"/>
          <w:sz w:val="28"/>
          <w:szCs w:val="28"/>
          <w:lang w:val="uk-UA"/>
        </w:rPr>
        <w:t xml:space="preserve">       </w:t>
      </w:r>
    </w:p>
    <w:p w:rsidR="00635372" w:rsidRDefault="00635372" w:rsidP="000277C2">
      <w:pPr>
        <w:tabs>
          <w:tab w:val="left" w:pos="426"/>
        </w:tabs>
        <w:ind w:firstLine="587"/>
        <w:jc w:val="both"/>
        <w:rPr>
          <w:color w:val="FF00FF"/>
          <w:sz w:val="28"/>
          <w:szCs w:val="28"/>
          <w:lang w:val="uk-UA"/>
        </w:rPr>
      </w:pPr>
      <w:r w:rsidRPr="00347A64">
        <w:rPr>
          <w:sz w:val="28"/>
          <w:szCs w:val="28"/>
          <w:lang w:val="uk-UA"/>
        </w:rPr>
        <w:t xml:space="preserve"> </w:t>
      </w:r>
      <w:r w:rsidRPr="00347A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4</w:t>
      </w:r>
      <w:r w:rsidRPr="00347A64">
        <w:rPr>
          <w:sz w:val="28"/>
          <w:szCs w:val="28"/>
          <w:lang w:val="uk-UA"/>
        </w:rPr>
        <w:t>. Координаційне забезпечення  виконання рішення  покласти на постійн</w:t>
      </w:r>
      <w:r w:rsidRPr="00046F97">
        <w:rPr>
          <w:sz w:val="28"/>
          <w:szCs w:val="28"/>
          <w:lang w:val="uk-UA"/>
        </w:rPr>
        <w:t>і</w:t>
      </w:r>
      <w:r w:rsidRPr="00347A64">
        <w:rPr>
          <w:sz w:val="28"/>
          <w:szCs w:val="28"/>
          <w:lang w:val="uk-UA"/>
        </w:rPr>
        <w:t xml:space="preserve"> коміс</w:t>
      </w:r>
      <w:r w:rsidRPr="00046F97">
        <w:rPr>
          <w:sz w:val="28"/>
          <w:szCs w:val="28"/>
          <w:lang w:val="uk-UA"/>
        </w:rPr>
        <w:t>ії</w:t>
      </w:r>
      <w:r w:rsidRPr="00347A64">
        <w:rPr>
          <w:sz w:val="28"/>
          <w:szCs w:val="28"/>
          <w:lang w:val="uk-UA"/>
        </w:rPr>
        <w:t xml:space="preserve"> </w:t>
      </w:r>
      <w:r w:rsidRPr="00164E3E">
        <w:rPr>
          <w:sz w:val="28"/>
          <w:szCs w:val="28"/>
          <w:lang w:val="uk-UA"/>
        </w:rPr>
        <w:t xml:space="preserve">Бахмутської </w:t>
      </w:r>
      <w:r w:rsidRPr="00347A64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>:</w:t>
      </w:r>
      <w:r>
        <w:rPr>
          <w:i/>
          <w:iCs/>
          <w:sz w:val="28"/>
          <w:szCs w:val="28"/>
          <w:lang w:val="uk-UA"/>
        </w:rPr>
        <w:t xml:space="preserve"> </w:t>
      </w:r>
      <w:r w:rsidRPr="00347A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питань економічної і інвестиційної політики, бюджету і фінансів (Нікітенко), з питань комунальної власності, землі і приватизації (Сабаєв), секретаря Бахмутської міської ради Кіщенко С.І.</w:t>
      </w:r>
    </w:p>
    <w:p w:rsidR="00635372" w:rsidRDefault="00635372" w:rsidP="000277C2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</w:t>
      </w:r>
    </w:p>
    <w:p w:rsidR="00635372" w:rsidRDefault="00635372" w:rsidP="000277C2">
      <w:pPr>
        <w:jc w:val="both"/>
        <w:rPr>
          <w:b/>
          <w:bCs/>
          <w:sz w:val="28"/>
          <w:szCs w:val="28"/>
          <w:lang w:val="uk-UA"/>
        </w:rPr>
      </w:pPr>
    </w:p>
    <w:p w:rsidR="00635372" w:rsidRDefault="00635372" w:rsidP="000277C2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Міський голова                                                            О.О. РЕВА</w:t>
      </w:r>
    </w:p>
    <w:p w:rsidR="00635372" w:rsidRDefault="00635372" w:rsidP="000277C2">
      <w:pPr>
        <w:pStyle w:val="Heading8"/>
        <w:tabs>
          <w:tab w:val="left" w:pos="851"/>
        </w:tabs>
        <w:spacing w:before="0" w:after="0"/>
        <w:jc w:val="both"/>
        <w:rPr>
          <w:b/>
          <w:bCs/>
          <w:sz w:val="28"/>
          <w:szCs w:val="28"/>
          <w:lang w:val="uk-UA"/>
        </w:rPr>
      </w:pPr>
    </w:p>
    <w:p w:rsidR="00635372" w:rsidRDefault="00635372" w:rsidP="000277C2">
      <w:pPr>
        <w:pStyle w:val="Heading8"/>
        <w:tabs>
          <w:tab w:val="left" w:pos="851"/>
        </w:tabs>
        <w:spacing w:before="0" w:after="0"/>
        <w:jc w:val="both"/>
        <w:rPr>
          <w:b/>
          <w:bCs/>
          <w:sz w:val="28"/>
          <w:szCs w:val="28"/>
          <w:lang w:val="uk-UA"/>
        </w:rPr>
      </w:pPr>
    </w:p>
    <w:p w:rsidR="00635372" w:rsidRDefault="00635372" w:rsidP="000277C2">
      <w:pPr>
        <w:pStyle w:val="Heading8"/>
        <w:tabs>
          <w:tab w:val="left" w:pos="851"/>
        </w:tabs>
        <w:spacing w:before="0" w:after="0"/>
        <w:jc w:val="both"/>
        <w:rPr>
          <w:b/>
          <w:bCs/>
          <w:sz w:val="28"/>
          <w:szCs w:val="28"/>
          <w:lang w:val="uk-UA"/>
        </w:rPr>
      </w:pPr>
    </w:p>
    <w:p w:rsidR="00635372" w:rsidRDefault="00635372" w:rsidP="000277C2">
      <w:pPr>
        <w:pStyle w:val="Heading8"/>
        <w:tabs>
          <w:tab w:val="left" w:pos="851"/>
        </w:tabs>
        <w:spacing w:before="0" w:after="0"/>
        <w:jc w:val="both"/>
        <w:rPr>
          <w:b/>
          <w:bCs/>
          <w:sz w:val="28"/>
          <w:szCs w:val="28"/>
          <w:lang w:val="uk-UA"/>
        </w:rPr>
      </w:pPr>
    </w:p>
    <w:p w:rsidR="00635372" w:rsidRDefault="00635372" w:rsidP="000277C2">
      <w:pPr>
        <w:pStyle w:val="Heading8"/>
        <w:tabs>
          <w:tab w:val="left" w:pos="851"/>
        </w:tabs>
        <w:spacing w:before="0" w:after="0"/>
        <w:jc w:val="both"/>
        <w:rPr>
          <w:b/>
          <w:bCs/>
          <w:sz w:val="28"/>
          <w:szCs w:val="28"/>
          <w:lang w:val="uk-UA"/>
        </w:rPr>
      </w:pPr>
    </w:p>
    <w:p w:rsidR="00635372" w:rsidRDefault="00635372" w:rsidP="000277C2">
      <w:pPr>
        <w:pStyle w:val="Heading8"/>
        <w:tabs>
          <w:tab w:val="left" w:pos="851"/>
        </w:tabs>
        <w:spacing w:before="0" w:after="0"/>
        <w:jc w:val="both"/>
        <w:rPr>
          <w:b/>
          <w:bCs/>
          <w:sz w:val="28"/>
          <w:szCs w:val="28"/>
          <w:lang w:val="uk-UA"/>
        </w:rPr>
      </w:pPr>
    </w:p>
    <w:p w:rsidR="00635372" w:rsidRDefault="00635372" w:rsidP="000277C2">
      <w:pPr>
        <w:pStyle w:val="Heading8"/>
        <w:tabs>
          <w:tab w:val="left" w:pos="851"/>
        </w:tabs>
        <w:spacing w:before="0" w:after="0"/>
        <w:jc w:val="both"/>
        <w:rPr>
          <w:b/>
          <w:bCs/>
          <w:sz w:val="28"/>
          <w:szCs w:val="28"/>
          <w:lang w:val="uk-UA"/>
        </w:rPr>
      </w:pPr>
    </w:p>
    <w:p w:rsidR="00635372" w:rsidRDefault="00635372" w:rsidP="000277C2">
      <w:pPr>
        <w:pStyle w:val="Heading8"/>
        <w:tabs>
          <w:tab w:val="left" w:pos="851"/>
        </w:tabs>
        <w:spacing w:before="0" w:after="0"/>
        <w:jc w:val="both"/>
        <w:rPr>
          <w:b/>
          <w:bCs/>
          <w:sz w:val="28"/>
          <w:szCs w:val="28"/>
          <w:lang w:val="uk-UA"/>
        </w:rPr>
      </w:pPr>
    </w:p>
    <w:p w:rsidR="00635372" w:rsidRDefault="00635372" w:rsidP="00164E3E">
      <w:pPr>
        <w:rPr>
          <w:lang w:val="uk-UA"/>
        </w:rPr>
      </w:pPr>
    </w:p>
    <w:p w:rsidR="00635372" w:rsidRDefault="00635372" w:rsidP="00164E3E">
      <w:pPr>
        <w:rPr>
          <w:lang w:val="uk-UA"/>
        </w:rPr>
      </w:pPr>
    </w:p>
    <w:p w:rsidR="00635372" w:rsidRDefault="00635372" w:rsidP="00164E3E">
      <w:pPr>
        <w:rPr>
          <w:lang w:val="uk-UA"/>
        </w:rPr>
      </w:pPr>
    </w:p>
    <w:p w:rsidR="00635372" w:rsidRDefault="00635372" w:rsidP="00164E3E">
      <w:pPr>
        <w:rPr>
          <w:lang w:val="uk-UA"/>
        </w:rPr>
      </w:pPr>
    </w:p>
    <w:p w:rsidR="00635372" w:rsidRDefault="00635372" w:rsidP="00164E3E">
      <w:pPr>
        <w:rPr>
          <w:lang w:val="uk-UA"/>
        </w:rPr>
      </w:pPr>
    </w:p>
    <w:p w:rsidR="00635372" w:rsidRDefault="00635372" w:rsidP="00164E3E">
      <w:pPr>
        <w:rPr>
          <w:lang w:val="uk-UA"/>
        </w:rPr>
      </w:pPr>
    </w:p>
    <w:p w:rsidR="00635372" w:rsidRDefault="00635372" w:rsidP="00164E3E">
      <w:pPr>
        <w:rPr>
          <w:lang w:val="uk-UA"/>
        </w:rPr>
      </w:pPr>
    </w:p>
    <w:p w:rsidR="00635372" w:rsidRDefault="00635372" w:rsidP="00164E3E">
      <w:pPr>
        <w:rPr>
          <w:lang w:val="uk-UA"/>
        </w:rPr>
      </w:pPr>
    </w:p>
    <w:p w:rsidR="00635372" w:rsidRDefault="00635372" w:rsidP="00164E3E">
      <w:pPr>
        <w:rPr>
          <w:lang w:val="uk-UA"/>
        </w:rPr>
      </w:pPr>
    </w:p>
    <w:p w:rsidR="00635372" w:rsidRDefault="00635372" w:rsidP="00164E3E">
      <w:pPr>
        <w:rPr>
          <w:lang w:val="uk-UA"/>
        </w:rPr>
      </w:pPr>
    </w:p>
    <w:p w:rsidR="00635372" w:rsidRDefault="00635372" w:rsidP="00164E3E">
      <w:pPr>
        <w:rPr>
          <w:lang w:val="uk-UA"/>
        </w:rPr>
      </w:pPr>
    </w:p>
    <w:p w:rsidR="00635372" w:rsidRDefault="00635372" w:rsidP="00164E3E">
      <w:pPr>
        <w:rPr>
          <w:lang w:val="uk-UA"/>
        </w:rPr>
      </w:pPr>
    </w:p>
    <w:p w:rsidR="00635372" w:rsidRDefault="00635372" w:rsidP="00164E3E">
      <w:pPr>
        <w:rPr>
          <w:lang w:val="uk-UA"/>
        </w:rPr>
      </w:pPr>
    </w:p>
    <w:p w:rsidR="00635372" w:rsidRDefault="00635372" w:rsidP="00164E3E">
      <w:pPr>
        <w:rPr>
          <w:lang w:val="uk-UA"/>
        </w:rPr>
      </w:pPr>
    </w:p>
    <w:p w:rsidR="00635372" w:rsidRDefault="00635372" w:rsidP="00164E3E">
      <w:pPr>
        <w:rPr>
          <w:lang w:val="uk-UA"/>
        </w:rPr>
      </w:pPr>
    </w:p>
    <w:p w:rsidR="00635372" w:rsidRDefault="00635372" w:rsidP="00164E3E">
      <w:pPr>
        <w:rPr>
          <w:lang w:val="uk-UA"/>
        </w:rPr>
      </w:pPr>
    </w:p>
    <w:p w:rsidR="00635372" w:rsidRDefault="00635372" w:rsidP="00164E3E">
      <w:pPr>
        <w:rPr>
          <w:lang w:val="uk-UA"/>
        </w:rPr>
      </w:pPr>
    </w:p>
    <w:p w:rsidR="00635372" w:rsidRDefault="00635372" w:rsidP="00164E3E">
      <w:pPr>
        <w:rPr>
          <w:lang w:val="uk-UA"/>
        </w:rPr>
      </w:pPr>
    </w:p>
    <w:p w:rsidR="00635372" w:rsidRDefault="00635372" w:rsidP="00164E3E">
      <w:pPr>
        <w:rPr>
          <w:lang w:val="uk-UA"/>
        </w:rPr>
      </w:pPr>
    </w:p>
    <w:p w:rsidR="00635372" w:rsidRDefault="00635372" w:rsidP="00164E3E">
      <w:pPr>
        <w:rPr>
          <w:lang w:val="uk-UA"/>
        </w:rPr>
      </w:pPr>
    </w:p>
    <w:p w:rsidR="00635372" w:rsidRDefault="00635372" w:rsidP="00164E3E">
      <w:pPr>
        <w:rPr>
          <w:lang w:val="uk-UA"/>
        </w:rPr>
      </w:pPr>
    </w:p>
    <w:p w:rsidR="00635372" w:rsidRDefault="00635372" w:rsidP="00164E3E">
      <w:pPr>
        <w:rPr>
          <w:lang w:val="uk-UA"/>
        </w:rPr>
      </w:pPr>
    </w:p>
    <w:p w:rsidR="00635372" w:rsidRDefault="00635372" w:rsidP="00164E3E">
      <w:pPr>
        <w:rPr>
          <w:lang w:val="uk-UA"/>
        </w:rPr>
      </w:pPr>
    </w:p>
    <w:p w:rsidR="00635372" w:rsidRDefault="00635372" w:rsidP="00164E3E">
      <w:pPr>
        <w:rPr>
          <w:lang w:val="uk-UA"/>
        </w:rPr>
      </w:pPr>
    </w:p>
    <w:p w:rsidR="00635372" w:rsidRDefault="00635372" w:rsidP="00164E3E">
      <w:pPr>
        <w:rPr>
          <w:lang w:val="uk-UA"/>
        </w:rPr>
      </w:pPr>
    </w:p>
    <w:p w:rsidR="00635372" w:rsidRDefault="00635372" w:rsidP="00164E3E">
      <w:pPr>
        <w:rPr>
          <w:lang w:val="uk-UA"/>
        </w:rPr>
      </w:pPr>
    </w:p>
    <w:p w:rsidR="00635372" w:rsidRDefault="00635372" w:rsidP="00164E3E">
      <w:pPr>
        <w:rPr>
          <w:lang w:val="uk-UA"/>
        </w:rPr>
      </w:pPr>
    </w:p>
    <w:p w:rsidR="00635372" w:rsidRDefault="00635372" w:rsidP="00164E3E">
      <w:pPr>
        <w:rPr>
          <w:lang w:val="uk-UA"/>
        </w:rPr>
      </w:pPr>
    </w:p>
    <w:p w:rsidR="00635372" w:rsidRDefault="00635372" w:rsidP="00164E3E">
      <w:pPr>
        <w:rPr>
          <w:lang w:val="uk-UA"/>
        </w:rPr>
      </w:pPr>
    </w:p>
    <w:p w:rsidR="00635372" w:rsidRDefault="00635372" w:rsidP="00164E3E">
      <w:pPr>
        <w:rPr>
          <w:lang w:val="uk-UA"/>
        </w:rPr>
      </w:pPr>
    </w:p>
    <w:p w:rsidR="00635372" w:rsidRPr="00164E3E" w:rsidRDefault="00635372" w:rsidP="00164E3E">
      <w:pPr>
        <w:rPr>
          <w:lang w:val="uk-UA"/>
        </w:rPr>
      </w:pPr>
    </w:p>
    <w:sectPr w:rsidR="00635372" w:rsidRPr="00164E3E" w:rsidSect="00F111A6"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D830545"/>
    <w:multiLevelType w:val="hybridMultilevel"/>
    <w:tmpl w:val="8E54C24E"/>
    <w:lvl w:ilvl="0" w:tplc="CCD0ED76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95" w:hanging="360"/>
      </w:pPr>
    </w:lvl>
    <w:lvl w:ilvl="2" w:tplc="0419001B">
      <w:start w:val="1"/>
      <w:numFmt w:val="lowerRoman"/>
      <w:lvlText w:val="%3."/>
      <w:lvlJc w:val="right"/>
      <w:pPr>
        <w:ind w:left="2415" w:hanging="180"/>
      </w:pPr>
    </w:lvl>
    <w:lvl w:ilvl="3" w:tplc="0419000F">
      <w:start w:val="1"/>
      <w:numFmt w:val="decimal"/>
      <w:lvlText w:val="%4."/>
      <w:lvlJc w:val="left"/>
      <w:pPr>
        <w:ind w:left="3135" w:hanging="360"/>
      </w:pPr>
    </w:lvl>
    <w:lvl w:ilvl="4" w:tplc="04190019">
      <w:start w:val="1"/>
      <w:numFmt w:val="lowerLetter"/>
      <w:lvlText w:val="%5."/>
      <w:lvlJc w:val="left"/>
      <w:pPr>
        <w:ind w:left="3855" w:hanging="360"/>
      </w:pPr>
    </w:lvl>
    <w:lvl w:ilvl="5" w:tplc="0419001B">
      <w:start w:val="1"/>
      <w:numFmt w:val="lowerRoman"/>
      <w:lvlText w:val="%6."/>
      <w:lvlJc w:val="right"/>
      <w:pPr>
        <w:ind w:left="4575" w:hanging="180"/>
      </w:pPr>
    </w:lvl>
    <w:lvl w:ilvl="6" w:tplc="0419000F">
      <w:start w:val="1"/>
      <w:numFmt w:val="decimal"/>
      <w:lvlText w:val="%7."/>
      <w:lvlJc w:val="left"/>
      <w:pPr>
        <w:ind w:left="5295" w:hanging="360"/>
      </w:pPr>
    </w:lvl>
    <w:lvl w:ilvl="7" w:tplc="04190019">
      <w:start w:val="1"/>
      <w:numFmt w:val="lowerLetter"/>
      <w:lvlText w:val="%8."/>
      <w:lvlJc w:val="left"/>
      <w:pPr>
        <w:ind w:left="6015" w:hanging="360"/>
      </w:pPr>
    </w:lvl>
    <w:lvl w:ilvl="8" w:tplc="0419001B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50587F7B"/>
    <w:multiLevelType w:val="multilevel"/>
    <w:tmpl w:val="0DB2A83E"/>
    <w:lvl w:ilvl="0">
      <w:start w:val="1"/>
      <w:numFmt w:val="decimal"/>
      <w:lvlText w:val="%1."/>
      <w:lvlJc w:val="left"/>
      <w:pPr>
        <w:ind w:left="105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35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40C7"/>
    <w:rsid w:val="000026BC"/>
    <w:rsid w:val="00002726"/>
    <w:rsid w:val="000030A3"/>
    <w:rsid w:val="00004BCA"/>
    <w:rsid w:val="00006E3C"/>
    <w:rsid w:val="000131DE"/>
    <w:rsid w:val="00013375"/>
    <w:rsid w:val="00016C1A"/>
    <w:rsid w:val="0002188D"/>
    <w:rsid w:val="0002250A"/>
    <w:rsid w:val="00024653"/>
    <w:rsid w:val="000277C2"/>
    <w:rsid w:val="00030588"/>
    <w:rsid w:val="00035FE5"/>
    <w:rsid w:val="00036FB1"/>
    <w:rsid w:val="00037119"/>
    <w:rsid w:val="00040399"/>
    <w:rsid w:val="00042FA8"/>
    <w:rsid w:val="00045371"/>
    <w:rsid w:val="000457EA"/>
    <w:rsid w:val="00046D1A"/>
    <w:rsid w:val="00046F97"/>
    <w:rsid w:val="00050417"/>
    <w:rsid w:val="00050AC4"/>
    <w:rsid w:val="00054A75"/>
    <w:rsid w:val="00057C98"/>
    <w:rsid w:val="00060A4B"/>
    <w:rsid w:val="000755FE"/>
    <w:rsid w:val="0007655D"/>
    <w:rsid w:val="0007665F"/>
    <w:rsid w:val="00077837"/>
    <w:rsid w:val="00082F2E"/>
    <w:rsid w:val="00083F2A"/>
    <w:rsid w:val="000857B3"/>
    <w:rsid w:val="000936B1"/>
    <w:rsid w:val="000950AF"/>
    <w:rsid w:val="00097408"/>
    <w:rsid w:val="000A06E3"/>
    <w:rsid w:val="000A1E7C"/>
    <w:rsid w:val="000A35A9"/>
    <w:rsid w:val="000A6461"/>
    <w:rsid w:val="000A6FAD"/>
    <w:rsid w:val="000B418D"/>
    <w:rsid w:val="000C0153"/>
    <w:rsid w:val="000C1593"/>
    <w:rsid w:val="000C59A8"/>
    <w:rsid w:val="000C6615"/>
    <w:rsid w:val="000D1558"/>
    <w:rsid w:val="000D1687"/>
    <w:rsid w:val="000D1DC3"/>
    <w:rsid w:val="000D4547"/>
    <w:rsid w:val="000D570D"/>
    <w:rsid w:val="000E0F0A"/>
    <w:rsid w:val="000E1519"/>
    <w:rsid w:val="000E5CF9"/>
    <w:rsid w:val="000E7A36"/>
    <w:rsid w:val="00100F8F"/>
    <w:rsid w:val="00103F72"/>
    <w:rsid w:val="00107487"/>
    <w:rsid w:val="00112EF0"/>
    <w:rsid w:val="001142F4"/>
    <w:rsid w:val="00115754"/>
    <w:rsid w:val="00115C8F"/>
    <w:rsid w:val="00122B77"/>
    <w:rsid w:val="00135D4E"/>
    <w:rsid w:val="001369AD"/>
    <w:rsid w:val="00136C4D"/>
    <w:rsid w:val="001412FF"/>
    <w:rsid w:val="0014156C"/>
    <w:rsid w:val="001428D7"/>
    <w:rsid w:val="00146DC1"/>
    <w:rsid w:val="001478CD"/>
    <w:rsid w:val="00147ADF"/>
    <w:rsid w:val="001526F2"/>
    <w:rsid w:val="0015616A"/>
    <w:rsid w:val="00163D77"/>
    <w:rsid w:val="00164E3E"/>
    <w:rsid w:val="0016529F"/>
    <w:rsid w:val="00165DE7"/>
    <w:rsid w:val="00165E5F"/>
    <w:rsid w:val="0016712C"/>
    <w:rsid w:val="001742BF"/>
    <w:rsid w:val="00180791"/>
    <w:rsid w:val="00191A59"/>
    <w:rsid w:val="001925EE"/>
    <w:rsid w:val="0019359D"/>
    <w:rsid w:val="0019508C"/>
    <w:rsid w:val="001972F9"/>
    <w:rsid w:val="001A0609"/>
    <w:rsid w:val="001A485D"/>
    <w:rsid w:val="001B0C59"/>
    <w:rsid w:val="001B23BF"/>
    <w:rsid w:val="001B289A"/>
    <w:rsid w:val="001B4EE3"/>
    <w:rsid w:val="001B730D"/>
    <w:rsid w:val="001B75B7"/>
    <w:rsid w:val="001C0204"/>
    <w:rsid w:val="001C0AFC"/>
    <w:rsid w:val="001C0D75"/>
    <w:rsid w:val="001C1D65"/>
    <w:rsid w:val="001C1D99"/>
    <w:rsid w:val="001C5153"/>
    <w:rsid w:val="001C5DA2"/>
    <w:rsid w:val="001D020D"/>
    <w:rsid w:val="001D0585"/>
    <w:rsid w:val="001D1E4B"/>
    <w:rsid w:val="001D5CA9"/>
    <w:rsid w:val="001E02DE"/>
    <w:rsid w:val="001E0874"/>
    <w:rsid w:val="001E5EA3"/>
    <w:rsid w:val="001E5EAC"/>
    <w:rsid w:val="001F012F"/>
    <w:rsid w:val="001F0A70"/>
    <w:rsid w:val="001F6039"/>
    <w:rsid w:val="001F71B1"/>
    <w:rsid w:val="001F76B3"/>
    <w:rsid w:val="002002BC"/>
    <w:rsid w:val="00203BF0"/>
    <w:rsid w:val="002051AA"/>
    <w:rsid w:val="0020550E"/>
    <w:rsid w:val="00212697"/>
    <w:rsid w:val="002152E3"/>
    <w:rsid w:val="00216112"/>
    <w:rsid w:val="0021647F"/>
    <w:rsid w:val="002166ED"/>
    <w:rsid w:val="0022047D"/>
    <w:rsid w:val="0022126E"/>
    <w:rsid w:val="00226BB3"/>
    <w:rsid w:val="00232583"/>
    <w:rsid w:val="00233172"/>
    <w:rsid w:val="00240037"/>
    <w:rsid w:val="002402B6"/>
    <w:rsid w:val="002442B2"/>
    <w:rsid w:val="00245426"/>
    <w:rsid w:val="00247DB4"/>
    <w:rsid w:val="00247DDD"/>
    <w:rsid w:val="002503E8"/>
    <w:rsid w:val="00250988"/>
    <w:rsid w:val="00252877"/>
    <w:rsid w:val="00254A62"/>
    <w:rsid w:val="00255C70"/>
    <w:rsid w:val="00256E18"/>
    <w:rsid w:val="00257B78"/>
    <w:rsid w:val="00262CC7"/>
    <w:rsid w:val="0026767A"/>
    <w:rsid w:val="00271B98"/>
    <w:rsid w:val="0027368D"/>
    <w:rsid w:val="00275477"/>
    <w:rsid w:val="00283CD2"/>
    <w:rsid w:val="00290406"/>
    <w:rsid w:val="00291425"/>
    <w:rsid w:val="00296054"/>
    <w:rsid w:val="002967FB"/>
    <w:rsid w:val="00296844"/>
    <w:rsid w:val="002A231E"/>
    <w:rsid w:val="002A2E9A"/>
    <w:rsid w:val="002A3A06"/>
    <w:rsid w:val="002A4D73"/>
    <w:rsid w:val="002A5E14"/>
    <w:rsid w:val="002A652C"/>
    <w:rsid w:val="002B1127"/>
    <w:rsid w:val="002B219A"/>
    <w:rsid w:val="002B2486"/>
    <w:rsid w:val="002B41F9"/>
    <w:rsid w:val="002C7654"/>
    <w:rsid w:val="002D46E9"/>
    <w:rsid w:val="002D7CC5"/>
    <w:rsid w:val="002E47A3"/>
    <w:rsid w:val="002F2351"/>
    <w:rsid w:val="002F7C51"/>
    <w:rsid w:val="003040AC"/>
    <w:rsid w:val="00310564"/>
    <w:rsid w:val="003114AC"/>
    <w:rsid w:val="00312EA8"/>
    <w:rsid w:val="00316E90"/>
    <w:rsid w:val="00325107"/>
    <w:rsid w:val="00326CEA"/>
    <w:rsid w:val="003273BC"/>
    <w:rsid w:val="00336F10"/>
    <w:rsid w:val="003372CF"/>
    <w:rsid w:val="00347605"/>
    <w:rsid w:val="00347A64"/>
    <w:rsid w:val="00347D25"/>
    <w:rsid w:val="00351E51"/>
    <w:rsid w:val="003558EE"/>
    <w:rsid w:val="003560EA"/>
    <w:rsid w:val="0035753B"/>
    <w:rsid w:val="00357BFA"/>
    <w:rsid w:val="003616E9"/>
    <w:rsid w:val="003629E0"/>
    <w:rsid w:val="0036470E"/>
    <w:rsid w:val="00371D9E"/>
    <w:rsid w:val="0037472C"/>
    <w:rsid w:val="00376D9B"/>
    <w:rsid w:val="00377246"/>
    <w:rsid w:val="00381D6A"/>
    <w:rsid w:val="0038301A"/>
    <w:rsid w:val="00387CB3"/>
    <w:rsid w:val="0039367B"/>
    <w:rsid w:val="003A16BA"/>
    <w:rsid w:val="003A2BA2"/>
    <w:rsid w:val="003A6D2F"/>
    <w:rsid w:val="003A72A5"/>
    <w:rsid w:val="003B1A6F"/>
    <w:rsid w:val="003B3E33"/>
    <w:rsid w:val="003B67F6"/>
    <w:rsid w:val="003C44BE"/>
    <w:rsid w:val="003C631F"/>
    <w:rsid w:val="003D2A67"/>
    <w:rsid w:val="003D2DC9"/>
    <w:rsid w:val="003D3314"/>
    <w:rsid w:val="003D6145"/>
    <w:rsid w:val="003E5A64"/>
    <w:rsid w:val="003E6401"/>
    <w:rsid w:val="003F1B8B"/>
    <w:rsid w:val="003F4785"/>
    <w:rsid w:val="003F5B12"/>
    <w:rsid w:val="00400F8B"/>
    <w:rsid w:val="004017C1"/>
    <w:rsid w:val="00401CD1"/>
    <w:rsid w:val="00405361"/>
    <w:rsid w:val="0040653B"/>
    <w:rsid w:val="004078DA"/>
    <w:rsid w:val="00411857"/>
    <w:rsid w:val="00413D4A"/>
    <w:rsid w:val="00420F27"/>
    <w:rsid w:val="0042253D"/>
    <w:rsid w:val="004241E5"/>
    <w:rsid w:val="0043061F"/>
    <w:rsid w:val="004311AF"/>
    <w:rsid w:val="0043179E"/>
    <w:rsid w:val="00436407"/>
    <w:rsid w:val="00437776"/>
    <w:rsid w:val="004427A8"/>
    <w:rsid w:val="0044632D"/>
    <w:rsid w:val="00450BC1"/>
    <w:rsid w:val="00453881"/>
    <w:rsid w:val="004607D0"/>
    <w:rsid w:val="004654F6"/>
    <w:rsid w:val="00466CBD"/>
    <w:rsid w:val="00481EE9"/>
    <w:rsid w:val="004914EC"/>
    <w:rsid w:val="00491B05"/>
    <w:rsid w:val="00494158"/>
    <w:rsid w:val="00496B75"/>
    <w:rsid w:val="004976D5"/>
    <w:rsid w:val="00497B85"/>
    <w:rsid w:val="004A0119"/>
    <w:rsid w:val="004A3054"/>
    <w:rsid w:val="004B1A7B"/>
    <w:rsid w:val="004B4E77"/>
    <w:rsid w:val="004B5D2C"/>
    <w:rsid w:val="004B7B6A"/>
    <w:rsid w:val="004C15F5"/>
    <w:rsid w:val="004C3E9C"/>
    <w:rsid w:val="004C543D"/>
    <w:rsid w:val="004C731E"/>
    <w:rsid w:val="004D0CBB"/>
    <w:rsid w:val="004D7671"/>
    <w:rsid w:val="004E1A42"/>
    <w:rsid w:val="004E4611"/>
    <w:rsid w:val="004F0682"/>
    <w:rsid w:val="004F377B"/>
    <w:rsid w:val="004F4B9D"/>
    <w:rsid w:val="004F7AF6"/>
    <w:rsid w:val="00503C62"/>
    <w:rsid w:val="00503CF0"/>
    <w:rsid w:val="00505DE5"/>
    <w:rsid w:val="0050613B"/>
    <w:rsid w:val="00507D6F"/>
    <w:rsid w:val="00510403"/>
    <w:rsid w:val="00516B21"/>
    <w:rsid w:val="0052193A"/>
    <w:rsid w:val="00525273"/>
    <w:rsid w:val="00527C4B"/>
    <w:rsid w:val="00530AFC"/>
    <w:rsid w:val="005321FD"/>
    <w:rsid w:val="0053291B"/>
    <w:rsid w:val="00532C9C"/>
    <w:rsid w:val="00535A97"/>
    <w:rsid w:val="00536588"/>
    <w:rsid w:val="00543F85"/>
    <w:rsid w:val="00553729"/>
    <w:rsid w:val="00553BCD"/>
    <w:rsid w:val="00555FEF"/>
    <w:rsid w:val="0055622D"/>
    <w:rsid w:val="00560431"/>
    <w:rsid w:val="0056671D"/>
    <w:rsid w:val="0056790A"/>
    <w:rsid w:val="00571305"/>
    <w:rsid w:val="005719BA"/>
    <w:rsid w:val="00571DBA"/>
    <w:rsid w:val="00573CE9"/>
    <w:rsid w:val="00576A56"/>
    <w:rsid w:val="00581C79"/>
    <w:rsid w:val="00584D44"/>
    <w:rsid w:val="00594933"/>
    <w:rsid w:val="0059499A"/>
    <w:rsid w:val="005A2C5E"/>
    <w:rsid w:val="005A3FDD"/>
    <w:rsid w:val="005A4944"/>
    <w:rsid w:val="005A707C"/>
    <w:rsid w:val="005B1415"/>
    <w:rsid w:val="005B1CB6"/>
    <w:rsid w:val="005B3F55"/>
    <w:rsid w:val="005B758A"/>
    <w:rsid w:val="005C0F7F"/>
    <w:rsid w:val="005C220D"/>
    <w:rsid w:val="005C321F"/>
    <w:rsid w:val="005C5757"/>
    <w:rsid w:val="005C6F26"/>
    <w:rsid w:val="005C706A"/>
    <w:rsid w:val="005C7286"/>
    <w:rsid w:val="005D1850"/>
    <w:rsid w:val="005D29B0"/>
    <w:rsid w:val="005D3286"/>
    <w:rsid w:val="005D4B84"/>
    <w:rsid w:val="005E1118"/>
    <w:rsid w:val="005E1C7B"/>
    <w:rsid w:val="005E4238"/>
    <w:rsid w:val="005E51E7"/>
    <w:rsid w:val="005E5FD8"/>
    <w:rsid w:val="005F08D0"/>
    <w:rsid w:val="005F6A2C"/>
    <w:rsid w:val="00603C85"/>
    <w:rsid w:val="00604507"/>
    <w:rsid w:val="00615971"/>
    <w:rsid w:val="0061665D"/>
    <w:rsid w:val="00616BC5"/>
    <w:rsid w:val="00620816"/>
    <w:rsid w:val="00623305"/>
    <w:rsid w:val="006235C7"/>
    <w:rsid w:val="00630393"/>
    <w:rsid w:val="006319CA"/>
    <w:rsid w:val="00632BDD"/>
    <w:rsid w:val="00635372"/>
    <w:rsid w:val="006361CA"/>
    <w:rsid w:val="006423F0"/>
    <w:rsid w:val="00642F42"/>
    <w:rsid w:val="006432F6"/>
    <w:rsid w:val="00644195"/>
    <w:rsid w:val="006441E1"/>
    <w:rsid w:val="00644E24"/>
    <w:rsid w:val="0064558D"/>
    <w:rsid w:val="0064778D"/>
    <w:rsid w:val="006534EF"/>
    <w:rsid w:val="00656EA8"/>
    <w:rsid w:val="006601BD"/>
    <w:rsid w:val="006607E8"/>
    <w:rsid w:val="00660D9A"/>
    <w:rsid w:val="00662AFF"/>
    <w:rsid w:val="00666779"/>
    <w:rsid w:val="00673EEA"/>
    <w:rsid w:val="006748AB"/>
    <w:rsid w:val="00682042"/>
    <w:rsid w:val="006872E6"/>
    <w:rsid w:val="00692EF8"/>
    <w:rsid w:val="006A0D3D"/>
    <w:rsid w:val="006B3505"/>
    <w:rsid w:val="006B46FE"/>
    <w:rsid w:val="006B4707"/>
    <w:rsid w:val="006B4EA3"/>
    <w:rsid w:val="006C196E"/>
    <w:rsid w:val="006D6AEE"/>
    <w:rsid w:val="006E0489"/>
    <w:rsid w:val="006E0540"/>
    <w:rsid w:val="006E088D"/>
    <w:rsid w:val="006E4E69"/>
    <w:rsid w:val="006F648A"/>
    <w:rsid w:val="006F6C0A"/>
    <w:rsid w:val="00700DD6"/>
    <w:rsid w:val="0070192F"/>
    <w:rsid w:val="00701F86"/>
    <w:rsid w:val="007027D1"/>
    <w:rsid w:val="00702E4D"/>
    <w:rsid w:val="00705EC5"/>
    <w:rsid w:val="00710472"/>
    <w:rsid w:val="007119FD"/>
    <w:rsid w:val="00712F46"/>
    <w:rsid w:val="007139C9"/>
    <w:rsid w:val="00713B72"/>
    <w:rsid w:val="007167C2"/>
    <w:rsid w:val="00720287"/>
    <w:rsid w:val="00721C58"/>
    <w:rsid w:val="00725E94"/>
    <w:rsid w:val="00726857"/>
    <w:rsid w:val="00730DE6"/>
    <w:rsid w:val="007314F3"/>
    <w:rsid w:val="0074179C"/>
    <w:rsid w:val="00741D55"/>
    <w:rsid w:val="00750E5D"/>
    <w:rsid w:val="00753661"/>
    <w:rsid w:val="00766CA6"/>
    <w:rsid w:val="00767529"/>
    <w:rsid w:val="00773208"/>
    <w:rsid w:val="00781049"/>
    <w:rsid w:val="00782FDC"/>
    <w:rsid w:val="00784A1E"/>
    <w:rsid w:val="00790AC7"/>
    <w:rsid w:val="007935F2"/>
    <w:rsid w:val="007971BD"/>
    <w:rsid w:val="007A73C0"/>
    <w:rsid w:val="007B06AF"/>
    <w:rsid w:val="007B38F3"/>
    <w:rsid w:val="007C2147"/>
    <w:rsid w:val="007C5404"/>
    <w:rsid w:val="007C6457"/>
    <w:rsid w:val="007D2021"/>
    <w:rsid w:val="007D47BA"/>
    <w:rsid w:val="007D72D8"/>
    <w:rsid w:val="007E05F2"/>
    <w:rsid w:val="007E12C1"/>
    <w:rsid w:val="007E3BBA"/>
    <w:rsid w:val="007F2FB3"/>
    <w:rsid w:val="007F55B1"/>
    <w:rsid w:val="007F7998"/>
    <w:rsid w:val="007F7B7C"/>
    <w:rsid w:val="008010BE"/>
    <w:rsid w:val="00804E24"/>
    <w:rsid w:val="00815119"/>
    <w:rsid w:val="008155C7"/>
    <w:rsid w:val="008160AE"/>
    <w:rsid w:val="00816EF2"/>
    <w:rsid w:val="00817BF4"/>
    <w:rsid w:val="00820A00"/>
    <w:rsid w:val="0082769B"/>
    <w:rsid w:val="00827F58"/>
    <w:rsid w:val="0083254A"/>
    <w:rsid w:val="00832703"/>
    <w:rsid w:val="00834402"/>
    <w:rsid w:val="0083544C"/>
    <w:rsid w:val="00835AA4"/>
    <w:rsid w:val="00843C1E"/>
    <w:rsid w:val="008441F4"/>
    <w:rsid w:val="0084464F"/>
    <w:rsid w:val="00850117"/>
    <w:rsid w:val="00855EEC"/>
    <w:rsid w:val="00856083"/>
    <w:rsid w:val="0085798D"/>
    <w:rsid w:val="008635E8"/>
    <w:rsid w:val="00864486"/>
    <w:rsid w:val="008670A4"/>
    <w:rsid w:val="0087220A"/>
    <w:rsid w:val="0087371F"/>
    <w:rsid w:val="008779E6"/>
    <w:rsid w:val="00885738"/>
    <w:rsid w:val="008860CD"/>
    <w:rsid w:val="008920C0"/>
    <w:rsid w:val="00894429"/>
    <w:rsid w:val="00895E69"/>
    <w:rsid w:val="00896337"/>
    <w:rsid w:val="008A0584"/>
    <w:rsid w:val="008A1ACD"/>
    <w:rsid w:val="008A40C7"/>
    <w:rsid w:val="008A6A1F"/>
    <w:rsid w:val="008B3261"/>
    <w:rsid w:val="008C07CE"/>
    <w:rsid w:val="008C56E4"/>
    <w:rsid w:val="008C7E5B"/>
    <w:rsid w:val="008D6E21"/>
    <w:rsid w:val="008D7C80"/>
    <w:rsid w:val="008D7D3D"/>
    <w:rsid w:val="008E114E"/>
    <w:rsid w:val="008F14F6"/>
    <w:rsid w:val="0090179C"/>
    <w:rsid w:val="009022AC"/>
    <w:rsid w:val="0090262B"/>
    <w:rsid w:val="00903B28"/>
    <w:rsid w:val="00913909"/>
    <w:rsid w:val="009167E7"/>
    <w:rsid w:val="009203EC"/>
    <w:rsid w:val="009255D2"/>
    <w:rsid w:val="00926CA4"/>
    <w:rsid w:val="00933680"/>
    <w:rsid w:val="009409C1"/>
    <w:rsid w:val="00944039"/>
    <w:rsid w:val="009507C2"/>
    <w:rsid w:val="00952331"/>
    <w:rsid w:val="00953F61"/>
    <w:rsid w:val="0095491D"/>
    <w:rsid w:val="0095679E"/>
    <w:rsid w:val="0096015F"/>
    <w:rsid w:val="00963832"/>
    <w:rsid w:val="00974926"/>
    <w:rsid w:val="009749EB"/>
    <w:rsid w:val="00976288"/>
    <w:rsid w:val="00982C9D"/>
    <w:rsid w:val="0098551A"/>
    <w:rsid w:val="009859A7"/>
    <w:rsid w:val="00985E79"/>
    <w:rsid w:val="00991C3B"/>
    <w:rsid w:val="009928D9"/>
    <w:rsid w:val="00993322"/>
    <w:rsid w:val="00996134"/>
    <w:rsid w:val="009A1F0B"/>
    <w:rsid w:val="009A5322"/>
    <w:rsid w:val="009A5492"/>
    <w:rsid w:val="009A5ED4"/>
    <w:rsid w:val="009A6A7D"/>
    <w:rsid w:val="009B41F1"/>
    <w:rsid w:val="009B4CCF"/>
    <w:rsid w:val="009B5391"/>
    <w:rsid w:val="009B6AFA"/>
    <w:rsid w:val="009C04E9"/>
    <w:rsid w:val="009C33F8"/>
    <w:rsid w:val="009C5699"/>
    <w:rsid w:val="009C5F03"/>
    <w:rsid w:val="009D55AA"/>
    <w:rsid w:val="009E126D"/>
    <w:rsid w:val="009E39C6"/>
    <w:rsid w:val="009E3EC6"/>
    <w:rsid w:val="009E5803"/>
    <w:rsid w:val="009E7FF8"/>
    <w:rsid w:val="009F00E6"/>
    <w:rsid w:val="009F23F2"/>
    <w:rsid w:val="00A01CBF"/>
    <w:rsid w:val="00A02F07"/>
    <w:rsid w:val="00A06EB7"/>
    <w:rsid w:val="00A10739"/>
    <w:rsid w:val="00A14A85"/>
    <w:rsid w:val="00A20355"/>
    <w:rsid w:val="00A2055B"/>
    <w:rsid w:val="00A257D5"/>
    <w:rsid w:val="00A261A4"/>
    <w:rsid w:val="00A26A9A"/>
    <w:rsid w:val="00A30A4C"/>
    <w:rsid w:val="00A30B4B"/>
    <w:rsid w:val="00A31512"/>
    <w:rsid w:val="00A339EB"/>
    <w:rsid w:val="00A37166"/>
    <w:rsid w:val="00A376E6"/>
    <w:rsid w:val="00A417CA"/>
    <w:rsid w:val="00A4272C"/>
    <w:rsid w:val="00A44285"/>
    <w:rsid w:val="00A45E9A"/>
    <w:rsid w:val="00A53F5F"/>
    <w:rsid w:val="00A547F4"/>
    <w:rsid w:val="00A56AB9"/>
    <w:rsid w:val="00A6019D"/>
    <w:rsid w:val="00A62FC8"/>
    <w:rsid w:val="00A65196"/>
    <w:rsid w:val="00A66C88"/>
    <w:rsid w:val="00A72039"/>
    <w:rsid w:val="00A74961"/>
    <w:rsid w:val="00A76024"/>
    <w:rsid w:val="00A912B7"/>
    <w:rsid w:val="00A91D82"/>
    <w:rsid w:val="00A94C93"/>
    <w:rsid w:val="00A96665"/>
    <w:rsid w:val="00A97DE1"/>
    <w:rsid w:val="00AA0175"/>
    <w:rsid w:val="00AA0348"/>
    <w:rsid w:val="00AA26AC"/>
    <w:rsid w:val="00AB05D4"/>
    <w:rsid w:val="00AB1D95"/>
    <w:rsid w:val="00AB4803"/>
    <w:rsid w:val="00AB4DBE"/>
    <w:rsid w:val="00AC078A"/>
    <w:rsid w:val="00AC2C3E"/>
    <w:rsid w:val="00AC351D"/>
    <w:rsid w:val="00AC6463"/>
    <w:rsid w:val="00AC67EB"/>
    <w:rsid w:val="00AC7C12"/>
    <w:rsid w:val="00AC7EBB"/>
    <w:rsid w:val="00AD0003"/>
    <w:rsid w:val="00AD1310"/>
    <w:rsid w:val="00AD1DF7"/>
    <w:rsid w:val="00AD2A5C"/>
    <w:rsid w:val="00AD2BEE"/>
    <w:rsid w:val="00AD641A"/>
    <w:rsid w:val="00AE49D1"/>
    <w:rsid w:val="00AF1D3B"/>
    <w:rsid w:val="00AF24F7"/>
    <w:rsid w:val="00AF3FD9"/>
    <w:rsid w:val="00AF7DD0"/>
    <w:rsid w:val="00B03A92"/>
    <w:rsid w:val="00B10F7D"/>
    <w:rsid w:val="00B145A4"/>
    <w:rsid w:val="00B14BB8"/>
    <w:rsid w:val="00B174F2"/>
    <w:rsid w:val="00B212FE"/>
    <w:rsid w:val="00B21B2D"/>
    <w:rsid w:val="00B2207E"/>
    <w:rsid w:val="00B30BD1"/>
    <w:rsid w:val="00B32165"/>
    <w:rsid w:val="00B371AE"/>
    <w:rsid w:val="00B37F2C"/>
    <w:rsid w:val="00B40F31"/>
    <w:rsid w:val="00B44E4D"/>
    <w:rsid w:val="00B46987"/>
    <w:rsid w:val="00B51DB4"/>
    <w:rsid w:val="00B52C02"/>
    <w:rsid w:val="00B52C0E"/>
    <w:rsid w:val="00B53171"/>
    <w:rsid w:val="00B531F4"/>
    <w:rsid w:val="00B5402A"/>
    <w:rsid w:val="00B6532E"/>
    <w:rsid w:val="00B65D95"/>
    <w:rsid w:val="00B667F6"/>
    <w:rsid w:val="00B710F6"/>
    <w:rsid w:val="00B73548"/>
    <w:rsid w:val="00B80953"/>
    <w:rsid w:val="00B81438"/>
    <w:rsid w:val="00B81ADA"/>
    <w:rsid w:val="00B83899"/>
    <w:rsid w:val="00B872A1"/>
    <w:rsid w:val="00B90541"/>
    <w:rsid w:val="00B937EA"/>
    <w:rsid w:val="00B941E3"/>
    <w:rsid w:val="00B96664"/>
    <w:rsid w:val="00BA20A9"/>
    <w:rsid w:val="00BA20E6"/>
    <w:rsid w:val="00BA2B3B"/>
    <w:rsid w:val="00BA76DA"/>
    <w:rsid w:val="00BB19CE"/>
    <w:rsid w:val="00BB751E"/>
    <w:rsid w:val="00BB7C7B"/>
    <w:rsid w:val="00BC2EDB"/>
    <w:rsid w:val="00BC432E"/>
    <w:rsid w:val="00BC493B"/>
    <w:rsid w:val="00BC5037"/>
    <w:rsid w:val="00BC78FC"/>
    <w:rsid w:val="00BC7C5E"/>
    <w:rsid w:val="00BD2747"/>
    <w:rsid w:val="00BD6FDD"/>
    <w:rsid w:val="00BF11FD"/>
    <w:rsid w:val="00BF4AAA"/>
    <w:rsid w:val="00BF6E53"/>
    <w:rsid w:val="00C03A2D"/>
    <w:rsid w:val="00C0406B"/>
    <w:rsid w:val="00C07085"/>
    <w:rsid w:val="00C072F7"/>
    <w:rsid w:val="00C1249A"/>
    <w:rsid w:val="00C2072B"/>
    <w:rsid w:val="00C35161"/>
    <w:rsid w:val="00C36EFF"/>
    <w:rsid w:val="00C3712C"/>
    <w:rsid w:val="00C4017A"/>
    <w:rsid w:val="00C413E5"/>
    <w:rsid w:val="00C438AF"/>
    <w:rsid w:val="00C45C1B"/>
    <w:rsid w:val="00C50357"/>
    <w:rsid w:val="00C51E3E"/>
    <w:rsid w:val="00C54035"/>
    <w:rsid w:val="00C55D21"/>
    <w:rsid w:val="00C62D5D"/>
    <w:rsid w:val="00C6436E"/>
    <w:rsid w:val="00C65CE3"/>
    <w:rsid w:val="00C73071"/>
    <w:rsid w:val="00C73132"/>
    <w:rsid w:val="00C747BA"/>
    <w:rsid w:val="00C75FC2"/>
    <w:rsid w:val="00C7797D"/>
    <w:rsid w:val="00C80268"/>
    <w:rsid w:val="00C865CB"/>
    <w:rsid w:val="00C86FC9"/>
    <w:rsid w:val="00CB43EE"/>
    <w:rsid w:val="00CB475F"/>
    <w:rsid w:val="00CC2DD2"/>
    <w:rsid w:val="00CD5562"/>
    <w:rsid w:val="00CD7950"/>
    <w:rsid w:val="00CE1166"/>
    <w:rsid w:val="00CE43AC"/>
    <w:rsid w:val="00CE4516"/>
    <w:rsid w:val="00CE4730"/>
    <w:rsid w:val="00CE66EE"/>
    <w:rsid w:val="00CF4F25"/>
    <w:rsid w:val="00D002AD"/>
    <w:rsid w:val="00D01A38"/>
    <w:rsid w:val="00D0386F"/>
    <w:rsid w:val="00D03E2B"/>
    <w:rsid w:val="00D04358"/>
    <w:rsid w:val="00D0562D"/>
    <w:rsid w:val="00D07727"/>
    <w:rsid w:val="00D12B9C"/>
    <w:rsid w:val="00D13A06"/>
    <w:rsid w:val="00D1418E"/>
    <w:rsid w:val="00D15628"/>
    <w:rsid w:val="00D164E9"/>
    <w:rsid w:val="00D2374F"/>
    <w:rsid w:val="00D24DFC"/>
    <w:rsid w:val="00D266CA"/>
    <w:rsid w:val="00D27F2C"/>
    <w:rsid w:val="00D3454F"/>
    <w:rsid w:val="00D34BFB"/>
    <w:rsid w:val="00D4232A"/>
    <w:rsid w:val="00D435E4"/>
    <w:rsid w:val="00D437F0"/>
    <w:rsid w:val="00D43A4A"/>
    <w:rsid w:val="00D44A4F"/>
    <w:rsid w:val="00D46DD8"/>
    <w:rsid w:val="00D51ECC"/>
    <w:rsid w:val="00D524BE"/>
    <w:rsid w:val="00D531D5"/>
    <w:rsid w:val="00D561CB"/>
    <w:rsid w:val="00D562F4"/>
    <w:rsid w:val="00D61542"/>
    <w:rsid w:val="00D64A01"/>
    <w:rsid w:val="00D66CA0"/>
    <w:rsid w:val="00D67CF2"/>
    <w:rsid w:val="00D70777"/>
    <w:rsid w:val="00D7184A"/>
    <w:rsid w:val="00D73AC8"/>
    <w:rsid w:val="00D81D01"/>
    <w:rsid w:val="00D90000"/>
    <w:rsid w:val="00D94502"/>
    <w:rsid w:val="00DA540C"/>
    <w:rsid w:val="00DA63AB"/>
    <w:rsid w:val="00DB1241"/>
    <w:rsid w:val="00DB18A5"/>
    <w:rsid w:val="00DB28C0"/>
    <w:rsid w:val="00DB2980"/>
    <w:rsid w:val="00DB5563"/>
    <w:rsid w:val="00DB6AC6"/>
    <w:rsid w:val="00DB7D82"/>
    <w:rsid w:val="00DC000B"/>
    <w:rsid w:val="00DC1545"/>
    <w:rsid w:val="00DC1570"/>
    <w:rsid w:val="00DC5A23"/>
    <w:rsid w:val="00DC65DE"/>
    <w:rsid w:val="00DC6BF9"/>
    <w:rsid w:val="00DD766E"/>
    <w:rsid w:val="00DE1AC3"/>
    <w:rsid w:val="00DE2988"/>
    <w:rsid w:val="00DF002D"/>
    <w:rsid w:val="00DF358B"/>
    <w:rsid w:val="00DF5ED4"/>
    <w:rsid w:val="00DF65B2"/>
    <w:rsid w:val="00E009FA"/>
    <w:rsid w:val="00E022D6"/>
    <w:rsid w:val="00E14B17"/>
    <w:rsid w:val="00E15BD5"/>
    <w:rsid w:val="00E171F5"/>
    <w:rsid w:val="00E17A9F"/>
    <w:rsid w:val="00E2003F"/>
    <w:rsid w:val="00E2442C"/>
    <w:rsid w:val="00E30F81"/>
    <w:rsid w:val="00E352D9"/>
    <w:rsid w:val="00E35B0A"/>
    <w:rsid w:val="00E3604E"/>
    <w:rsid w:val="00E4429A"/>
    <w:rsid w:val="00E44395"/>
    <w:rsid w:val="00E448D8"/>
    <w:rsid w:val="00E51B66"/>
    <w:rsid w:val="00E55224"/>
    <w:rsid w:val="00E56188"/>
    <w:rsid w:val="00E6313B"/>
    <w:rsid w:val="00E646C4"/>
    <w:rsid w:val="00E7332E"/>
    <w:rsid w:val="00E7622D"/>
    <w:rsid w:val="00E7670D"/>
    <w:rsid w:val="00E83719"/>
    <w:rsid w:val="00E854F5"/>
    <w:rsid w:val="00E90C0E"/>
    <w:rsid w:val="00E9227C"/>
    <w:rsid w:val="00E93A0D"/>
    <w:rsid w:val="00E94BB0"/>
    <w:rsid w:val="00E97055"/>
    <w:rsid w:val="00EA57F2"/>
    <w:rsid w:val="00EA6284"/>
    <w:rsid w:val="00EA62B6"/>
    <w:rsid w:val="00EB7389"/>
    <w:rsid w:val="00EC1D97"/>
    <w:rsid w:val="00ED26AD"/>
    <w:rsid w:val="00ED4FFD"/>
    <w:rsid w:val="00EE0ECE"/>
    <w:rsid w:val="00EE2341"/>
    <w:rsid w:val="00EE3668"/>
    <w:rsid w:val="00EF0ADF"/>
    <w:rsid w:val="00EF1373"/>
    <w:rsid w:val="00EF3BC3"/>
    <w:rsid w:val="00F0288E"/>
    <w:rsid w:val="00F111A6"/>
    <w:rsid w:val="00F123D4"/>
    <w:rsid w:val="00F1752A"/>
    <w:rsid w:val="00F20121"/>
    <w:rsid w:val="00F231A5"/>
    <w:rsid w:val="00F26503"/>
    <w:rsid w:val="00F31773"/>
    <w:rsid w:val="00F345E0"/>
    <w:rsid w:val="00F43748"/>
    <w:rsid w:val="00F452E1"/>
    <w:rsid w:val="00F459B4"/>
    <w:rsid w:val="00F46E20"/>
    <w:rsid w:val="00F50AEF"/>
    <w:rsid w:val="00F51164"/>
    <w:rsid w:val="00F56529"/>
    <w:rsid w:val="00F634D9"/>
    <w:rsid w:val="00F67B3B"/>
    <w:rsid w:val="00F8064D"/>
    <w:rsid w:val="00F90DAB"/>
    <w:rsid w:val="00F915D4"/>
    <w:rsid w:val="00F92285"/>
    <w:rsid w:val="00F948F4"/>
    <w:rsid w:val="00F96461"/>
    <w:rsid w:val="00F96C52"/>
    <w:rsid w:val="00FA0907"/>
    <w:rsid w:val="00FA315F"/>
    <w:rsid w:val="00FA411A"/>
    <w:rsid w:val="00FA7D3E"/>
    <w:rsid w:val="00FB143C"/>
    <w:rsid w:val="00FB1944"/>
    <w:rsid w:val="00FB6467"/>
    <w:rsid w:val="00FB66FE"/>
    <w:rsid w:val="00FB6E70"/>
    <w:rsid w:val="00FC0A80"/>
    <w:rsid w:val="00FC5234"/>
    <w:rsid w:val="00FD1400"/>
    <w:rsid w:val="00FD37B2"/>
    <w:rsid w:val="00FD3C0A"/>
    <w:rsid w:val="00FD4014"/>
    <w:rsid w:val="00FD5D5E"/>
    <w:rsid w:val="00FE24D2"/>
    <w:rsid w:val="00FE608D"/>
    <w:rsid w:val="00FF16AC"/>
    <w:rsid w:val="00FF30D9"/>
    <w:rsid w:val="00FF3F0D"/>
    <w:rsid w:val="00FF4DC9"/>
    <w:rsid w:val="00FF6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uiPriority="0" w:unhideWhenUsed="1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locked="1" w:semiHidden="0" w:uiPriority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8A40C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A40C7"/>
    <w:pPr>
      <w:keepNext/>
      <w:tabs>
        <w:tab w:val="left" w:pos="7020"/>
      </w:tabs>
      <w:outlineLvl w:val="0"/>
    </w:pPr>
    <w:rPr>
      <w:sz w:val="28"/>
      <w:szCs w:val="28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A40C7"/>
    <w:pPr>
      <w:keepNext/>
      <w:jc w:val="center"/>
      <w:outlineLvl w:val="1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8D7C8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A40C7"/>
    <w:pPr>
      <w:keepNext/>
      <w:jc w:val="center"/>
      <w:outlineLvl w:val="4"/>
    </w:pPr>
    <w:rPr>
      <w:rFonts w:ascii="Times New Roman CYR" w:hAnsi="Times New Roman CYR" w:cs="Times New Roman CYR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A40C7"/>
    <w:pPr>
      <w:keepNext/>
      <w:jc w:val="center"/>
      <w:outlineLvl w:val="5"/>
    </w:pPr>
    <w:rPr>
      <w:rFonts w:ascii="Times New Roman CYR" w:hAnsi="Times New Roman CYR" w:cs="Times New Roman CYR"/>
      <w:b/>
      <w:bCs/>
      <w:sz w:val="40"/>
      <w:szCs w:val="40"/>
      <w:lang w:val="uk-U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A40C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8A40C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7119FD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B738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119FD"/>
    <w:rPr>
      <w:rFonts w:ascii="Cambria" w:hAnsi="Cambria" w:cs="Cambria"/>
      <w:i/>
      <w:iCs/>
      <w:color w:val="404040"/>
    </w:rPr>
  </w:style>
  <w:style w:type="paragraph" w:styleId="BalloonText">
    <w:name w:val="Balloon Text"/>
    <w:basedOn w:val="Normal"/>
    <w:link w:val="BalloonTextChar"/>
    <w:uiPriority w:val="99"/>
    <w:semiHidden/>
    <w:rsid w:val="008A40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01CBF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8D7C80"/>
    <w:pPr>
      <w:ind w:firstLine="748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B7389"/>
    <w:rPr>
      <w:sz w:val="24"/>
      <w:szCs w:val="24"/>
    </w:rPr>
  </w:style>
  <w:style w:type="table" w:styleId="TableGrid">
    <w:name w:val="Table Grid"/>
    <w:basedOn w:val="TableNormal"/>
    <w:uiPriority w:val="99"/>
    <w:rsid w:val="00E90C0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">
    <w:name w:val="Font Style"/>
    <w:uiPriority w:val="99"/>
    <w:rsid w:val="00D15628"/>
    <w:rPr>
      <w:color w:val="000000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351E51"/>
    <w:pPr>
      <w:spacing w:after="12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51E51"/>
    <w:rPr>
      <w:rFonts w:ascii="Calibri" w:hAnsi="Calibri" w:cs="Calibri"/>
      <w:sz w:val="22"/>
      <w:szCs w:val="22"/>
      <w:lang w:eastAsia="en-US"/>
    </w:rPr>
  </w:style>
  <w:style w:type="paragraph" w:styleId="BodyText2">
    <w:name w:val="Body Text 2"/>
    <w:basedOn w:val="Normal"/>
    <w:link w:val="BodyText2Char"/>
    <w:uiPriority w:val="99"/>
    <w:rsid w:val="00AF3FD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AF3FD9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AF3FD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AF3FD9"/>
    <w:rPr>
      <w:sz w:val="16"/>
      <w:szCs w:val="16"/>
    </w:rPr>
  </w:style>
  <w:style w:type="paragraph" w:customStyle="1" w:styleId="1">
    <w:name w:val="Обычный1"/>
    <w:uiPriority w:val="99"/>
    <w:rsid w:val="00AF3FD9"/>
    <w:pPr>
      <w:spacing w:before="100" w:after="100"/>
    </w:pPr>
    <w:rPr>
      <w:sz w:val="24"/>
      <w:szCs w:val="24"/>
    </w:rPr>
  </w:style>
  <w:style w:type="paragraph" w:styleId="List">
    <w:name w:val="List"/>
    <w:basedOn w:val="Normal"/>
    <w:uiPriority w:val="99"/>
    <w:rsid w:val="00A10739"/>
    <w:pPr>
      <w:ind w:left="283" w:hanging="283"/>
    </w:pPr>
    <w:rPr>
      <w:rFonts w:ascii="Times New Roman CYR" w:hAnsi="Times New Roman CYR" w:cs="Times New Roman CYR"/>
      <w:sz w:val="20"/>
      <w:szCs w:val="20"/>
    </w:rPr>
  </w:style>
  <w:style w:type="character" w:customStyle="1" w:styleId="apple-converted-space">
    <w:name w:val="apple-converted-space"/>
    <w:basedOn w:val="DefaultParagraphFont"/>
    <w:uiPriority w:val="99"/>
    <w:rsid w:val="00817BF4"/>
  </w:style>
  <w:style w:type="paragraph" w:styleId="BodyTextIndent3">
    <w:name w:val="Body Text Indent 3"/>
    <w:basedOn w:val="Normal"/>
    <w:link w:val="BodyTextIndent3Char"/>
    <w:uiPriority w:val="99"/>
    <w:rsid w:val="0002188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02188D"/>
    <w:rPr>
      <w:sz w:val="16"/>
      <w:szCs w:val="16"/>
    </w:rPr>
  </w:style>
  <w:style w:type="paragraph" w:styleId="ListParagraph">
    <w:name w:val="List Paragraph"/>
    <w:basedOn w:val="Normal"/>
    <w:uiPriority w:val="99"/>
    <w:qFormat/>
    <w:rsid w:val="00AD1DF7"/>
    <w:pPr>
      <w:ind w:left="720"/>
    </w:pPr>
  </w:style>
  <w:style w:type="character" w:customStyle="1" w:styleId="rvts44">
    <w:name w:val="rvts44"/>
    <w:basedOn w:val="DefaultParagraphFont"/>
    <w:uiPriority w:val="99"/>
    <w:rsid w:val="00710472"/>
  </w:style>
  <w:style w:type="paragraph" w:customStyle="1" w:styleId="2">
    <w:name w:val="Обычный2"/>
    <w:uiPriority w:val="99"/>
    <w:rsid w:val="008441F4"/>
    <w:pPr>
      <w:snapToGrid w:val="0"/>
      <w:spacing w:before="100" w:after="100"/>
    </w:pPr>
    <w:rPr>
      <w:sz w:val="24"/>
      <w:szCs w:val="24"/>
    </w:rPr>
  </w:style>
  <w:style w:type="paragraph" w:customStyle="1" w:styleId="DefaultParagraphFontCharCharCharCharCharCharChar">
    <w:name w:val="Default Paragraph Font Char Char Char Char Char Char Char"/>
    <w:aliases w:val="Default Paragraph Font Para Char Char Char Char Char Char Char Char Char Char Char"/>
    <w:basedOn w:val="Normal"/>
    <w:uiPriority w:val="99"/>
    <w:rsid w:val="00C4017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3">
    <w:name w:val="Обычный3"/>
    <w:uiPriority w:val="99"/>
    <w:rsid w:val="006601BD"/>
    <w:pPr>
      <w:snapToGrid w:val="0"/>
      <w:spacing w:before="100" w:after="100"/>
    </w:pPr>
    <w:rPr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250988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250988"/>
    <w:rPr>
      <w:rFonts w:ascii="Courier New" w:hAnsi="Courier New" w:cs="Courier New"/>
    </w:rPr>
  </w:style>
  <w:style w:type="paragraph" w:styleId="HTMLPreformatted">
    <w:name w:val="HTML Preformatted"/>
    <w:basedOn w:val="Normal"/>
    <w:link w:val="HTMLPreformattedChar"/>
    <w:uiPriority w:val="99"/>
    <w:rsid w:val="002509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250988"/>
    <w:rPr>
      <w:rFonts w:ascii="Courier New" w:hAnsi="Courier New" w:cs="Courier New"/>
    </w:rPr>
  </w:style>
  <w:style w:type="character" w:styleId="Hyperlink">
    <w:name w:val="Hyperlink"/>
    <w:basedOn w:val="DefaultParagraphFont"/>
    <w:uiPriority w:val="99"/>
    <w:rsid w:val="00250988"/>
    <w:rPr>
      <w:color w:val="0000FF"/>
      <w:u w:val="single"/>
    </w:rPr>
  </w:style>
  <w:style w:type="character" w:customStyle="1" w:styleId="rvts9">
    <w:name w:val="rvts9"/>
    <w:basedOn w:val="DefaultParagraphFont"/>
    <w:uiPriority w:val="99"/>
    <w:rsid w:val="00720287"/>
  </w:style>
  <w:style w:type="character" w:customStyle="1" w:styleId="rvts37">
    <w:name w:val="rvts37"/>
    <w:basedOn w:val="DefaultParagraphFont"/>
    <w:uiPriority w:val="99"/>
    <w:rsid w:val="00720287"/>
  </w:style>
  <w:style w:type="paragraph" w:customStyle="1" w:styleId="rvps1">
    <w:name w:val="rvps1"/>
    <w:basedOn w:val="Normal"/>
    <w:uiPriority w:val="99"/>
    <w:rsid w:val="00050417"/>
    <w:pPr>
      <w:spacing w:before="100" w:beforeAutospacing="1" w:after="100" w:afterAutospacing="1"/>
    </w:pPr>
  </w:style>
  <w:style w:type="character" w:customStyle="1" w:styleId="rvts15">
    <w:name w:val="rvts15"/>
    <w:basedOn w:val="DefaultParagraphFont"/>
    <w:uiPriority w:val="99"/>
    <w:rsid w:val="00050417"/>
  </w:style>
  <w:style w:type="paragraph" w:customStyle="1" w:styleId="rvps4">
    <w:name w:val="rvps4"/>
    <w:basedOn w:val="Normal"/>
    <w:uiPriority w:val="99"/>
    <w:rsid w:val="00050417"/>
    <w:pPr>
      <w:spacing w:before="100" w:beforeAutospacing="1" w:after="100" w:afterAutospacing="1"/>
    </w:pPr>
  </w:style>
  <w:style w:type="character" w:customStyle="1" w:styleId="rvts23">
    <w:name w:val="rvts23"/>
    <w:basedOn w:val="DefaultParagraphFont"/>
    <w:uiPriority w:val="99"/>
    <w:rsid w:val="00050417"/>
  </w:style>
  <w:style w:type="paragraph" w:customStyle="1" w:styleId="rvps7">
    <w:name w:val="rvps7"/>
    <w:basedOn w:val="Normal"/>
    <w:uiPriority w:val="99"/>
    <w:rsid w:val="0005041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383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3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3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276</TotalTime>
  <Pages>2</Pages>
  <Words>318</Words>
  <Characters>1814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km5</dc:creator>
  <cp:keywords/>
  <dc:description/>
  <cp:lastModifiedBy>Customer</cp:lastModifiedBy>
  <cp:revision>14</cp:revision>
  <cp:lastPrinted>2017-04-04T06:01:00Z</cp:lastPrinted>
  <dcterms:created xsi:type="dcterms:W3CDTF">2017-03-21T11:20:00Z</dcterms:created>
  <dcterms:modified xsi:type="dcterms:W3CDTF">2017-04-26T10:16:00Z</dcterms:modified>
</cp:coreProperties>
</file>