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54A" w:rsidRPr="00CE4E97" w:rsidRDefault="0006554A" w:rsidP="00CE4E97">
      <w:pPr>
        <w:pStyle w:val="Title"/>
        <w:rPr>
          <w:rFonts w:ascii="Courier New" w:hAnsi="Courier New" w:cs="Courier New"/>
          <w:color w:val="000000"/>
          <w:sz w:val="6"/>
          <w:szCs w:val="21"/>
        </w:rPr>
      </w:pPr>
      <w:r w:rsidRPr="00C56C9E">
        <w:rPr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.75pt;visibility:visible">
            <v:imagedata r:id="rId5" o:title=""/>
          </v:shape>
        </w:pict>
      </w:r>
    </w:p>
    <w:p w:rsidR="0006554A" w:rsidRDefault="0006554A">
      <w:pPr>
        <w:pStyle w:val="Title"/>
        <w:rPr>
          <w:b/>
          <w:sz w:val="32"/>
        </w:rPr>
      </w:pPr>
      <w:r>
        <w:rPr>
          <w:b/>
          <w:sz w:val="32"/>
        </w:rPr>
        <w:t>У К Р А Ї Н А</w:t>
      </w:r>
    </w:p>
    <w:p w:rsidR="0006554A" w:rsidRDefault="0006554A">
      <w:pPr>
        <w:rPr>
          <w:b/>
          <w:sz w:val="20"/>
          <w:lang w:val="uk-UA"/>
        </w:rPr>
      </w:pPr>
    </w:p>
    <w:p w:rsidR="0006554A" w:rsidRDefault="0006554A" w:rsidP="008037DB">
      <w:pPr>
        <w:pStyle w:val="Subtitle"/>
      </w:pPr>
      <w:r w:rsidRPr="00C01A41">
        <w:t>Б</w:t>
      </w:r>
      <w:r>
        <w:t xml:space="preserve"> </w:t>
      </w:r>
      <w:r w:rsidRPr="00C01A41">
        <w:t>а</w:t>
      </w:r>
      <w:r>
        <w:t xml:space="preserve"> </w:t>
      </w:r>
      <w:r w:rsidRPr="00C01A41">
        <w:t>х</w:t>
      </w:r>
      <w:r>
        <w:t xml:space="preserve"> </w:t>
      </w:r>
      <w:r w:rsidRPr="00C01A41">
        <w:t>м</w:t>
      </w:r>
      <w:r>
        <w:t xml:space="preserve"> </w:t>
      </w:r>
      <w:r w:rsidRPr="00C01A41">
        <w:t>у</w:t>
      </w:r>
      <w:r>
        <w:t xml:space="preserve"> </w:t>
      </w:r>
      <w:r w:rsidRPr="00C01A41">
        <w:t>т</w:t>
      </w:r>
      <w:r>
        <w:t xml:space="preserve"> </w:t>
      </w:r>
      <w:r w:rsidRPr="00C01A41">
        <w:t>с</w:t>
      </w:r>
      <w:r>
        <w:t xml:space="preserve"> </w:t>
      </w:r>
      <w:r w:rsidRPr="00C01A41">
        <w:t>ь</w:t>
      </w:r>
      <w:r>
        <w:t xml:space="preserve"> </w:t>
      </w:r>
      <w:r w:rsidRPr="00C01A41">
        <w:t>к</w:t>
      </w:r>
      <w:r>
        <w:t xml:space="preserve"> </w:t>
      </w:r>
      <w:r w:rsidRPr="00C01A41">
        <w:t>а</w:t>
      </w:r>
      <w:r>
        <w:t xml:space="preserve">  м і с ь к а   р а д а</w:t>
      </w:r>
    </w:p>
    <w:p w:rsidR="0006554A" w:rsidRDefault="0006554A" w:rsidP="008037DB">
      <w:pPr>
        <w:jc w:val="center"/>
        <w:rPr>
          <w:b/>
          <w:sz w:val="20"/>
          <w:lang w:val="uk-UA"/>
        </w:rPr>
      </w:pPr>
    </w:p>
    <w:p w:rsidR="0006554A" w:rsidRDefault="0006554A">
      <w:pPr>
        <w:pStyle w:val="Heading1"/>
      </w:pPr>
      <w:r>
        <w:t>ВИКОНАВЧИЙ КОМІТЕТ</w:t>
      </w:r>
    </w:p>
    <w:p w:rsidR="0006554A" w:rsidRPr="005F4920" w:rsidRDefault="0006554A">
      <w:pPr>
        <w:jc w:val="center"/>
        <w:rPr>
          <w:b/>
          <w:sz w:val="20"/>
        </w:rPr>
      </w:pPr>
    </w:p>
    <w:p w:rsidR="0006554A" w:rsidRDefault="0006554A">
      <w:pPr>
        <w:pStyle w:val="Heading2"/>
        <w:rPr>
          <w:b w:val="0"/>
          <w:sz w:val="28"/>
        </w:rPr>
      </w:pPr>
      <w:r>
        <w:t xml:space="preserve">Р І Ш Е Н Н Я </w:t>
      </w:r>
    </w:p>
    <w:p w:rsidR="0006554A" w:rsidRDefault="0006554A">
      <w:pPr>
        <w:jc w:val="center"/>
        <w:rPr>
          <w:sz w:val="20"/>
          <w:lang w:val="uk-UA"/>
        </w:rPr>
      </w:pPr>
    </w:p>
    <w:p w:rsidR="0006554A" w:rsidRPr="001104EA" w:rsidRDefault="0006554A" w:rsidP="00D63A3E">
      <w:pPr>
        <w:rPr>
          <w:i/>
          <w:sz w:val="27"/>
          <w:u w:val="single"/>
          <w:lang w:val="uk-UA"/>
        </w:rPr>
      </w:pPr>
      <w:r w:rsidRPr="001104EA">
        <w:rPr>
          <w:sz w:val="27"/>
          <w:u w:val="single"/>
          <w:lang w:val="uk-UA"/>
        </w:rPr>
        <w:t>14.06. 2017  № 143</w:t>
      </w:r>
    </w:p>
    <w:p w:rsidR="0006554A" w:rsidRDefault="0006554A" w:rsidP="00D63A3E">
      <w:pPr>
        <w:rPr>
          <w:sz w:val="27"/>
          <w:lang w:val="uk-UA"/>
        </w:rPr>
      </w:pPr>
      <w:r>
        <w:rPr>
          <w:sz w:val="27"/>
          <w:lang w:val="uk-UA"/>
        </w:rPr>
        <w:t>м. Бахмут</w:t>
      </w:r>
    </w:p>
    <w:p w:rsidR="0006554A" w:rsidRDefault="0006554A" w:rsidP="00D63A3E">
      <w:pPr>
        <w:jc w:val="both"/>
        <w:rPr>
          <w:sz w:val="28"/>
          <w:lang w:val="uk-UA"/>
        </w:rPr>
      </w:pPr>
    </w:p>
    <w:p w:rsidR="0006554A" w:rsidRDefault="0006554A" w:rsidP="004A03BF">
      <w:pPr>
        <w:rPr>
          <w:b/>
          <w:i/>
          <w:sz w:val="28"/>
          <w:szCs w:val="28"/>
          <w:lang w:val="uk-UA"/>
        </w:rPr>
      </w:pPr>
      <w:r w:rsidRPr="00DE4109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внесення змін та доповнень до </w:t>
      </w:r>
    </w:p>
    <w:p w:rsidR="0006554A" w:rsidRDefault="0006554A" w:rsidP="004A03BF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рішення виконкому Бахмутської</w:t>
      </w:r>
    </w:p>
    <w:p w:rsidR="0006554A" w:rsidRPr="004A03BF" w:rsidRDefault="0006554A" w:rsidP="004A03BF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міської ради від 13.07.2016 № 150</w:t>
      </w:r>
    </w:p>
    <w:p w:rsidR="0006554A" w:rsidRDefault="0006554A" w:rsidP="001D10FA">
      <w:pPr>
        <w:tabs>
          <w:tab w:val="left" w:pos="2742"/>
        </w:tabs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</w:p>
    <w:p w:rsidR="0006554A" w:rsidRDefault="0006554A" w:rsidP="0052089B">
      <w:pPr>
        <w:rPr>
          <w:b/>
          <w:i/>
          <w:sz w:val="28"/>
          <w:szCs w:val="28"/>
          <w:lang w:val="uk-UA"/>
        </w:rPr>
      </w:pPr>
    </w:p>
    <w:p w:rsidR="0006554A" w:rsidRDefault="0006554A" w:rsidP="00973E56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службову записку від </w:t>
      </w:r>
      <w:r w:rsidRPr="00277025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Pr="00277025">
        <w:rPr>
          <w:sz w:val="28"/>
          <w:szCs w:val="28"/>
          <w:lang w:val="uk-UA"/>
        </w:rPr>
        <w:t>.05.2017</w:t>
      </w:r>
      <w:r w:rsidRPr="00DE4109">
        <w:rPr>
          <w:color w:val="FF0000"/>
          <w:sz w:val="28"/>
          <w:szCs w:val="28"/>
          <w:lang w:val="uk-UA"/>
        </w:rPr>
        <w:t xml:space="preserve"> </w:t>
      </w:r>
      <w:r w:rsidRPr="00386F42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01-2499-07 директора комунального підприємства «Бахмутська житлова управляюча компанія» Бондарєва О.В. щодо внесення змін та доповнень до рішення виконкому Бахм</w:t>
      </w:r>
      <w:r w:rsidRPr="007E4A8B">
        <w:rPr>
          <w:sz w:val="28"/>
          <w:szCs w:val="28"/>
          <w:lang w:val="uk-UA"/>
        </w:rPr>
        <w:t>утської міської ради від 13.07.2016 № 150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«Про тарифи на послуги з </w:t>
      </w:r>
      <w:r w:rsidRPr="00277025">
        <w:rPr>
          <w:sz w:val="28"/>
          <w:lang w:val="uk-UA"/>
        </w:rPr>
        <w:t xml:space="preserve">технічного </w:t>
      </w:r>
      <w:r w:rsidRPr="00277025">
        <w:rPr>
          <w:sz w:val="28"/>
          <w:szCs w:val="28"/>
          <w:lang w:val="uk-UA"/>
        </w:rPr>
        <w:t>обслуговування та поточного ремонту внутрішньобудинкових систем централізованого опалення  для населення м.Бахмута</w:t>
      </w:r>
      <w:r>
        <w:rPr>
          <w:sz w:val="28"/>
          <w:szCs w:val="28"/>
          <w:lang w:val="uk-UA"/>
        </w:rPr>
        <w:t>, яке мешкає у комунальному житловому фонді</w:t>
      </w:r>
      <w:r>
        <w:rPr>
          <w:sz w:val="28"/>
          <w:lang w:val="uk-UA"/>
        </w:rPr>
        <w:t>»</w:t>
      </w:r>
      <w:r>
        <w:rPr>
          <w:sz w:val="28"/>
          <w:szCs w:val="28"/>
          <w:lang w:val="uk-UA"/>
        </w:rPr>
        <w:t>, відповідно до Закону України від 24.06.2004 № 1875-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«Про житлово-комунальні послуги» із внесеними до нього змінами,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21.07.2005 № 630,  із внесеними до них змінами, постанови Кабінету Міністрів України від 01.06.2011 № 869 «Про забезпечення єдиного підходу до формування тарифів на житлово-комунальні послуги»  із внесеними до неї змінами, 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громад, затвердженого наказом Міністерства регіонального розвитку, будівництва та житлово-комунального господарства України від 30.07.2012 № 390, із внесеними до нього змінами, рішення Бахмутської міської ради від 25.05.2016 № 6/85-1501 «Про визначення житлово-комунальної послуги з централізованого опалення», керуючись пп.2 п.а) ст.28, ст.ст. 52, 59, 73 Закону України від 21.05.1997 № 280/97-ВР «Про місцеве самоврядування в Україні»  із внесеними до нього змінами, виконком Бахмутської міської ради</w:t>
      </w:r>
    </w:p>
    <w:p w:rsidR="0006554A" w:rsidRDefault="0006554A" w:rsidP="00096B2A">
      <w:pPr>
        <w:ind w:firstLine="720"/>
        <w:jc w:val="both"/>
        <w:rPr>
          <w:sz w:val="28"/>
          <w:lang w:val="uk-UA"/>
        </w:rPr>
      </w:pPr>
    </w:p>
    <w:p w:rsidR="0006554A" w:rsidRPr="005C72F6" w:rsidRDefault="0006554A" w:rsidP="00D63A3E">
      <w:pPr>
        <w:ind w:firstLine="708"/>
        <w:jc w:val="both"/>
        <w:rPr>
          <w:b/>
          <w:sz w:val="28"/>
          <w:lang w:val="uk-UA"/>
        </w:rPr>
      </w:pPr>
      <w:r w:rsidRPr="005C72F6">
        <w:rPr>
          <w:b/>
          <w:sz w:val="28"/>
          <w:lang w:val="uk-UA"/>
        </w:rPr>
        <w:t xml:space="preserve">ВИРІШИВ : </w:t>
      </w:r>
    </w:p>
    <w:p w:rsidR="0006554A" w:rsidRPr="005C72F6" w:rsidRDefault="0006554A" w:rsidP="00D63A3E">
      <w:pPr>
        <w:ind w:firstLine="708"/>
        <w:jc w:val="both"/>
        <w:rPr>
          <w:b/>
          <w:sz w:val="28"/>
          <w:lang w:val="uk-UA"/>
        </w:rPr>
      </w:pPr>
    </w:p>
    <w:p w:rsidR="0006554A" w:rsidRPr="00AB6C83" w:rsidRDefault="0006554A" w:rsidP="0022296A">
      <w:pPr>
        <w:numPr>
          <w:ilvl w:val="0"/>
          <w:numId w:val="7"/>
        </w:numPr>
        <w:tabs>
          <w:tab w:val="left" w:pos="1080"/>
        </w:tabs>
        <w:ind w:left="0" w:firstLine="720"/>
        <w:jc w:val="both"/>
        <w:rPr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 xml:space="preserve">Внести наступні зміни та доповнення до рішення виконкому Бахмутської  міської  ради  від 13.07.2016 № 150  «Про  тарифи  на  послуги  з  </w:t>
      </w:r>
    </w:p>
    <w:p w:rsidR="0006554A" w:rsidRPr="00AB6C83" w:rsidRDefault="0006554A" w:rsidP="00D61E5C">
      <w:pPr>
        <w:tabs>
          <w:tab w:val="left" w:pos="1080"/>
        </w:tabs>
        <w:jc w:val="both"/>
        <w:rPr>
          <w:sz w:val="28"/>
          <w:szCs w:val="28"/>
          <w:lang w:val="uk-UA"/>
        </w:rPr>
      </w:pPr>
    </w:p>
    <w:p w:rsidR="0006554A" w:rsidRPr="00AB6C83" w:rsidRDefault="0006554A" w:rsidP="00D61E5C">
      <w:pPr>
        <w:tabs>
          <w:tab w:val="left" w:pos="1080"/>
        </w:tabs>
        <w:jc w:val="both"/>
        <w:rPr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>технічного обслуговування та поточного ремонту внутрішньобудинкових систем централізованого опалення  для населення м. Бахмута, яке мешкає у комунальному житловому фонді»:</w:t>
      </w:r>
    </w:p>
    <w:p w:rsidR="0006554A" w:rsidRPr="00AB6C83" w:rsidRDefault="0006554A" w:rsidP="00163171">
      <w:pPr>
        <w:shd w:val="clear" w:color="auto" w:fill="FFFFFF"/>
        <w:tabs>
          <w:tab w:val="left" w:pos="540"/>
        </w:tabs>
        <w:spacing w:before="14" w:line="293" w:lineRule="exact"/>
        <w:ind w:right="24"/>
        <w:jc w:val="both"/>
        <w:rPr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ab/>
      </w:r>
      <w:r w:rsidRPr="00AB6C83">
        <w:rPr>
          <w:sz w:val="28"/>
          <w:szCs w:val="28"/>
          <w:lang w:val="uk-UA"/>
        </w:rPr>
        <w:tab/>
        <w:t xml:space="preserve">      1.1. Викласти пункт № 50 Додатку № 3 до рішення виконкому Бахмутської  міської  ради  від 13.07.2016 № 150 у новій редакції згідно з додатком 1.</w:t>
      </w:r>
    </w:p>
    <w:p w:rsidR="0006554A" w:rsidRPr="00AB6C83" w:rsidRDefault="0006554A" w:rsidP="00163171">
      <w:pPr>
        <w:shd w:val="clear" w:color="auto" w:fill="FFFFFF"/>
        <w:tabs>
          <w:tab w:val="left" w:pos="540"/>
        </w:tabs>
        <w:spacing w:before="14" w:line="293" w:lineRule="exact"/>
        <w:ind w:right="24"/>
        <w:jc w:val="both"/>
        <w:rPr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ab/>
        <w:t xml:space="preserve">        1.2. Доповнити Додаток № 3 до рішення виконкому Бахмутської  міської  ради  від 13.07.2016 № 150 пунктом № 65 згідно з додатком 2.</w:t>
      </w:r>
    </w:p>
    <w:p w:rsidR="0006554A" w:rsidRPr="00AB6C83" w:rsidRDefault="0006554A" w:rsidP="00163171">
      <w:pPr>
        <w:shd w:val="clear" w:color="auto" w:fill="FFFFFF"/>
        <w:tabs>
          <w:tab w:val="left" w:pos="540"/>
        </w:tabs>
        <w:spacing w:before="14" w:line="293" w:lineRule="exact"/>
        <w:ind w:right="24"/>
        <w:jc w:val="both"/>
        <w:rPr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ab/>
      </w:r>
      <w:r w:rsidRPr="00AB6C83">
        <w:rPr>
          <w:sz w:val="28"/>
          <w:szCs w:val="28"/>
          <w:lang w:val="uk-UA"/>
        </w:rPr>
        <w:tab/>
        <w:t>2. Товариству з обмеженою відповідальністю «БАХМУТ-ЕНЕРГІЯ»  (Повиленас):</w:t>
      </w:r>
    </w:p>
    <w:p w:rsidR="0006554A" w:rsidRPr="00AB6C83" w:rsidRDefault="0006554A" w:rsidP="00163171">
      <w:pPr>
        <w:shd w:val="clear" w:color="auto" w:fill="FFFFFF"/>
        <w:tabs>
          <w:tab w:val="left" w:pos="540"/>
        </w:tabs>
        <w:spacing w:before="14" w:line="293" w:lineRule="exact"/>
        <w:ind w:right="24"/>
        <w:jc w:val="both"/>
        <w:rPr>
          <w:spacing w:val="-7"/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ab/>
      </w:r>
      <w:r w:rsidRPr="00AB6C83">
        <w:rPr>
          <w:sz w:val="28"/>
          <w:szCs w:val="28"/>
          <w:lang w:val="uk-UA"/>
        </w:rPr>
        <w:tab/>
        <w:t xml:space="preserve">      2.1. Здійснити перерахунок</w:t>
      </w:r>
      <w:r w:rsidRPr="00AB6C83">
        <w:rPr>
          <w:spacing w:val="-7"/>
          <w:sz w:val="28"/>
          <w:szCs w:val="28"/>
          <w:lang w:val="uk-UA"/>
        </w:rPr>
        <w:t xml:space="preserve"> розміру плати за послуги з технічного обслуговування та поточного ремонту внутрішньобудинкових систем централізованого опалення мешканцям будинку № 4 по вулиці Привокзальна у м. Бахмуті з 01.08.2016 року.</w:t>
      </w:r>
    </w:p>
    <w:p w:rsidR="0006554A" w:rsidRPr="00AB6C83" w:rsidRDefault="0006554A" w:rsidP="00163171">
      <w:pPr>
        <w:shd w:val="clear" w:color="auto" w:fill="FFFFFF"/>
        <w:tabs>
          <w:tab w:val="left" w:pos="540"/>
        </w:tabs>
        <w:spacing w:before="14" w:line="293" w:lineRule="exact"/>
        <w:ind w:right="24"/>
        <w:jc w:val="both"/>
        <w:rPr>
          <w:spacing w:val="-7"/>
          <w:sz w:val="28"/>
          <w:szCs w:val="28"/>
          <w:lang w:val="uk-UA"/>
        </w:rPr>
      </w:pPr>
      <w:r w:rsidRPr="00AB6C83">
        <w:rPr>
          <w:spacing w:val="-7"/>
          <w:sz w:val="28"/>
          <w:szCs w:val="28"/>
          <w:lang w:val="uk-UA"/>
        </w:rPr>
        <w:tab/>
        <w:t xml:space="preserve">          2.2. Застосовувати  </w:t>
      </w:r>
      <w:r>
        <w:rPr>
          <w:spacing w:val="-7"/>
          <w:sz w:val="28"/>
          <w:szCs w:val="28"/>
          <w:lang w:val="uk-UA"/>
        </w:rPr>
        <w:t>з</w:t>
      </w:r>
      <w:r w:rsidRPr="00AB6C83">
        <w:rPr>
          <w:spacing w:val="-7"/>
          <w:sz w:val="28"/>
          <w:szCs w:val="28"/>
          <w:lang w:val="uk-UA"/>
        </w:rPr>
        <w:t xml:space="preserve"> 01.07.2017 року тариф за послуги з технічного обслуговування та поточного ремонту внутрішньобудинкових систем централізованого опалення для мешканців будинку № 172 по вулиці О. Сибірцева у м. Бахмуті, встановлен</w:t>
      </w:r>
      <w:r>
        <w:rPr>
          <w:spacing w:val="-7"/>
          <w:sz w:val="28"/>
          <w:szCs w:val="28"/>
          <w:lang w:val="uk-UA"/>
        </w:rPr>
        <w:t>ий</w:t>
      </w:r>
      <w:r w:rsidRPr="00AB6C83">
        <w:rPr>
          <w:spacing w:val="-7"/>
          <w:sz w:val="28"/>
          <w:szCs w:val="28"/>
          <w:lang w:val="uk-UA"/>
        </w:rPr>
        <w:t xml:space="preserve"> цим рішенням.</w:t>
      </w:r>
    </w:p>
    <w:p w:rsidR="0006554A" w:rsidRPr="00AB6C83" w:rsidRDefault="0006554A" w:rsidP="008D19E4">
      <w:pPr>
        <w:shd w:val="clear" w:color="auto" w:fill="FFFFFF"/>
        <w:tabs>
          <w:tab w:val="left" w:pos="540"/>
        </w:tabs>
        <w:spacing w:before="14" w:line="293" w:lineRule="exact"/>
        <w:ind w:right="24"/>
        <w:jc w:val="both"/>
        <w:rPr>
          <w:sz w:val="28"/>
          <w:szCs w:val="28"/>
          <w:lang w:val="uk-UA"/>
        </w:rPr>
      </w:pPr>
      <w:r w:rsidRPr="00AB6C83">
        <w:rPr>
          <w:spacing w:val="-7"/>
          <w:sz w:val="28"/>
          <w:szCs w:val="28"/>
          <w:lang w:val="uk-UA"/>
        </w:rPr>
        <w:tab/>
      </w:r>
      <w:r w:rsidRPr="00AB6C83">
        <w:rPr>
          <w:spacing w:val="-7"/>
          <w:sz w:val="28"/>
          <w:szCs w:val="28"/>
          <w:lang w:val="uk-UA"/>
        </w:rPr>
        <w:tab/>
      </w:r>
      <w:r w:rsidRPr="00AB6C83">
        <w:rPr>
          <w:sz w:val="28"/>
          <w:szCs w:val="28"/>
          <w:lang w:val="uk-UA"/>
        </w:rPr>
        <w:t>3. Встановити, що дане рішення набирає чинності з дня його офіційного оприлюднення у засобах масової інформації.</w:t>
      </w:r>
    </w:p>
    <w:p w:rsidR="0006554A" w:rsidRPr="00AB6C83" w:rsidRDefault="0006554A" w:rsidP="008D19E4">
      <w:pPr>
        <w:shd w:val="clear" w:color="auto" w:fill="FFFFFF"/>
        <w:tabs>
          <w:tab w:val="left" w:pos="540"/>
        </w:tabs>
        <w:spacing w:before="14" w:line="293" w:lineRule="exact"/>
        <w:ind w:right="24"/>
        <w:jc w:val="both"/>
        <w:rPr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ab/>
        <w:t xml:space="preserve">  4. Комунальному підприємству «Бахмутська житлова управляюча компанія» (Бондарєв), товариству з обмеженою відповідальністю «БАХМУТ-ЕНЕРГІЯ» (Повиленас) забезпечити виконання заходів, передбачених цим рішенням, та доведення цього рішення у встановленому законодавством порядку до відома населення.</w:t>
      </w:r>
    </w:p>
    <w:p w:rsidR="0006554A" w:rsidRPr="00AB6C83" w:rsidRDefault="0006554A" w:rsidP="00E416C3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ab/>
        <w:t>5. Організаційне виконання рішення покласти на комунальне підприємство «Бахмутська житлова управляюча компанія» (Бондарєв), товариство з обмеженою відповідальністю «БАХМУТ- ЕНЕРГІЯ» (Повиленас), Управління розвитку міського господарства та капітального будівництва Бахмутської міської ради (Трофимова).</w:t>
      </w:r>
    </w:p>
    <w:p w:rsidR="0006554A" w:rsidRPr="00AB6C83" w:rsidRDefault="0006554A" w:rsidP="00183FD5">
      <w:pPr>
        <w:ind w:firstLine="720"/>
        <w:jc w:val="both"/>
        <w:rPr>
          <w:sz w:val="28"/>
          <w:szCs w:val="28"/>
          <w:lang w:val="uk-UA"/>
        </w:rPr>
      </w:pPr>
      <w:r w:rsidRPr="00AB6C83">
        <w:rPr>
          <w:sz w:val="28"/>
          <w:szCs w:val="28"/>
          <w:lang w:val="uk-UA"/>
        </w:rPr>
        <w:t>6. Контроль за виконанням рішення покласти на заступника міського голови Федорова Ф.К.</w:t>
      </w:r>
    </w:p>
    <w:p w:rsidR="0006554A" w:rsidRPr="007A432F" w:rsidRDefault="0006554A" w:rsidP="00D63A3E">
      <w:pPr>
        <w:jc w:val="both"/>
        <w:rPr>
          <w:sz w:val="28"/>
          <w:szCs w:val="28"/>
          <w:lang w:val="uk-UA"/>
        </w:rPr>
      </w:pPr>
    </w:p>
    <w:p w:rsidR="0006554A" w:rsidRDefault="0006554A" w:rsidP="00D63A3E">
      <w:pPr>
        <w:pStyle w:val="Heading8"/>
        <w:ind w:firstLine="720"/>
        <w:jc w:val="left"/>
        <w:rPr>
          <w:b/>
        </w:rPr>
      </w:pPr>
    </w:p>
    <w:p w:rsidR="0006554A" w:rsidRDefault="0006554A" w:rsidP="00D76363">
      <w:pPr>
        <w:pStyle w:val="Heading8"/>
        <w:jc w:val="left"/>
      </w:pPr>
      <w:r>
        <w:rPr>
          <w:b/>
        </w:rPr>
        <w:t>Перший заступник міського голови</w:t>
      </w:r>
      <w:r w:rsidRPr="000477B5">
        <w:rPr>
          <w:b/>
        </w:rPr>
        <w:t xml:space="preserve">          </w:t>
      </w:r>
      <w:r>
        <w:rPr>
          <w:b/>
        </w:rPr>
        <w:t xml:space="preserve"> </w:t>
      </w:r>
      <w:r w:rsidRPr="000477B5">
        <w:rPr>
          <w:b/>
        </w:rPr>
        <w:t xml:space="preserve">         </w:t>
      </w:r>
      <w:r>
        <w:rPr>
          <w:b/>
          <w:lang w:val="ru-RU"/>
        </w:rPr>
        <w:t xml:space="preserve">                      </w:t>
      </w:r>
      <w:r w:rsidRPr="000477B5">
        <w:rPr>
          <w:b/>
        </w:rPr>
        <w:t xml:space="preserve">   </w:t>
      </w:r>
      <w:r>
        <w:rPr>
          <w:b/>
        </w:rPr>
        <w:t>Т.М. Савченко</w:t>
      </w:r>
    </w:p>
    <w:p w:rsidR="0006554A" w:rsidRDefault="0006554A" w:rsidP="00CB7A62"/>
    <w:p w:rsidR="0006554A" w:rsidRPr="005F4920" w:rsidRDefault="0006554A" w:rsidP="00CB7A62"/>
    <w:p w:rsidR="0006554A" w:rsidRPr="005F4920" w:rsidRDefault="0006554A" w:rsidP="00CB7A62"/>
    <w:p w:rsidR="0006554A" w:rsidRPr="005F4920" w:rsidRDefault="0006554A" w:rsidP="00CB7A62"/>
    <w:p w:rsidR="0006554A" w:rsidRPr="005F4920" w:rsidRDefault="0006554A" w:rsidP="00CB7A62"/>
    <w:p w:rsidR="0006554A" w:rsidRPr="005F4920" w:rsidRDefault="0006554A" w:rsidP="00CB7A62"/>
    <w:p w:rsidR="0006554A" w:rsidRDefault="0006554A" w:rsidP="00CB7A62">
      <w:pPr>
        <w:rPr>
          <w:lang w:val="uk-UA"/>
        </w:rPr>
      </w:pPr>
    </w:p>
    <w:p w:rsidR="0006554A" w:rsidRDefault="0006554A" w:rsidP="00CB7A62">
      <w:pPr>
        <w:rPr>
          <w:lang w:val="uk-UA"/>
        </w:rPr>
      </w:pPr>
    </w:p>
    <w:p w:rsidR="0006554A" w:rsidRDefault="0006554A" w:rsidP="00CB7A62">
      <w:pPr>
        <w:rPr>
          <w:lang w:val="uk-UA"/>
        </w:rPr>
      </w:pPr>
    </w:p>
    <w:p w:rsidR="0006554A" w:rsidRDefault="0006554A" w:rsidP="00CB7A62">
      <w:pPr>
        <w:rPr>
          <w:lang w:val="uk-UA"/>
        </w:rPr>
      </w:pPr>
    </w:p>
    <w:p w:rsidR="0006554A" w:rsidRDefault="0006554A" w:rsidP="00CB7A62">
      <w:pPr>
        <w:rPr>
          <w:lang w:val="uk-UA"/>
        </w:rPr>
      </w:pPr>
    </w:p>
    <w:p w:rsidR="0006554A" w:rsidRDefault="0006554A" w:rsidP="001D29CA">
      <w:pPr>
        <w:rPr>
          <w:lang w:val="uk-UA"/>
        </w:rPr>
      </w:pPr>
    </w:p>
    <w:p w:rsidR="0006554A" w:rsidRPr="001D29CA" w:rsidRDefault="0006554A" w:rsidP="001D29CA">
      <w:pPr>
        <w:rPr>
          <w:lang w:val="uk-UA"/>
        </w:rPr>
      </w:pPr>
    </w:p>
    <w:sectPr w:rsidR="0006554A" w:rsidRPr="001D29CA" w:rsidSect="0022296A">
      <w:pgSz w:w="11906" w:h="16838"/>
      <w:pgMar w:top="426" w:right="624" w:bottom="1135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A4620"/>
    <w:multiLevelType w:val="multilevel"/>
    <w:tmpl w:val="22880D5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">
    <w:nsid w:val="08876477"/>
    <w:multiLevelType w:val="hybridMultilevel"/>
    <w:tmpl w:val="240C61EC"/>
    <w:lvl w:ilvl="0" w:tplc="C9C6272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C6A5DE0"/>
    <w:multiLevelType w:val="hybridMultilevel"/>
    <w:tmpl w:val="7CC87A08"/>
    <w:lvl w:ilvl="0" w:tplc="69149572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cs="Times New Roman" w:hint="default"/>
      </w:rPr>
    </w:lvl>
    <w:lvl w:ilvl="1" w:tplc="AFDACA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77685894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AC8AD84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11C86A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21F0415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DE12176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D19250D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8BEE977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0C8D3DA6"/>
    <w:multiLevelType w:val="hybridMultilevel"/>
    <w:tmpl w:val="C65C615A"/>
    <w:lvl w:ilvl="0" w:tplc="C74A08BE">
      <w:start w:val="2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1C1B70ED"/>
    <w:multiLevelType w:val="hybridMultilevel"/>
    <w:tmpl w:val="BB16AB00"/>
    <w:lvl w:ilvl="0" w:tplc="4B8809F8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08D7448"/>
    <w:multiLevelType w:val="multilevel"/>
    <w:tmpl w:val="702A6DB4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82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6">
    <w:nsid w:val="22281866"/>
    <w:multiLevelType w:val="multilevel"/>
    <w:tmpl w:val="3BF2169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cs="Times New Roman" w:hint="default"/>
      </w:rPr>
    </w:lvl>
  </w:abstractNum>
  <w:abstractNum w:abstractNumId="7">
    <w:nsid w:val="22541E1E"/>
    <w:multiLevelType w:val="hybridMultilevel"/>
    <w:tmpl w:val="6B284B9C"/>
    <w:lvl w:ilvl="0" w:tplc="34562B7E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DC94BDF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8E1C4E8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29D2B8F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E4A8894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BEFC4F5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94AC8C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EE0AA47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370FD2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8">
    <w:nsid w:val="2DCC204A"/>
    <w:multiLevelType w:val="multilevel"/>
    <w:tmpl w:val="8F041D04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288"/>
        </w:tabs>
        <w:ind w:left="1288" w:hanging="720"/>
      </w:pPr>
      <w:rPr>
        <w:rFonts w:cs="Times New Roman" w:hint="default"/>
        <w:color w:val="0000FF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color w:val="0000FF"/>
      </w:r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cs="Times New Roman" w:hint="default"/>
        <w:color w:val="0000FF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cs="Times New Roman" w:hint="default"/>
        <w:color w:val="0000FF"/>
      </w:r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440"/>
      </w:pPr>
      <w:rPr>
        <w:rFonts w:cs="Times New Roman" w:hint="default"/>
        <w:color w:val="0000FF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800"/>
      </w:pPr>
      <w:rPr>
        <w:rFonts w:cs="Times New Roman" w:hint="default"/>
        <w:color w:val="0000FF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800"/>
      </w:pPr>
      <w:rPr>
        <w:rFonts w:cs="Times New Roman" w:hint="default"/>
        <w:color w:val="0000FF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2160"/>
      </w:pPr>
      <w:rPr>
        <w:rFonts w:cs="Times New Roman" w:hint="default"/>
        <w:color w:val="0000FF"/>
      </w:rPr>
    </w:lvl>
  </w:abstractNum>
  <w:abstractNum w:abstractNumId="9">
    <w:nsid w:val="32812CFC"/>
    <w:multiLevelType w:val="hybridMultilevel"/>
    <w:tmpl w:val="79F640FA"/>
    <w:lvl w:ilvl="0" w:tplc="AC5E01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0">
    <w:nsid w:val="3C3E612A"/>
    <w:multiLevelType w:val="multilevel"/>
    <w:tmpl w:val="45CAE1D0"/>
    <w:lvl w:ilvl="0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E5E5A5B"/>
    <w:multiLevelType w:val="hybridMultilevel"/>
    <w:tmpl w:val="E9BEDCEE"/>
    <w:lvl w:ilvl="0" w:tplc="C74A08B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E9377B"/>
    <w:multiLevelType w:val="multilevel"/>
    <w:tmpl w:val="3BBAB012"/>
    <w:lvl w:ilvl="0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0000FF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0000FF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0000FF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0000FF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0000FF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0000FF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0000FF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  <w:color w:val="0000FF"/>
      </w:rPr>
    </w:lvl>
  </w:abstractNum>
  <w:abstractNum w:abstractNumId="13">
    <w:nsid w:val="4F596101"/>
    <w:multiLevelType w:val="hybridMultilevel"/>
    <w:tmpl w:val="DCBCC316"/>
    <w:lvl w:ilvl="0" w:tplc="3A9498AE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69731E0"/>
    <w:multiLevelType w:val="hybridMultilevel"/>
    <w:tmpl w:val="705CD356"/>
    <w:lvl w:ilvl="0" w:tplc="15CED10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5">
    <w:nsid w:val="573835DD"/>
    <w:multiLevelType w:val="hybridMultilevel"/>
    <w:tmpl w:val="45CAE1D0"/>
    <w:lvl w:ilvl="0" w:tplc="88C225D2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DF54BEC"/>
    <w:multiLevelType w:val="hybridMultilevel"/>
    <w:tmpl w:val="9D30A934"/>
    <w:lvl w:ilvl="0" w:tplc="CCD6B796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>
    <w:nsid w:val="6C1C4353"/>
    <w:multiLevelType w:val="multilevel"/>
    <w:tmpl w:val="FFC6F42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</w:rPr>
    </w:lvl>
  </w:abstractNum>
  <w:abstractNum w:abstractNumId="18">
    <w:nsid w:val="73A973DD"/>
    <w:multiLevelType w:val="multilevel"/>
    <w:tmpl w:val="8AF8DE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4"/>
  </w:num>
  <w:num w:numId="5">
    <w:abstractNumId w:val="14"/>
  </w:num>
  <w:num w:numId="6">
    <w:abstractNumId w:val="3"/>
  </w:num>
  <w:num w:numId="7">
    <w:abstractNumId w:val="8"/>
  </w:num>
  <w:num w:numId="8">
    <w:abstractNumId w:val="11"/>
  </w:num>
  <w:num w:numId="9">
    <w:abstractNumId w:val="16"/>
  </w:num>
  <w:num w:numId="10">
    <w:abstractNumId w:val="12"/>
  </w:num>
  <w:num w:numId="11">
    <w:abstractNumId w:val="0"/>
  </w:num>
  <w:num w:numId="12">
    <w:abstractNumId w:val="5"/>
  </w:num>
  <w:num w:numId="13">
    <w:abstractNumId w:val="17"/>
  </w:num>
  <w:num w:numId="14">
    <w:abstractNumId w:val="6"/>
  </w:num>
  <w:num w:numId="15">
    <w:abstractNumId w:val="15"/>
  </w:num>
  <w:num w:numId="16">
    <w:abstractNumId w:val="10"/>
  </w:num>
  <w:num w:numId="17">
    <w:abstractNumId w:val="13"/>
  </w:num>
  <w:num w:numId="18">
    <w:abstractNumId w:val="1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09"/>
  <w:hyphenationZone w:val="357"/>
  <w:doNotHyphenateCaps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5E8B"/>
    <w:rsid w:val="0000048A"/>
    <w:rsid w:val="000062B7"/>
    <w:rsid w:val="000105D8"/>
    <w:rsid w:val="00012342"/>
    <w:rsid w:val="00035335"/>
    <w:rsid w:val="000477B5"/>
    <w:rsid w:val="00052CEA"/>
    <w:rsid w:val="000644C5"/>
    <w:rsid w:val="0006554A"/>
    <w:rsid w:val="000656C3"/>
    <w:rsid w:val="00071339"/>
    <w:rsid w:val="00072EF2"/>
    <w:rsid w:val="0008196A"/>
    <w:rsid w:val="000859E0"/>
    <w:rsid w:val="00095E8B"/>
    <w:rsid w:val="00096B2A"/>
    <w:rsid w:val="000A2964"/>
    <w:rsid w:val="000B0780"/>
    <w:rsid w:val="000B1582"/>
    <w:rsid w:val="000C12D3"/>
    <w:rsid w:val="000C454D"/>
    <w:rsid w:val="000C4F0E"/>
    <w:rsid w:val="000E1811"/>
    <w:rsid w:val="000E7670"/>
    <w:rsid w:val="000F2EA4"/>
    <w:rsid w:val="000F3D39"/>
    <w:rsid w:val="00101CB9"/>
    <w:rsid w:val="00103EC6"/>
    <w:rsid w:val="00107900"/>
    <w:rsid w:val="001104EA"/>
    <w:rsid w:val="00111C6C"/>
    <w:rsid w:val="0011679A"/>
    <w:rsid w:val="001337C7"/>
    <w:rsid w:val="00141DE6"/>
    <w:rsid w:val="001433DC"/>
    <w:rsid w:val="001464DE"/>
    <w:rsid w:val="00146D72"/>
    <w:rsid w:val="00156201"/>
    <w:rsid w:val="00160F09"/>
    <w:rsid w:val="00163171"/>
    <w:rsid w:val="00180EC8"/>
    <w:rsid w:val="00183FD5"/>
    <w:rsid w:val="00184FBE"/>
    <w:rsid w:val="00190C3E"/>
    <w:rsid w:val="0019161F"/>
    <w:rsid w:val="00191866"/>
    <w:rsid w:val="001918FA"/>
    <w:rsid w:val="001A219C"/>
    <w:rsid w:val="001B2803"/>
    <w:rsid w:val="001C1A0F"/>
    <w:rsid w:val="001C2213"/>
    <w:rsid w:val="001D10FA"/>
    <w:rsid w:val="001D1FA7"/>
    <w:rsid w:val="001D29CA"/>
    <w:rsid w:val="001D2FEC"/>
    <w:rsid w:val="001D6689"/>
    <w:rsid w:val="001F2692"/>
    <w:rsid w:val="0022095D"/>
    <w:rsid w:val="0022296A"/>
    <w:rsid w:val="002268D7"/>
    <w:rsid w:val="00234A3A"/>
    <w:rsid w:val="002435CB"/>
    <w:rsid w:val="002537DE"/>
    <w:rsid w:val="00267F54"/>
    <w:rsid w:val="00276BB2"/>
    <w:rsid w:val="00277025"/>
    <w:rsid w:val="002771EA"/>
    <w:rsid w:val="00281BC5"/>
    <w:rsid w:val="002864FC"/>
    <w:rsid w:val="002A6B06"/>
    <w:rsid w:val="002C10DA"/>
    <w:rsid w:val="002C5202"/>
    <w:rsid w:val="002C57AD"/>
    <w:rsid w:val="002C667C"/>
    <w:rsid w:val="002E15CF"/>
    <w:rsid w:val="002F6D65"/>
    <w:rsid w:val="00317B00"/>
    <w:rsid w:val="00321DDC"/>
    <w:rsid w:val="00341FE3"/>
    <w:rsid w:val="00343FAE"/>
    <w:rsid w:val="00344CA2"/>
    <w:rsid w:val="003526CA"/>
    <w:rsid w:val="003552F4"/>
    <w:rsid w:val="00357E7C"/>
    <w:rsid w:val="003842D9"/>
    <w:rsid w:val="00386F42"/>
    <w:rsid w:val="00387D99"/>
    <w:rsid w:val="00392265"/>
    <w:rsid w:val="003B155C"/>
    <w:rsid w:val="003C16BA"/>
    <w:rsid w:val="00402A50"/>
    <w:rsid w:val="0041101C"/>
    <w:rsid w:val="00412328"/>
    <w:rsid w:val="00413B1B"/>
    <w:rsid w:val="004263B0"/>
    <w:rsid w:val="0043038D"/>
    <w:rsid w:val="0044076D"/>
    <w:rsid w:val="00443EB0"/>
    <w:rsid w:val="00454EEB"/>
    <w:rsid w:val="00464F43"/>
    <w:rsid w:val="00474451"/>
    <w:rsid w:val="00482233"/>
    <w:rsid w:val="00492608"/>
    <w:rsid w:val="004A03BF"/>
    <w:rsid w:val="004A378B"/>
    <w:rsid w:val="004B02EB"/>
    <w:rsid w:val="004B2C7A"/>
    <w:rsid w:val="004B32FB"/>
    <w:rsid w:val="004B4A97"/>
    <w:rsid w:val="004B7568"/>
    <w:rsid w:val="004B7721"/>
    <w:rsid w:val="004C3618"/>
    <w:rsid w:val="004E6E3F"/>
    <w:rsid w:val="004F7EE2"/>
    <w:rsid w:val="0052089B"/>
    <w:rsid w:val="00523AC8"/>
    <w:rsid w:val="00530ABB"/>
    <w:rsid w:val="00533015"/>
    <w:rsid w:val="00564675"/>
    <w:rsid w:val="005704B3"/>
    <w:rsid w:val="0058570C"/>
    <w:rsid w:val="005871C6"/>
    <w:rsid w:val="00591336"/>
    <w:rsid w:val="005A33CE"/>
    <w:rsid w:val="005A4990"/>
    <w:rsid w:val="005C3BA6"/>
    <w:rsid w:val="005C5BD5"/>
    <w:rsid w:val="005C6CC5"/>
    <w:rsid w:val="005C72F6"/>
    <w:rsid w:val="005E02F0"/>
    <w:rsid w:val="005E2CA0"/>
    <w:rsid w:val="005E2D54"/>
    <w:rsid w:val="005F4920"/>
    <w:rsid w:val="00606BAE"/>
    <w:rsid w:val="00612F41"/>
    <w:rsid w:val="00613297"/>
    <w:rsid w:val="00614CBD"/>
    <w:rsid w:val="006153A6"/>
    <w:rsid w:val="0061696A"/>
    <w:rsid w:val="00622FB0"/>
    <w:rsid w:val="006346D6"/>
    <w:rsid w:val="00657892"/>
    <w:rsid w:val="00660C64"/>
    <w:rsid w:val="00666078"/>
    <w:rsid w:val="00673D57"/>
    <w:rsid w:val="00676582"/>
    <w:rsid w:val="0068487B"/>
    <w:rsid w:val="0068654C"/>
    <w:rsid w:val="00695B95"/>
    <w:rsid w:val="006A5D03"/>
    <w:rsid w:val="006A76EE"/>
    <w:rsid w:val="006B2E26"/>
    <w:rsid w:val="006B43AA"/>
    <w:rsid w:val="006C3FEB"/>
    <w:rsid w:val="006C4722"/>
    <w:rsid w:val="006D11AF"/>
    <w:rsid w:val="006D5691"/>
    <w:rsid w:val="006F02F1"/>
    <w:rsid w:val="006F311A"/>
    <w:rsid w:val="006F54A1"/>
    <w:rsid w:val="006F77E7"/>
    <w:rsid w:val="007009BF"/>
    <w:rsid w:val="00704F0B"/>
    <w:rsid w:val="00732047"/>
    <w:rsid w:val="00746F2A"/>
    <w:rsid w:val="00746FAD"/>
    <w:rsid w:val="00750FE4"/>
    <w:rsid w:val="00751F2E"/>
    <w:rsid w:val="007654BF"/>
    <w:rsid w:val="00767046"/>
    <w:rsid w:val="0077611C"/>
    <w:rsid w:val="00787694"/>
    <w:rsid w:val="00796742"/>
    <w:rsid w:val="007A2F07"/>
    <w:rsid w:val="007A37EF"/>
    <w:rsid w:val="007A432F"/>
    <w:rsid w:val="007A681B"/>
    <w:rsid w:val="007B5F07"/>
    <w:rsid w:val="007C18D5"/>
    <w:rsid w:val="007C2FBD"/>
    <w:rsid w:val="007D438B"/>
    <w:rsid w:val="007E08CB"/>
    <w:rsid w:val="007E2662"/>
    <w:rsid w:val="007E2861"/>
    <w:rsid w:val="007E4A8B"/>
    <w:rsid w:val="007E53A4"/>
    <w:rsid w:val="007F3615"/>
    <w:rsid w:val="008037DB"/>
    <w:rsid w:val="008052FB"/>
    <w:rsid w:val="00830880"/>
    <w:rsid w:val="00830EF4"/>
    <w:rsid w:val="0084254D"/>
    <w:rsid w:val="00853D51"/>
    <w:rsid w:val="0085426A"/>
    <w:rsid w:val="008546DC"/>
    <w:rsid w:val="0085516D"/>
    <w:rsid w:val="0085673D"/>
    <w:rsid w:val="00860F68"/>
    <w:rsid w:val="00861F65"/>
    <w:rsid w:val="00865A7B"/>
    <w:rsid w:val="00872A40"/>
    <w:rsid w:val="008733F1"/>
    <w:rsid w:val="0089161B"/>
    <w:rsid w:val="00896CB6"/>
    <w:rsid w:val="008C5F62"/>
    <w:rsid w:val="008D19E4"/>
    <w:rsid w:val="008D642D"/>
    <w:rsid w:val="008E2A7C"/>
    <w:rsid w:val="008E4211"/>
    <w:rsid w:val="008E5C47"/>
    <w:rsid w:val="00904ADD"/>
    <w:rsid w:val="00915E19"/>
    <w:rsid w:val="0093132D"/>
    <w:rsid w:val="00951D5A"/>
    <w:rsid w:val="00963425"/>
    <w:rsid w:val="00973E56"/>
    <w:rsid w:val="009753BF"/>
    <w:rsid w:val="00976BDC"/>
    <w:rsid w:val="009864FC"/>
    <w:rsid w:val="00987F46"/>
    <w:rsid w:val="00990355"/>
    <w:rsid w:val="009A234A"/>
    <w:rsid w:val="009A6378"/>
    <w:rsid w:val="009B0965"/>
    <w:rsid w:val="009B0EC2"/>
    <w:rsid w:val="009B4D55"/>
    <w:rsid w:val="009C1589"/>
    <w:rsid w:val="009E3ECD"/>
    <w:rsid w:val="009F4018"/>
    <w:rsid w:val="00A013C5"/>
    <w:rsid w:val="00A16187"/>
    <w:rsid w:val="00A27914"/>
    <w:rsid w:val="00A34995"/>
    <w:rsid w:val="00A37CEE"/>
    <w:rsid w:val="00A44A81"/>
    <w:rsid w:val="00A62A14"/>
    <w:rsid w:val="00A637AB"/>
    <w:rsid w:val="00A83365"/>
    <w:rsid w:val="00A838B0"/>
    <w:rsid w:val="00A84270"/>
    <w:rsid w:val="00A86680"/>
    <w:rsid w:val="00AA1477"/>
    <w:rsid w:val="00AB0202"/>
    <w:rsid w:val="00AB4A66"/>
    <w:rsid w:val="00AB54FA"/>
    <w:rsid w:val="00AB6C83"/>
    <w:rsid w:val="00AB7CD1"/>
    <w:rsid w:val="00AE4C10"/>
    <w:rsid w:val="00B03CDA"/>
    <w:rsid w:val="00B049C1"/>
    <w:rsid w:val="00B05949"/>
    <w:rsid w:val="00B06AE0"/>
    <w:rsid w:val="00B1395C"/>
    <w:rsid w:val="00B15598"/>
    <w:rsid w:val="00B3437F"/>
    <w:rsid w:val="00B46012"/>
    <w:rsid w:val="00B567C2"/>
    <w:rsid w:val="00B7152E"/>
    <w:rsid w:val="00B72FA4"/>
    <w:rsid w:val="00B77E3F"/>
    <w:rsid w:val="00B864B9"/>
    <w:rsid w:val="00B91418"/>
    <w:rsid w:val="00B9192D"/>
    <w:rsid w:val="00BB1E0D"/>
    <w:rsid w:val="00BB37DC"/>
    <w:rsid w:val="00BC4E7E"/>
    <w:rsid w:val="00BC5460"/>
    <w:rsid w:val="00BD01EF"/>
    <w:rsid w:val="00BD6885"/>
    <w:rsid w:val="00BE2D07"/>
    <w:rsid w:val="00BE6157"/>
    <w:rsid w:val="00BE7397"/>
    <w:rsid w:val="00BF4811"/>
    <w:rsid w:val="00BF582D"/>
    <w:rsid w:val="00C01A41"/>
    <w:rsid w:val="00C10BF6"/>
    <w:rsid w:val="00C325EE"/>
    <w:rsid w:val="00C3455A"/>
    <w:rsid w:val="00C37688"/>
    <w:rsid w:val="00C37EFB"/>
    <w:rsid w:val="00C4738B"/>
    <w:rsid w:val="00C51B0B"/>
    <w:rsid w:val="00C567A2"/>
    <w:rsid w:val="00C56C9E"/>
    <w:rsid w:val="00C61DCD"/>
    <w:rsid w:val="00C93C87"/>
    <w:rsid w:val="00C94E2F"/>
    <w:rsid w:val="00CA79A0"/>
    <w:rsid w:val="00CB2901"/>
    <w:rsid w:val="00CB7A62"/>
    <w:rsid w:val="00CC71D4"/>
    <w:rsid w:val="00CD3519"/>
    <w:rsid w:val="00CD6243"/>
    <w:rsid w:val="00CE4E97"/>
    <w:rsid w:val="00CE6CAF"/>
    <w:rsid w:val="00CF6473"/>
    <w:rsid w:val="00D065B5"/>
    <w:rsid w:val="00D10D8F"/>
    <w:rsid w:val="00D13DBC"/>
    <w:rsid w:val="00D163C3"/>
    <w:rsid w:val="00D27978"/>
    <w:rsid w:val="00D32E05"/>
    <w:rsid w:val="00D367F9"/>
    <w:rsid w:val="00D404A5"/>
    <w:rsid w:val="00D43E23"/>
    <w:rsid w:val="00D61E5C"/>
    <w:rsid w:val="00D63A3E"/>
    <w:rsid w:val="00D64221"/>
    <w:rsid w:val="00D656C1"/>
    <w:rsid w:val="00D7074D"/>
    <w:rsid w:val="00D70CC1"/>
    <w:rsid w:val="00D758E3"/>
    <w:rsid w:val="00D76363"/>
    <w:rsid w:val="00D84187"/>
    <w:rsid w:val="00D91E6F"/>
    <w:rsid w:val="00D91EDB"/>
    <w:rsid w:val="00DA1851"/>
    <w:rsid w:val="00DA19A6"/>
    <w:rsid w:val="00DA35B7"/>
    <w:rsid w:val="00DB253D"/>
    <w:rsid w:val="00DB2E00"/>
    <w:rsid w:val="00DB3E0B"/>
    <w:rsid w:val="00DB6480"/>
    <w:rsid w:val="00DC016E"/>
    <w:rsid w:val="00DD0DE0"/>
    <w:rsid w:val="00DE1727"/>
    <w:rsid w:val="00DE4109"/>
    <w:rsid w:val="00E1227A"/>
    <w:rsid w:val="00E13D38"/>
    <w:rsid w:val="00E172AE"/>
    <w:rsid w:val="00E2412D"/>
    <w:rsid w:val="00E269FF"/>
    <w:rsid w:val="00E3704C"/>
    <w:rsid w:val="00E416C3"/>
    <w:rsid w:val="00E52CAD"/>
    <w:rsid w:val="00E55460"/>
    <w:rsid w:val="00E63157"/>
    <w:rsid w:val="00E81A5D"/>
    <w:rsid w:val="00E95C23"/>
    <w:rsid w:val="00E96BC7"/>
    <w:rsid w:val="00EB1BDE"/>
    <w:rsid w:val="00EB4FE6"/>
    <w:rsid w:val="00ED290E"/>
    <w:rsid w:val="00EE0883"/>
    <w:rsid w:val="00EE4581"/>
    <w:rsid w:val="00EF383C"/>
    <w:rsid w:val="00EF55E1"/>
    <w:rsid w:val="00F03855"/>
    <w:rsid w:val="00F15E31"/>
    <w:rsid w:val="00F25F36"/>
    <w:rsid w:val="00F26003"/>
    <w:rsid w:val="00F36911"/>
    <w:rsid w:val="00F53653"/>
    <w:rsid w:val="00F66188"/>
    <w:rsid w:val="00F738B7"/>
    <w:rsid w:val="00F760E5"/>
    <w:rsid w:val="00F8109A"/>
    <w:rsid w:val="00F8145C"/>
    <w:rsid w:val="00F817CB"/>
    <w:rsid w:val="00F92F45"/>
    <w:rsid w:val="00F97501"/>
    <w:rsid w:val="00FA59E1"/>
    <w:rsid w:val="00FB7673"/>
    <w:rsid w:val="00FC0CF6"/>
    <w:rsid w:val="00FC1494"/>
    <w:rsid w:val="00FC2EC5"/>
    <w:rsid w:val="00FC607B"/>
    <w:rsid w:val="00FD4696"/>
    <w:rsid w:val="00FD65B1"/>
    <w:rsid w:val="00FE0444"/>
    <w:rsid w:val="00FF6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50FE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0FE4"/>
    <w:pPr>
      <w:keepNext/>
      <w:jc w:val="center"/>
      <w:outlineLvl w:val="0"/>
    </w:pPr>
    <w:rPr>
      <w:b/>
      <w:bCs/>
      <w:sz w:val="4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0FE4"/>
    <w:pPr>
      <w:keepNext/>
      <w:jc w:val="center"/>
      <w:outlineLvl w:val="1"/>
    </w:pPr>
    <w:rPr>
      <w:b/>
      <w:bCs/>
      <w:sz w:val="48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0FE4"/>
    <w:pPr>
      <w:keepNext/>
      <w:jc w:val="center"/>
      <w:outlineLvl w:val="2"/>
    </w:pPr>
    <w:rPr>
      <w:sz w:val="28"/>
      <w:lang w:val="uk-U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50FE4"/>
    <w:pPr>
      <w:keepNext/>
      <w:outlineLvl w:val="3"/>
    </w:pPr>
    <w:rPr>
      <w:b/>
      <w:bCs/>
      <w:sz w:val="28"/>
      <w:lang w:val="uk-U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50FE4"/>
    <w:pPr>
      <w:keepNext/>
      <w:outlineLvl w:val="4"/>
    </w:pPr>
    <w:rPr>
      <w:sz w:val="28"/>
      <w:lang w:val="uk-U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50FE4"/>
    <w:pPr>
      <w:keepNext/>
      <w:outlineLvl w:val="5"/>
    </w:pPr>
    <w:rPr>
      <w:b/>
      <w:bCs/>
      <w:i/>
      <w:iCs/>
      <w:sz w:val="28"/>
      <w:lang w:val="uk-U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50FE4"/>
    <w:pPr>
      <w:keepNext/>
      <w:jc w:val="center"/>
      <w:outlineLvl w:val="6"/>
    </w:pPr>
    <w:rPr>
      <w:b/>
      <w:sz w:val="36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50FE4"/>
    <w:pPr>
      <w:keepNext/>
      <w:jc w:val="both"/>
      <w:outlineLvl w:val="7"/>
    </w:pPr>
    <w:rPr>
      <w:sz w:val="28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50FE4"/>
    <w:pPr>
      <w:keepNext/>
      <w:jc w:val="center"/>
      <w:outlineLvl w:val="8"/>
    </w:pPr>
    <w:rPr>
      <w:b/>
      <w:i/>
      <w:sz w:val="27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72A4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72A4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72A40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72A40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72A4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72A40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72A40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72A40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72A40"/>
    <w:rPr>
      <w:rFonts w:ascii="Cambria" w:hAnsi="Cambria" w:cs="Times New Roman"/>
    </w:rPr>
  </w:style>
  <w:style w:type="paragraph" w:styleId="Title">
    <w:name w:val="Title"/>
    <w:basedOn w:val="Normal"/>
    <w:link w:val="TitleChar"/>
    <w:uiPriority w:val="99"/>
    <w:qFormat/>
    <w:rsid w:val="00750FE4"/>
    <w:pPr>
      <w:jc w:val="center"/>
    </w:pPr>
    <w:rPr>
      <w:sz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872A40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750FE4"/>
    <w:pPr>
      <w:jc w:val="center"/>
    </w:pPr>
    <w:rPr>
      <w:b/>
      <w:bCs/>
      <w:sz w:val="36"/>
      <w:lang w:val="uk-U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72A40"/>
    <w:rPr>
      <w:rFonts w:ascii="Cambria" w:hAnsi="Cambria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50FE4"/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72A40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750FE4"/>
    <w:pPr>
      <w:jc w:val="both"/>
    </w:pPr>
    <w:rPr>
      <w:sz w:val="28"/>
      <w:lang w:val="uk-UA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72A40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50FE4"/>
    <w:pPr>
      <w:ind w:firstLine="708"/>
      <w:jc w:val="both"/>
    </w:pPr>
    <w:rPr>
      <w:sz w:val="28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A4990"/>
    <w:rPr>
      <w:rFonts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B0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72A40"/>
    <w:rPr>
      <w:rFonts w:cs="Times New Roman"/>
      <w:sz w:val="2"/>
    </w:rPr>
  </w:style>
  <w:style w:type="paragraph" w:customStyle="1" w:styleId="CharChar">
    <w:name w:val="Char Знак Знак Char Знак"/>
    <w:basedOn w:val="Normal"/>
    <w:uiPriority w:val="99"/>
    <w:rsid w:val="00180EC8"/>
    <w:rPr>
      <w:rFonts w:ascii="Verdana" w:hAnsi="Verdan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99"/>
    <w:qFormat/>
    <w:rsid w:val="002C10DA"/>
    <w:pPr>
      <w:ind w:left="708"/>
    </w:pPr>
  </w:style>
  <w:style w:type="paragraph" w:customStyle="1" w:styleId="rvps2">
    <w:name w:val="rvps2"/>
    <w:basedOn w:val="Normal"/>
    <w:uiPriority w:val="99"/>
    <w:rsid w:val="004A03B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52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2</Pages>
  <Words>596</Words>
  <Characters>3398</Characters>
  <Application>Microsoft Office Outlook</Application>
  <DocSecurity>0</DocSecurity>
  <Lines>0</Lines>
  <Paragraphs>0</Paragraphs>
  <ScaleCrop>false</ScaleCrop>
  <Company>КП "Артемовскжилсервис"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Home</dc:creator>
  <cp:keywords/>
  <dc:description/>
  <cp:lastModifiedBy>ch09</cp:lastModifiedBy>
  <cp:revision>12</cp:revision>
  <cp:lastPrinted>2017-06-13T13:35:00Z</cp:lastPrinted>
  <dcterms:created xsi:type="dcterms:W3CDTF">2017-06-13T13:15:00Z</dcterms:created>
  <dcterms:modified xsi:type="dcterms:W3CDTF">2017-06-21T12:53:00Z</dcterms:modified>
</cp:coreProperties>
</file>