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DE6" w:rsidRDefault="001C4DE6" w:rsidP="00A807FE">
      <w:pPr>
        <w:jc w:val="center"/>
        <w:rPr>
          <w:rFonts w:ascii="Times New Roman" w:hAnsi="Times New Roman"/>
          <w:sz w:val="24"/>
          <w:lang w:val="uk-UA"/>
        </w:rPr>
      </w:pPr>
      <w:r w:rsidRPr="0033167C">
        <w:rPr>
          <w:rFonts w:ascii="Times New Roman" w:hAnsi="Times New Roman"/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">
            <v:imagedata r:id="rId5" o:title=""/>
          </v:shape>
        </w:pict>
      </w:r>
    </w:p>
    <w:p w:rsidR="001C4DE6" w:rsidRDefault="001C4DE6" w:rsidP="00A807FE">
      <w:pPr>
        <w:jc w:val="center"/>
        <w:rPr>
          <w:rFonts w:ascii="Times New Roman" w:hAnsi="Times New Roman"/>
          <w:b/>
          <w:sz w:val="22"/>
          <w:lang w:val="uk-UA"/>
        </w:rPr>
      </w:pPr>
    </w:p>
    <w:p w:rsidR="001C4DE6" w:rsidRDefault="001C4DE6" w:rsidP="00A807FE">
      <w:pPr>
        <w:pStyle w:val="Heading2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У  К  Р  А  Ї  Н  А</w:t>
      </w:r>
    </w:p>
    <w:p w:rsidR="001C4DE6" w:rsidRDefault="001C4DE6" w:rsidP="00A807FE">
      <w:pPr>
        <w:jc w:val="center"/>
        <w:rPr>
          <w:rFonts w:ascii="Times New Roman" w:hAnsi="Times New Roman"/>
          <w:b/>
          <w:sz w:val="32"/>
          <w:lang w:val="uk-UA"/>
        </w:rPr>
      </w:pPr>
    </w:p>
    <w:p w:rsidR="001C4DE6" w:rsidRDefault="001C4DE6" w:rsidP="00A807FE">
      <w:pPr>
        <w:pStyle w:val="Heading4"/>
      </w:pPr>
      <w:r>
        <w:t xml:space="preserve">Б а х м у т с ь к а   м і с ь к а   р а д а </w:t>
      </w:r>
    </w:p>
    <w:p w:rsidR="001C4DE6" w:rsidRDefault="001C4DE6" w:rsidP="00A807FE">
      <w:pPr>
        <w:jc w:val="center"/>
        <w:rPr>
          <w:rFonts w:ascii="Times New Roman" w:hAnsi="Times New Roman"/>
          <w:b/>
          <w:lang w:val="uk-UA"/>
        </w:rPr>
      </w:pPr>
    </w:p>
    <w:p w:rsidR="001C4DE6" w:rsidRDefault="001C4DE6" w:rsidP="00A807FE">
      <w:pPr>
        <w:pStyle w:val="Heading5"/>
      </w:pPr>
      <w:r>
        <w:t>ВИКОНАВЧИЙ  КОМІТЕТ</w:t>
      </w:r>
    </w:p>
    <w:p w:rsidR="001C4DE6" w:rsidRDefault="001C4DE6" w:rsidP="00A807FE">
      <w:pPr>
        <w:jc w:val="center"/>
        <w:rPr>
          <w:rFonts w:ascii="Times New Roman" w:hAnsi="Times New Roman"/>
          <w:b/>
          <w:lang w:val="uk-UA"/>
        </w:rPr>
      </w:pPr>
    </w:p>
    <w:p w:rsidR="001C4DE6" w:rsidRDefault="001C4DE6" w:rsidP="00A807FE">
      <w:pPr>
        <w:jc w:val="center"/>
        <w:rPr>
          <w:rFonts w:ascii="Times New Roman" w:hAnsi="Times New Roman"/>
          <w:b/>
          <w:sz w:val="36"/>
          <w:lang w:val="uk-UA"/>
        </w:rPr>
      </w:pPr>
      <w:r>
        <w:rPr>
          <w:rFonts w:ascii="Times New Roman" w:hAnsi="Times New Roman"/>
          <w:b/>
          <w:sz w:val="48"/>
          <w:lang w:val="uk-UA"/>
        </w:rPr>
        <w:t>Р I Ш Е Н Н Я</w:t>
      </w:r>
    </w:p>
    <w:p w:rsidR="001C4DE6" w:rsidRPr="007F022A" w:rsidRDefault="001C4DE6" w:rsidP="00A807FE">
      <w:pPr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1C4DE6" w:rsidRDefault="001C4DE6" w:rsidP="00A807FE">
      <w:pPr>
        <w:rPr>
          <w:rFonts w:ascii="Times New Roman" w:hAnsi="Times New Roman"/>
          <w:b/>
          <w:lang w:val="uk-UA"/>
        </w:rPr>
      </w:pPr>
    </w:p>
    <w:p w:rsidR="001C4DE6" w:rsidRPr="00A807FE" w:rsidRDefault="001C4DE6" w:rsidP="00A807FE">
      <w:pPr>
        <w:rPr>
          <w:rFonts w:ascii="Times New Roman" w:hAnsi="Times New Roman"/>
          <w:sz w:val="24"/>
          <w:lang w:val="uk-UA"/>
        </w:rPr>
      </w:pPr>
      <w:r w:rsidRPr="009557A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13.09.2017 </w:t>
      </w:r>
      <w:r w:rsidRPr="00FB14EA">
        <w:rPr>
          <w:rFonts w:ascii="Times New Roman" w:hAnsi="Times New Roman"/>
          <w:sz w:val="24"/>
          <w:lang w:val="uk-UA"/>
        </w:rPr>
        <w:t xml:space="preserve"> №</w:t>
      </w:r>
      <w:r w:rsidRPr="00A807FE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uk-UA"/>
        </w:rPr>
        <w:t>198</w:t>
      </w:r>
    </w:p>
    <w:p w:rsidR="001C4DE6" w:rsidRDefault="001C4DE6" w:rsidP="00A807FE">
      <w:pPr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м. Бахмут</w:t>
      </w:r>
    </w:p>
    <w:p w:rsidR="001C4DE6" w:rsidRDefault="001C4DE6" w:rsidP="00A807FE">
      <w:pPr>
        <w:ind w:left="567"/>
        <w:rPr>
          <w:rFonts w:ascii="Times New Roman" w:hAnsi="Times New Roman"/>
          <w:lang w:val="uk-UA"/>
        </w:rPr>
      </w:pPr>
    </w:p>
    <w:tbl>
      <w:tblPr>
        <w:tblW w:w="0" w:type="auto"/>
        <w:tblInd w:w="-34" w:type="dxa"/>
        <w:tblLook w:val="00A0"/>
      </w:tblPr>
      <w:tblGrid>
        <w:gridCol w:w="4820"/>
      </w:tblGrid>
      <w:tr w:rsidR="001C4DE6" w:rsidRPr="007F022A" w:rsidTr="0033167C">
        <w:tc>
          <w:tcPr>
            <w:tcW w:w="4820" w:type="dxa"/>
          </w:tcPr>
          <w:p w:rsidR="001C4DE6" w:rsidRPr="0033167C" w:rsidRDefault="001C4DE6" w:rsidP="0033167C">
            <w:pPr>
              <w:pStyle w:val="BodyTextIndent"/>
              <w:spacing w:line="240" w:lineRule="auto"/>
              <w:ind w:firstLine="0"/>
              <w:rPr>
                <w:b/>
                <w:i/>
                <w:szCs w:val="28"/>
              </w:rPr>
            </w:pPr>
            <w:r w:rsidRPr="0033167C">
              <w:rPr>
                <w:b/>
                <w:i/>
                <w:szCs w:val="28"/>
              </w:rPr>
              <w:t>Про затвердження</w:t>
            </w:r>
            <w:r w:rsidRPr="0033167C">
              <w:rPr>
                <w:b/>
                <w:i/>
                <w:szCs w:val="28"/>
                <w:lang w:val="ru-RU"/>
              </w:rPr>
              <w:t xml:space="preserve"> </w:t>
            </w:r>
            <w:r w:rsidRPr="0033167C">
              <w:rPr>
                <w:b/>
                <w:i/>
                <w:szCs w:val="28"/>
              </w:rPr>
              <w:t xml:space="preserve">персонального складу Громадської ради при виконавчому комітеті Бахмутської міської ради </w:t>
            </w:r>
          </w:p>
        </w:tc>
      </w:tr>
    </w:tbl>
    <w:p w:rsidR="001C4DE6" w:rsidRPr="00A807FE" w:rsidRDefault="001C4DE6" w:rsidP="00A807FE">
      <w:pPr>
        <w:rPr>
          <w:rFonts w:ascii="Times New Roman" w:hAnsi="Times New Roman"/>
          <w:i/>
          <w:lang w:val="uk-UA"/>
        </w:rPr>
      </w:pPr>
    </w:p>
    <w:p w:rsidR="001C4DE6" w:rsidRPr="00FB14EA" w:rsidRDefault="001C4DE6" w:rsidP="00A807FE">
      <w:pPr>
        <w:pStyle w:val="BodyTextIndent"/>
        <w:spacing w:line="240" w:lineRule="auto"/>
      </w:pPr>
      <w:r>
        <w:t xml:space="preserve">Розглянувши службові записки від 04.09.2017 № </w:t>
      </w:r>
      <w:r w:rsidRPr="00261498">
        <w:t>01-43</w:t>
      </w:r>
      <w:r>
        <w:t>78</w:t>
      </w:r>
      <w:r w:rsidRPr="00261498">
        <w:t>-06</w:t>
      </w:r>
      <w:r>
        <w:t xml:space="preserve">, від 11.09.2017 № 01-4552-06  начальника відділу внутрішньої політики Кудрявих С.А., з </w:t>
      </w:r>
      <w:r w:rsidRPr="00FB14EA">
        <w:t xml:space="preserve">метою </w:t>
      </w:r>
      <w:r>
        <w:rPr>
          <w:szCs w:val="28"/>
        </w:rPr>
        <w:t xml:space="preserve">формування тимчасового консультативно-дорадчого органу при виконавчому комітеті Бахмутської міської ради, сприяння участі громадськості м.Бахмуту у формуванні та реалізації державної політики, здійсненні громадського контролю за діяльністю виконавчих органів Бахмутської міської ради, </w:t>
      </w:r>
      <w:r w:rsidRPr="0017285A">
        <w:rPr>
          <w:szCs w:val="28"/>
        </w:rPr>
        <w:t xml:space="preserve">забезпечення гласності, відкритості та прозорості </w:t>
      </w:r>
      <w:r>
        <w:rPr>
          <w:szCs w:val="28"/>
        </w:rPr>
        <w:t>у роботі</w:t>
      </w:r>
      <w:r w:rsidRPr="0017285A">
        <w:rPr>
          <w:szCs w:val="28"/>
        </w:rPr>
        <w:t xml:space="preserve"> </w:t>
      </w:r>
      <w:r>
        <w:rPr>
          <w:szCs w:val="28"/>
        </w:rPr>
        <w:t xml:space="preserve">Бахмутської </w:t>
      </w:r>
      <w:r w:rsidRPr="0017285A">
        <w:rPr>
          <w:szCs w:val="28"/>
        </w:rPr>
        <w:t>міської ради, на підставі протоколу</w:t>
      </w:r>
      <w:r>
        <w:rPr>
          <w:szCs w:val="28"/>
        </w:rPr>
        <w:t xml:space="preserve"> № 1</w:t>
      </w:r>
      <w:r w:rsidRPr="0017285A">
        <w:rPr>
          <w:szCs w:val="28"/>
        </w:rPr>
        <w:t xml:space="preserve"> від </w:t>
      </w:r>
      <w:r>
        <w:rPr>
          <w:szCs w:val="28"/>
        </w:rPr>
        <w:t xml:space="preserve">30.08.2017 </w:t>
      </w:r>
      <w:r w:rsidRPr="0017285A">
        <w:rPr>
          <w:szCs w:val="28"/>
        </w:rPr>
        <w:t xml:space="preserve">установчих зборів </w:t>
      </w:r>
      <w:r w:rsidRPr="00CD0589">
        <w:rPr>
          <w:szCs w:val="28"/>
        </w:rPr>
        <w:t>з формування персонального складу Громадської ради при виконавчому комітеті Бахмутської міської ради 2017-2019 рр.</w:t>
      </w:r>
      <w:r w:rsidRPr="00FB14EA">
        <w:t>, керуючись</w:t>
      </w:r>
      <w:r>
        <w:t xml:space="preserve"> </w:t>
      </w:r>
      <w:r w:rsidRPr="00FB14EA">
        <w:t>ст.</w:t>
      </w:r>
      <w:r>
        <w:t xml:space="preserve"> ст. 40, 5</w:t>
      </w:r>
      <w:r w:rsidRPr="00FB14EA">
        <w:t>2 Закону України від 21.05.1997 № 280/97-ВР «Про мі</w:t>
      </w:r>
      <w:r>
        <w:t>сцеве самоврядування в Україні»</w:t>
      </w:r>
      <w:r w:rsidRPr="00FB14EA">
        <w:t xml:space="preserve"> із внесеними до ньо</w:t>
      </w:r>
      <w:r>
        <w:t>го змінами,</w:t>
      </w:r>
      <w:r w:rsidRPr="007F022A">
        <w:t xml:space="preserve"> </w:t>
      </w:r>
      <w:r w:rsidRPr="00FB14EA">
        <w:t>постановою Кабінету Міністрів України від 03.11.2010 № 996 «Про забезпечення участі громадськості у формуванні та реалізації державної політики» із внесеними до неї змінами</w:t>
      </w:r>
      <w:r>
        <w:t>, Положенням про Громадську раду при виконавчому комітеті Бахмутської міської ради, затвердженим рішенням виконавчого комітету Артемівської міської ради від 13.10.2015 № 221, із внесеними до нього змінами,</w:t>
      </w:r>
      <w:r w:rsidRPr="00FB14EA">
        <w:t xml:space="preserve"> </w:t>
      </w:r>
      <w:r w:rsidRPr="00000CE3">
        <w:t>викон</w:t>
      </w:r>
      <w:r>
        <w:t>авчий комітет</w:t>
      </w:r>
      <w:r w:rsidRPr="00000CE3">
        <w:t xml:space="preserve"> </w:t>
      </w:r>
      <w:r>
        <w:t>Бахмут</w:t>
      </w:r>
      <w:r w:rsidRPr="00000CE3">
        <w:t>ської міської ради</w:t>
      </w:r>
    </w:p>
    <w:p w:rsidR="001C4DE6" w:rsidRPr="007F022A" w:rsidRDefault="001C4DE6" w:rsidP="00A807FE">
      <w:pPr>
        <w:ind w:firstLine="720"/>
        <w:jc w:val="both"/>
        <w:rPr>
          <w:rFonts w:ascii="Times New Roman" w:hAnsi="Times New Roman"/>
          <w:b/>
          <w:smallCaps/>
          <w:snapToGrid w:val="0"/>
          <w:sz w:val="24"/>
          <w:szCs w:val="24"/>
          <w:lang w:val="uk-UA"/>
        </w:rPr>
      </w:pPr>
      <w:r>
        <w:rPr>
          <w:rFonts w:ascii="Times New Roman" w:hAnsi="Times New Roman"/>
          <w:b/>
          <w:smallCaps/>
          <w:snapToGrid w:val="0"/>
          <w:lang w:val="uk-UA"/>
        </w:rPr>
        <w:t xml:space="preserve">        </w:t>
      </w:r>
    </w:p>
    <w:p w:rsidR="001C4DE6" w:rsidRDefault="001C4DE6" w:rsidP="00A807FE">
      <w:pPr>
        <w:ind w:firstLine="720"/>
        <w:jc w:val="both"/>
        <w:rPr>
          <w:rFonts w:ascii="Times New Roman" w:hAnsi="Times New Roman"/>
          <w:b/>
          <w:smallCaps/>
          <w:snapToGrid w:val="0"/>
          <w:lang w:val="uk-UA"/>
        </w:rPr>
      </w:pPr>
      <w:r>
        <w:rPr>
          <w:rFonts w:ascii="Times New Roman" w:hAnsi="Times New Roman"/>
          <w:b/>
          <w:smallCaps/>
          <w:snapToGrid w:val="0"/>
          <w:lang w:val="uk-UA"/>
        </w:rPr>
        <w:t xml:space="preserve"> В И Р І Ш И В:</w:t>
      </w:r>
    </w:p>
    <w:p w:rsidR="001C4DE6" w:rsidRPr="007F022A" w:rsidRDefault="001C4DE6" w:rsidP="00A807FE">
      <w:pPr>
        <w:ind w:firstLine="720"/>
        <w:jc w:val="both"/>
        <w:rPr>
          <w:rFonts w:ascii="Times New Roman" w:hAnsi="Times New Roman"/>
          <w:smallCaps/>
          <w:snapToGrid w:val="0"/>
          <w:sz w:val="24"/>
          <w:szCs w:val="24"/>
          <w:lang w:val="uk-UA"/>
        </w:rPr>
      </w:pPr>
    </w:p>
    <w:p w:rsidR="001C4DE6" w:rsidRDefault="001C4DE6" w:rsidP="00A807FE">
      <w:pPr>
        <w:numPr>
          <w:ilvl w:val="0"/>
          <w:numId w:val="1"/>
        </w:numPr>
        <w:tabs>
          <w:tab w:val="left" w:pos="1134"/>
        </w:tabs>
        <w:spacing w:line="276" w:lineRule="auto"/>
        <w:ind w:left="0" w:firstLine="851"/>
        <w:jc w:val="both"/>
        <w:rPr>
          <w:rFonts w:ascii="Times New Roman" w:hAnsi="Times New Roman"/>
          <w:szCs w:val="28"/>
          <w:lang w:val="uk-UA"/>
        </w:rPr>
      </w:pPr>
      <w:r w:rsidRPr="00FB14EA">
        <w:rPr>
          <w:rFonts w:ascii="Times New Roman" w:hAnsi="Times New Roman"/>
          <w:szCs w:val="28"/>
          <w:lang w:val="uk-UA"/>
        </w:rPr>
        <w:t xml:space="preserve">Затвердити персональний склад Громадської ради при виконавчому комітеті </w:t>
      </w:r>
      <w:r>
        <w:rPr>
          <w:rFonts w:ascii="Times New Roman" w:hAnsi="Times New Roman"/>
          <w:szCs w:val="28"/>
          <w:lang w:val="uk-UA"/>
        </w:rPr>
        <w:t>Бахмут</w:t>
      </w:r>
      <w:r w:rsidRPr="00FB14EA">
        <w:rPr>
          <w:rFonts w:ascii="Times New Roman" w:hAnsi="Times New Roman"/>
          <w:szCs w:val="28"/>
          <w:lang w:val="uk-UA"/>
        </w:rPr>
        <w:t xml:space="preserve">ської міської ради </w:t>
      </w:r>
      <w:r>
        <w:rPr>
          <w:rFonts w:ascii="Times New Roman" w:hAnsi="Times New Roman"/>
          <w:szCs w:val="28"/>
          <w:lang w:val="uk-UA"/>
        </w:rPr>
        <w:t xml:space="preserve">на 2017-2019 рр. </w:t>
      </w:r>
      <w:r w:rsidRPr="00FB14EA">
        <w:rPr>
          <w:rFonts w:ascii="Times New Roman" w:hAnsi="Times New Roman"/>
          <w:szCs w:val="28"/>
          <w:lang w:val="uk-UA"/>
        </w:rPr>
        <w:t>(далі – Громадська рада) (додається).</w:t>
      </w:r>
    </w:p>
    <w:p w:rsidR="001C4DE6" w:rsidRDefault="001C4DE6" w:rsidP="00A807FE">
      <w:pPr>
        <w:tabs>
          <w:tab w:val="left" w:pos="1134"/>
        </w:tabs>
        <w:spacing w:line="276" w:lineRule="auto"/>
        <w:ind w:left="851"/>
        <w:jc w:val="both"/>
        <w:rPr>
          <w:rFonts w:ascii="Times New Roman" w:hAnsi="Times New Roman"/>
          <w:szCs w:val="28"/>
          <w:lang w:val="uk-UA"/>
        </w:rPr>
      </w:pPr>
    </w:p>
    <w:p w:rsidR="001C4DE6" w:rsidRDefault="001C4DE6" w:rsidP="00894CB0">
      <w:pPr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В</w:t>
      </w:r>
      <w:r w:rsidRPr="00FB14EA">
        <w:rPr>
          <w:rFonts w:ascii="Times New Roman" w:hAnsi="Times New Roman"/>
          <w:szCs w:val="28"/>
          <w:lang w:val="uk-UA"/>
        </w:rPr>
        <w:t xml:space="preserve">ідділу </w:t>
      </w:r>
      <w:r>
        <w:rPr>
          <w:rFonts w:ascii="Times New Roman" w:hAnsi="Times New Roman"/>
          <w:szCs w:val="28"/>
          <w:lang w:val="uk-UA"/>
        </w:rPr>
        <w:t xml:space="preserve"> внутрішньої політики Бахмут</w:t>
      </w:r>
      <w:r w:rsidRPr="00FB14EA">
        <w:rPr>
          <w:rFonts w:ascii="Times New Roman" w:hAnsi="Times New Roman"/>
          <w:szCs w:val="28"/>
          <w:lang w:val="uk-UA"/>
        </w:rPr>
        <w:t>ської міської ради (</w:t>
      </w:r>
      <w:r>
        <w:rPr>
          <w:rFonts w:ascii="Times New Roman" w:hAnsi="Times New Roman"/>
          <w:szCs w:val="28"/>
          <w:lang w:val="uk-UA"/>
        </w:rPr>
        <w:t>Кудрявих</w:t>
      </w:r>
      <w:r w:rsidRPr="00FB14EA">
        <w:rPr>
          <w:rFonts w:ascii="Times New Roman" w:hAnsi="Times New Roman"/>
          <w:szCs w:val="28"/>
          <w:lang w:val="uk-UA"/>
        </w:rPr>
        <w:t>) забезпечити:</w:t>
      </w:r>
    </w:p>
    <w:p w:rsidR="001C4DE6" w:rsidRDefault="001C4DE6" w:rsidP="00894CB0">
      <w:pPr>
        <w:tabs>
          <w:tab w:val="left" w:pos="1418"/>
          <w:tab w:val="left" w:pos="1560"/>
        </w:tabs>
        <w:ind w:firstLine="851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2.1. </w:t>
      </w:r>
      <w:r w:rsidRPr="00E61431">
        <w:rPr>
          <w:rFonts w:ascii="Times New Roman" w:hAnsi="Times New Roman"/>
          <w:szCs w:val="28"/>
          <w:lang w:val="uk-UA"/>
        </w:rPr>
        <w:t>Належне функціону</w:t>
      </w:r>
      <w:r>
        <w:rPr>
          <w:rFonts w:ascii="Times New Roman" w:hAnsi="Times New Roman"/>
          <w:szCs w:val="28"/>
          <w:lang w:val="uk-UA"/>
        </w:rPr>
        <w:t xml:space="preserve">вання Громадської ради (надання </w:t>
      </w:r>
      <w:r w:rsidRPr="00E61431">
        <w:rPr>
          <w:rFonts w:ascii="Times New Roman" w:hAnsi="Times New Roman"/>
          <w:szCs w:val="28"/>
          <w:lang w:val="uk-UA"/>
        </w:rPr>
        <w:t xml:space="preserve">організаційно-технічної </w:t>
      </w:r>
      <w:r>
        <w:rPr>
          <w:rFonts w:ascii="Times New Roman" w:hAnsi="Times New Roman"/>
          <w:szCs w:val="28"/>
          <w:lang w:val="uk-UA"/>
        </w:rPr>
        <w:t xml:space="preserve">підтримки в забезпеченні </w:t>
      </w:r>
      <w:r w:rsidRPr="00E61431">
        <w:rPr>
          <w:rFonts w:ascii="Times New Roman" w:hAnsi="Times New Roman"/>
          <w:szCs w:val="28"/>
          <w:lang w:val="uk-UA"/>
        </w:rPr>
        <w:t>засідань Громадської ради та інших заход</w:t>
      </w:r>
      <w:r>
        <w:rPr>
          <w:rFonts w:ascii="Times New Roman" w:hAnsi="Times New Roman"/>
          <w:szCs w:val="28"/>
          <w:lang w:val="uk-UA"/>
        </w:rPr>
        <w:t>ів</w:t>
      </w:r>
      <w:r w:rsidRPr="00E61431">
        <w:rPr>
          <w:rFonts w:ascii="Times New Roman" w:hAnsi="Times New Roman"/>
          <w:szCs w:val="28"/>
          <w:lang w:val="uk-UA"/>
        </w:rPr>
        <w:t>, які вона ініціює)</w:t>
      </w:r>
      <w:r>
        <w:rPr>
          <w:rFonts w:ascii="Times New Roman" w:hAnsi="Times New Roman"/>
          <w:szCs w:val="28"/>
          <w:lang w:val="uk-UA"/>
        </w:rPr>
        <w:t>.</w:t>
      </w:r>
      <w:r w:rsidRPr="00E61431">
        <w:rPr>
          <w:rFonts w:ascii="Times New Roman" w:hAnsi="Times New Roman"/>
          <w:szCs w:val="28"/>
          <w:lang w:val="uk-UA"/>
        </w:rPr>
        <w:t xml:space="preserve"> </w:t>
      </w:r>
    </w:p>
    <w:p w:rsidR="001C4DE6" w:rsidRPr="00FB14EA" w:rsidRDefault="001C4DE6" w:rsidP="00894CB0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2.2. </w:t>
      </w:r>
      <w:r w:rsidRPr="00FB14EA">
        <w:rPr>
          <w:rFonts w:ascii="Times New Roman" w:hAnsi="Times New Roman"/>
          <w:szCs w:val="28"/>
          <w:lang w:val="uk-UA"/>
        </w:rPr>
        <w:t>Надання Громадській раді необхідної інформації з питань, що будуть предметом громадської експертизи, громадського контролю</w:t>
      </w:r>
      <w:r>
        <w:rPr>
          <w:rFonts w:ascii="Times New Roman" w:hAnsi="Times New Roman"/>
          <w:szCs w:val="28"/>
          <w:lang w:val="uk-UA"/>
        </w:rPr>
        <w:t>, громадських обговорень</w:t>
      </w:r>
      <w:r w:rsidRPr="00FB14EA">
        <w:rPr>
          <w:rFonts w:ascii="Times New Roman" w:hAnsi="Times New Roman"/>
          <w:szCs w:val="28"/>
          <w:lang w:val="uk-UA"/>
        </w:rPr>
        <w:t>.</w:t>
      </w:r>
    </w:p>
    <w:p w:rsidR="001C4DE6" w:rsidRPr="00FB14EA" w:rsidRDefault="001C4DE6" w:rsidP="00894CB0">
      <w:pPr>
        <w:ind w:firstLine="851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2.3. </w:t>
      </w:r>
      <w:r w:rsidRPr="00FB14EA">
        <w:rPr>
          <w:rFonts w:ascii="Times New Roman" w:hAnsi="Times New Roman"/>
          <w:szCs w:val="28"/>
          <w:lang w:val="uk-UA"/>
        </w:rPr>
        <w:t>Спільно з відділом комп’юте</w:t>
      </w:r>
      <w:r>
        <w:rPr>
          <w:rFonts w:ascii="Times New Roman" w:hAnsi="Times New Roman"/>
          <w:szCs w:val="28"/>
          <w:lang w:val="uk-UA"/>
        </w:rPr>
        <w:t xml:space="preserve">рного забезпечення Бахмутської </w:t>
      </w:r>
      <w:r w:rsidRPr="00FB14EA">
        <w:rPr>
          <w:rFonts w:ascii="Times New Roman" w:hAnsi="Times New Roman"/>
          <w:szCs w:val="28"/>
          <w:lang w:val="uk-UA"/>
        </w:rPr>
        <w:t>міської ради (Кисельов):</w:t>
      </w:r>
    </w:p>
    <w:p w:rsidR="001C4DE6" w:rsidRPr="00FB14EA" w:rsidRDefault="001C4DE6" w:rsidP="00894CB0">
      <w:pPr>
        <w:tabs>
          <w:tab w:val="left" w:pos="1701"/>
          <w:tab w:val="left" w:pos="1985"/>
        </w:tabs>
        <w:ind w:left="851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2.3.1. </w:t>
      </w:r>
      <w:r w:rsidRPr="00FB14EA">
        <w:rPr>
          <w:rFonts w:ascii="Times New Roman" w:hAnsi="Times New Roman"/>
          <w:szCs w:val="28"/>
          <w:lang w:val="uk-UA"/>
        </w:rPr>
        <w:t>В установленому порядку оприлюднення даного р</w:t>
      </w:r>
      <w:r>
        <w:rPr>
          <w:rFonts w:ascii="Times New Roman" w:hAnsi="Times New Roman"/>
          <w:szCs w:val="28"/>
          <w:lang w:val="uk-UA"/>
        </w:rPr>
        <w:t>ішення</w:t>
      </w:r>
      <w:r w:rsidRPr="00FB14EA">
        <w:rPr>
          <w:rFonts w:ascii="Times New Roman" w:hAnsi="Times New Roman"/>
          <w:szCs w:val="28"/>
          <w:lang w:val="uk-UA"/>
        </w:rPr>
        <w:t>.</w:t>
      </w:r>
    </w:p>
    <w:p w:rsidR="001C4DE6" w:rsidRDefault="001C4DE6" w:rsidP="00894CB0">
      <w:pPr>
        <w:tabs>
          <w:tab w:val="left" w:pos="1701"/>
        </w:tabs>
        <w:ind w:firstLine="851"/>
        <w:jc w:val="both"/>
        <w:rPr>
          <w:rFonts w:ascii="Times New Roman" w:hAnsi="Times New Roman"/>
          <w:szCs w:val="28"/>
          <w:lang w:val="uk-UA"/>
        </w:rPr>
      </w:pPr>
      <w:r w:rsidRPr="00FB14EA">
        <w:rPr>
          <w:rFonts w:ascii="Times New Roman" w:hAnsi="Times New Roman"/>
          <w:szCs w:val="28"/>
          <w:lang w:val="uk-UA"/>
        </w:rPr>
        <w:t>2.3.2.</w:t>
      </w:r>
      <w:r w:rsidRPr="00FB14EA">
        <w:rPr>
          <w:rFonts w:ascii="Times New Roman" w:hAnsi="Times New Roman"/>
          <w:szCs w:val="28"/>
          <w:lang w:val="uk-UA"/>
        </w:rPr>
        <w:tab/>
        <w:t xml:space="preserve">Надання допомоги Громадській раді в актуалізації та подальшому підтриманні в належному стані рубрики «Громадська рада» на офіційному веб-сайті </w:t>
      </w:r>
      <w:r>
        <w:rPr>
          <w:rFonts w:ascii="Times New Roman" w:hAnsi="Times New Roman"/>
          <w:szCs w:val="28"/>
          <w:lang w:val="uk-UA"/>
        </w:rPr>
        <w:t>Бахмут</w:t>
      </w:r>
      <w:r w:rsidRPr="00FB14EA">
        <w:rPr>
          <w:rFonts w:ascii="Times New Roman" w:hAnsi="Times New Roman"/>
          <w:szCs w:val="28"/>
          <w:lang w:val="uk-UA"/>
        </w:rPr>
        <w:t>ської міської ради, зокрема, щодо своєчасного розміщення матеріалів про її діяльність.</w:t>
      </w:r>
    </w:p>
    <w:p w:rsidR="001C4DE6" w:rsidRDefault="001C4DE6" w:rsidP="009557A8">
      <w:pPr>
        <w:tabs>
          <w:tab w:val="left" w:pos="1701"/>
        </w:tabs>
        <w:ind w:firstLine="851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2.4. Спільно з юридичним відділом Бахмутської міської ради (Федонюк) юридичну підтримку під час проведення засідань Громадської ради. </w:t>
      </w:r>
    </w:p>
    <w:p w:rsidR="001C4DE6" w:rsidRDefault="001C4DE6" w:rsidP="009557A8">
      <w:pPr>
        <w:tabs>
          <w:tab w:val="left" w:pos="1701"/>
        </w:tabs>
        <w:ind w:firstLine="851"/>
        <w:jc w:val="both"/>
        <w:rPr>
          <w:rFonts w:ascii="Times New Roman" w:hAnsi="Times New Roman"/>
          <w:szCs w:val="28"/>
          <w:lang w:val="uk-UA"/>
        </w:rPr>
      </w:pPr>
    </w:p>
    <w:p w:rsidR="001C4DE6" w:rsidRPr="00FA5DA8" w:rsidRDefault="001C4DE6" w:rsidP="00894CB0">
      <w:pPr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rFonts w:ascii="Times New Roman" w:hAnsi="Times New Roman"/>
          <w:szCs w:val="28"/>
          <w:lang w:val="uk-UA"/>
        </w:rPr>
      </w:pPr>
      <w:r w:rsidRPr="00FB14EA">
        <w:rPr>
          <w:rFonts w:ascii="Times New Roman" w:hAnsi="Times New Roman"/>
          <w:szCs w:val="28"/>
          <w:lang w:val="uk-UA"/>
        </w:rPr>
        <w:t xml:space="preserve"> </w:t>
      </w:r>
      <w:r>
        <w:rPr>
          <w:rFonts w:ascii="Times New Roman" w:hAnsi="Times New Roman"/>
          <w:szCs w:val="28"/>
          <w:lang w:val="uk-UA"/>
        </w:rPr>
        <w:t xml:space="preserve">Рекомендувати </w:t>
      </w:r>
      <w:r w:rsidRPr="00FA5DA8">
        <w:rPr>
          <w:rFonts w:ascii="Times New Roman" w:hAnsi="Times New Roman"/>
          <w:szCs w:val="28"/>
          <w:lang w:val="uk-UA"/>
        </w:rPr>
        <w:t>Громадській раді розробити Регламент роботи Громадської ради при виконавчому комітеті Бахмутської міської ради</w:t>
      </w:r>
      <w:r>
        <w:rPr>
          <w:rFonts w:ascii="Times New Roman" w:hAnsi="Times New Roman"/>
          <w:szCs w:val="28"/>
          <w:lang w:val="uk-UA"/>
        </w:rPr>
        <w:t>.</w:t>
      </w:r>
      <w:r w:rsidRPr="00FA5DA8">
        <w:rPr>
          <w:rFonts w:ascii="Times New Roman" w:hAnsi="Times New Roman"/>
          <w:szCs w:val="28"/>
          <w:lang w:val="uk-UA"/>
        </w:rPr>
        <w:t xml:space="preserve"> </w:t>
      </w:r>
    </w:p>
    <w:p w:rsidR="001C4DE6" w:rsidRPr="002B3A04" w:rsidRDefault="001C4DE6" w:rsidP="00894CB0">
      <w:pPr>
        <w:pStyle w:val="ListParagraph"/>
        <w:tabs>
          <w:tab w:val="left" w:pos="1134"/>
        </w:tabs>
        <w:ind w:left="1571"/>
        <w:jc w:val="both"/>
        <w:rPr>
          <w:rFonts w:ascii="Times New Roman" w:hAnsi="Times New Roman"/>
          <w:szCs w:val="28"/>
          <w:lang w:val="uk-UA"/>
        </w:rPr>
      </w:pPr>
    </w:p>
    <w:p w:rsidR="001C4DE6" w:rsidRDefault="001C4DE6" w:rsidP="00894CB0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4.  Вважати такими, що втратили чинність рішення виконавчого комітету Артемівської міської ради:</w:t>
      </w:r>
    </w:p>
    <w:p w:rsidR="001C4DE6" w:rsidRDefault="001C4DE6" w:rsidP="00894CB0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- від 08.07.2015 № 152 «</w:t>
      </w:r>
      <w:r w:rsidRPr="0038022D">
        <w:rPr>
          <w:rFonts w:ascii="Times New Roman" w:hAnsi="Times New Roman"/>
          <w:szCs w:val="28"/>
          <w:lang w:val="uk-UA"/>
        </w:rPr>
        <w:t>Про затвердження персонального складу Громадської ради при виконавчому комітеті Артемівської міської ради</w:t>
      </w:r>
      <w:r>
        <w:rPr>
          <w:rFonts w:ascii="Times New Roman" w:hAnsi="Times New Roman"/>
          <w:szCs w:val="28"/>
          <w:lang w:val="uk-UA"/>
        </w:rPr>
        <w:t>»;</w:t>
      </w:r>
    </w:p>
    <w:p w:rsidR="001C4DE6" w:rsidRDefault="001C4DE6" w:rsidP="00894CB0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- від 13.10.2015 № 222 «</w:t>
      </w:r>
      <w:r w:rsidRPr="0038022D">
        <w:rPr>
          <w:rFonts w:ascii="Times New Roman" w:hAnsi="Times New Roman"/>
          <w:szCs w:val="28"/>
          <w:lang w:val="uk-UA"/>
        </w:rPr>
        <w:t xml:space="preserve">Про </w:t>
      </w:r>
      <w:r>
        <w:rPr>
          <w:rFonts w:ascii="Times New Roman" w:hAnsi="Times New Roman"/>
          <w:szCs w:val="28"/>
          <w:lang w:val="uk-UA"/>
        </w:rPr>
        <w:t>внесення змін до</w:t>
      </w:r>
      <w:r w:rsidRPr="0038022D">
        <w:rPr>
          <w:rFonts w:ascii="Times New Roman" w:hAnsi="Times New Roman"/>
          <w:szCs w:val="28"/>
          <w:lang w:val="uk-UA"/>
        </w:rPr>
        <w:t xml:space="preserve"> персонального складу Громадської ради при виконавчому комітеті Артемівської міської ради</w:t>
      </w:r>
      <w:r>
        <w:rPr>
          <w:rFonts w:ascii="Times New Roman" w:hAnsi="Times New Roman"/>
          <w:szCs w:val="28"/>
          <w:lang w:val="uk-UA"/>
        </w:rPr>
        <w:t>».</w:t>
      </w:r>
    </w:p>
    <w:p w:rsidR="001C4DE6" w:rsidRDefault="001C4DE6" w:rsidP="00894CB0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  <w:lang w:val="uk-UA"/>
        </w:rPr>
      </w:pPr>
    </w:p>
    <w:p w:rsidR="001C4DE6" w:rsidRDefault="001C4DE6" w:rsidP="00894CB0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5. </w:t>
      </w:r>
      <w:r w:rsidRPr="00FB14EA">
        <w:rPr>
          <w:rFonts w:ascii="Times New Roman" w:hAnsi="Times New Roman"/>
          <w:szCs w:val="28"/>
          <w:lang w:val="uk-UA"/>
        </w:rPr>
        <w:t>Організаційне виконання р</w:t>
      </w:r>
      <w:r>
        <w:rPr>
          <w:rFonts w:ascii="Times New Roman" w:hAnsi="Times New Roman"/>
          <w:szCs w:val="28"/>
          <w:lang w:val="uk-UA"/>
        </w:rPr>
        <w:t>ішення</w:t>
      </w:r>
      <w:r w:rsidRPr="00FB14EA">
        <w:rPr>
          <w:rFonts w:ascii="Times New Roman" w:hAnsi="Times New Roman"/>
          <w:szCs w:val="28"/>
          <w:lang w:val="uk-UA"/>
        </w:rPr>
        <w:t xml:space="preserve"> покласти на відділ </w:t>
      </w:r>
      <w:r>
        <w:rPr>
          <w:rFonts w:ascii="Times New Roman" w:hAnsi="Times New Roman"/>
          <w:szCs w:val="28"/>
          <w:lang w:val="uk-UA"/>
        </w:rPr>
        <w:t>внутрішньої політики Бахмут</w:t>
      </w:r>
      <w:r w:rsidRPr="00FB14EA">
        <w:rPr>
          <w:rFonts w:ascii="Times New Roman" w:hAnsi="Times New Roman"/>
          <w:szCs w:val="28"/>
          <w:lang w:val="uk-UA"/>
        </w:rPr>
        <w:t>ської міської ради (</w:t>
      </w:r>
      <w:r>
        <w:rPr>
          <w:rFonts w:ascii="Times New Roman" w:hAnsi="Times New Roman"/>
          <w:szCs w:val="28"/>
          <w:lang w:val="uk-UA"/>
        </w:rPr>
        <w:t>Кудрявих</w:t>
      </w:r>
      <w:r w:rsidRPr="00FB14EA">
        <w:rPr>
          <w:rFonts w:ascii="Times New Roman" w:hAnsi="Times New Roman"/>
          <w:szCs w:val="28"/>
          <w:lang w:val="uk-UA"/>
        </w:rPr>
        <w:t xml:space="preserve">), відділ комп’ютерного забезпечення </w:t>
      </w:r>
      <w:r>
        <w:rPr>
          <w:rFonts w:ascii="Times New Roman" w:hAnsi="Times New Roman"/>
          <w:szCs w:val="28"/>
          <w:lang w:val="uk-UA"/>
        </w:rPr>
        <w:t>Бахмутської</w:t>
      </w:r>
      <w:r w:rsidRPr="00FB14EA">
        <w:rPr>
          <w:rFonts w:ascii="Times New Roman" w:hAnsi="Times New Roman"/>
          <w:szCs w:val="28"/>
          <w:lang w:val="uk-UA"/>
        </w:rPr>
        <w:t xml:space="preserve"> міської ради (Кисельов)</w:t>
      </w:r>
      <w:r>
        <w:rPr>
          <w:rFonts w:ascii="Times New Roman" w:hAnsi="Times New Roman"/>
          <w:szCs w:val="28"/>
          <w:lang w:val="uk-UA"/>
        </w:rPr>
        <w:t>, юридичний відділ Бахмутської міської ради (Федонюк)</w:t>
      </w:r>
      <w:r w:rsidRPr="00FB14EA">
        <w:rPr>
          <w:rFonts w:ascii="Times New Roman" w:hAnsi="Times New Roman"/>
          <w:szCs w:val="28"/>
          <w:lang w:val="uk-UA"/>
        </w:rPr>
        <w:t>.</w:t>
      </w:r>
    </w:p>
    <w:p w:rsidR="001C4DE6" w:rsidRDefault="001C4DE6" w:rsidP="00894CB0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  <w:lang w:val="uk-UA"/>
        </w:rPr>
      </w:pPr>
    </w:p>
    <w:p w:rsidR="001C4DE6" w:rsidRPr="00E61431" w:rsidRDefault="001C4DE6" w:rsidP="00894CB0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6. </w:t>
      </w:r>
      <w:r w:rsidRPr="00E61431">
        <w:rPr>
          <w:rFonts w:ascii="Times New Roman" w:hAnsi="Times New Roman"/>
          <w:szCs w:val="28"/>
          <w:lang w:val="uk-UA"/>
        </w:rPr>
        <w:t xml:space="preserve">Контроль за виконанням рішення покласти </w:t>
      </w:r>
      <w:r>
        <w:rPr>
          <w:rFonts w:ascii="Times New Roman" w:hAnsi="Times New Roman"/>
          <w:szCs w:val="28"/>
          <w:lang w:val="uk-UA"/>
        </w:rPr>
        <w:t>на керуючого справами виконкому</w:t>
      </w:r>
      <w:r w:rsidRPr="008E20B6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  <w:lang w:val="uk-UA"/>
        </w:rPr>
        <w:t>Бахмут</w:t>
      </w:r>
      <w:r w:rsidRPr="00E61431">
        <w:rPr>
          <w:rFonts w:ascii="Times New Roman" w:hAnsi="Times New Roman"/>
          <w:szCs w:val="28"/>
          <w:lang w:val="uk-UA"/>
        </w:rPr>
        <w:t>ської міської ради Недашковську</w:t>
      </w:r>
      <w:r>
        <w:rPr>
          <w:rFonts w:ascii="Times New Roman" w:hAnsi="Times New Roman"/>
          <w:szCs w:val="28"/>
          <w:lang w:val="uk-UA"/>
        </w:rPr>
        <w:t xml:space="preserve"> </w:t>
      </w:r>
      <w:r w:rsidRPr="00E61431">
        <w:rPr>
          <w:rFonts w:ascii="Times New Roman" w:hAnsi="Times New Roman"/>
          <w:szCs w:val="28"/>
          <w:lang w:val="uk-UA"/>
        </w:rPr>
        <w:t>Т.І.</w:t>
      </w:r>
      <w:r>
        <w:rPr>
          <w:rFonts w:ascii="Times New Roman" w:hAnsi="Times New Roman"/>
          <w:szCs w:val="28"/>
          <w:lang w:val="uk-UA"/>
        </w:rPr>
        <w:t>, секретаря Бахмутської міської ради</w:t>
      </w:r>
      <w:r w:rsidRPr="00E61431">
        <w:rPr>
          <w:rFonts w:ascii="Times New Roman" w:hAnsi="Times New Roman"/>
          <w:szCs w:val="28"/>
          <w:lang w:val="uk-UA"/>
        </w:rPr>
        <w:t xml:space="preserve"> </w:t>
      </w:r>
      <w:r>
        <w:rPr>
          <w:rFonts w:ascii="Times New Roman" w:hAnsi="Times New Roman"/>
          <w:szCs w:val="28"/>
          <w:lang w:val="uk-UA"/>
        </w:rPr>
        <w:t xml:space="preserve">Кіщенко С.І. </w:t>
      </w:r>
      <w:r w:rsidRPr="00E61431">
        <w:rPr>
          <w:rFonts w:ascii="Times New Roman" w:hAnsi="Times New Roman"/>
          <w:szCs w:val="28"/>
          <w:lang w:val="uk-UA"/>
        </w:rPr>
        <w:t>(за згодою).</w:t>
      </w:r>
      <w:r w:rsidRPr="00E61431">
        <w:rPr>
          <w:rFonts w:ascii="Times New Roman" w:hAnsi="Times New Roman"/>
          <w:b/>
          <w:smallCaps/>
          <w:snapToGrid w:val="0"/>
          <w:lang w:val="uk-UA"/>
        </w:rPr>
        <w:t xml:space="preserve"> </w:t>
      </w:r>
    </w:p>
    <w:p w:rsidR="001C4DE6" w:rsidRDefault="001C4DE6" w:rsidP="00A807FE">
      <w:pPr>
        <w:pStyle w:val="BodyText3"/>
        <w:ind w:left="567" w:right="0"/>
        <w:jc w:val="both"/>
        <w:rPr>
          <w:i w:val="0"/>
        </w:rPr>
      </w:pPr>
    </w:p>
    <w:p w:rsidR="001C4DE6" w:rsidRDefault="001C4DE6" w:rsidP="00A807FE">
      <w:pPr>
        <w:pStyle w:val="BodyText3"/>
        <w:ind w:left="567" w:right="0"/>
        <w:jc w:val="both"/>
        <w:rPr>
          <w:b/>
        </w:rPr>
      </w:pPr>
      <w:r>
        <w:rPr>
          <w:i w:val="0"/>
        </w:rPr>
        <w:t xml:space="preserve">        </w:t>
      </w:r>
      <w:r>
        <w:rPr>
          <w:b/>
        </w:rPr>
        <w:t xml:space="preserve"> </w:t>
      </w:r>
    </w:p>
    <w:p w:rsidR="001C4DE6" w:rsidRDefault="001C4DE6" w:rsidP="00A807FE">
      <w:pPr>
        <w:pStyle w:val="BodyText3"/>
        <w:ind w:left="567" w:right="0"/>
        <w:jc w:val="both"/>
        <w:rPr>
          <w:b/>
          <w:i w:val="0"/>
        </w:rPr>
      </w:pPr>
      <w:r>
        <w:rPr>
          <w:b/>
          <w:i w:val="0"/>
        </w:rPr>
        <w:t>М</w:t>
      </w:r>
      <w:r w:rsidRPr="00FA5DA8">
        <w:rPr>
          <w:b/>
          <w:i w:val="0"/>
        </w:rPr>
        <w:t>іськ</w:t>
      </w:r>
      <w:r>
        <w:rPr>
          <w:b/>
          <w:i w:val="0"/>
        </w:rPr>
        <w:t>ий</w:t>
      </w:r>
      <w:r w:rsidRPr="00FA5DA8">
        <w:rPr>
          <w:b/>
          <w:i w:val="0"/>
        </w:rPr>
        <w:t xml:space="preserve"> голов</w:t>
      </w:r>
      <w:r>
        <w:rPr>
          <w:b/>
          <w:i w:val="0"/>
        </w:rPr>
        <w:t>а</w:t>
      </w:r>
      <w:r w:rsidRPr="00FA5DA8">
        <w:rPr>
          <w:b/>
          <w:i w:val="0"/>
        </w:rPr>
        <w:t xml:space="preserve">                        </w:t>
      </w:r>
      <w:r>
        <w:rPr>
          <w:b/>
          <w:i w:val="0"/>
        </w:rPr>
        <w:t xml:space="preserve">                                       </w:t>
      </w:r>
      <w:r w:rsidRPr="00FA5DA8">
        <w:rPr>
          <w:b/>
          <w:i w:val="0"/>
        </w:rPr>
        <w:t xml:space="preserve"> </w:t>
      </w:r>
      <w:r>
        <w:rPr>
          <w:b/>
          <w:i w:val="0"/>
        </w:rPr>
        <w:t>О.О. Рева</w:t>
      </w:r>
      <w:r w:rsidRPr="00FA5DA8">
        <w:rPr>
          <w:b/>
          <w:i w:val="0"/>
        </w:rPr>
        <w:t xml:space="preserve"> </w:t>
      </w:r>
    </w:p>
    <w:p w:rsidR="001C4DE6" w:rsidRDefault="001C4DE6" w:rsidP="00A807FE">
      <w:pPr>
        <w:pStyle w:val="BodyText3"/>
        <w:ind w:left="567" w:right="0"/>
        <w:jc w:val="both"/>
        <w:rPr>
          <w:b/>
          <w:i w:val="0"/>
        </w:rPr>
      </w:pPr>
    </w:p>
    <w:p w:rsidR="001C4DE6" w:rsidRDefault="001C4DE6" w:rsidP="00A807FE">
      <w:pPr>
        <w:pStyle w:val="BodyText3"/>
        <w:ind w:left="567" w:right="0"/>
        <w:jc w:val="both"/>
        <w:rPr>
          <w:b/>
          <w:i w:val="0"/>
        </w:rPr>
      </w:pPr>
    </w:p>
    <w:p w:rsidR="001C4DE6" w:rsidRDefault="001C4DE6" w:rsidP="00A807FE">
      <w:pPr>
        <w:pStyle w:val="BodyText3"/>
        <w:ind w:left="567" w:right="0"/>
        <w:jc w:val="both"/>
        <w:rPr>
          <w:b/>
          <w:i w:val="0"/>
        </w:rPr>
      </w:pPr>
    </w:p>
    <w:p w:rsidR="001C4DE6" w:rsidRPr="007F022A" w:rsidRDefault="001C4DE6" w:rsidP="00FA5DA8">
      <w:pPr>
        <w:pStyle w:val="BodyText3"/>
        <w:ind w:right="0"/>
        <w:jc w:val="both"/>
        <w:rPr>
          <w:b/>
          <w:lang w:val="ru-RU"/>
        </w:rPr>
      </w:pPr>
    </w:p>
    <w:p w:rsidR="001C4DE6" w:rsidRPr="00E61431" w:rsidRDefault="001C4DE6" w:rsidP="00A807FE">
      <w:pPr>
        <w:pStyle w:val="BodyTextIndent"/>
        <w:spacing w:line="240" w:lineRule="auto"/>
        <w:ind w:left="5812" w:firstLine="0"/>
        <w:jc w:val="left"/>
        <w:rPr>
          <w:iCs/>
          <w:szCs w:val="28"/>
        </w:rPr>
      </w:pPr>
      <w:r>
        <w:rPr>
          <w:iCs/>
          <w:szCs w:val="28"/>
          <w:lang w:val="ru-RU"/>
        </w:rPr>
        <w:t xml:space="preserve"> </w:t>
      </w:r>
      <w:r w:rsidRPr="00E61431">
        <w:rPr>
          <w:iCs/>
          <w:szCs w:val="28"/>
          <w:lang w:val="ru-RU"/>
        </w:rPr>
        <w:t xml:space="preserve">       </w:t>
      </w:r>
      <w:r w:rsidRPr="00E61431">
        <w:rPr>
          <w:iCs/>
          <w:szCs w:val="28"/>
        </w:rPr>
        <w:t>ЗАТВЕРДЖЕНО</w:t>
      </w:r>
    </w:p>
    <w:p w:rsidR="001C4DE6" w:rsidRPr="00E61431" w:rsidRDefault="001C4DE6" w:rsidP="00A807FE">
      <w:pPr>
        <w:pStyle w:val="BodyTextIndent"/>
        <w:spacing w:line="240" w:lineRule="auto"/>
        <w:ind w:left="6379" w:firstLine="0"/>
        <w:jc w:val="left"/>
        <w:rPr>
          <w:iCs/>
          <w:szCs w:val="28"/>
        </w:rPr>
      </w:pPr>
      <w:r w:rsidRPr="00E61431">
        <w:rPr>
          <w:iCs/>
          <w:szCs w:val="28"/>
        </w:rPr>
        <w:t xml:space="preserve">Рішення виконкому </w:t>
      </w:r>
      <w:r w:rsidRPr="00FA5DA8">
        <w:rPr>
          <w:iCs/>
          <w:szCs w:val="28"/>
        </w:rPr>
        <w:t xml:space="preserve">    </w:t>
      </w:r>
      <w:r>
        <w:rPr>
          <w:iCs/>
          <w:szCs w:val="28"/>
        </w:rPr>
        <w:t>Бахмут</w:t>
      </w:r>
      <w:r w:rsidRPr="00E61431">
        <w:rPr>
          <w:iCs/>
          <w:szCs w:val="28"/>
        </w:rPr>
        <w:t xml:space="preserve">ської міської ради </w:t>
      </w:r>
    </w:p>
    <w:p w:rsidR="001C4DE6" w:rsidRPr="00FA5DA8" w:rsidRDefault="001C4DE6" w:rsidP="00A807FE">
      <w:pPr>
        <w:ind w:left="5812"/>
        <w:rPr>
          <w:rFonts w:ascii="Times New Roman" w:hAnsi="Times New Roman"/>
          <w:szCs w:val="28"/>
          <w:lang w:val="uk-UA"/>
        </w:rPr>
      </w:pPr>
      <w:r w:rsidRPr="00FA5DA8">
        <w:rPr>
          <w:rFonts w:ascii="Times New Roman" w:hAnsi="Times New Roman"/>
          <w:szCs w:val="28"/>
          <w:lang w:val="uk-UA"/>
        </w:rPr>
        <w:t xml:space="preserve">        </w:t>
      </w:r>
      <w:r>
        <w:rPr>
          <w:rFonts w:ascii="Times New Roman" w:hAnsi="Times New Roman"/>
          <w:szCs w:val="28"/>
          <w:lang w:val="uk-UA"/>
        </w:rPr>
        <w:t>13.09.2017</w:t>
      </w:r>
      <w:r w:rsidRPr="00E61431">
        <w:rPr>
          <w:rFonts w:ascii="Times New Roman" w:hAnsi="Times New Roman"/>
          <w:szCs w:val="28"/>
          <w:lang w:val="uk-UA"/>
        </w:rPr>
        <w:t xml:space="preserve"> №</w:t>
      </w:r>
      <w:r w:rsidRPr="00FA5DA8">
        <w:rPr>
          <w:rFonts w:ascii="Times New Roman" w:hAnsi="Times New Roman"/>
          <w:szCs w:val="28"/>
          <w:lang w:val="uk-UA"/>
        </w:rPr>
        <w:t xml:space="preserve"> </w:t>
      </w:r>
      <w:r>
        <w:rPr>
          <w:rFonts w:ascii="Times New Roman" w:hAnsi="Times New Roman"/>
          <w:szCs w:val="28"/>
          <w:lang w:val="uk-UA"/>
        </w:rPr>
        <w:t>198</w:t>
      </w:r>
    </w:p>
    <w:p w:rsidR="001C4DE6" w:rsidRDefault="001C4DE6" w:rsidP="00A807FE">
      <w:pPr>
        <w:ind w:left="5812"/>
        <w:rPr>
          <w:rFonts w:ascii="Times New Roman" w:hAnsi="Times New Roman"/>
          <w:szCs w:val="28"/>
          <w:lang w:val="uk-UA"/>
        </w:rPr>
      </w:pPr>
    </w:p>
    <w:p w:rsidR="001C4DE6" w:rsidRPr="007F022A" w:rsidRDefault="001C4DE6" w:rsidP="00DF56F9">
      <w:pPr>
        <w:rPr>
          <w:rFonts w:ascii="Times New Roman" w:hAnsi="Times New Roman"/>
          <w:szCs w:val="28"/>
          <w:lang w:val="uk-UA"/>
        </w:rPr>
      </w:pPr>
    </w:p>
    <w:p w:rsidR="001C4DE6" w:rsidRPr="00E61431" w:rsidRDefault="001C4DE6" w:rsidP="00FA5DA8">
      <w:pPr>
        <w:jc w:val="center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  <w:lang w:val="uk-UA"/>
        </w:rPr>
        <w:t>Персональний склад</w:t>
      </w:r>
    </w:p>
    <w:p w:rsidR="001C4DE6" w:rsidRDefault="001C4DE6" w:rsidP="00277F1F">
      <w:pPr>
        <w:jc w:val="center"/>
        <w:rPr>
          <w:rFonts w:ascii="Times New Roman" w:hAnsi="Times New Roman"/>
          <w:b/>
          <w:i/>
          <w:szCs w:val="28"/>
          <w:lang w:val="uk-UA"/>
        </w:rPr>
      </w:pPr>
      <w:r w:rsidRPr="00E61431">
        <w:rPr>
          <w:rFonts w:ascii="Times New Roman" w:hAnsi="Times New Roman"/>
          <w:b/>
          <w:i/>
          <w:szCs w:val="28"/>
          <w:lang w:val="uk-UA"/>
        </w:rPr>
        <w:t xml:space="preserve">Громадської ради при виконавчому комітеті </w:t>
      </w:r>
      <w:r>
        <w:rPr>
          <w:rFonts w:ascii="Times New Roman" w:hAnsi="Times New Roman"/>
          <w:b/>
          <w:i/>
          <w:szCs w:val="28"/>
          <w:lang w:val="uk-UA"/>
        </w:rPr>
        <w:t>Бахмут</w:t>
      </w:r>
      <w:r w:rsidRPr="00E61431">
        <w:rPr>
          <w:rFonts w:ascii="Times New Roman" w:hAnsi="Times New Roman"/>
          <w:b/>
          <w:i/>
          <w:szCs w:val="28"/>
          <w:lang w:val="uk-UA"/>
        </w:rPr>
        <w:t>ської міської ради</w:t>
      </w:r>
    </w:p>
    <w:p w:rsidR="001C4DE6" w:rsidRDefault="001C4DE6" w:rsidP="00277F1F">
      <w:pPr>
        <w:jc w:val="center"/>
        <w:rPr>
          <w:rFonts w:ascii="Times New Roman" w:hAnsi="Times New Roman"/>
          <w:b/>
          <w:i/>
          <w:szCs w:val="28"/>
          <w:lang w:val="uk-UA"/>
        </w:rPr>
      </w:pPr>
      <w:r>
        <w:rPr>
          <w:rFonts w:ascii="Times New Roman" w:hAnsi="Times New Roman"/>
          <w:b/>
          <w:i/>
          <w:szCs w:val="28"/>
          <w:lang w:val="uk-UA"/>
        </w:rPr>
        <w:t xml:space="preserve"> на 2017-2019 рр.</w:t>
      </w:r>
    </w:p>
    <w:p w:rsidR="001C4DE6" w:rsidRPr="00277F1F" w:rsidRDefault="001C4DE6" w:rsidP="00277F1F">
      <w:pPr>
        <w:jc w:val="center"/>
        <w:rPr>
          <w:rFonts w:ascii="Times New Roman" w:hAnsi="Times New Roman"/>
          <w:b/>
          <w:i/>
          <w:szCs w:val="28"/>
          <w:lang w:val="uk-UA"/>
        </w:rPr>
      </w:pPr>
    </w:p>
    <w:tbl>
      <w:tblPr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36"/>
        <w:gridCol w:w="3583"/>
        <w:gridCol w:w="5369"/>
      </w:tblGrid>
      <w:tr w:rsidR="001C4DE6" w:rsidRPr="009D7056" w:rsidTr="004302BF">
        <w:trPr>
          <w:trHeight w:val="149"/>
        </w:trPr>
        <w:tc>
          <w:tcPr>
            <w:tcW w:w="636" w:type="dxa"/>
          </w:tcPr>
          <w:p w:rsidR="001C4DE6" w:rsidRPr="009D7056" w:rsidRDefault="001C4DE6" w:rsidP="009765F2">
            <w:pPr>
              <w:spacing w:line="360" w:lineRule="auto"/>
              <w:jc w:val="center"/>
              <w:rPr>
                <w:rFonts w:ascii="Times New Roman" w:hAnsi="Times New Roman"/>
                <w:b/>
                <w:i/>
                <w:szCs w:val="28"/>
                <w:lang w:val="uk-UA"/>
              </w:rPr>
            </w:pPr>
            <w:r w:rsidRPr="009D7056">
              <w:rPr>
                <w:rFonts w:ascii="Times New Roman" w:hAnsi="Times New Roman"/>
                <w:b/>
                <w:i/>
                <w:szCs w:val="28"/>
                <w:lang w:val="uk-UA"/>
              </w:rPr>
              <w:t>№ з/п</w:t>
            </w:r>
          </w:p>
        </w:tc>
        <w:tc>
          <w:tcPr>
            <w:tcW w:w="3583" w:type="dxa"/>
          </w:tcPr>
          <w:p w:rsidR="001C4DE6" w:rsidRPr="009D7056" w:rsidRDefault="001C4DE6" w:rsidP="009765F2">
            <w:pPr>
              <w:spacing w:line="360" w:lineRule="auto"/>
              <w:jc w:val="center"/>
              <w:rPr>
                <w:rFonts w:ascii="Times New Roman" w:hAnsi="Times New Roman"/>
                <w:b/>
                <w:i/>
                <w:szCs w:val="28"/>
                <w:lang w:val="uk-UA"/>
              </w:rPr>
            </w:pPr>
            <w:r w:rsidRPr="009D7056">
              <w:rPr>
                <w:rFonts w:ascii="Times New Roman" w:hAnsi="Times New Roman"/>
                <w:b/>
                <w:i/>
                <w:szCs w:val="28"/>
                <w:lang w:val="uk-UA"/>
              </w:rPr>
              <w:t>ПІБ</w:t>
            </w:r>
          </w:p>
        </w:tc>
        <w:tc>
          <w:tcPr>
            <w:tcW w:w="5369" w:type="dxa"/>
          </w:tcPr>
          <w:p w:rsidR="001C4DE6" w:rsidRPr="009D7056" w:rsidRDefault="001C4DE6" w:rsidP="00894CB0">
            <w:pPr>
              <w:spacing w:line="360" w:lineRule="auto"/>
              <w:jc w:val="center"/>
              <w:rPr>
                <w:rFonts w:ascii="Times New Roman" w:hAnsi="Times New Roman"/>
                <w:b/>
                <w:i/>
                <w:szCs w:val="28"/>
                <w:lang w:val="uk-UA"/>
              </w:rPr>
            </w:pPr>
            <w:r w:rsidRPr="009D7056">
              <w:rPr>
                <w:rFonts w:ascii="Times New Roman" w:hAnsi="Times New Roman"/>
                <w:b/>
                <w:i/>
                <w:szCs w:val="28"/>
                <w:lang w:val="uk-UA"/>
              </w:rPr>
              <w:t xml:space="preserve">Назва організації, яку представляє </w:t>
            </w:r>
            <w:r>
              <w:rPr>
                <w:rFonts w:ascii="Times New Roman" w:hAnsi="Times New Roman"/>
                <w:b/>
                <w:i/>
                <w:szCs w:val="28"/>
                <w:lang w:val="uk-UA"/>
              </w:rPr>
              <w:t>делегований представник</w:t>
            </w:r>
          </w:p>
        </w:tc>
      </w:tr>
      <w:tr w:rsidR="001C4DE6" w:rsidRPr="009D7056" w:rsidTr="004302BF">
        <w:trPr>
          <w:trHeight w:val="149"/>
        </w:trPr>
        <w:tc>
          <w:tcPr>
            <w:tcW w:w="636" w:type="dxa"/>
          </w:tcPr>
          <w:p w:rsidR="001C4DE6" w:rsidRPr="009D7056" w:rsidRDefault="001C4DE6" w:rsidP="004302BF">
            <w:pPr>
              <w:spacing w:line="360" w:lineRule="auto"/>
              <w:jc w:val="both"/>
              <w:rPr>
                <w:rFonts w:ascii="Times New Roman" w:hAnsi="Times New Roman"/>
                <w:szCs w:val="28"/>
                <w:lang w:val="uk-UA"/>
              </w:rPr>
            </w:pPr>
            <w:r w:rsidRPr="009D7056">
              <w:rPr>
                <w:rFonts w:ascii="Times New Roman" w:hAnsi="Times New Roman"/>
                <w:szCs w:val="28"/>
                <w:lang w:val="uk-UA"/>
              </w:rPr>
              <w:t>1.</w:t>
            </w:r>
          </w:p>
        </w:tc>
        <w:tc>
          <w:tcPr>
            <w:tcW w:w="3583" w:type="dxa"/>
          </w:tcPr>
          <w:p w:rsidR="001C4DE6" w:rsidRPr="00FA5DA8" w:rsidRDefault="001C4DE6" w:rsidP="004302BF">
            <w:pPr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FA5DA8">
              <w:rPr>
                <w:rFonts w:ascii="Times New Roman" w:hAnsi="Times New Roman"/>
                <w:color w:val="000000"/>
                <w:szCs w:val="28"/>
                <w:lang w:val="uk-UA"/>
              </w:rPr>
              <w:t>Жиліна Ольга Анатоліївна</w:t>
            </w:r>
          </w:p>
        </w:tc>
        <w:tc>
          <w:tcPr>
            <w:tcW w:w="5369" w:type="dxa"/>
          </w:tcPr>
          <w:p w:rsidR="001C4DE6" w:rsidRPr="00DF56F9" w:rsidRDefault="001C4DE6" w:rsidP="004302BF">
            <w:pPr>
              <w:jc w:val="both"/>
              <w:rPr>
                <w:rFonts w:ascii="Times New Roman" w:hAnsi="Times New Roman"/>
                <w:szCs w:val="28"/>
                <w:lang w:val="uk-UA"/>
              </w:rPr>
            </w:pPr>
            <w:r w:rsidRPr="00DF56F9">
              <w:rPr>
                <w:rFonts w:ascii="Times New Roman" w:hAnsi="Times New Roman"/>
                <w:szCs w:val="28"/>
                <w:lang w:val="uk-UA"/>
              </w:rPr>
              <w:t>ГРОМАДСЬКА ОРГАНІЗАЦІЯ  «Я ХОЧУ ЧУТИ СВІТ»</w:t>
            </w:r>
          </w:p>
          <w:p w:rsidR="001C4DE6" w:rsidRPr="00DF56F9" w:rsidRDefault="001C4DE6" w:rsidP="004302B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1C4DE6" w:rsidRPr="009D7056" w:rsidTr="004302BF">
        <w:trPr>
          <w:trHeight w:val="149"/>
        </w:trPr>
        <w:tc>
          <w:tcPr>
            <w:tcW w:w="636" w:type="dxa"/>
          </w:tcPr>
          <w:p w:rsidR="001C4DE6" w:rsidRPr="009D7056" w:rsidRDefault="001C4DE6" w:rsidP="004302BF">
            <w:pPr>
              <w:spacing w:line="360" w:lineRule="auto"/>
              <w:jc w:val="both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2</w:t>
            </w:r>
          </w:p>
        </w:tc>
        <w:tc>
          <w:tcPr>
            <w:tcW w:w="3583" w:type="dxa"/>
          </w:tcPr>
          <w:p w:rsidR="001C4DE6" w:rsidRPr="00FA5DA8" w:rsidRDefault="001C4DE6" w:rsidP="004302BF">
            <w:pPr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FA5DA8">
              <w:rPr>
                <w:rFonts w:ascii="Times New Roman" w:hAnsi="Times New Roman"/>
                <w:color w:val="000000"/>
                <w:szCs w:val="28"/>
                <w:lang w:val="uk-UA"/>
              </w:rPr>
              <w:t>Сменов Дмитро Володимирович</w:t>
            </w:r>
          </w:p>
        </w:tc>
        <w:tc>
          <w:tcPr>
            <w:tcW w:w="5369" w:type="dxa"/>
          </w:tcPr>
          <w:p w:rsidR="001C4DE6" w:rsidRDefault="001C4DE6" w:rsidP="004302BF">
            <w:pPr>
              <w:jc w:val="both"/>
              <w:rPr>
                <w:rFonts w:ascii="Times New Roman" w:hAnsi="Times New Roman"/>
                <w:szCs w:val="28"/>
                <w:lang w:val="en-US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КОМІТЕТ МІКРОРАЙОНУ</w:t>
            </w:r>
            <w:r w:rsidRPr="00DF56F9">
              <w:rPr>
                <w:rFonts w:ascii="Times New Roman" w:hAnsi="Times New Roman"/>
                <w:szCs w:val="28"/>
                <w:lang w:val="uk-UA"/>
              </w:rPr>
              <w:t xml:space="preserve"> «ЦЕНТРАЛЬНИЙ»</w:t>
            </w:r>
            <w:r>
              <w:rPr>
                <w:rFonts w:ascii="Times New Roman" w:hAnsi="Times New Roman"/>
                <w:szCs w:val="28"/>
                <w:lang w:val="uk-UA"/>
              </w:rPr>
              <w:t xml:space="preserve"> М.БАХМУТА</w:t>
            </w:r>
          </w:p>
          <w:p w:rsidR="001C4DE6" w:rsidRPr="00DF56F9" w:rsidRDefault="001C4DE6" w:rsidP="004302BF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</w:p>
        </w:tc>
      </w:tr>
      <w:tr w:rsidR="001C4DE6" w:rsidRPr="00842A06" w:rsidTr="004302BF">
        <w:trPr>
          <w:trHeight w:val="149"/>
        </w:trPr>
        <w:tc>
          <w:tcPr>
            <w:tcW w:w="636" w:type="dxa"/>
          </w:tcPr>
          <w:p w:rsidR="001C4DE6" w:rsidRPr="009D7056" w:rsidRDefault="001C4DE6" w:rsidP="004302BF">
            <w:pPr>
              <w:spacing w:line="360" w:lineRule="auto"/>
              <w:jc w:val="both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3</w:t>
            </w:r>
          </w:p>
        </w:tc>
        <w:tc>
          <w:tcPr>
            <w:tcW w:w="3583" w:type="dxa"/>
          </w:tcPr>
          <w:p w:rsidR="001C4DE6" w:rsidRPr="00FA5DA8" w:rsidRDefault="001C4DE6" w:rsidP="004302BF">
            <w:pPr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FA5DA8">
              <w:rPr>
                <w:rFonts w:ascii="Times New Roman" w:hAnsi="Times New Roman"/>
                <w:color w:val="000000"/>
                <w:szCs w:val="28"/>
                <w:lang w:val="uk-UA"/>
              </w:rPr>
              <w:t>Зубар Наталя Борисівна</w:t>
            </w:r>
          </w:p>
        </w:tc>
        <w:tc>
          <w:tcPr>
            <w:tcW w:w="5369" w:type="dxa"/>
          </w:tcPr>
          <w:p w:rsidR="001C4DE6" w:rsidRPr="007F022A" w:rsidRDefault="001C4DE6" w:rsidP="004302BF">
            <w:pPr>
              <w:jc w:val="both"/>
              <w:rPr>
                <w:rFonts w:ascii="Times New Roman" w:hAnsi="Times New Roman"/>
                <w:szCs w:val="28"/>
                <w:lang w:val="uk-UA"/>
              </w:rPr>
            </w:pPr>
            <w:r w:rsidRPr="00DF56F9">
              <w:rPr>
                <w:rFonts w:ascii="Times New Roman" w:hAnsi="Times New Roman"/>
                <w:szCs w:val="28"/>
                <w:lang w:val="uk-UA"/>
              </w:rPr>
              <w:t>ГРОМАДСЬКА ОРГАНІЗАЦІЯ  «БАХМУТСЬКЕ МІСЬКЕ ОБ’ЄДНАННЯ ІНВАЛІДІВ «НАДІЯ»</w:t>
            </w:r>
          </w:p>
          <w:p w:rsidR="001C4DE6" w:rsidRPr="007F022A" w:rsidRDefault="001C4DE6" w:rsidP="004302BF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</w:pPr>
          </w:p>
        </w:tc>
      </w:tr>
      <w:tr w:rsidR="001C4DE6" w:rsidRPr="009D7056" w:rsidTr="004302BF">
        <w:trPr>
          <w:trHeight w:val="149"/>
        </w:trPr>
        <w:tc>
          <w:tcPr>
            <w:tcW w:w="636" w:type="dxa"/>
          </w:tcPr>
          <w:p w:rsidR="001C4DE6" w:rsidRPr="009D7056" w:rsidRDefault="001C4DE6" w:rsidP="004302BF">
            <w:pPr>
              <w:spacing w:line="360" w:lineRule="auto"/>
              <w:jc w:val="both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4</w:t>
            </w:r>
          </w:p>
        </w:tc>
        <w:tc>
          <w:tcPr>
            <w:tcW w:w="3583" w:type="dxa"/>
          </w:tcPr>
          <w:p w:rsidR="001C4DE6" w:rsidRPr="00FA5DA8" w:rsidRDefault="001C4DE6" w:rsidP="004302BF">
            <w:pPr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FA5DA8">
              <w:rPr>
                <w:rFonts w:ascii="Times New Roman" w:hAnsi="Times New Roman"/>
                <w:color w:val="000000"/>
                <w:szCs w:val="28"/>
                <w:lang w:val="uk-UA"/>
              </w:rPr>
              <w:t>Арісой Катерина Володимирівна</w:t>
            </w:r>
          </w:p>
        </w:tc>
        <w:tc>
          <w:tcPr>
            <w:tcW w:w="5369" w:type="dxa"/>
          </w:tcPr>
          <w:p w:rsidR="001C4DE6" w:rsidRPr="007F022A" w:rsidRDefault="001C4DE6" w:rsidP="004302BF">
            <w:pPr>
              <w:jc w:val="both"/>
              <w:rPr>
                <w:rFonts w:ascii="Times New Roman" w:hAnsi="Times New Roman"/>
                <w:szCs w:val="28"/>
              </w:rPr>
            </w:pPr>
            <w:r w:rsidRPr="00DF56F9">
              <w:rPr>
                <w:rFonts w:ascii="Times New Roman" w:hAnsi="Times New Roman"/>
                <w:szCs w:val="28"/>
                <w:lang w:val="uk-UA"/>
              </w:rPr>
              <w:t>громадська організація  «Артемівське товариство захисту тварин</w:t>
            </w:r>
            <w:r>
              <w:rPr>
                <w:rFonts w:ascii="Times New Roman" w:hAnsi="Times New Roman"/>
                <w:szCs w:val="28"/>
                <w:lang w:val="uk-UA"/>
              </w:rPr>
              <w:t>»</w:t>
            </w:r>
          </w:p>
          <w:p w:rsidR="001C4DE6" w:rsidRPr="007F022A" w:rsidRDefault="001C4DE6" w:rsidP="004302BF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1C4DE6" w:rsidRPr="009D7056" w:rsidTr="004302BF">
        <w:trPr>
          <w:trHeight w:val="149"/>
        </w:trPr>
        <w:tc>
          <w:tcPr>
            <w:tcW w:w="636" w:type="dxa"/>
          </w:tcPr>
          <w:p w:rsidR="001C4DE6" w:rsidRPr="009D7056" w:rsidRDefault="001C4DE6" w:rsidP="004302BF">
            <w:pPr>
              <w:spacing w:line="360" w:lineRule="auto"/>
              <w:jc w:val="both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5</w:t>
            </w:r>
          </w:p>
        </w:tc>
        <w:tc>
          <w:tcPr>
            <w:tcW w:w="3583" w:type="dxa"/>
          </w:tcPr>
          <w:p w:rsidR="001C4DE6" w:rsidRPr="00FA5DA8" w:rsidRDefault="001C4DE6" w:rsidP="004302BF">
            <w:pPr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FA5DA8">
              <w:rPr>
                <w:rFonts w:ascii="Times New Roman" w:hAnsi="Times New Roman"/>
                <w:color w:val="000000"/>
                <w:szCs w:val="28"/>
                <w:lang w:val="uk-UA"/>
              </w:rPr>
              <w:t>Польченко Катерина Андріївна</w:t>
            </w:r>
          </w:p>
        </w:tc>
        <w:tc>
          <w:tcPr>
            <w:tcW w:w="5369" w:type="dxa"/>
          </w:tcPr>
          <w:p w:rsidR="001C4DE6" w:rsidRPr="00DF56F9" w:rsidRDefault="001C4DE6" w:rsidP="009557A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F56F9">
              <w:rPr>
                <w:rFonts w:ascii="Times New Roman" w:hAnsi="Times New Roman"/>
                <w:szCs w:val="28"/>
                <w:lang w:val="uk-UA"/>
              </w:rPr>
              <w:t xml:space="preserve">КОМІТЕТ МІКРОРАЙОНУ «СТУПКИ» </w:t>
            </w:r>
          </w:p>
        </w:tc>
      </w:tr>
      <w:tr w:rsidR="001C4DE6" w:rsidRPr="00842A06" w:rsidTr="004302BF">
        <w:trPr>
          <w:trHeight w:val="149"/>
        </w:trPr>
        <w:tc>
          <w:tcPr>
            <w:tcW w:w="636" w:type="dxa"/>
          </w:tcPr>
          <w:p w:rsidR="001C4DE6" w:rsidRPr="009D7056" w:rsidRDefault="001C4DE6" w:rsidP="004302BF">
            <w:pPr>
              <w:spacing w:line="360" w:lineRule="auto"/>
              <w:jc w:val="both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6</w:t>
            </w:r>
          </w:p>
        </w:tc>
        <w:tc>
          <w:tcPr>
            <w:tcW w:w="3583" w:type="dxa"/>
          </w:tcPr>
          <w:p w:rsidR="001C4DE6" w:rsidRDefault="001C4DE6" w:rsidP="004302BF">
            <w:pPr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FA5DA8">
              <w:rPr>
                <w:rFonts w:ascii="Times New Roman" w:hAnsi="Times New Roman"/>
                <w:color w:val="000000"/>
                <w:szCs w:val="28"/>
                <w:lang w:val="uk-UA"/>
              </w:rPr>
              <w:t>Дроздова Наталя Юріївна</w:t>
            </w:r>
          </w:p>
          <w:p w:rsidR="001C4DE6" w:rsidRPr="00FA5DA8" w:rsidRDefault="001C4DE6" w:rsidP="004302BF">
            <w:pPr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</w:p>
        </w:tc>
        <w:tc>
          <w:tcPr>
            <w:tcW w:w="5369" w:type="dxa"/>
          </w:tcPr>
          <w:p w:rsidR="001C4DE6" w:rsidRPr="00DF56F9" w:rsidRDefault="001C4DE6" w:rsidP="004302BF">
            <w:pPr>
              <w:jc w:val="both"/>
              <w:rPr>
                <w:rFonts w:ascii="Times New Roman" w:hAnsi="Times New Roman"/>
                <w:szCs w:val="28"/>
                <w:lang w:val="uk-UA"/>
              </w:rPr>
            </w:pPr>
            <w:r w:rsidRPr="00DF56F9">
              <w:rPr>
                <w:rFonts w:ascii="Times New Roman" w:hAnsi="Times New Roman"/>
                <w:szCs w:val="28"/>
                <w:lang w:val="uk-UA"/>
              </w:rPr>
              <w:t>ГРОМАДСЬКА ОРГАНІЗАЦІЯ  «БАХМУТСЬКИЙ МІСЬКИЙ ФОНД ЗАХИСТУ ДІТЕЙ «МРІЯ»</w:t>
            </w:r>
          </w:p>
          <w:p w:rsidR="001C4DE6" w:rsidRPr="00DF56F9" w:rsidRDefault="001C4DE6" w:rsidP="004302B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1C4DE6" w:rsidRPr="00842A06" w:rsidTr="004302BF">
        <w:trPr>
          <w:trHeight w:val="149"/>
        </w:trPr>
        <w:tc>
          <w:tcPr>
            <w:tcW w:w="636" w:type="dxa"/>
          </w:tcPr>
          <w:p w:rsidR="001C4DE6" w:rsidRPr="009D7056" w:rsidRDefault="001C4DE6" w:rsidP="004302BF">
            <w:pPr>
              <w:spacing w:line="360" w:lineRule="auto"/>
              <w:jc w:val="both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7</w:t>
            </w:r>
          </w:p>
        </w:tc>
        <w:tc>
          <w:tcPr>
            <w:tcW w:w="3583" w:type="dxa"/>
          </w:tcPr>
          <w:p w:rsidR="001C4DE6" w:rsidRPr="00FA5DA8" w:rsidRDefault="001C4DE6" w:rsidP="004302BF">
            <w:pPr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FA5DA8">
              <w:rPr>
                <w:rFonts w:ascii="Times New Roman" w:hAnsi="Times New Roman"/>
                <w:color w:val="000000"/>
                <w:szCs w:val="28"/>
                <w:lang w:val="uk-UA"/>
              </w:rPr>
              <w:t>Долинська Валентина Іванівна</w:t>
            </w:r>
          </w:p>
        </w:tc>
        <w:tc>
          <w:tcPr>
            <w:tcW w:w="5369" w:type="dxa"/>
          </w:tcPr>
          <w:p w:rsidR="001C4DE6" w:rsidRPr="00DF56F9" w:rsidRDefault="001C4DE6" w:rsidP="004302BF">
            <w:pPr>
              <w:jc w:val="both"/>
              <w:rPr>
                <w:rFonts w:ascii="Times New Roman" w:hAnsi="Times New Roman"/>
                <w:szCs w:val="28"/>
                <w:lang w:val="uk-UA"/>
              </w:rPr>
            </w:pPr>
            <w:r w:rsidRPr="00DF56F9">
              <w:rPr>
                <w:rFonts w:ascii="Times New Roman" w:hAnsi="Times New Roman"/>
                <w:szCs w:val="28"/>
                <w:lang w:val="uk-UA"/>
              </w:rPr>
              <w:t>ГРОМАДСЬКА ОРГАНІЗАЦІЯ  «БАХМУТСЬКА ЛІГА ДІЛОВИХ І ПРОФЕСІЙНИХ ЖІНОК»</w:t>
            </w:r>
          </w:p>
          <w:p w:rsidR="001C4DE6" w:rsidRPr="00DF56F9" w:rsidRDefault="001C4DE6" w:rsidP="004302BF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</w:pPr>
          </w:p>
        </w:tc>
      </w:tr>
      <w:tr w:rsidR="001C4DE6" w:rsidRPr="009D7056" w:rsidTr="004302BF">
        <w:trPr>
          <w:trHeight w:val="149"/>
        </w:trPr>
        <w:tc>
          <w:tcPr>
            <w:tcW w:w="636" w:type="dxa"/>
          </w:tcPr>
          <w:p w:rsidR="001C4DE6" w:rsidRPr="009D7056" w:rsidRDefault="001C4DE6" w:rsidP="004302BF">
            <w:pPr>
              <w:spacing w:line="360" w:lineRule="auto"/>
              <w:jc w:val="both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8</w:t>
            </w:r>
          </w:p>
        </w:tc>
        <w:tc>
          <w:tcPr>
            <w:tcW w:w="3583" w:type="dxa"/>
          </w:tcPr>
          <w:p w:rsidR="001C4DE6" w:rsidRPr="00FA5DA8" w:rsidRDefault="001C4DE6" w:rsidP="004302BF">
            <w:pPr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FA5DA8">
              <w:rPr>
                <w:rFonts w:ascii="Times New Roman" w:hAnsi="Times New Roman"/>
                <w:color w:val="000000"/>
                <w:szCs w:val="28"/>
                <w:lang w:val="uk-UA"/>
              </w:rPr>
              <w:t>Бокова Ганна Володимирівна</w:t>
            </w:r>
          </w:p>
        </w:tc>
        <w:tc>
          <w:tcPr>
            <w:tcW w:w="5369" w:type="dxa"/>
          </w:tcPr>
          <w:p w:rsidR="001C4DE6" w:rsidRPr="00DF56F9" w:rsidRDefault="001C4DE6" w:rsidP="004302BF">
            <w:pPr>
              <w:jc w:val="both"/>
              <w:rPr>
                <w:rFonts w:ascii="Times New Roman" w:hAnsi="Times New Roman"/>
                <w:szCs w:val="28"/>
                <w:lang w:val="uk-UA"/>
              </w:rPr>
            </w:pPr>
            <w:r w:rsidRPr="00DF56F9">
              <w:rPr>
                <w:rFonts w:ascii="Times New Roman" w:hAnsi="Times New Roman"/>
                <w:szCs w:val="28"/>
                <w:lang w:val="uk-UA"/>
              </w:rPr>
              <w:t>ГРОМАДСЬКА ОРГАНІЗАЦІЯ  «БАХМУТСЬКА ФОРТЕЦЯ»</w:t>
            </w:r>
          </w:p>
          <w:p w:rsidR="001C4DE6" w:rsidRPr="00DF56F9" w:rsidRDefault="001C4DE6" w:rsidP="004302BF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</w:pPr>
          </w:p>
        </w:tc>
      </w:tr>
      <w:tr w:rsidR="001C4DE6" w:rsidRPr="009D7056" w:rsidTr="004302BF">
        <w:trPr>
          <w:trHeight w:val="149"/>
        </w:trPr>
        <w:tc>
          <w:tcPr>
            <w:tcW w:w="636" w:type="dxa"/>
          </w:tcPr>
          <w:p w:rsidR="001C4DE6" w:rsidRPr="009D7056" w:rsidRDefault="001C4DE6" w:rsidP="004302BF">
            <w:pPr>
              <w:spacing w:line="360" w:lineRule="auto"/>
              <w:jc w:val="both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9</w:t>
            </w:r>
          </w:p>
        </w:tc>
        <w:tc>
          <w:tcPr>
            <w:tcW w:w="3583" w:type="dxa"/>
          </w:tcPr>
          <w:p w:rsidR="001C4DE6" w:rsidRPr="00FA5DA8" w:rsidRDefault="001C4DE6" w:rsidP="004302BF">
            <w:pPr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FA5DA8">
              <w:rPr>
                <w:rFonts w:ascii="Times New Roman" w:hAnsi="Times New Roman"/>
                <w:color w:val="000000"/>
                <w:szCs w:val="28"/>
                <w:lang w:val="uk-UA"/>
              </w:rPr>
              <w:t>Бєлік Денис Ігорович</w:t>
            </w:r>
          </w:p>
        </w:tc>
        <w:tc>
          <w:tcPr>
            <w:tcW w:w="5369" w:type="dxa"/>
          </w:tcPr>
          <w:p w:rsidR="001C4DE6" w:rsidRPr="00DF56F9" w:rsidRDefault="001C4DE6" w:rsidP="004302BF">
            <w:pPr>
              <w:jc w:val="both"/>
              <w:rPr>
                <w:rFonts w:ascii="Times New Roman" w:hAnsi="Times New Roman"/>
                <w:szCs w:val="28"/>
                <w:lang w:val="uk-UA"/>
              </w:rPr>
            </w:pPr>
            <w:r w:rsidRPr="00DF56F9">
              <w:rPr>
                <w:rFonts w:ascii="Times New Roman" w:hAnsi="Times New Roman"/>
                <w:szCs w:val="28"/>
                <w:lang w:val="uk-UA"/>
              </w:rPr>
              <w:t>громадська організація  «Асоціація «Відродження та розвиток»</w:t>
            </w:r>
          </w:p>
          <w:p w:rsidR="001C4DE6" w:rsidRPr="00DF56F9" w:rsidRDefault="001C4DE6" w:rsidP="004302BF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</w:pPr>
          </w:p>
        </w:tc>
      </w:tr>
      <w:tr w:rsidR="001C4DE6" w:rsidRPr="009D7056" w:rsidTr="004302BF">
        <w:trPr>
          <w:trHeight w:val="149"/>
        </w:trPr>
        <w:tc>
          <w:tcPr>
            <w:tcW w:w="636" w:type="dxa"/>
          </w:tcPr>
          <w:p w:rsidR="001C4DE6" w:rsidRPr="009D7056" w:rsidRDefault="001C4DE6" w:rsidP="004302BF">
            <w:pPr>
              <w:spacing w:line="360" w:lineRule="auto"/>
              <w:jc w:val="both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10</w:t>
            </w:r>
          </w:p>
        </w:tc>
        <w:tc>
          <w:tcPr>
            <w:tcW w:w="3583" w:type="dxa"/>
          </w:tcPr>
          <w:p w:rsidR="001C4DE6" w:rsidRPr="00FA5DA8" w:rsidRDefault="001C4DE6" w:rsidP="004302BF">
            <w:pPr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FA5DA8">
              <w:rPr>
                <w:rFonts w:ascii="Times New Roman" w:hAnsi="Times New Roman"/>
                <w:color w:val="000000"/>
                <w:szCs w:val="28"/>
                <w:lang w:val="uk-UA"/>
              </w:rPr>
              <w:t>Михайлов Дмитро Валерійович</w:t>
            </w:r>
          </w:p>
        </w:tc>
        <w:tc>
          <w:tcPr>
            <w:tcW w:w="5369" w:type="dxa"/>
          </w:tcPr>
          <w:p w:rsidR="001C4DE6" w:rsidRPr="00DF56F9" w:rsidRDefault="001C4DE6" w:rsidP="004302B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F56F9">
              <w:rPr>
                <w:rFonts w:ascii="Times New Roman" w:hAnsi="Times New Roman"/>
                <w:szCs w:val="28"/>
                <w:lang w:val="uk-UA"/>
              </w:rPr>
              <w:t>ГРОМАДСЬКА ОРГАНІЗАЦІЯ  «БАХМУТСЬКА ВІРА»</w:t>
            </w:r>
          </w:p>
        </w:tc>
      </w:tr>
      <w:tr w:rsidR="001C4DE6" w:rsidRPr="00842A06" w:rsidTr="004302BF">
        <w:trPr>
          <w:trHeight w:val="149"/>
        </w:trPr>
        <w:tc>
          <w:tcPr>
            <w:tcW w:w="636" w:type="dxa"/>
          </w:tcPr>
          <w:p w:rsidR="001C4DE6" w:rsidRPr="009D7056" w:rsidRDefault="001C4DE6" w:rsidP="004302BF">
            <w:pPr>
              <w:spacing w:line="360" w:lineRule="auto"/>
              <w:jc w:val="both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11</w:t>
            </w:r>
          </w:p>
        </w:tc>
        <w:tc>
          <w:tcPr>
            <w:tcW w:w="3583" w:type="dxa"/>
          </w:tcPr>
          <w:p w:rsidR="001C4DE6" w:rsidRPr="00FA5DA8" w:rsidRDefault="001C4DE6" w:rsidP="004302BF">
            <w:pPr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FA5DA8">
              <w:rPr>
                <w:rFonts w:ascii="Times New Roman" w:hAnsi="Times New Roman"/>
                <w:color w:val="000000"/>
                <w:szCs w:val="28"/>
                <w:lang w:val="uk-UA"/>
              </w:rPr>
              <w:t>Гончарова Олена Вадимівна</w:t>
            </w:r>
          </w:p>
        </w:tc>
        <w:tc>
          <w:tcPr>
            <w:tcW w:w="5369" w:type="dxa"/>
          </w:tcPr>
          <w:p w:rsidR="001C4DE6" w:rsidRPr="00654F4C" w:rsidRDefault="001C4DE6" w:rsidP="004302BF">
            <w:pPr>
              <w:jc w:val="both"/>
              <w:rPr>
                <w:rFonts w:ascii="Times New Roman" w:hAnsi="Times New Roman"/>
                <w:szCs w:val="28"/>
                <w:lang w:val="uk-UA"/>
              </w:rPr>
            </w:pPr>
            <w:r w:rsidRPr="00DF56F9">
              <w:rPr>
                <w:rFonts w:ascii="Times New Roman" w:hAnsi="Times New Roman"/>
                <w:szCs w:val="28"/>
                <w:lang w:val="uk-UA"/>
              </w:rPr>
              <w:t>ГРОМАДСЬКА ОРГАНІЗАЦІЯ  «ВСЕУКРАЇНСЬКЕ ОБ’ЄДНАННЯ ІНВАЛІДІВ ТА ПОСТРАЖДАЛИХ ВНАСЛІДОК АВАРІЇ НА ЧАЕС «ВІДЛУННЯ ЧОРНОБИЛЯ»</w:t>
            </w:r>
          </w:p>
        </w:tc>
      </w:tr>
      <w:tr w:rsidR="001C4DE6" w:rsidRPr="009D7056" w:rsidTr="004302BF">
        <w:trPr>
          <w:trHeight w:val="149"/>
        </w:trPr>
        <w:tc>
          <w:tcPr>
            <w:tcW w:w="636" w:type="dxa"/>
          </w:tcPr>
          <w:p w:rsidR="001C4DE6" w:rsidRPr="009D7056" w:rsidRDefault="001C4DE6" w:rsidP="004302BF">
            <w:pPr>
              <w:spacing w:line="360" w:lineRule="auto"/>
              <w:jc w:val="both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12</w:t>
            </w:r>
          </w:p>
        </w:tc>
        <w:tc>
          <w:tcPr>
            <w:tcW w:w="3583" w:type="dxa"/>
          </w:tcPr>
          <w:p w:rsidR="001C4DE6" w:rsidRDefault="001C4DE6" w:rsidP="004302BF">
            <w:pPr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FA5DA8">
              <w:rPr>
                <w:rFonts w:ascii="Times New Roman" w:hAnsi="Times New Roman"/>
                <w:color w:val="000000"/>
                <w:szCs w:val="28"/>
                <w:lang w:val="uk-UA"/>
              </w:rPr>
              <w:t>Мирошниченко Лідія Петрівна</w:t>
            </w:r>
          </w:p>
          <w:p w:rsidR="001C4DE6" w:rsidRPr="00FA5DA8" w:rsidRDefault="001C4DE6" w:rsidP="004302BF">
            <w:pPr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</w:p>
        </w:tc>
        <w:tc>
          <w:tcPr>
            <w:tcW w:w="5369" w:type="dxa"/>
          </w:tcPr>
          <w:p w:rsidR="001C4DE6" w:rsidRPr="00DF56F9" w:rsidRDefault="001C4DE6" w:rsidP="004302B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БЛАГОДІЙНА</w:t>
            </w:r>
            <w:r w:rsidRPr="00DF56F9">
              <w:rPr>
                <w:rFonts w:ascii="Times New Roman" w:hAnsi="Times New Roman"/>
                <w:szCs w:val="28"/>
                <w:lang w:val="uk-UA"/>
              </w:rPr>
              <w:t xml:space="preserve"> ОРГАНІЗАЦІЯ  «БЛАГОДІЙНИЙ ФОНД «ВІДНОВЛЕННЯ БАХМУТУ»</w:t>
            </w:r>
          </w:p>
        </w:tc>
      </w:tr>
      <w:tr w:rsidR="001C4DE6" w:rsidRPr="009D7056" w:rsidTr="004302BF">
        <w:trPr>
          <w:trHeight w:val="149"/>
        </w:trPr>
        <w:tc>
          <w:tcPr>
            <w:tcW w:w="636" w:type="dxa"/>
          </w:tcPr>
          <w:p w:rsidR="001C4DE6" w:rsidRPr="009D7056" w:rsidRDefault="001C4DE6" w:rsidP="004302BF">
            <w:pPr>
              <w:spacing w:line="360" w:lineRule="auto"/>
              <w:jc w:val="both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13</w:t>
            </w:r>
          </w:p>
        </w:tc>
        <w:tc>
          <w:tcPr>
            <w:tcW w:w="3583" w:type="dxa"/>
          </w:tcPr>
          <w:p w:rsidR="001C4DE6" w:rsidRPr="00FA5DA8" w:rsidRDefault="001C4DE6" w:rsidP="004302BF">
            <w:pPr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FA5DA8">
              <w:rPr>
                <w:rFonts w:ascii="Times New Roman" w:hAnsi="Times New Roman"/>
                <w:color w:val="000000"/>
                <w:szCs w:val="28"/>
                <w:lang w:val="uk-UA"/>
              </w:rPr>
              <w:t>Чмирьов Олександр Васильович</w:t>
            </w:r>
          </w:p>
        </w:tc>
        <w:tc>
          <w:tcPr>
            <w:tcW w:w="5369" w:type="dxa"/>
          </w:tcPr>
          <w:p w:rsidR="001C4DE6" w:rsidRPr="00DF56F9" w:rsidRDefault="001C4DE6" w:rsidP="004302B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F56F9">
              <w:rPr>
                <w:rFonts w:ascii="Times New Roman" w:hAnsi="Times New Roman"/>
                <w:szCs w:val="28"/>
                <w:lang w:val="uk-UA"/>
              </w:rPr>
              <w:t xml:space="preserve">громадська організація </w:t>
            </w:r>
            <w:r>
              <w:rPr>
                <w:rFonts w:ascii="Times New Roman" w:hAnsi="Times New Roman"/>
                <w:szCs w:val="28"/>
                <w:lang w:val="uk-UA"/>
              </w:rPr>
              <w:t>«Спортивний клуб</w:t>
            </w:r>
            <w:r w:rsidRPr="00DF56F9">
              <w:rPr>
                <w:rFonts w:ascii="Times New Roman" w:hAnsi="Times New Roman"/>
                <w:szCs w:val="28"/>
                <w:lang w:val="uk-UA"/>
              </w:rPr>
              <w:t xml:space="preserve"> «Бахмутські леви»</w:t>
            </w:r>
          </w:p>
        </w:tc>
      </w:tr>
      <w:tr w:rsidR="001C4DE6" w:rsidRPr="00FE69FA" w:rsidTr="004302BF">
        <w:trPr>
          <w:trHeight w:val="149"/>
        </w:trPr>
        <w:tc>
          <w:tcPr>
            <w:tcW w:w="636" w:type="dxa"/>
          </w:tcPr>
          <w:p w:rsidR="001C4DE6" w:rsidRPr="009D7056" w:rsidRDefault="001C4DE6" w:rsidP="004302BF">
            <w:pPr>
              <w:spacing w:line="360" w:lineRule="auto"/>
              <w:jc w:val="both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14</w:t>
            </w:r>
          </w:p>
        </w:tc>
        <w:tc>
          <w:tcPr>
            <w:tcW w:w="3583" w:type="dxa"/>
          </w:tcPr>
          <w:p w:rsidR="001C4DE6" w:rsidRPr="00FA5DA8" w:rsidRDefault="001C4DE6" w:rsidP="004302BF">
            <w:pPr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FA5DA8">
              <w:rPr>
                <w:rFonts w:ascii="Times New Roman" w:hAnsi="Times New Roman"/>
                <w:color w:val="000000"/>
                <w:szCs w:val="28"/>
                <w:lang w:val="uk-UA"/>
              </w:rPr>
              <w:t>Гетьман Галина</w:t>
            </w:r>
            <w:r>
              <w:rPr>
                <w:rFonts w:ascii="Times New Roman" w:hAnsi="Times New Roman"/>
                <w:color w:val="000000"/>
                <w:szCs w:val="28"/>
                <w:lang w:val="uk-UA"/>
              </w:rPr>
              <w:t xml:space="preserve"> </w:t>
            </w:r>
            <w:r w:rsidRPr="00FA5DA8">
              <w:rPr>
                <w:rFonts w:ascii="Times New Roman" w:hAnsi="Times New Roman"/>
                <w:color w:val="000000"/>
                <w:szCs w:val="28"/>
                <w:lang w:val="uk-UA"/>
              </w:rPr>
              <w:t>Миколаївна</w:t>
            </w:r>
          </w:p>
        </w:tc>
        <w:tc>
          <w:tcPr>
            <w:tcW w:w="5369" w:type="dxa"/>
          </w:tcPr>
          <w:p w:rsidR="001C4DE6" w:rsidRDefault="001C4DE6" w:rsidP="004302BF">
            <w:pPr>
              <w:jc w:val="both"/>
              <w:rPr>
                <w:rFonts w:ascii="Times New Roman" w:hAnsi="Times New Roman"/>
                <w:szCs w:val="28"/>
                <w:lang w:val="uk-UA"/>
              </w:rPr>
            </w:pPr>
            <w:r w:rsidRPr="00FE69FA">
              <w:rPr>
                <w:rFonts w:ascii="Times New Roman" w:hAnsi="Times New Roman"/>
                <w:szCs w:val="28"/>
              </w:rPr>
              <w:t>ОБ’ЄДНАННЯ</w:t>
            </w:r>
            <w:r>
              <w:rPr>
                <w:rFonts w:ascii="Times New Roman" w:hAnsi="Times New Roman"/>
                <w:szCs w:val="28"/>
                <w:lang w:val="uk-UA"/>
              </w:rPr>
              <w:t xml:space="preserve"> СПІВВЛАСНИКІВ БАГАТОКВАРТИРНОГО БУДИНКУ</w:t>
            </w:r>
            <w:r w:rsidRPr="00FE69FA">
              <w:rPr>
                <w:rFonts w:ascii="Times New Roman" w:hAnsi="Times New Roman"/>
                <w:szCs w:val="28"/>
                <w:lang w:val="uk-UA"/>
              </w:rPr>
              <w:t xml:space="preserve"> «Рубін-Арт»</w:t>
            </w:r>
          </w:p>
          <w:p w:rsidR="001C4DE6" w:rsidRPr="004302BF" w:rsidRDefault="001C4DE6" w:rsidP="004302B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1C4DE6" w:rsidRPr="00842A06" w:rsidTr="004302BF">
        <w:trPr>
          <w:trHeight w:val="149"/>
        </w:trPr>
        <w:tc>
          <w:tcPr>
            <w:tcW w:w="636" w:type="dxa"/>
          </w:tcPr>
          <w:p w:rsidR="001C4DE6" w:rsidRPr="009D7056" w:rsidRDefault="001C4DE6" w:rsidP="004302BF">
            <w:pPr>
              <w:spacing w:line="360" w:lineRule="auto"/>
              <w:jc w:val="both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15</w:t>
            </w:r>
          </w:p>
        </w:tc>
        <w:tc>
          <w:tcPr>
            <w:tcW w:w="3583" w:type="dxa"/>
          </w:tcPr>
          <w:p w:rsidR="001C4DE6" w:rsidRPr="00FA5DA8" w:rsidRDefault="001C4DE6" w:rsidP="004302BF">
            <w:pPr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FA5DA8">
              <w:rPr>
                <w:rFonts w:ascii="Times New Roman" w:hAnsi="Times New Roman"/>
                <w:color w:val="000000"/>
                <w:szCs w:val="28"/>
                <w:lang w:val="uk-UA"/>
              </w:rPr>
              <w:t>Харитонова Олена Анатоліївна</w:t>
            </w:r>
          </w:p>
        </w:tc>
        <w:tc>
          <w:tcPr>
            <w:tcW w:w="5369" w:type="dxa"/>
          </w:tcPr>
          <w:p w:rsidR="001C4DE6" w:rsidRPr="007F022A" w:rsidRDefault="001C4DE6" w:rsidP="004302BF">
            <w:pPr>
              <w:jc w:val="both"/>
              <w:rPr>
                <w:rFonts w:ascii="Times New Roman" w:hAnsi="Times New Roman"/>
                <w:szCs w:val="28"/>
                <w:lang w:val="uk-UA"/>
              </w:rPr>
            </w:pPr>
            <w:r w:rsidRPr="00DF56F9">
              <w:rPr>
                <w:rFonts w:ascii="Times New Roman" w:hAnsi="Times New Roman"/>
                <w:szCs w:val="28"/>
                <w:lang w:val="uk-UA"/>
              </w:rPr>
              <w:t>ГРОМАДСЬКА ОРГАНІЗАЦІЯ  «БАХМУТСЬКА МІСЬКА ОРГАНІЗАЦІЯ ЖІНОК»</w:t>
            </w:r>
          </w:p>
          <w:p w:rsidR="001C4DE6" w:rsidRPr="007F022A" w:rsidRDefault="001C4DE6" w:rsidP="004302BF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</w:pPr>
          </w:p>
        </w:tc>
      </w:tr>
      <w:tr w:rsidR="001C4DE6" w:rsidRPr="009D7056" w:rsidTr="004302BF">
        <w:trPr>
          <w:trHeight w:val="149"/>
        </w:trPr>
        <w:tc>
          <w:tcPr>
            <w:tcW w:w="636" w:type="dxa"/>
          </w:tcPr>
          <w:p w:rsidR="001C4DE6" w:rsidRPr="009D7056" w:rsidRDefault="001C4DE6" w:rsidP="004302BF">
            <w:pPr>
              <w:spacing w:line="360" w:lineRule="auto"/>
              <w:jc w:val="both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16</w:t>
            </w:r>
          </w:p>
        </w:tc>
        <w:tc>
          <w:tcPr>
            <w:tcW w:w="3583" w:type="dxa"/>
          </w:tcPr>
          <w:p w:rsidR="001C4DE6" w:rsidRPr="00FA5DA8" w:rsidRDefault="001C4DE6" w:rsidP="004302BF">
            <w:pPr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FA5DA8">
              <w:rPr>
                <w:rFonts w:ascii="Times New Roman" w:hAnsi="Times New Roman"/>
                <w:color w:val="000000"/>
                <w:szCs w:val="28"/>
                <w:lang w:val="uk-UA"/>
              </w:rPr>
              <w:t>Панченко Катерина Федорівна</w:t>
            </w:r>
          </w:p>
        </w:tc>
        <w:tc>
          <w:tcPr>
            <w:tcW w:w="5369" w:type="dxa"/>
          </w:tcPr>
          <w:p w:rsidR="001C4DE6" w:rsidRPr="00DF56F9" w:rsidRDefault="001C4DE6" w:rsidP="004302B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F56F9">
              <w:rPr>
                <w:rFonts w:ascii="Times New Roman" w:hAnsi="Times New Roman"/>
                <w:szCs w:val="28"/>
                <w:lang w:val="uk-UA"/>
              </w:rPr>
              <w:t>КОМІТЕТ  МІКРОРАЙОНУ «БАХМУТ СХІДНИЙ»</w:t>
            </w:r>
          </w:p>
        </w:tc>
      </w:tr>
      <w:tr w:rsidR="001C4DE6" w:rsidRPr="009D7056" w:rsidTr="004302BF">
        <w:trPr>
          <w:trHeight w:val="149"/>
        </w:trPr>
        <w:tc>
          <w:tcPr>
            <w:tcW w:w="636" w:type="dxa"/>
          </w:tcPr>
          <w:p w:rsidR="001C4DE6" w:rsidRPr="009D7056" w:rsidRDefault="001C4DE6" w:rsidP="004302BF">
            <w:pPr>
              <w:spacing w:line="360" w:lineRule="auto"/>
              <w:jc w:val="both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17</w:t>
            </w:r>
          </w:p>
        </w:tc>
        <w:tc>
          <w:tcPr>
            <w:tcW w:w="3583" w:type="dxa"/>
          </w:tcPr>
          <w:p w:rsidR="001C4DE6" w:rsidRPr="00FA5DA8" w:rsidRDefault="001C4DE6" w:rsidP="004302BF">
            <w:pPr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FA5DA8">
              <w:rPr>
                <w:rFonts w:ascii="Times New Roman" w:hAnsi="Times New Roman"/>
                <w:color w:val="000000"/>
                <w:szCs w:val="28"/>
                <w:lang w:val="uk-UA"/>
              </w:rPr>
              <w:t>Ольховська Галина Ми</w:t>
            </w:r>
            <w:r>
              <w:rPr>
                <w:rFonts w:ascii="Times New Roman" w:hAnsi="Times New Roman"/>
                <w:color w:val="000000"/>
                <w:szCs w:val="28"/>
                <w:lang w:val="uk-UA"/>
              </w:rPr>
              <w:t>хайлівна</w:t>
            </w:r>
          </w:p>
        </w:tc>
        <w:tc>
          <w:tcPr>
            <w:tcW w:w="5369" w:type="dxa"/>
          </w:tcPr>
          <w:p w:rsidR="001C4DE6" w:rsidRPr="00DF56F9" w:rsidRDefault="001C4DE6" w:rsidP="004302BF">
            <w:pPr>
              <w:jc w:val="both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 xml:space="preserve">первинна </w:t>
            </w:r>
            <w:r w:rsidRPr="00DF56F9">
              <w:rPr>
                <w:rFonts w:ascii="Times New Roman" w:hAnsi="Times New Roman"/>
                <w:szCs w:val="28"/>
                <w:lang w:val="uk-UA"/>
              </w:rPr>
              <w:t>профспілкова організація Артемівск</w:t>
            </w:r>
            <w:r>
              <w:rPr>
                <w:rFonts w:ascii="Times New Roman" w:hAnsi="Times New Roman"/>
                <w:szCs w:val="28"/>
                <w:lang w:val="uk-UA"/>
              </w:rPr>
              <w:t>ого</w:t>
            </w:r>
            <w:r w:rsidRPr="00DF56F9">
              <w:rPr>
                <w:rFonts w:ascii="Times New Roman" w:hAnsi="Times New Roman"/>
                <w:szCs w:val="28"/>
                <w:lang w:val="uk-UA"/>
              </w:rPr>
              <w:t xml:space="preserve"> коледж</w:t>
            </w:r>
            <w:r>
              <w:rPr>
                <w:rFonts w:ascii="Times New Roman" w:hAnsi="Times New Roman"/>
                <w:szCs w:val="28"/>
                <w:lang w:val="uk-UA"/>
              </w:rPr>
              <w:t>у</w:t>
            </w:r>
            <w:r w:rsidRPr="00DF56F9">
              <w:rPr>
                <w:rFonts w:ascii="Times New Roman" w:hAnsi="Times New Roman"/>
                <w:szCs w:val="28"/>
                <w:lang w:val="uk-UA"/>
              </w:rPr>
              <w:t xml:space="preserve"> транспортн</w:t>
            </w:r>
            <w:r>
              <w:rPr>
                <w:rFonts w:ascii="Times New Roman" w:hAnsi="Times New Roman"/>
                <w:szCs w:val="28"/>
                <w:lang w:val="uk-UA"/>
              </w:rPr>
              <w:t>ої інфраструктури</w:t>
            </w:r>
          </w:p>
          <w:p w:rsidR="001C4DE6" w:rsidRPr="00DF56F9" w:rsidRDefault="001C4DE6" w:rsidP="004302BF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</w:pPr>
          </w:p>
        </w:tc>
      </w:tr>
      <w:tr w:rsidR="001C4DE6" w:rsidRPr="00842A06" w:rsidTr="004302BF">
        <w:trPr>
          <w:trHeight w:val="149"/>
        </w:trPr>
        <w:tc>
          <w:tcPr>
            <w:tcW w:w="636" w:type="dxa"/>
          </w:tcPr>
          <w:p w:rsidR="001C4DE6" w:rsidRPr="009D7056" w:rsidRDefault="001C4DE6" w:rsidP="004302BF">
            <w:pPr>
              <w:spacing w:line="360" w:lineRule="auto"/>
              <w:jc w:val="both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18</w:t>
            </w:r>
          </w:p>
        </w:tc>
        <w:tc>
          <w:tcPr>
            <w:tcW w:w="3583" w:type="dxa"/>
          </w:tcPr>
          <w:p w:rsidR="001C4DE6" w:rsidRPr="00FA5DA8" w:rsidRDefault="001C4DE6" w:rsidP="004302BF">
            <w:pPr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FA5DA8">
              <w:rPr>
                <w:rFonts w:ascii="Times New Roman" w:hAnsi="Times New Roman"/>
                <w:color w:val="000000"/>
                <w:szCs w:val="28"/>
                <w:lang w:val="uk-UA"/>
              </w:rPr>
              <w:t>Руднєва Алла Михайлівна</w:t>
            </w:r>
          </w:p>
        </w:tc>
        <w:tc>
          <w:tcPr>
            <w:tcW w:w="5369" w:type="dxa"/>
          </w:tcPr>
          <w:p w:rsidR="001C4DE6" w:rsidRPr="00DF56F9" w:rsidRDefault="001C4DE6" w:rsidP="004302BF">
            <w:pPr>
              <w:jc w:val="both"/>
              <w:rPr>
                <w:rFonts w:ascii="Times New Roman" w:hAnsi="Times New Roman"/>
                <w:szCs w:val="28"/>
                <w:lang w:val="uk-UA"/>
              </w:rPr>
            </w:pPr>
            <w:r w:rsidRPr="00DF56F9">
              <w:rPr>
                <w:rFonts w:ascii="Times New Roman" w:hAnsi="Times New Roman"/>
                <w:szCs w:val="28"/>
                <w:lang w:val="uk-UA"/>
              </w:rPr>
              <w:t>Бахмутська міська організація Профспілки працівників освіти і науки України</w:t>
            </w:r>
          </w:p>
          <w:p w:rsidR="001C4DE6" w:rsidRPr="00DF56F9" w:rsidRDefault="001C4DE6" w:rsidP="004302BF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</w:pPr>
          </w:p>
        </w:tc>
      </w:tr>
      <w:tr w:rsidR="001C4DE6" w:rsidRPr="00842A06" w:rsidTr="004302BF">
        <w:trPr>
          <w:trHeight w:val="149"/>
        </w:trPr>
        <w:tc>
          <w:tcPr>
            <w:tcW w:w="636" w:type="dxa"/>
          </w:tcPr>
          <w:p w:rsidR="001C4DE6" w:rsidRPr="009D7056" w:rsidRDefault="001C4DE6" w:rsidP="004302BF">
            <w:pPr>
              <w:spacing w:line="360" w:lineRule="auto"/>
              <w:jc w:val="both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19</w:t>
            </w:r>
          </w:p>
        </w:tc>
        <w:tc>
          <w:tcPr>
            <w:tcW w:w="3583" w:type="dxa"/>
          </w:tcPr>
          <w:p w:rsidR="001C4DE6" w:rsidRPr="00FA5DA8" w:rsidRDefault="001C4DE6" w:rsidP="004302BF">
            <w:pPr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FA5DA8">
              <w:rPr>
                <w:rFonts w:ascii="Times New Roman" w:hAnsi="Times New Roman"/>
                <w:color w:val="000000"/>
                <w:szCs w:val="28"/>
                <w:lang w:val="uk-UA"/>
              </w:rPr>
              <w:t>Богун Валентина Павлівна</w:t>
            </w:r>
          </w:p>
        </w:tc>
        <w:tc>
          <w:tcPr>
            <w:tcW w:w="5369" w:type="dxa"/>
          </w:tcPr>
          <w:p w:rsidR="001C4DE6" w:rsidRPr="00DF56F9" w:rsidRDefault="001C4DE6" w:rsidP="004302BF">
            <w:pPr>
              <w:jc w:val="both"/>
              <w:rPr>
                <w:rFonts w:ascii="Times New Roman" w:hAnsi="Times New Roman"/>
                <w:szCs w:val="28"/>
                <w:lang w:val="uk-UA"/>
              </w:rPr>
            </w:pPr>
            <w:r w:rsidRPr="00DF56F9">
              <w:rPr>
                <w:rFonts w:ascii="Times New Roman" w:hAnsi="Times New Roman"/>
                <w:szCs w:val="28"/>
                <w:lang w:val="uk-UA"/>
              </w:rPr>
              <w:t>Артемівськ</w:t>
            </w:r>
            <w:r>
              <w:rPr>
                <w:rFonts w:ascii="Times New Roman" w:hAnsi="Times New Roman"/>
                <w:szCs w:val="28"/>
                <w:lang w:val="uk-UA"/>
              </w:rPr>
              <w:t>е</w:t>
            </w:r>
            <w:r w:rsidRPr="00DF56F9">
              <w:rPr>
                <w:rFonts w:ascii="Times New Roman" w:hAnsi="Times New Roman"/>
                <w:szCs w:val="28"/>
                <w:lang w:val="uk-UA"/>
              </w:rPr>
              <w:t xml:space="preserve"> відділення Донецької обласн</w:t>
            </w:r>
            <w:r>
              <w:rPr>
                <w:rFonts w:ascii="Times New Roman" w:hAnsi="Times New Roman"/>
                <w:szCs w:val="28"/>
                <w:lang w:val="uk-UA"/>
              </w:rPr>
              <w:t>ої асоціації платників податків</w:t>
            </w:r>
          </w:p>
          <w:p w:rsidR="001C4DE6" w:rsidRPr="00DF56F9" w:rsidRDefault="001C4DE6" w:rsidP="004302BF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</w:pPr>
          </w:p>
        </w:tc>
      </w:tr>
      <w:tr w:rsidR="001C4DE6" w:rsidRPr="009D7056" w:rsidTr="004302BF">
        <w:trPr>
          <w:trHeight w:val="149"/>
        </w:trPr>
        <w:tc>
          <w:tcPr>
            <w:tcW w:w="636" w:type="dxa"/>
          </w:tcPr>
          <w:p w:rsidR="001C4DE6" w:rsidRPr="009D7056" w:rsidRDefault="001C4DE6" w:rsidP="004302BF">
            <w:pPr>
              <w:spacing w:line="360" w:lineRule="auto"/>
              <w:jc w:val="both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20</w:t>
            </w:r>
          </w:p>
        </w:tc>
        <w:tc>
          <w:tcPr>
            <w:tcW w:w="3583" w:type="dxa"/>
          </w:tcPr>
          <w:p w:rsidR="001C4DE6" w:rsidRPr="00FA5DA8" w:rsidRDefault="001C4DE6" w:rsidP="004302BF">
            <w:pPr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FA5DA8">
              <w:rPr>
                <w:rFonts w:ascii="Times New Roman" w:hAnsi="Times New Roman"/>
                <w:color w:val="000000"/>
                <w:szCs w:val="28"/>
                <w:lang w:val="uk-UA"/>
              </w:rPr>
              <w:t>Давиденко Олександр Михайлович</w:t>
            </w:r>
          </w:p>
        </w:tc>
        <w:tc>
          <w:tcPr>
            <w:tcW w:w="5369" w:type="dxa"/>
          </w:tcPr>
          <w:p w:rsidR="001C4DE6" w:rsidRPr="00DF56F9" w:rsidRDefault="001C4DE6" w:rsidP="004302BF">
            <w:pPr>
              <w:jc w:val="both"/>
              <w:rPr>
                <w:rFonts w:ascii="Times New Roman" w:hAnsi="Times New Roman"/>
                <w:szCs w:val="28"/>
                <w:lang w:val="uk-UA"/>
              </w:rPr>
            </w:pPr>
            <w:r w:rsidRPr="00DF56F9">
              <w:rPr>
                <w:rFonts w:ascii="Times New Roman" w:hAnsi="Times New Roman"/>
                <w:szCs w:val="28"/>
                <w:lang w:val="uk-UA"/>
              </w:rPr>
              <w:t>Бахмутський місцевий благодійний фонд «Д</w:t>
            </w:r>
            <w:r>
              <w:rPr>
                <w:rFonts w:ascii="Times New Roman" w:hAnsi="Times New Roman"/>
                <w:szCs w:val="28"/>
                <w:lang w:val="uk-UA"/>
              </w:rPr>
              <w:t>АР</w:t>
            </w:r>
            <w:r w:rsidRPr="00DF56F9">
              <w:rPr>
                <w:rFonts w:ascii="Times New Roman" w:hAnsi="Times New Roman"/>
                <w:szCs w:val="28"/>
                <w:lang w:val="uk-UA"/>
              </w:rPr>
              <w:t>»</w:t>
            </w:r>
          </w:p>
          <w:p w:rsidR="001C4DE6" w:rsidRPr="00DF56F9" w:rsidRDefault="001C4DE6" w:rsidP="004302BF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</w:pPr>
          </w:p>
        </w:tc>
      </w:tr>
      <w:tr w:rsidR="001C4DE6" w:rsidRPr="009D7056" w:rsidTr="004302BF">
        <w:trPr>
          <w:trHeight w:val="149"/>
        </w:trPr>
        <w:tc>
          <w:tcPr>
            <w:tcW w:w="636" w:type="dxa"/>
          </w:tcPr>
          <w:p w:rsidR="001C4DE6" w:rsidRPr="009D7056" w:rsidRDefault="001C4DE6" w:rsidP="004302BF">
            <w:pPr>
              <w:spacing w:line="360" w:lineRule="auto"/>
              <w:jc w:val="both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21</w:t>
            </w:r>
          </w:p>
        </w:tc>
        <w:tc>
          <w:tcPr>
            <w:tcW w:w="3583" w:type="dxa"/>
          </w:tcPr>
          <w:p w:rsidR="001C4DE6" w:rsidRPr="00FA5DA8" w:rsidRDefault="001C4DE6" w:rsidP="004302BF">
            <w:pPr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FA5DA8">
              <w:rPr>
                <w:rFonts w:ascii="Times New Roman" w:hAnsi="Times New Roman"/>
                <w:color w:val="000000"/>
                <w:szCs w:val="28"/>
                <w:lang w:val="uk-UA"/>
              </w:rPr>
              <w:t>Нікітін Олександр Степанович</w:t>
            </w:r>
          </w:p>
        </w:tc>
        <w:tc>
          <w:tcPr>
            <w:tcW w:w="5369" w:type="dxa"/>
          </w:tcPr>
          <w:p w:rsidR="001C4DE6" w:rsidRPr="009D7056" w:rsidRDefault="001C4DE6" w:rsidP="00FE69F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FE69FA">
              <w:rPr>
                <w:rFonts w:ascii="Times New Roman" w:hAnsi="Times New Roman"/>
                <w:szCs w:val="28"/>
              </w:rPr>
              <w:t>ОБ’ЄДНАННЯ</w:t>
            </w:r>
            <w:r>
              <w:rPr>
                <w:rFonts w:ascii="Times New Roman" w:hAnsi="Times New Roman"/>
                <w:szCs w:val="28"/>
                <w:lang w:val="uk-UA"/>
              </w:rPr>
              <w:t xml:space="preserve"> СПІВВЛАСНИКІВ БАГАТОКВАРТИРНОГО БУДИНКУ</w:t>
            </w:r>
            <w:r w:rsidRPr="00FE69FA">
              <w:rPr>
                <w:rFonts w:ascii="Times New Roman" w:hAnsi="Times New Roman"/>
                <w:szCs w:val="28"/>
                <w:lang w:val="uk-UA"/>
              </w:rPr>
              <w:t xml:space="preserve"> </w:t>
            </w:r>
            <w:r w:rsidRPr="009D793C">
              <w:rPr>
                <w:rFonts w:ascii="Times New Roman" w:hAnsi="Times New Roman"/>
                <w:szCs w:val="28"/>
              </w:rPr>
              <w:t>«КЕЦ-27»</w:t>
            </w:r>
          </w:p>
        </w:tc>
      </w:tr>
      <w:tr w:rsidR="001C4DE6" w:rsidRPr="00357A2B" w:rsidTr="004302BF">
        <w:trPr>
          <w:trHeight w:val="149"/>
        </w:trPr>
        <w:tc>
          <w:tcPr>
            <w:tcW w:w="636" w:type="dxa"/>
          </w:tcPr>
          <w:p w:rsidR="001C4DE6" w:rsidRPr="009D7056" w:rsidRDefault="001C4DE6" w:rsidP="004302BF">
            <w:pPr>
              <w:spacing w:line="360" w:lineRule="auto"/>
              <w:jc w:val="both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22</w:t>
            </w:r>
          </w:p>
        </w:tc>
        <w:tc>
          <w:tcPr>
            <w:tcW w:w="3583" w:type="dxa"/>
          </w:tcPr>
          <w:p w:rsidR="001C4DE6" w:rsidRPr="00FA5DA8" w:rsidRDefault="001C4DE6" w:rsidP="004302BF">
            <w:pPr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FA5DA8">
              <w:rPr>
                <w:rFonts w:ascii="Times New Roman" w:hAnsi="Times New Roman"/>
                <w:color w:val="000000"/>
                <w:szCs w:val="28"/>
                <w:lang w:val="uk-UA"/>
              </w:rPr>
              <w:t>Монахов Володимир Ігорович</w:t>
            </w:r>
          </w:p>
        </w:tc>
        <w:tc>
          <w:tcPr>
            <w:tcW w:w="5369" w:type="dxa"/>
          </w:tcPr>
          <w:p w:rsidR="001C4DE6" w:rsidRPr="007F022A" w:rsidRDefault="001C4DE6" w:rsidP="004302BF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 xml:space="preserve">первинна </w:t>
            </w:r>
            <w:r w:rsidRPr="00357A2B">
              <w:rPr>
                <w:rFonts w:ascii="Times New Roman" w:hAnsi="Times New Roman"/>
                <w:szCs w:val="28"/>
                <w:lang w:val="uk-UA"/>
              </w:rPr>
              <w:t>профспілков</w:t>
            </w:r>
            <w:r>
              <w:rPr>
                <w:rFonts w:ascii="Times New Roman" w:hAnsi="Times New Roman"/>
                <w:szCs w:val="28"/>
                <w:lang w:val="uk-UA"/>
              </w:rPr>
              <w:t>а</w:t>
            </w:r>
            <w:r w:rsidRPr="00357A2B">
              <w:rPr>
                <w:rFonts w:ascii="Times New Roman" w:hAnsi="Times New Roman"/>
                <w:szCs w:val="28"/>
                <w:lang w:val="uk-UA"/>
              </w:rPr>
              <w:t xml:space="preserve"> організаці</w:t>
            </w:r>
            <w:r>
              <w:rPr>
                <w:rFonts w:ascii="Times New Roman" w:hAnsi="Times New Roman"/>
                <w:szCs w:val="28"/>
                <w:lang w:val="uk-UA"/>
              </w:rPr>
              <w:t>я Артемів</w:t>
            </w:r>
            <w:r w:rsidRPr="00357A2B">
              <w:rPr>
                <w:rFonts w:ascii="Times New Roman" w:hAnsi="Times New Roman"/>
                <w:szCs w:val="28"/>
                <w:lang w:val="uk-UA"/>
              </w:rPr>
              <w:t xml:space="preserve">ського індустріального технікуму </w:t>
            </w:r>
            <w:r>
              <w:rPr>
                <w:rFonts w:ascii="Times New Roman" w:hAnsi="Times New Roman"/>
                <w:szCs w:val="28"/>
                <w:lang w:val="uk-UA"/>
              </w:rPr>
              <w:t>Донецького національного технічного університету</w:t>
            </w:r>
          </w:p>
          <w:p w:rsidR="001C4DE6" w:rsidRPr="007F022A" w:rsidRDefault="001C4DE6" w:rsidP="004302BF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1C4DE6" w:rsidRPr="009D7056" w:rsidTr="004302BF">
        <w:trPr>
          <w:trHeight w:val="149"/>
        </w:trPr>
        <w:tc>
          <w:tcPr>
            <w:tcW w:w="636" w:type="dxa"/>
          </w:tcPr>
          <w:p w:rsidR="001C4DE6" w:rsidRPr="009D7056" w:rsidRDefault="001C4DE6" w:rsidP="004302BF">
            <w:pPr>
              <w:spacing w:line="360" w:lineRule="auto"/>
              <w:jc w:val="both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23</w:t>
            </w:r>
          </w:p>
        </w:tc>
        <w:tc>
          <w:tcPr>
            <w:tcW w:w="3583" w:type="dxa"/>
          </w:tcPr>
          <w:p w:rsidR="001C4DE6" w:rsidRPr="00FA5DA8" w:rsidRDefault="001C4DE6" w:rsidP="004302BF">
            <w:pPr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FA5DA8">
              <w:rPr>
                <w:rFonts w:ascii="Times New Roman" w:hAnsi="Times New Roman"/>
                <w:color w:val="000000"/>
                <w:szCs w:val="28"/>
                <w:lang w:val="uk-UA"/>
              </w:rPr>
              <w:t>Вітковський Валерій Васильович</w:t>
            </w:r>
          </w:p>
        </w:tc>
        <w:tc>
          <w:tcPr>
            <w:tcW w:w="5369" w:type="dxa"/>
          </w:tcPr>
          <w:p w:rsidR="001C4DE6" w:rsidRPr="007F022A" w:rsidRDefault="001C4DE6" w:rsidP="004302BF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 xml:space="preserve">громадська організація </w:t>
            </w:r>
            <w:r w:rsidRPr="00CA1429">
              <w:rPr>
                <w:rFonts w:ascii="Times New Roman" w:hAnsi="Times New Roman"/>
                <w:szCs w:val="28"/>
                <w:lang w:val="uk-UA"/>
              </w:rPr>
              <w:t xml:space="preserve"> </w:t>
            </w:r>
            <w:r w:rsidRPr="009D793C">
              <w:rPr>
                <w:rFonts w:ascii="Times New Roman" w:hAnsi="Times New Roman"/>
                <w:szCs w:val="28"/>
              </w:rPr>
              <w:t>«Бахмутська міська рада ветеранів війни, праці,</w:t>
            </w:r>
            <w:r>
              <w:rPr>
                <w:rFonts w:ascii="Times New Roman" w:hAnsi="Times New Roman"/>
                <w:szCs w:val="28"/>
                <w:lang w:val="uk-UA"/>
              </w:rPr>
              <w:t xml:space="preserve"> </w:t>
            </w:r>
            <w:r w:rsidRPr="009D793C">
              <w:rPr>
                <w:rFonts w:ascii="Times New Roman" w:hAnsi="Times New Roman"/>
                <w:szCs w:val="28"/>
              </w:rPr>
              <w:t>збройних сил і органів правопорядку»</w:t>
            </w:r>
          </w:p>
          <w:p w:rsidR="001C4DE6" w:rsidRPr="007F022A" w:rsidRDefault="001C4DE6" w:rsidP="004302BF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1C4DE6" w:rsidRPr="009D7056" w:rsidTr="004302BF">
        <w:trPr>
          <w:trHeight w:val="149"/>
        </w:trPr>
        <w:tc>
          <w:tcPr>
            <w:tcW w:w="636" w:type="dxa"/>
          </w:tcPr>
          <w:p w:rsidR="001C4DE6" w:rsidRPr="009D7056" w:rsidRDefault="001C4DE6" w:rsidP="004302BF">
            <w:pPr>
              <w:spacing w:line="360" w:lineRule="auto"/>
              <w:jc w:val="both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24</w:t>
            </w:r>
          </w:p>
        </w:tc>
        <w:tc>
          <w:tcPr>
            <w:tcW w:w="3583" w:type="dxa"/>
          </w:tcPr>
          <w:p w:rsidR="001C4DE6" w:rsidRDefault="001C4DE6" w:rsidP="004302BF">
            <w:pPr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FA5DA8">
              <w:rPr>
                <w:rFonts w:ascii="Times New Roman" w:hAnsi="Times New Roman"/>
                <w:color w:val="000000"/>
                <w:szCs w:val="28"/>
                <w:lang w:val="uk-UA"/>
              </w:rPr>
              <w:t>Просянок Лідія Семенівна</w:t>
            </w:r>
          </w:p>
          <w:p w:rsidR="001C4DE6" w:rsidRPr="00FA5DA8" w:rsidRDefault="001C4DE6" w:rsidP="004302BF">
            <w:pPr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</w:p>
        </w:tc>
        <w:tc>
          <w:tcPr>
            <w:tcW w:w="5369" w:type="dxa"/>
          </w:tcPr>
          <w:p w:rsidR="001C4DE6" w:rsidRPr="009D7056" w:rsidRDefault="001C4DE6" w:rsidP="00FE69F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FE69FA">
              <w:rPr>
                <w:rFonts w:ascii="Times New Roman" w:hAnsi="Times New Roman"/>
                <w:szCs w:val="28"/>
              </w:rPr>
              <w:t>Об’єднання</w:t>
            </w:r>
            <w:r>
              <w:rPr>
                <w:rFonts w:ascii="Times New Roman" w:hAnsi="Times New Roman"/>
                <w:szCs w:val="28"/>
                <w:lang w:val="uk-UA"/>
              </w:rPr>
              <w:t xml:space="preserve"> співвласників багатоквартирного будинку</w:t>
            </w:r>
            <w:r w:rsidRPr="009D793C">
              <w:rPr>
                <w:rFonts w:ascii="Times New Roman" w:hAnsi="Times New Roman"/>
                <w:szCs w:val="28"/>
              </w:rPr>
              <w:t xml:space="preserve"> «Фламенко»</w:t>
            </w:r>
          </w:p>
        </w:tc>
      </w:tr>
      <w:tr w:rsidR="001C4DE6" w:rsidRPr="00842A06" w:rsidTr="004302BF">
        <w:trPr>
          <w:trHeight w:val="149"/>
        </w:trPr>
        <w:tc>
          <w:tcPr>
            <w:tcW w:w="636" w:type="dxa"/>
          </w:tcPr>
          <w:p w:rsidR="001C4DE6" w:rsidRPr="009D7056" w:rsidRDefault="001C4DE6" w:rsidP="004302BF">
            <w:pPr>
              <w:spacing w:line="360" w:lineRule="auto"/>
              <w:jc w:val="both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25</w:t>
            </w:r>
          </w:p>
        </w:tc>
        <w:tc>
          <w:tcPr>
            <w:tcW w:w="3583" w:type="dxa"/>
          </w:tcPr>
          <w:p w:rsidR="001C4DE6" w:rsidRPr="00FA5DA8" w:rsidRDefault="001C4DE6" w:rsidP="004302BF">
            <w:pPr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FA5DA8">
              <w:rPr>
                <w:rFonts w:ascii="Times New Roman" w:hAnsi="Times New Roman"/>
                <w:color w:val="000000"/>
                <w:szCs w:val="28"/>
                <w:lang w:val="uk-UA"/>
              </w:rPr>
              <w:t>Величко Вікторія В’ячеславівна</w:t>
            </w:r>
          </w:p>
        </w:tc>
        <w:tc>
          <w:tcPr>
            <w:tcW w:w="5369" w:type="dxa"/>
          </w:tcPr>
          <w:p w:rsidR="001C4DE6" w:rsidRPr="007F022A" w:rsidRDefault="001C4DE6" w:rsidP="004302BF">
            <w:pPr>
              <w:jc w:val="both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 xml:space="preserve">ГРОМАДСЬКА ОРГАНІЗАЦІЯ </w:t>
            </w:r>
            <w:r w:rsidRPr="00CA1429">
              <w:rPr>
                <w:rFonts w:ascii="Times New Roman" w:hAnsi="Times New Roman"/>
                <w:szCs w:val="28"/>
                <w:lang w:val="uk-UA"/>
              </w:rPr>
              <w:t xml:space="preserve"> </w:t>
            </w:r>
            <w:r w:rsidRPr="00CF5DD1">
              <w:rPr>
                <w:rFonts w:ascii="Times New Roman" w:hAnsi="Times New Roman"/>
                <w:szCs w:val="28"/>
                <w:lang w:val="uk-UA"/>
              </w:rPr>
              <w:t>«РОЗВИТОК ДЕМОКРАТІЇ ТА ЖІНОЧИХ ІНІЦІАТИВ «ДІЯ»</w:t>
            </w:r>
          </w:p>
          <w:p w:rsidR="001C4DE6" w:rsidRPr="007F022A" w:rsidRDefault="001C4DE6" w:rsidP="004302BF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</w:pPr>
          </w:p>
        </w:tc>
      </w:tr>
      <w:tr w:rsidR="001C4DE6" w:rsidRPr="009D7056" w:rsidTr="004302BF">
        <w:trPr>
          <w:trHeight w:val="149"/>
        </w:trPr>
        <w:tc>
          <w:tcPr>
            <w:tcW w:w="636" w:type="dxa"/>
          </w:tcPr>
          <w:p w:rsidR="001C4DE6" w:rsidRPr="009D7056" w:rsidRDefault="001C4DE6" w:rsidP="004302BF">
            <w:pPr>
              <w:spacing w:line="360" w:lineRule="auto"/>
              <w:jc w:val="both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26</w:t>
            </w:r>
          </w:p>
        </w:tc>
        <w:tc>
          <w:tcPr>
            <w:tcW w:w="3583" w:type="dxa"/>
          </w:tcPr>
          <w:p w:rsidR="001C4DE6" w:rsidRPr="00FA5DA8" w:rsidRDefault="001C4DE6" w:rsidP="004302BF">
            <w:pPr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FA5DA8">
              <w:rPr>
                <w:rFonts w:ascii="Times New Roman" w:hAnsi="Times New Roman"/>
                <w:color w:val="000000"/>
                <w:szCs w:val="28"/>
                <w:lang w:val="uk-UA"/>
              </w:rPr>
              <w:t>Фоменко Олексій Сергійович</w:t>
            </w:r>
          </w:p>
        </w:tc>
        <w:tc>
          <w:tcPr>
            <w:tcW w:w="5369" w:type="dxa"/>
          </w:tcPr>
          <w:p w:rsidR="001C4DE6" w:rsidRPr="009D7056" w:rsidRDefault="001C4DE6" w:rsidP="0055723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FE69FA">
              <w:rPr>
                <w:rFonts w:ascii="Times New Roman" w:hAnsi="Times New Roman"/>
                <w:szCs w:val="28"/>
              </w:rPr>
              <w:t>Об’єднання</w:t>
            </w:r>
            <w:r>
              <w:rPr>
                <w:rFonts w:ascii="Times New Roman" w:hAnsi="Times New Roman"/>
                <w:szCs w:val="28"/>
                <w:lang w:val="uk-UA"/>
              </w:rPr>
              <w:t xml:space="preserve"> Співвласників Багатоквартирного Будинку</w:t>
            </w:r>
            <w:r w:rsidRPr="009D793C">
              <w:rPr>
                <w:rFonts w:ascii="Times New Roman" w:hAnsi="Times New Roman"/>
                <w:szCs w:val="28"/>
              </w:rPr>
              <w:t xml:space="preserve"> </w:t>
            </w:r>
            <w:r>
              <w:rPr>
                <w:rFonts w:ascii="Times New Roman" w:hAnsi="Times New Roman"/>
                <w:szCs w:val="28"/>
                <w:lang w:val="uk-UA"/>
              </w:rPr>
              <w:t xml:space="preserve">           </w:t>
            </w:r>
            <w:r w:rsidRPr="009D793C">
              <w:rPr>
                <w:rFonts w:ascii="Times New Roman" w:hAnsi="Times New Roman"/>
                <w:szCs w:val="28"/>
              </w:rPr>
              <w:t>«Фенікс</w:t>
            </w:r>
            <w:r>
              <w:rPr>
                <w:rFonts w:ascii="Times New Roman" w:hAnsi="Times New Roman"/>
                <w:szCs w:val="28"/>
                <w:lang w:val="uk-UA"/>
              </w:rPr>
              <w:t xml:space="preserve"> </w:t>
            </w:r>
            <w:r w:rsidRPr="009D793C">
              <w:rPr>
                <w:rFonts w:ascii="Times New Roman" w:hAnsi="Times New Roman"/>
                <w:szCs w:val="28"/>
              </w:rPr>
              <w:t>2016»</w:t>
            </w:r>
          </w:p>
        </w:tc>
      </w:tr>
      <w:tr w:rsidR="001C4DE6" w:rsidRPr="009D7056" w:rsidTr="004302BF">
        <w:trPr>
          <w:trHeight w:val="149"/>
        </w:trPr>
        <w:tc>
          <w:tcPr>
            <w:tcW w:w="636" w:type="dxa"/>
          </w:tcPr>
          <w:p w:rsidR="001C4DE6" w:rsidRPr="009D7056" w:rsidRDefault="001C4DE6" w:rsidP="004302BF">
            <w:pPr>
              <w:spacing w:line="360" w:lineRule="auto"/>
              <w:jc w:val="both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27</w:t>
            </w:r>
          </w:p>
        </w:tc>
        <w:tc>
          <w:tcPr>
            <w:tcW w:w="3583" w:type="dxa"/>
          </w:tcPr>
          <w:p w:rsidR="001C4DE6" w:rsidRPr="00FA5DA8" w:rsidRDefault="001C4DE6" w:rsidP="004302BF">
            <w:pPr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FA5DA8">
              <w:rPr>
                <w:rFonts w:ascii="Times New Roman" w:hAnsi="Times New Roman"/>
                <w:color w:val="000000"/>
                <w:szCs w:val="28"/>
                <w:lang w:val="uk-UA"/>
              </w:rPr>
              <w:t>Воронцова Олеся Борисівна</w:t>
            </w:r>
          </w:p>
        </w:tc>
        <w:tc>
          <w:tcPr>
            <w:tcW w:w="5369" w:type="dxa"/>
          </w:tcPr>
          <w:p w:rsidR="001C4DE6" w:rsidRPr="00DF56F9" w:rsidRDefault="001C4DE6" w:rsidP="004302B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 xml:space="preserve">первинна </w:t>
            </w:r>
            <w:r w:rsidRPr="00DF56F9">
              <w:rPr>
                <w:rFonts w:ascii="Times New Roman" w:hAnsi="Times New Roman"/>
                <w:szCs w:val="28"/>
                <w:lang w:val="uk-UA"/>
              </w:rPr>
              <w:t>профспілкова організація комунального закладу «Бахмутський медичний коледж»</w:t>
            </w:r>
          </w:p>
        </w:tc>
      </w:tr>
      <w:tr w:rsidR="001C4DE6" w:rsidRPr="009D7056" w:rsidTr="004302BF">
        <w:trPr>
          <w:trHeight w:val="149"/>
        </w:trPr>
        <w:tc>
          <w:tcPr>
            <w:tcW w:w="636" w:type="dxa"/>
          </w:tcPr>
          <w:p w:rsidR="001C4DE6" w:rsidRPr="0056518D" w:rsidRDefault="001C4DE6" w:rsidP="004302BF">
            <w:pPr>
              <w:spacing w:line="360" w:lineRule="auto"/>
              <w:jc w:val="both"/>
              <w:rPr>
                <w:rFonts w:ascii="Times New Roman" w:hAnsi="Times New Roman"/>
                <w:szCs w:val="28"/>
                <w:lang w:val="uk-UA"/>
              </w:rPr>
            </w:pPr>
            <w:r w:rsidRPr="0056518D">
              <w:rPr>
                <w:rFonts w:ascii="Times New Roman" w:hAnsi="Times New Roman"/>
                <w:szCs w:val="28"/>
                <w:lang w:val="uk-UA"/>
              </w:rPr>
              <w:t>28</w:t>
            </w:r>
          </w:p>
        </w:tc>
        <w:tc>
          <w:tcPr>
            <w:tcW w:w="3583" w:type="dxa"/>
          </w:tcPr>
          <w:p w:rsidR="001C4DE6" w:rsidRPr="0056518D" w:rsidRDefault="001C4DE6" w:rsidP="004302BF">
            <w:pPr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56518D">
              <w:rPr>
                <w:rFonts w:ascii="Times New Roman" w:hAnsi="Times New Roman"/>
                <w:color w:val="000000"/>
                <w:szCs w:val="28"/>
                <w:lang w:val="uk-UA"/>
              </w:rPr>
              <w:t>Сафонов Валерій Єгорович</w:t>
            </w:r>
          </w:p>
        </w:tc>
        <w:tc>
          <w:tcPr>
            <w:tcW w:w="5369" w:type="dxa"/>
          </w:tcPr>
          <w:p w:rsidR="001C4DE6" w:rsidRPr="0056518D" w:rsidRDefault="001C4DE6" w:rsidP="004302BF">
            <w:pPr>
              <w:jc w:val="both"/>
              <w:rPr>
                <w:rFonts w:ascii="Times New Roman" w:hAnsi="Times New Roman"/>
                <w:szCs w:val="28"/>
                <w:lang w:val="uk-UA"/>
              </w:rPr>
            </w:pPr>
            <w:r w:rsidRPr="0056518D">
              <w:rPr>
                <w:rFonts w:ascii="Times New Roman" w:hAnsi="Times New Roman"/>
                <w:szCs w:val="28"/>
                <w:lang w:val="uk-UA"/>
              </w:rPr>
              <w:t>ГРОМАДСЬКА ОРГАНІЗАЦІЯ  «</w:t>
            </w:r>
            <w:r>
              <w:rPr>
                <w:rFonts w:ascii="Times New Roman" w:hAnsi="Times New Roman"/>
                <w:szCs w:val="28"/>
                <w:lang w:val="uk-UA"/>
              </w:rPr>
              <w:t>О</w:t>
            </w:r>
            <w:r w:rsidRPr="0056518D">
              <w:rPr>
                <w:rFonts w:ascii="Times New Roman" w:hAnsi="Times New Roman"/>
                <w:szCs w:val="28"/>
                <w:lang w:val="uk-UA"/>
              </w:rPr>
              <w:t xml:space="preserve">РГАНІЗАЦІЯ ВЕТЕРАНІВ </w:t>
            </w:r>
            <w:r>
              <w:rPr>
                <w:rFonts w:ascii="Times New Roman" w:hAnsi="Times New Roman"/>
                <w:color w:val="222222"/>
                <w:shd w:val="clear" w:color="auto" w:fill="FFFFFF"/>
              </w:rPr>
              <w:t>ПУБЛІЧН</w:t>
            </w:r>
            <w:r>
              <w:rPr>
                <w:rFonts w:ascii="Times New Roman" w:hAnsi="Times New Roman"/>
                <w:color w:val="222222"/>
                <w:shd w:val="clear" w:color="auto" w:fill="FFFFFF"/>
                <w:lang w:val="uk-UA"/>
              </w:rPr>
              <w:t>ОГО</w:t>
            </w:r>
            <w:r>
              <w:rPr>
                <w:rFonts w:ascii="Times New Roman" w:hAnsi="Times New Roman"/>
                <w:color w:val="222222"/>
                <w:shd w:val="clear" w:color="auto" w:fill="FFFFFF"/>
              </w:rPr>
              <w:t xml:space="preserve"> АКЦІОНЕРН</w:t>
            </w:r>
            <w:r>
              <w:rPr>
                <w:rFonts w:ascii="Times New Roman" w:hAnsi="Times New Roman"/>
                <w:color w:val="222222"/>
                <w:shd w:val="clear" w:color="auto" w:fill="FFFFFF"/>
                <w:lang w:val="uk-UA"/>
              </w:rPr>
              <w:t>ОГО</w:t>
            </w:r>
            <w:r>
              <w:rPr>
                <w:rFonts w:ascii="Times New Roman" w:hAnsi="Times New Roman"/>
                <w:color w:val="222222"/>
                <w:shd w:val="clear" w:color="auto" w:fill="FFFFFF"/>
              </w:rPr>
              <w:t xml:space="preserve"> ТОВАРИСТВ</w:t>
            </w:r>
            <w:r>
              <w:rPr>
                <w:rFonts w:ascii="Times New Roman" w:hAnsi="Times New Roman"/>
                <w:color w:val="222222"/>
                <w:shd w:val="clear" w:color="auto" w:fill="FFFFFF"/>
                <w:lang w:val="uk-UA"/>
              </w:rPr>
              <w:t>А</w:t>
            </w:r>
            <w:r w:rsidRPr="00C01B3D">
              <w:rPr>
                <w:rFonts w:ascii="Times New Roman" w:hAnsi="Times New Roman"/>
                <w:color w:val="222222"/>
                <w:shd w:val="clear" w:color="auto" w:fill="FFFFFF"/>
                <w:lang w:val="uk-UA"/>
              </w:rPr>
              <w:t xml:space="preserve"> </w:t>
            </w:r>
            <w:r w:rsidRPr="0056518D">
              <w:rPr>
                <w:rFonts w:ascii="Times New Roman" w:hAnsi="Times New Roman"/>
                <w:szCs w:val="28"/>
                <w:lang w:val="uk-UA"/>
              </w:rPr>
              <w:t>«ЗАВОД ПО ОБРОБЦІ КОЛЬОРОВИХ МЕТАЛІВ»</w:t>
            </w:r>
          </w:p>
          <w:p w:rsidR="001C4DE6" w:rsidRPr="0056518D" w:rsidRDefault="001C4DE6" w:rsidP="004302BF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</w:pPr>
          </w:p>
        </w:tc>
      </w:tr>
      <w:tr w:rsidR="001C4DE6" w:rsidRPr="00842A06" w:rsidTr="004302BF">
        <w:trPr>
          <w:trHeight w:val="149"/>
        </w:trPr>
        <w:tc>
          <w:tcPr>
            <w:tcW w:w="636" w:type="dxa"/>
          </w:tcPr>
          <w:p w:rsidR="001C4DE6" w:rsidRPr="009D7056" w:rsidRDefault="001C4DE6" w:rsidP="004302BF">
            <w:pPr>
              <w:spacing w:line="360" w:lineRule="auto"/>
              <w:jc w:val="both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29</w:t>
            </w:r>
          </w:p>
        </w:tc>
        <w:tc>
          <w:tcPr>
            <w:tcW w:w="3583" w:type="dxa"/>
          </w:tcPr>
          <w:p w:rsidR="001C4DE6" w:rsidRDefault="001C4DE6" w:rsidP="004302BF">
            <w:pPr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FA5DA8">
              <w:rPr>
                <w:rFonts w:ascii="Times New Roman" w:hAnsi="Times New Roman"/>
                <w:color w:val="000000"/>
                <w:szCs w:val="28"/>
                <w:lang w:val="uk-UA"/>
              </w:rPr>
              <w:t>Львова Тетяна Миколаївна</w:t>
            </w:r>
          </w:p>
          <w:p w:rsidR="001C4DE6" w:rsidRPr="00FA5DA8" w:rsidRDefault="001C4DE6" w:rsidP="004302BF">
            <w:pPr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</w:p>
        </w:tc>
        <w:tc>
          <w:tcPr>
            <w:tcW w:w="5369" w:type="dxa"/>
          </w:tcPr>
          <w:p w:rsidR="001C4DE6" w:rsidRPr="00DF56F9" w:rsidRDefault="001C4DE6" w:rsidP="004302BF">
            <w:pPr>
              <w:jc w:val="both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 xml:space="preserve">ВІДОКРЕМЛЕНИЙ ПІДРОЗДІЛ </w:t>
            </w:r>
            <w:r w:rsidRPr="00DF56F9">
              <w:rPr>
                <w:rFonts w:ascii="Times New Roman" w:hAnsi="Times New Roman"/>
                <w:szCs w:val="28"/>
                <w:lang w:val="uk-UA"/>
              </w:rPr>
              <w:t>«ОБ’ЄДНАННЯ ДРУЖИН І МАТЕРІВ БІЙЦІВ УЧАСНИКІВ АТО»</w:t>
            </w:r>
            <w:r>
              <w:rPr>
                <w:rFonts w:ascii="Times New Roman" w:hAnsi="Times New Roman"/>
                <w:szCs w:val="28"/>
                <w:lang w:val="uk-UA"/>
              </w:rPr>
              <w:t xml:space="preserve"> В ДОНЕЦЬКІЙ ОБЛАСТІ</w:t>
            </w:r>
          </w:p>
          <w:p w:rsidR="001C4DE6" w:rsidRPr="00DF56F9" w:rsidRDefault="001C4DE6" w:rsidP="004302BF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</w:pPr>
          </w:p>
        </w:tc>
      </w:tr>
      <w:tr w:rsidR="001C4DE6" w:rsidRPr="00CA1429" w:rsidTr="004302BF">
        <w:trPr>
          <w:trHeight w:val="149"/>
        </w:trPr>
        <w:tc>
          <w:tcPr>
            <w:tcW w:w="636" w:type="dxa"/>
          </w:tcPr>
          <w:p w:rsidR="001C4DE6" w:rsidRPr="009D7056" w:rsidRDefault="001C4DE6" w:rsidP="004302BF">
            <w:pPr>
              <w:spacing w:line="360" w:lineRule="auto"/>
              <w:jc w:val="both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30</w:t>
            </w:r>
          </w:p>
        </w:tc>
        <w:tc>
          <w:tcPr>
            <w:tcW w:w="3583" w:type="dxa"/>
          </w:tcPr>
          <w:p w:rsidR="001C4DE6" w:rsidRPr="00FA5DA8" w:rsidRDefault="001C4DE6" w:rsidP="004302BF">
            <w:pPr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FA5DA8">
              <w:rPr>
                <w:rFonts w:ascii="Times New Roman" w:hAnsi="Times New Roman"/>
                <w:color w:val="000000"/>
                <w:szCs w:val="28"/>
                <w:lang w:val="uk-UA"/>
              </w:rPr>
              <w:t>Скиба Людмила Костянтинівна</w:t>
            </w:r>
          </w:p>
        </w:tc>
        <w:tc>
          <w:tcPr>
            <w:tcW w:w="5369" w:type="dxa"/>
          </w:tcPr>
          <w:p w:rsidR="001C4DE6" w:rsidRPr="00DF56F9" w:rsidRDefault="001C4DE6" w:rsidP="004302BF">
            <w:pPr>
              <w:jc w:val="both"/>
              <w:rPr>
                <w:rFonts w:ascii="Times New Roman" w:hAnsi="Times New Roman"/>
                <w:szCs w:val="28"/>
                <w:lang w:val="uk-UA"/>
              </w:rPr>
            </w:pPr>
            <w:r w:rsidRPr="00DF56F9">
              <w:rPr>
                <w:rFonts w:ascii="Times New Roman" w:hAnsi="Times New Roman"/>
                <w:szCs w:val="28"/>
                <w:lang w:val="uk-UA"/>
              </w:rPr>
              <w:t>Бахмутська міська профспілкова організація працівників держа</w:t>
            </w:r>
            <w:r>
              <w:rPr>
                <w:rFonts w:ascii="Times New Roman" w:hAnsi="Times New Roman"/>
                <w:szCs w:val="28"/>
                <w:lang w:val="uk-UA"/>
              </w:rPr>
              <w:t>в</w:t>
            </w:r>
            <w:r w:rsidRPr="00DF56F9">
              <w:rPr>
                <w:rFonts w:ascii="Times New Roman" w:hAnsi="Times New Roman"/>
                <w:szCs w:val="28"/>
                <w:lang w:val="uk-UA"/>
              </w:rPr>
              <w:t>них установ України</w:t>
            </w:r>
          </w:p>
        </w:tc>
      </w:tr>
      <w:tr w:rsidR="001C4DE6" w:rsidRPr="009D7056" w:rsidTr="004302BF">
        <w:trPr>
          <w:trHeight w:val="149"/>
        </w:trPr>
        <w:tc>
          <w:tcPr>
            <w:tcW w:w="636" w:type="dxa"/>
          </w:tcPr>
          <w:p w:rsidR="001C4DE6" w:rsidRPr="009D7056" w:rsidRDefault="001C4DE6" w:rsidP="004302BF">
            <w:pPr>
              <w:spacing w:line="360" w:lineRule="auto"/>
              <w:jc w:val="both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31</w:t>
            </w:r>
          </w:p>
        </w:tc>
        <w:tc>
          <w:tcPr>
            <w:tcW w:w="3583" w:type="dxa"/>
          </w:tcPr>
          <w:p w:rsidR="001C4DE6" w:rsidRPr="00FA5DA8" w:rsidRDefault="001C4DE6" w:rsidP="004302BF">
            <w:pPr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FA5DA8">
              <w:rPr>
                <w:rFonts w:ascii="Times New Roman" w:hAnsi="Times New Roman"/>
                <w:color w:val="000000"/>
                <w:szCs w:val="28"/>
                <w:lang w:val="uk-UA"/>
              </w:rPr>
              <w:t>Чмирьов Василь Михайлович</w:t>
            </w:r>
          </w:p>
        </w:tc>
        <w:tc>
          <w:tcPr>
            <w:tcW w:w="5369" w:type="dxa"/>
          </w:tcPr>
          <w:p w:rsidR="001C4DE6" w:rsidRPr="00DF56F9" w:rsidRDefault="001C4DE6" w:rsidP="004302BF">
            <w:pPr>
              <w:jc w:val="both"/>
              <w:rPr>
                <w:rFonts w:ascii="Times New Roman" w:hAnsi="Times New Roman"/>
                <w:szCs w:val="28"/>
                <w:lang w:val="uk-UA"/>
              </w:rPr>
            </w:pPr>
            <w:r w:rsidRPr="00DF56F9">
              <w:rPr>
                <w:rFonts w:ascii="Times New Roman" w:hAnsi="Times New Roman"/>
                <w:szCs w:val="28"/>
                <w:lang w:val="uk-UA"/>
              </w:rPr>
              <w:t>БЛАГОДІЙНА ОРГАНІЗАЦІЯ «СЕРДЕЧНА ДОПОМОГА»</w:t>
            </w:r>
          </w:p>
          <w:p w:rsidR="001C4DE6" w:rsidRPr="00DF56F9" w:rsidRDefault="001C4DE6" w:rsidP="004302BF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</w:pPr>
          </w:p>
        </w:tc>
      </w:tr>
      <w:tr w:rsidR="001C4DE6" w:rsidRPr="009D7056" w:rsidTr="004302BF">
        <w:trPr>
          <w:trHeight w:val="149"/>
        </w:trPr>
        <w:tc>
          <w:tcPr>
            <w:tcW w:w="636" w:type="dxa"/>
          </w:tcPr>
          <w:p w:rsidR="001C4DE6" w:rsidRPr="009D7056" w:rsidRDefault="001C4DE6" w:rsidP="004302BF">
            <w:pPr>
              <w:spacing w:line="360" w:lineRule="auto"/>
              <w:jc w:val="both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32</w:t>
            </w:r>
          </w:p>
        </w:tc>
        <w:tc>
          <w:tcPr>
            <w:tcW w:w="3583" w:type="dxa"/>
          </w:tcPr>
          <w:p w:rsidR="001C4DE6" w:rsidRPr="00FA5DA8" w:rsidRDefault="001C4DE6" w:rsidP="004302BF">
            <w:pPr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FA5DA8">
              <w:rPr>
                <w:rFonts w:ascii="Times New Roman" w:hAnsi="Times New Roman"/>
                <w:color w:val="000000"/>
                <w:szCs w:val="28"/>
                <w:lang w:val="uk-UA"/>
              </w:rPr>
              <w:t>Львова Світлана Миколаївна</w:t>
            </w:r>
          </w:p>
        </w:tc>
        <w:tc>
          <w:tcPr>
            <w:tcW w:w="5369" w:type="dxa"/>
          </w:tcPr>
          <w:p w:rsidR="001C4DE6" w:rsidRPr="007F022A" w:rsidRDefault="001C4DE6" w:rsidP="004302BF">
            <w:pPr>
              <w:jc w:val="both"/>
              <w:rPr>
                <w:rFonts w:ascii="Times New Roman" w:hAnsi="Times New Roman"/>
                <w:szCs w:val="28"/>
              </w:rPr>
            </w:pPr>
            <w:r w:rsidRPr="00DF56F9">
              <w:rPr>
                <w:rFonts w:ascii="Times New Roman" w:hAnsi="Times New Roman"/>
                <w:szCs w:val="28"/>
                <w:lang w:val="uk-UA"/>
              </w:rPr>
              <w:t>Організа</w:t>
            </w:r>
            <w:r>
              <w:rPr>
                <w:rFonts w:ascii="Times New Roman" w:hAnsi="Times New Roman"/>
                <w:szCs w:val="28"/>
                <w:lang w:val="uk-UA"/>
              </w:rPr>
              <w:t>ція солдатських матерів України</w:t>
            </w:r>
          </w:p>
          <w:p w:rsidR="001C4DE6" w:rsidRPr="007F022A" w:rsidRDefault="001C4DE6" w:rsidP="004302BF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1C4DE6" w:rsidRPr="00BC3628" w:rsidTr="004302BF">
        <w:trPr>
          <w:trHeight w:val="149"/>
        </w:trPr>
        <w:tc>
          <w:tcPr>
            <w:tcW w:w="636" w:type="dxa"/>
          </w:tcPr>
          <w:p w:rsidR="001C4DE6" w:rsidRPr="00EA2E50" w:rsidRDefault="001C4DE6" w:rsidP="00DB2D9F">
            <w:pPr>
              <w:jc w:val="both"/>
              <w:rPr>
                <w:rFonts w:ascii="Times New Roman" w:hAnsi="Times New Roman"/>
                <w:szCs w:val="28"/>
              </w:rPr>
            </w:pPr>
            <w:r w:rsidRPr="00EA2E50">
              <w:rPr>
                <w:rFonts w:ascii="Times New Roman" w:hAnsi="Times New Roman"/>
                <w:szCs w:val="28"/>
              </w:rPr>
              <w:t>33</w:t>
            </w:r>
          </w:p>
        </w:tc>
        <w:tc>
          <w:tcPr>
            <w:tcW w:w="3583" w:type="dxa"/>
          </w:tcPr>
          <w:p w:rsidR="001C4DE6" w:rsidRPr="00652D71" w:rsidRDefault="001C4DE6" w:rsidP="00DB2D9F">
            <w:pPr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652D71">
              <w:rPr>
                <w:rFonts w:ascii="Times New Roman" w:hAnsi="Times New Roman"/>
                <w:color w:val="000000"/>
                <w:szCs w:val="28"/>
                <w:lang w:val="uk-UA"/>
              </w:rPr>
              <w:t>Кобилецький Олександр Іванович</w:t>
            </w:r>
          </w:p>
        </w:tc>
        <w:tc>
          <w:tcPr>
            <w:tcW w:w="5369" w:type="dxa"/>
          </w:tcPr>
          <w:p w:rsidR="001C4DE6" w:rsidRPr="00652D71" w:rsidRDefault="001C4DE6" w:rsidP="00DB2D9F">
            <w:pPr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652D71">
              <w:rPr>
                <w:rFonts w:ascii="Times New Roman" w:hAnsi="Times New Roman"/>
                <w:szCs w:val="28"/>
                <w:lang w:val="uk-UA"/>
              </w:rPr>
              <w:t>ПРОФСПІЛКА «ДОВІРА»</w:t>
            </w:r>
          </w:p>
        </w:tc>
      </w:tr>
      <w:tr w:rsidR="001C4DE6" w:rsidRPr="009D7056" w:rsidTr="004302BF">
        <w:trPr>
          <w:trHeight w:val="149"/>
        </w:trPr>
        <w:tc>
          <w:tcPr>
            <w:tcW w:w="636" w:type="dxa"/>
          </w:tcPr>
          <w:p w:rsidR="001C4DE6" w:rsidRPr="00EA2E50" w:rsidRDefault="001C4DE6" w:rsidP="00DB2D9F">
            <w:pPr>
              <w:jc w:val="both"/>
              <w:rPr>
                <w:rFonts w:ascii="Times New Roman" w:hAnsi="Times New Roman"/>
                <w:szCs w:val="28"/>
              </w:rPr>
            </w:pPr>
            <w:r w:rsidRPr="00EA2E50">
              <w:rPr>
                <w:rFonts w:ascii="Times New Roman" w:hAnsi="Times New Roman"/>
                <w:szCs w:val="28"/>
              </w:rPr>
              <w:t>34</w:t>
            </w:r>
          </w:p>
        </w:tc>
        <w:tc>
          <w:tcPr>
            <w:tcW w:w="3583" w:type="dxa"/>
          </w:tcPr>
          <w:p w:rsidR="001C4DE6" w:rsidRPr="00652D71" w:rsidRDefault="001C4DE6" w:rsidP="00DB2D9F">
            <w:pPr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652D71">
              <w:rPr>
                <w:rFonts w:ascii="Times New Roman" w:hAnsi="Times New Roman"/>
                <w:color w:val="000000"/>
                <w:szCs w:val="28"/>
                <w:lang w:val="uk-UA"/>
              </w:rPr>
              <w:t>Костенко Олена Миколаївна</w:t>
            </w:r>
          </w:p>
        </w:tc>
        <w:tc>
          <w:tcPr>
            <w:tcW w:w="5369" w:type="dxa"/>
          </w:tcPr>
          <w:p w:rsidR="001C4DE6" w:rsidRPr="00652D71" w:rsidRDefault="001C4DE6" w:rsidP="00DB2D9F">
            <w:pPr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652D71">
              <w:rPr>
                <w:rFonts w:ascii="Times New Roman" w:hAnsi="Times New Roman"/>
                <w:szCs w:val="28"/>
                <w:lang w:val="uk-UA"/>
              </w:rPr>
              <w:t>ОБ’ЄДНАННЯ СПІВВЛАСНИКІВ БАГАТОКВАРТИРНОГО БУДИНКУ «ЛЕВАНЕВСЬКОГО, 162»</w:t>
            </w:r>
          </w:p>
        </w:tc>
      </w:tr>
      <w:tr w:rsidR="001C4DE6" w:rsidRPr="009D7056" w:rsidTr="004302BF">
        <w:trPr>
          <w:trHeight w:val="149"/>
        </w:trPr>
        <w:tc>
          <w:tcPr>
            <w:tcW w:w="636" w:type="dxa"/>
          </w:tcPr>
          <w:p w:rsidR="001C4DE6" w:rsidRPr="00EA2E50" w:rsidRDefault="001C4DE6" w:rsidP="00DB2D9F">
            <w:pPr>
              <w:jc w:val="both"/>
              <w:rPr>
                <w:rFonts w:ascii="Times New Roman" w:hAnsi="Times New Roman"/>
                <w:szCs w:val="28"/>
              </w:rPr>
            </w:pPr>
            <w:r w:rsidRPr="00EA2E50">
              <w:rPr>
                <w:rFonts w:ascii="Times New Roman" w:hAnsi="Times New Roman"/>
                <w:szCs w:val="28"/>
              </w:rPr>
              <w:t>35</w:t>
            </w:r>
          </w:p>
        </w:tc>
        <w:tc>
          <w:tcPr>
            <w:tcW w:w="3583" w:type="dxa"/>
          </w:tcPr>
          <w:p w:rsidR="001C4DE6" w:rsidRPr="00652D71" w:rsidRDefault="001C4DE6" w:rsidP="00DB2D9F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652D71">
              <w:rPr>
                <w:sz w:val="28"/>
                <w:szCs w:val="28"/>
                <w:lang w:val="uk-UA"/>
              </w:rPr>
              <w:t>Гейллер Юрій Борисович</w:t>
            </w:r>
          </w:p>
        </w:tc>
        <w:tc>
          <w:tcPr>
            <w:tcW w:w="5369" w:type="dxa"/>
          </w:tcPr>
          <w:p w:rsidR="001C4DE6" w:rsidRPr="00652D71" w:rsidRDefault="001C4DE6" w:rsidP="00DB2D9F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652D71">
              <w:rPr>
                <w:sz w:val="28"/>
                <w:szCs w:val="28"/>
                <w:lang w:val="uk-UA"/>
              </w:rPr>
              <w:t>ОБ’ЄДНАННЯ СПІВВЛАСНИКІВ БАГАТОКВАРТИРНОГО БУДИНКУ «Сибірцева, 188»</w:t>
            </w:r>
          </w:p>
        </w:tc>
      </w:tr>
    </w:tbl>
    <w:p w:rsidR="001C4DE6" w:rsidRPr="00553410" w:rsidRDefault="001C4DE6" w:rsidP="004302BF">
      <w:pPr>
        <w:spacing w:line="360" w:lineRule="auto"/>
        <w:jc w:val="both"/>
        <w:rPr>
          <w:rFonts w:ascii="Times New Roman" w:hAnsi="Times New Roman"/>
          <w:b/>
          <w:i/>
          <w:sz w:val="16"/>
          <w:szCs w:val="16"/>
          <w:lang w:val="uk-UA"/>
        </w:rPr>
      </w:pPr>
    </w:p>
    <w:p w:rsidR="001C4DE6" w:rsidRPr="00652D71" w:rsidRDefault="001C4DE6" w:rsidP="00652D71">
      <w:pPr>
        <w:jc w:val="both"/>
        <w:rPr>
          <w:rFonts w:ascii="Times New Roman" w:hAnsi="Times New Roman"/>
          <w:i/>
          <w:szCs w:val="28"/>
          <w:lang w:val="uk-UA"/>
        </w:rPr>
      </w:pPr>
      <w:r>
        <w:rPr>
          <w:rFonts w:ascii="Times New Roman" w:hAnsi="Times New Roman"/>
          <w:i/>
          <w:szCs w:val="28"/>
          <w:lang w:val="uk-UA"/>
        </w:rPr>
        <w:t>Персональний с</w:t>
      </w:r>
      <w:r w:rsidRPr="00C76A98">
        <w:rPr>
          <w:rFonts w:ascii="Times New Roman" w:hAnsi="Times New Roman"/>
          <w:i/>
          <w:szCs w:val="28"/>
          <w:lang w:val="uk-UA"/>
        </w:rPr>
        <w:t xml:space="preserve">клад Громадської ради при виконавчому комітеті </w:t>
      </w:r>
      <w:r>
        <w:rPr>
          <w:rFonts w:ascii="Times New Roman" w:hAnsi="Times New Roman"/>
          <w:i/>
          <w:szCs w:val="28"/>
          <w:lang w:val="uk-UA"/>
        </w:rPr>
        <w:t>Бахмутської</w:t>
      </w:r>
      <w:r w:rsidRPr="00C76A98">
        <w:rPr>
          <w:rFonts w:ascii="Times New Roman" w:hAnsi="Times New Roman"/>
          <w:i/>
          <w:szCs w:val="28"/>
          <w:lang w:val="uk-UA"/>
        </w:rPr>
        <w:t xml:space="preserve"> міської ради </w:t>
      </w:r>
      <w:r>
        <w:rPr>
          <w:rFonts w:ascii="Times New Roman" w:hAnsi="Times New Roman"/>
          <w:i/>
          <w:szCs w:val="28"/>
          <w:lang w:val="uk-UA"/>
        </w:rPr>
        <w:t xml:space="preserve">на 2017-2019 рр. </w:t>
      </w:r>
      <w:r w:rsidRPr="00C76A98">
        <w:rPr>
          <w:rFonts w:ascii="Times New Roman" w:hAnsi="Times New Roman"/>
          <w:i/>
          <w:szCs w:val="28"/>
          <w:lang w:val="uk-UA"/>
        </w:rPr>
        <w:t xml:space="preserve">підготовлено відділом </w:t>
      </w:r>
      <w:r>
        <w:rPr>
          <w:rFonts w:ascii="Times New Roman" w:hAnsi="Times New Roman"/>
          <w:i/>
          <w:szCs w:val="28"/>
          <w:lang w:val="uk-UA"/>
        </w:rPr>
        <w:t>внутрішньої політики Бахмут</w:t>
      </w:r>
      <w:r w:rsidRPr="00C76A98">
        <w:rPr>
          <w:rFonts w:ascii="Times New Roman" w:hAnsi="Times New Roman"/>
          <w:i/>
          <w:szCs w:val="28"/>
          <w:lang w:val="uk-UA"/>
        </w:rPr>
        <w:t>ської міської ради на підставі протоколу</w:t>
      </w:r>
      <w:r>
        <w:rPr>
          <w:rFonts w:ascii="Times New Roman" w:hAnsi="Times New Roman"/>
          <w:i/>
          <w:szCs w:val="28"/>
          <w:lang w:val="uk-UA"/>
        </w:rPr>
        <w:t xml:space="preserve"> № 1</w:t>
      </w:r>
      <w:r w:rsidRPr="00C76A98">
        <w:rPr>
          <w:rFonts w:ascii="Times New Roman" w:hAnsi="Times New Roman"/>
          <w:i/>
          <w:szCs w:val="28"/>
          <w:lang w:val="uk-UA"/>
        </w:rPr>
        <w:t xml:space="preserve"> від </w:t>
      </w:r>
      <w:r>
        <w:rPr>
          <w:rFonts w:ascii="Times New Roman" w:hAnsi="Times New Roman"/>
          <w:i/>
          <w:szCs w:val="28"/>
          <w:lang w:val="uk-UA"/>
        </w:rPr>
        <w:t>30.08</w:t>
      </w:r>
      <w:r w:rsidRPr="00C76A98">
        <w:rPr>
          <w:rFonts w:ascii="Times New Roman" w:hAnsi="Times New Roman"/>
          <w:i/>
          <w:szCs w:val="28"/>
          <w:lang w:val="uk-UA"/>
        </w:rPr>
        <w:t>.201</w:t>
      </w:r>
      <w:r>
        <w:rPr>
          <w:rFonts w:ascii="Times New Roman" w:hAnsi="Times New Roman"/>
          <w:i/>
          <w:szCs w:val="28"/>
          <w:lang w:val="uk-UA"/>
        </w:rPr>
        <w:t>7</w:t>
      </w:r>
      <w:r w:rsidRPr="00C76A98">
        <w:rPr>
          <w:rFonts w:ascii="Times New Roman" w:hAnsi="Times New Roman"/>
          <w:i/>
          <w:szCs w:val="28"/>
          <w:lang w:val="uk-UA"/>
        </w:rPr>
        <w:t xml:space="preserve"> </w:t>
      </w:r>
      <w:r>
        <w:rPr>
          <w:rFonts w:ascii="Times New Roman" w:hAnsi="Times New Roman"/>
          <w:i/>
          <w:szCs w:val="28"/>
          <w:lang w:val="uk-UA"/>
        </w:rPr>
        <w:t xml:space="preserve">установчих зборів з формування персонального складу Громадської ради при виконавчому комітеті Бахмутської міської ради  2017-2019 рр. </w:t>
      </w:r>
      <w:r w:rsidRPr="00652D71">
        <w:rPr>
          <w:rFonts w:ascii="Times New Roman" w:hAnsi="Times New Roman"/>
          <w:i/>
          <w:szCs w:val="28"/>
          <w:lang w:val="uk-UA"/>
        </w:rPr>
        <w:t xml:space="preserve">із урахуванням пропозицій громадських організацій «Бахмутська міська спілка ветеранів Афганістану (воїнів інтернаціоналістів)» та «Спілка офіцерів запасу» </w:t>
      </w:r>
    </w:p>
    <w:p w:rsidR="001C4DE6" w:rsidRDefault="001C4DE6" w:rsidP="004302BF">
      <w:pPr>
        <w:jc w:val="both"/>
        <w:rPr>
          <w:rFonts w:ascii="Times New Roman" w:hAnsi="Times New Roman"/>
          <w:i/>
          <w:szCs w:val="28"/>
          <w:lang w:val="uk-UA"/>
        </w:rPr>
      </w:pPr>
    </w:p>
    <w:p w:rsidR="001C4DE6" w:rsidRDefault="001C4DE6" w:rsidP="004302BF">
      <w:pPr>
        <w:jc w:val="both"/>
        <w:rPr>
          <w:rFonts w:ascii="Times New Roman" w:hAnsi="Times New Roman"/>
          <w:i/>
          <w:szCs w:val="28"/>
          <w:lang w:val="uk-UA"/>
        </w:rPr>
      </w:pPr>
    </w:p>
    <w:p w:rsidR="001C4DE6" w:rsidRDefault="001C4DE6" w:rsidP="004302BF">
      <w:pPr>
        <w:jc w:val="both"/>
        <w:rPr>
          <w:rFonts w:ascii="Times New Roman" w:hAnsi="Times New Roman"/>
          <w:i/>
          <w:szCs w:val="28"/>
          <w:lang w:val="uk-UA"/>
        </w:rPr>
      </w:pPr>
    </w:p>
    <w:p w:rsidR="001C4DE6" w:rsidRPr="00654F4C" w:rsidRDefault="001C4DE6" w:rsidP="00654F4C">
      <w:pPr>
        <w:jc w:val="both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i/>
          <w:szCs w:val="28"/>
          <w:lang w:val="uk-UA"/>
        </w:rPr>
        <w:t xml:space="preserve"> </w:t>
      </w:r>
      <w:r w:rsidRPr="00654F4C">
        <w:rPr>
          <w:rFonts w:ascii="Times New Roman" w:hAnsi="Times New Roman"/>
          <w:b/>
          <w:szCs w:val="28"/>
          <w:lang w:val="uk-UA"/>
        </w:rPr>
        <w:t>Начальник відділу внутрішньої</w:t>
      </w:r>
    </w:p>
    <w:p w:rsidR="001C4DE6" w:rsidRPr="00654F4C" w:rsidRDefault="001C4DE6" w:rsidP="004302BF">
      <w:pPr>
        <w:jc w:val="both"/>
        <w:rPr>
          <w:rFonts w:ascii="Times New Roman" w:hAnsi="Times New Roman"/>
          <w:b/>
          <w:szCs w:val="28"/>
          <w:lang w:val="uk-UA"/>
        </w:rPr>
      </w:pPr>
      <w:r w:rsidRPr="00654F4C">
        <w:rPr>
          <w:rFonts w:ascii="Times New Roman" w:hAnsi="Times New Roman"/>
          <w:b/>
          <w:szCs w:val="28"/>
          <w:lang w:val="uk-UA"/>
        </w:rPr>
        <w:t xml:space="preserve"> політики Бахмутської міської ради</w:t>
      </w:r>
      <w:r>
        <w:rPr>
          <w:rFonts w:ascii="Times New Roman" w:hAnsi="Times New Roman"/>
          <w:b/>
          <w:szCs w:val="28"/>
          <w:lang w:val="uk-UA"/>
        </w:rPr>
        <w:t xml:space="preserve">                                  С.А. Кудрявих</w:t>
      </w:r>
    </w:p>
    <w:p w:rsidR="001C4DE6" w:rsidRPr="00654F4C" w:rsidRDefault="001C4DE6" w:rsidP="004302BF">
      <w:pPr>
        <w:jc w:val="both"/>
        <w:rPr>
          <w:rFonts w:ascii="Times New Roman" w:hAnsi="Times New Roman"/>
          <w:b/>
          <w:szCs w:val="28"/>
          <w:lang w:val="uk-UA"/>
        </w:rPr>
      </w:pPr>
    </w:p>
    <w:p w:rsidR="001C4DE6" w:rsidRPr="00654F4C" w:rsidRDefault="001C4DE6" w:rsidP="00DF56F9">
      <w:pPr>
        <w:rPr>
          <w:rFonts w:ascii="Times New Roman" w:hAnsi="Times New Roman"/>
          <w:b/>
          <w:szCs w:val="28"/>
        </w:rPr>
      </w:pPr>
      <w:r w:rsidRPr="00654F4C">
        <w:rPr>
          <w:rFonts w:ascii="Times New Roman" w:hAnsi="Times New Roman"/>
          <w:b/>
          <w:szCs w:val="28"/>
          <w:lang w:val="uk-UA"/>
        </w:rPr>
        <w:t xml:space="preserve">  Керуючий справами виконкому</w:t>
      </w:r>
      <w:r w:rsidRPr="00654F4C">
        <w:rPr>
          <w:rFonts w:ascii="Times New Roman" w:hAnsi="Times New Roman"/>
          <w:b/>
          <w:szCs w:val="28"/>
        </w:rPr>
        <w:t xml:space="preserve"> </w:t>
      </w:r>
    </w:p>
    <w:p w:rsidR="001C4DE6" w:rsidRPr="00DF56F9" w:rsidRDefault="001C4DE6" w:rsidP="00DF56F9">
      <w:pPr>
        <w:rPr>
          <w:rFonts w:ascii="Times New Roman" w:hAnsi="Times New Roman"/>
          <w:b/>
          <w:i/>
          <w:szCs w:val="28"/>
        </w:rPr>
      </w:pPr>
      <w:r w:rsidRPr="00654F4C">
        <w:rPr>
          <w:rFonts w:ascii="Times New Roman" w:hAnsi="Times New Roman"/>
          <w:b/>
          <w:szCs w:val="28"/>
        </w:rPr>
        <w:t xml:space="preserve">  </w:t>
      </w:r>
      <w:r w:rsidRPr="00654F4C">
        <w:rPr>
          <w:rFonts w:ascii="Times New Roman" w:hAnsi="Times New Roman"/>
          <w:b/>
          <w:szCs w:val="28"/>
          <w:lang w:val="uk-UA"/>
        </w:rPr>
        <w:t>Бахмутської міської ради</w:t>
      </w:r>
      <w:r w:rsidRPr="00654F4C">
        <w:rPr>
          <w:rFonts w:ascii="Times New Roman" w:hAnsi="Times New Roman"/>
          <w:b/>
          <w:szCs w:val="28"/>
        </w:rPr>
        <w:t xml:space="preserve">                                                     </w:t>
      </w:r>
      <w:r w:rsidRPr="00654F4C">
        <w:rPr>
          <w:rFonts w:ascii="Times New Roman" w:hAnsi="Times New Roman"/>
          <w:b/>
          <w:szCs w:val="28"/>
          <w:lang w:val="uk-UA"/>
        </w:rPr>
        <w:t>Т.І. Недашковська</w:t>
      </w:r>
    </w:p>
    <w:p w:rsidR="001C4DE6" w:rsidRPr="00A807FE" w:rsidRDefault="001C4DE6" w:rsidP="004302BF">
      <w:pPr>
        <w:jc w:val="both"/>
        <w:rPr>
          <w:lang w:val="uk-UA"/>
        </w:rPr>
      </w:pPr>
    </w:p>
    <w:sectPr w:rsidR="001C4DE6" w:rsidRPr="00A807FE" w:rsidSect="009765F2">
      <w:pgSz w:w="11907" w:h="16840"/>
      <w:pgMar w:top="992" w:right="709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7D61C8"/>
    <w:multiLevelType w:val="multilevel"/>
    <w:tmpl w:val="EC9E0604"/>
    <w:lvl w:ilvl="0">
      <w:start w:val="1"/>
      <w:numFmt w:val="decimal"/>
      <w:lvlText w:val="%1."/>
      <w:lvlJc w:val="left"/>
      <w:pPr>
        <w:ind w:left="1983" w:hanging="99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9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2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0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3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28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07FE"/>
    <w:rsid w:val="00000CE3"/>
    <w:rsid w:val="0000280B"/>
    <w:rsid w:val="000036F0"/>
    <w:rsid w:val="00003BFB"/>
    <w:rsid w:val="00005A2C"/>
    <w:rsid w:val="00005BDC"/>
    <w:rsid w:val="00005F8E"/>
    <w:rsid w:val="00012DFD"/>
    <w:rsid w:val="000138CB"/>
    <w:rsid w:val="0001425F"/>
    <w:rsid w:val="00014321"/>
    <w:rsid w:val="000166BD"/>
    <w:rsid w:val="00021004"/>
    <w:rsid w:val="00021B90"/>
    <w:rsid w:val="00021C1D"/>
    <w:rsid w:val="00023642"/>
    <w:rsid w:val="0002419B"/>
    <w:rsid w:val="000241D5"/>
    <w:rsid w:val="00025AFF"/>
    <w:rsid w:val="00027ECC"/>
    <w:rsid w:val="00030C0C"/>
    <w:rsid w:val="000358F0"/>
    <w:rsid w:val="00040654"/>
    <w:rsid w:val="000429C8"/>
    <w:rsid w:val="00044438"/>
    <w:rsid w:val="00045EDA"/>
    <w:rsid w:val="00050192"/>
    <w:rsid w:val="00060662"/>
    <w:rsid w:val="00060EEF"/>
    <w:rsid w:val="00062491"/>
    <w:rsid w:val="00063BE3"/>
    <w:rsid w:val="00064C80"/>
    <w:rsid w:val="00064CD0"/>
    <w:rsid w:val="00065B01"/>
    <w:rsid w:val="0006629F"/>
    <w:rsid w:val="00067937"/>
    <w:rsid w:val="00067FB1"/>
    <w:rsid w:val="0007034A"/>
    <w:rsid w:val="00071525"/>
    <w:rsid w:val="00071A35"/>
    <w:rsid w:val="00074245"/>
    <w:rsid w:val="0007424A"/>
    <w:rsid w:val="00074871"/>
    <w:rsid w:val="000757C2"/>
    <w:rsid w:val="00076300"/>
    <w:rsid w:val="00076BAA"/>
    <w:rsid w:val="000803DF"/>
    <w:rsid w:val="000805CB"/>
    <w:rsid w:val="00081F45"/>
    <w:rsid w:val="0008250F"/>
    <w:rsid w:val="00084C77"/>
    <w:rsid w:val="00085D60"/>
    <w:rsid w:val="00085D95"/>
    <w:rsid w:val="000879BB"/>
    <w:rsid w:val="00091E7F"/>
    <w:rsid w:val="00094511"/>
    <w:rsid w:val="000960CD"/>
    <w:rsid w:val="00096283"/>
    <w:rsid w:val="00097264"/>
    <w:rsid w:val="00097772"/>
    <w:rsid w:val="000A0766"/>
    <w:rsid w:val="000A1913"/>
    <w:rsid w:val="000A7D53"/>
    <w:rsid w:val="000B22AE"/>
    <w:rsid w:val="000B2590"/>
    <w:rsid w:val="000B39B9"/>
    <w:rsid w:val="000B421E"/>
    <w:rsid w:val="000B4465"/>
    <w:rsid w:val="000C10C4"/>
    <w:rsid w:val="000C7274"/>
    <w:rsid w:val="000D2217"/>
    <w:rsid w:val="000D5C09"/>
    <w:rsid w:val="000D64CA"/>
    <w:rsid w:val="000D68FC"/>
    <w:rsid w:val="000D7BF1"/>
    <w:rsid w:val="000E0CD0"/>
    <w:rsid w:val="000E0DC4"/>
    <w:rsid w:val="000E16A1"/>
    <w:rsid w:val="000E2136"/>
    <w:rsid w:val="000E3303"/>
    <w:rsid w:val="000E416E"/>
    <w:rsid w:val="000E59D2"/>
    <w:rsid w:val="000E5E2C"/>
    <w:rsid w:val="000E7041"/>
    <w:rsid w:val="000E730C"/>
    <w:rsid w:val="000F235D"/>
    <w:rsid w:val="000F2BBC"/>
    <w:rsid w:val="000F5C0B"/>
    <w:rsid w:val="000F7698"/>
    <w:rsid w:val="001070E9"/>
    <w:rsid w:val="00113135"/>
    <w:rsid w:val="001137FD"/>
    <w:rsid w:val="001200E6"/>
    <w:rsid w:val="00120CB9"/>
    <w:rsid w:val="0012113D"/>
    <w:rsid w:val="0012672B"/>
    <w:rsid w:val="00131D81"/>
    <w:rsid w:val="001354EB"/>
    <w:rsid w:val="00136FED"/>
    <w:rsid w:val="00137A9B"/>
    <w:rsid w:val="00137FAB"/>
    <w:rsid w:val="00140842"/>
    <w:rsid w:val="00141765"/>
    <w:rsid w:val="00142987"/>
    <w:rsid w:val="0014569C"/>
    <w:rsid w:val="00146ADC"/>
    <w:rsid w:val="00151357"/>
    <w:rsid w:val="00151431"/>
    <w:rsid w:val="00152418"/>
    <w:rsid w:val="00153FDB"/>
    <w:rsid w:val="0016031B"/>
    <w:rsid w:val="00160B67"/>
    <w:rsid w:val="0016191B"/>
    <w:rsid w:val="00161B97"/>
    <w:rsid w:val="00161C03"/>
    <w:rsid w:val="0016398E"/>
    <w:rsid w:val="00170BC3"/>
    <w:rsid w:val="00170C93"/>
    <w:rsid w:val="00170F11"/>
    <w:rsid w:val="00172647"/>
    <w:rsid w:val="0017285A"/>
    <w:rsid w:val="00173FF5"/>
    <w:rsid w:val="0017465A"/>
    <w:rsid w:val="00180A50"/>
    <w:rsid w:val="00181AF8"/>
    <w:rsid w:val="0018245A"/>
    <w:rsid w:val="00182DCE"/>
    <w:rsid w:val="00183EE4"/>
    <w:rsid w:val="00185FA9"/>
    <w:rsid w:val="00187786"/>
    <w:rsid w:val="00190B31"/>
    <w:rsid w:val="0019141D"/>
    <w:rsid w:val="00197BA7"/>
    <w:rsid w:val="001A236A"/>
    <w:rsid w:val="001A3A9E"/>
    <w:rsid w:val="001A4B6C"/>
    <w:rsid w:val="001A5595"/>
    <w:rsid w:val="001A59EA"/>
    <w:rsid w:val="001A5DC2"/>
    <w:rsid w:val="001A61FC"/>
    <w:rsid w:val="001B2A84"/>
    <w:rsid w:val="001B4CD4"/>
    <w:rsid w:val="001B6C6E"/>
    <w:rsid w:val="001B70A3"/>
    <w:rsid w:val="001B7450"/>
    <w:rsid w:val="001B7A19"/>
    <w:rsid w:val="001C0281"/>
    <w:rsid w:val="001C11F0"/>
    <w:rsid w:val="001C29CB"/>
    <w:rsid w:val="001C2BF9"/>
    <w:rsid w:val="001C4DE6"/>
    <w:rsid w:val="001D68BB"/>
    <w:rsid w:val="001D7701"/>
    <w:rsid w:val="001E1CF2"/>
    <w:rsid w:val="001E3029"/>
    <w:rsid w:val="001E45CE"/>
    <w:rsid w:val="001E4896"/>
    <w:rsid w:val="001E4A07"/>
    <w:rsid w:val="001E592C"/>
    <w:rsid w:val="001F000B"/>
    <w:rsid w:val="001F18E7"/>
    <w:rsid w:val="001F3194"/>
    <w:rsid w:val="001F3513"/>
    <w:rsid w:val="001F754A"/>
    <w:rsid w:val="0020604B"/>
    <w:rsid w:val="00210FBF"/>
    <w:rsid w:val="00211E96"/>
    <w:rsid w:val="00217005"/>
    <w:rsid w:val="00222173"/>
    <w:rsid w:val="00223F2A"/>
    <w:rsid w:val="0022504C"/>
    <w:rsid w:val="0022711C"/>
    <w:rsid w:val="00231E1E"/>
    <w:rsid w:val="002322D6"/>
    <w:rsid w:val="00232F62"/>
    <w:rsid w:val="00233DC6"/>
    <w:rsid w:val="00234A3B"/>
    <w:rsid w:val="0023722D"/>
    <w:rsid w:val="002372C4"/>
    <w:rsid w:val="002374DB"/>
    <w:rsid w:val="002411C2"/>
    <w:rsid w:val="00242ADD"/>
    <w:rsid w:val="00243A10"/>
    <w:rsid w:val="002451A0"/>
    <w:rsid w:val="00247AD4"/>
    <w:rsid w:val="0025225C"/>
    <w:rsid w:val="002553C4"/>
    <w:rsid w:val="002554F1"/>
    <w:rsid w:val="00256B61"/>
    <w:rsid w:val="00257912"/>
    <w:rsid w:val="00261077"/>
    <w:rsid w:val="00261498"/>
    <w:rsid w:val="00262535"/>
    <w:rsid w:val="00262866"/>
    <w:rsid w:val="0026341A"/>
    <w:rsid w:val="00263E0B"/>
    <w:rsid w:val="00264159"/>
    <w:rsid w:val="0026517C"/>
    <w:rsid w:val="0026703F"/>
    <w:rsid w:val="00267812"/>
    <w:rsid w:val="00270BD8"/>
    <w:rsid w:val="00272215"/>
    <w:rsid w:val="002736F3"/>
    <w:rsid w:val="00274F65"/>
    <w:rsid w:val="002757EF"/>
    <w:rsid w:val="00275E9F"/>
    <w:rsid w:val="002764DF"/>
    <w:rsid w:val="00277F1F"/>
    <w:rsid w:val="00280A50"/>
    <w:rsid w:val="00281710"/>
    <w:rsid w:val="002836EB"/>
    <w:rsid w:val="00283A98"/>
    <w:rsid w:val="00285081"/>
    <w:rsid w:val="00285C73"/>
    <w:rsid w:val="00287D72"/>
    <w:rsid w:val="00291442"/>
    <w:rsid w:val="00291945"/>
    <w:rsid w:val="00292FE3"/>
    <w:rsid w:val="002940CB"/>
    <w:rsid w:val="00294E42"/>
    <w:rsid w:val="00295078"/>
    <w:rsid w:val="002A270C"/>
    <w:rsid w:val="002A6351"/>
    <w:rsid w:val="002A66BB"/>
    <w:rsid w:val="002A6A23"/>
    <w:rsid w:val="002A755B"/>
    <w:rsid w:val="002A75E7"/>
    <w:rsid w:val="002B055F"/>
    <w:rsid w:val="002B3A04"/>
    <w:rsid w:val="002B4275"/>
    <w:rsid w:val="002B50E6"/>
    <w:rsid w:val="002B611A"/>
    <w:rsid w:val="002B6F41"/>
    <w:rsid w:val="002B7F46"/>
    <w:rsid w:val="002C164E"/>
    <w:rsid w:val="002C40D0"/>
    <w:rsid w:val="002C46DF"/>
    <w:rsid w:val="002C51A0"/>
    <w:rsid w:val="002C7DDA"/>
    <w:rsid w:val="002D0D28"/>
    <w:rsid w:val="002D0FE9"/>
    <w:rsid w:val="002D2221"/>
    <w:rsid w:val="002D2F5C"/>
    <w:rsid w:val="002D43DF"/>
    <w:rsid w:val="002D4B6D"/>
    <w:rsid w:val="002D5F11"/>
    <w:rsid w:val="002D7BDE"/>
    <w:rsid w:val="002D7D16"/>
    <w:rsid w:val="002E1135"/>
    <w:rsid w:val="002E70D2"/>
    <w:rsid w:val="002F0A3B"/>
    <w:rsid w:val="002F439C"/>
    <w:rsid w:val="00300B9E"/>
    <w:rsid w:val="00304337"/>
    <w:rsid w:val="00304423"/>
    <w:rsid w:val="00304821"/>
    <w:rsid w:val="0030512E"/>
    <w:rsid w:val="003067FF"/>
    <w:rsid w:val="00306A8D"/>
    <w:rsid w:val="00306DC9"/>
    <w:rsid w:val="0031477A"/>
    <w:rsid w:val="00315523"/>
    <w:rsid w:val="0031567C"/>
    <w:rsid w:val="003156F9"/>
    <w:rsid w:val="00315AAB"/>
    <w:rsid w:val="00316F6B"/>
    <w:rsid w:val="003176B5"/>
    <w:rsid w:val="00317801"/>
    <w:rsid w:val="0032108C"/>
    <w:rsid w:val="003215B7"/>
    <w:rsid w:val="003252CE"/>
    <w:rsid w:val="003252E8"/>
    <w:rsid w:val="003266CC"/>
    <w:rsid w:val="003306EC"/>
    <w:rsid w:val="00330D2D"/>
    <w:rsid w:val="0033162C"/>
    <w:rsid w:val="0033167C"/>
    <w:rsid w:val="00332B7E"/>
    <w:rsid w:val="00332C0A"/>
    <w:rsid w:val="00332F3B"/>
    <w:rsid w:val="00333409"/>
    <w:rsid w:val="00335E5E"/>
    <w:rsid w:val="00336330"/>
    <w:rsid w:val="00336A4C"/>
    <w:rsid w:val="00337486"/>
    <w:rsid w:val="00341381"/>
    <w:rsid w:val="00341C49"/>
    <w:rsid w:val="00342225"/>
    <w:rsid w:val="00344558"/>
    <w:rsid w:val="0034540F"/>
    <w:rsid w:val="00346778"/>
    <w:rsid w:val="00346E09"/>
    <w:rsid w:val="00347550"/>
    <w:rsid w:val="00347FD9"/>
    <w:rsid w:val="0035068E"/>
    <w:rsid w:val="00351734"/>
    <w:rsid w:val="00351B69"/>
    <w:rsid w:val="003558F3"/>
    <w:rsid w:val="00355F3E"/>
    <w:rsid w:val="00356632"/>
    <w:rsid w:val="00357A2B"/>
    <w:rsid w:val="003604ED"/>
    <w:rsid w:val="00360F90"/>
    <w:rsid w:val="00362823"/>
    <w:rsid w:val="00362BE3"/>
    <w:rsid w:val="003630DF"/>
    <w:rsid w:val="00363C2D"/>
    <w:rsid w:val="0036408A"/>
    <w:rsid w:val="00371141"/>
    <w:rsid w:val="003726D8"/>
    <w:rsid w:val="00373536"/>
    <w:rsid w:val="00374403"/>
    <w:rsid w:val="003750C1"/>
    <w:rsid w:val="003758B2"/>
    <w:rsid w:val="00377AB3"/>
    <w:rsid w:val="0038022D"/>
    <w:rsid w:val="00380C3F"/>
    <w:rsid w:val="00381889"/>
    <w:rsid w:val="00382024"/>
    <w:rsid w:val="0038333D"/>
    <w:rsid w:val="00385E23"/>
    <w:rsid w:val="0038692E"/>
    <w:rsid w:val="00386BCB"/>
    <w:rsid w:val="003870B8"/>
    <w:rsid w:val="00387423"/>
    <w:rsid w:val="003925EA"/>
    <w:rsid w:val="00393CBE"/>
    <w:rsid w:val="003961DC"/>
    <w:rsid w:val="003A1D03"/>
    <w:rsid w:val="003A7A55"/>
    <w:rsid w:val="003B0190"/>
    <w:rsid w:val="003B0DCD"/>
    <w:rsid w:val="003B2666"/>
    <w:rsid w:val="003B282B"/>
    <w:rsid w:val="003B37C6"/>
    <w:rsid w:val="003C04CC"/>
    <w:rsid w:val="003C0740"/>
    <w:rsid w:val="003C163F"/>
    <w:rsid w:val="003C371C"/>
    <w:rsid w:val="003C4EC2"/>
    <w:rsid w:val="003C503A"/>
    <w:rsid w:val="003C66D8"/>
    <w:rsid w:val="003D2493"/>
    <w:rsid w:val="003D318C"/>
    <w:rsid w:val="003D35F2"/>
    <w:rsid w:val="003D68F4"/>
    <w:rsid w:val="003E08E3"/>
    <w:rsid w:val="003E43FE"/>
    <w:rsid w:val="003E516D"/>
    <w:rsid w:val="003E74E8"/>
    <w:rsid w:val="003F1DCA"/>
    <w:rsid w:val="003F3F9B"/>
    <w:rsid w:val="003F4B3F"/>
    <w:rsid w:val="003F6AC9"/>
    <w:rsid w:val="004015CC"/>
    <w:rsid w:val="004016E5"/>
    <w:rsid w:val="00401D75"/>
    <w:rsid w:val="00402344"/>
    <w:rsid w:val="004032B7"/>
    <w:rsid w:val="00403E1E"/>
    <w:rsid w:val="00406593"/>
    <w:rsid w:val="00411AC8"/>
    <w:rsid w:val="00411B5B"/>
    <w:rsid w:val="00412025"/>
    <w:rsid w:val="00420413"/>
    <w:rsid w:val="004222E2"/>
    <w:rsid w:val="0042461A"/>
    <w:rsid w:val="00425E86"/>
    <w:rsid w:val="00426149"/>
    <w:rsid w:val="004262C7"/>
    <w:rsid w:val="004302BF"/>
    <w:rsid w:val="004319D0"/>
    <w:rsid w:val="00432658"/>
    <w:rsid w:val="00432ADD"/>
    <w:rsid w:val="004337BB"/>
    <w:rsid w:val="004338F4"/>
    <w:rsid w:val="0043411E"/>
    <w:rsid w:val="00434154"/>
    <w:rsid w:val="00434236"/>
    <w:rsid w:val="00434E1B"/>
    <w:rsid w:val="0043787A"/>
    <w:rsid w:val="00440800"/>
    <w:rsid w:val="0044527A"/>
    <w:rsid w:val="00445931"/>
    <w:rsid w:val="00447768"/>
    <w:rsid w:val="004477C7"/>
    <w:rsid w:val="00450F3C"/>
    <w:rsid w:val="0045177E"/>
    <w:rsid w:val="00451E0D"/>
    <w:rsid w:val="004548D0"/>
    <w:rsid w:val="00456FA2"/>
    <w:rsid w:val="004601C0"/>
    <w:rsid w:val="00460625"/>
    <w:rsid w:val="00464732"/>
    <w:rsid w:val="00466A44"/>
    <w:rsid w:val="00467A92"/>
    <w:rsid w:val="004701BF"/>
    <w:rsid w:val="0047212C"/>
    <w:rsid w:val="004732FA"/>
    <w:rsid w:val="004750ED"/>
    <w:rsid w:val="004768DA"/>
    <w:rsid w:val="00477631"/>
    <w:rsid w:val="00477CD9"/>
    <w:rsid w:val="004840A3"/>
    <w:rsid w:val="00486669"/>
    <w:rsid w:val="004870DE"/>
    <w:rsid w:val="00487CC0"/>
    <w:rsid w:val="00496716"/>
    <w:rsid w:val="00497654"/>
    <w:rsid w:val="004A0AF5"/>
    <w:rsid w:val="004A2455"/>
    <w:rsid w:val="004A2B3F"/>
    <w:rsid w:val="004A3264"/>
    <w:rsid w:val="004A388F"/>
    <w:rsid w:val="004A48F1"/>
    <w:rsid w:val="004A5612"/>
    <w:rsid w:val="004A6B70"/>
    <w:rsid w:val="004A7542"/>
    <w:rsid w:val="004B49B8"/>
    <w:rsid w:val="004C043A"/>
    <w:rsid w:val="004C1ECD"/>
    <w:rsid w:val="004C205C"/>
    <w:rsid w:val="004C2F36"/>
    <w:rsid w:val="004C4D9D"/>
    <w:rsid w:val="004C5932"/>
    <w:rsid w:val="004C6016"/>
    <w:rsid w:val="004C75BA"/>
    <w:rsid w:val="004D04A0"/>
    <w:rsid w:val="004D1152"/>
    <w:rsid w:val="004D24CF"/>
    <w:rsid w:val="004D2A4C"/>
    <w:rsid w:val="004D3BD6"/>
    <w:rsid w:val="004D4D8F"/>
    <w:rsid w:val="004D5F7B"/>
    <w:rsid w:val="004D6008"/>
    <w:rsid w:val="004D6413"/>
    <w:rsid w:val="004E2DA1"/>
    <w:rsid w:val="004E4B4C"/>
    <w:rsid w:val="004F1651"/>
    <w:rsid w:val="004F35C9"/>
    <w:rsid w:val="004F48E3"/>
    <w:rsid w:val="004F53D6"/>
    <w:rsid w:val="004F55C5"/>
    <w:rsid w:val="0050121F"/>
    <w:rsid w:val="0050139B"/>
    <w:rsid w:val="00503304"/>
    <w:rsid w:val="0050659E"/>
    <w:rsid w:val="00506E01"/>
    <w:rsid w:val="005125DF"/>
    <w:rsid w:val="0051422B"/>
    <w:rsid w:val="00515D80"/>
    <w:rsid w:val="0051616B"/>
    <w:rsid w:val="00517F15"/>
    <w:rsid w:val="00522804"/>
    <w:rsid w:val="00523F34"/>
    <w:rsid w:val="00526C8E"/>
    <w:rsid w:val="0053142B"/>
    <w:rsid w:val="005316FF"/>
    <w:rsid w:val="00535091"/>
    <w:rsid w:val="005357DE"/>
    <w:rsid w:val="00536CDC"/>
    <w:rsid w:val="005378B9"/>
    <w:rsid w:val="0054067F"/>
    <w:rsid w:val="00541AFC"/>
    <w:rsid w:val="00541F5C"/>
    <w:rsid w:val="00543355"/>
    <w:rsid w:val="005450A1"/>
    <w:rsid w:val="005467EB"/>
    <w:rsid w:val="00546917"/>
    <w:rsid w:val="00547EEB"/>
    <w:rsid w:val="00552269"/>
    <w:rsid w:val="00552EB0"/>
    <w:rsid w:val="00553410"/>
    <w:rsid w:val="00555C8D"/>
    <w:rsid w:val="00556074"/>
    <w:rsid w:val="005569C5"/>
    <w:rsid w:val="00557020"/>
    <w:rsid w:val="00557231"/>
    <w:rsid w:val="00560DCE"/>
    <w:rsid w:val="0056135F"/>
    <w:rsid w:val="00561854"/>
    <w:rsid w:val="0056252D"/>
    <w:rsid w:val="00563E69"/>
    <w:rsid w:val="0056518D"/>
    <w:rsid w:val="00565A97"/>
    <w:rsid w:val="00566F71"/>
    <w:rsid w:val="0057293C"/>
    <w:rsid w:val="005737C6"/>
    <w:rsid w:val="0058127C"/>
    <w:rsid w:val="005822CD"/>
    <w:rsid w:val="00582E1E"/>
    <w:rsid w:val="00583DC9"/>
    <w:rsid w:val="005903D7"/>
    <w:rsid w:val="0059270C"/>
    <w:rsid w:val="005931F9"/>
    <w:rsid w:val="00593603"/>
    <w:rsid w:val="00593772"/>
    <w:rsid w:val="00594723"/>
    <w:rsid w:val="00594BDE"/>
    <w:rsid w:val="00595517"/>
    <w:rsid w:val="005956D8"/>
    <w:rsid w:val="00595D84"/>
    <w:rsid w:val="0059654D"/>
    <w:rsid w:val="005A2738"/>
    <w:rsid w:val="005A2860"/>
    <w:rsid w:val="005A38AF"/>
    <w:rsid w:val="005A5FA4"/>
    <w:rsid w:val="005A60C4"/>
    <w:rsid w:val="005A7F73"/>
    <w:rsid w:val="005B053D"/>
    <w:rsid w:val="005B276A"/>
    <w:rsid w:val="005B348D"/>
    <w:rsid w:val="005B3F82"/>
    <w:rsid w:val="005B3FBD"/>
    <w:rsid w:val="005B4B8C"/>
    <w:rsid w:val="005B6CFB"/>
    <w:rsid w:val="005B716E"/>
    <w:rsid w:val="005C093F"/>
    <w:rsid w:val="005C2A55"/>
    <w:rsid w:val="005C2BF5"/>
    <w:rsid w:val="005C349C"/>
    <w:rsid w:val="005C385C"/>
    <w:rsid w:val="005C60A3"/>
    <w:rsid w:val="005C75B7"/>
    <w:rsid w:val="005D5D28"/>
    <w:rsid w:val="005D7E0B"/>
    <w:rsid w:val="005E1CDA"/>
    <w:rsid w:val="005E3E70"/>
    <w:rsid w:val="005E4A6F"/>
    <w:rsid w:val="005E4C0C"/>
    <w:rsid w:val="005E6A23"/>
    <w:rsid w:val="005E7AD8"/>
    <w:rsid w:val="005F1D34"/>
    <w:rsid w:val="005F22A5"/>
    <w:rsid w:val="005F286B"/>
    <w:rsid w:val="005F530D"/>
    <w:rsid w:val="005F577E"/>
    <w:rsid w:val="005F5B6C"/>
    <w:rsid w:val="0060103E"/>
    <w:rsid w:val="00603632"/>
    <w:rsid w:val="006041D9"/>
    <w:rsid w:val="00606C52"/>
    <w:rsid w:val="00607B11"/>
    <w:rsid w:val="00611EC3"/>
    <w:rsid w:val="00613C74"/>
    <w:rsid w:val="006147B0"/>
    <w:rsid w:val="00614C6B"/>
    <w:rsid w:val="0061587F"/>
    <w:rsid w:val="00616845"/>
    <w:rsid w:val="00616DD2"/>
    <w:rsid w:val="00620769"/>
    <w:rsid w:val="00620B96"/>
    <w:rsid w:val="00622048"/>
    <w:rsid w:val="006225D4"/>
    <w:rsid w:val="00631304"/>
    <w:rsid w:val="00632496"/>
    <w:rsid w:val="006324D5"/>
    <w:rsid w:val="0063453E"/>
    <w:rsid w:val="006361AC"/>
    <w:rsid w:val="0064331E"/>
    <w:rsid w:val="00645909"/>
    <w:rsid w:val="00646A64"/>
    <w:rsid w:val="00646CC9"/>
    <w:rsid w:val="006509A6"/>
    <w:rsid w:val="006509BF"/>
    <w:rsid w:val="00652D71"/>
    <w:rsid w:val="006536F4"/>
    <w:rsid w:val="00654F4C"/>
    <w:rsid w:val="0065501C"/>
    <w:rsid w:val="0065524A"/>
    <w:rsid w:val="00655705"/>
    <w:rsid w:val="00655CDE"/>
    <w:rsid w:val="00655F2F"/>
    <w:rsid w:val="00656B34"/>
    <w:rsid w:val="00657CC9"/>
    <w:rsid w:val="00665EC2"/>
    <w:rsid w:val="00666B7B"/>
    <w:rsid w:val="00667F9D"/>
    <w:rsid w:val="00670A20"/>
    <w:rsid w:val="00672690"/>
    <w:rsid w:val="006758AC"/>
    <w:rsid w:val="006758CC"/>
    <w:rsid w:val="00680294"/>
    <w:rsid w:val="00680C7C"/>
    <w:rsid w:val="00682E5F"/>
    <w:rsid w:val="006840DC"/>
    <w:rsid w:val="00684B88"/>
    <w:rsid w:val="006921AD"/>
    <w:rsid w:val="00696115"/>
    <w:rsid w:val="00697651"/>
    <w:rsid w:val="006A1688"/>
    <w:rsid w:val="006A17B8"/>
    <w:rsid w:val="006A27AB"/>
    <w:rsid w:val="006A40B4"/>
    <w:rsid w:val="006A4694"/>
    <w:rsid w:val="006A4E58"/>
    <w:rsid w:val="006A64A1"/>
    <w:rsid w:val="006A656C"/>
    <w:rsid w:val="006A7BD3"/>
    <w:rsid w:val="006A7D89"/>
    <w:rsid w:val="006B0364"/>
    <w:rsid w:val="006B06F6"/>
    <w:rsid w:val="006B075D"/>
    <w:rsid w:val="006B1501"/>
    <w:rsid w:val="006B2CB0"/>
    <w:rsid w:val="006B3CBC"/>
    <w:rsid w:val="006B6D3E"/>
    <w:rsid w:val="006B72B3"/>
    <w:rsid w:val="006B770F"/>
    <w:rsid w:val="006B7FD2"/>
    <w:rsid w:val="006C1826"/>
    <w:rsid w:val="006C2EC0"/>
    <w:rsid w:val="006C44E8"/>
    <w:rsid w:val="006C5A13"/>
    <w:rsid w:val="006C6E2A"/>
    <w:rsid w:val="006C7277"/>
    <w:rsid w:val="006D0453"/>
    <w:rsid w:val="006D12DA"/>
    <w:rsid w:val="006D19E7"/>
    <w:rsid w:val="006D30B2"/>
    <w:rsid w:val="006D3400"/>
    <w:rsid w:val="006D4D5A"/>
    <w:rsid w:val="006E7B26"/>
    <w:rsid w:val="006F12CC"/>
    <w:rsid w:val="006F12FC"/>
    <w:rsid w:val="006F16B0"/>
    <w:rsid w:val="006F38C3"/>
    <w:rsid w:val="006F4A5E"/>
    <w:rsid w:val="006F4B32"/>
    <w:rsid w:val="006F60C8"/>
    <w:rsid w:val="006F6393"/>
    <w:rsid w:val="006F72EE"/>
    <w:rsid w:val="006F7C8D"/>
    <w:rsid w:val="007004D2"/>
    <w:rsid w:val="007008A2"/>
    <w:rsid w:val="00701653"/>
    <w:rsid w:val="00701E0C"/>
    <w:rsid w:val="00702C16"/>
    <w:rsid w:val="00706AE6"/>
    <w:rsid w:val="00707978"/>
    <w:rsid w:val="00707B0B"/>
    <w:rsid w:val="00710176"/>
    <w:rsid w:val="00710899"/>
    <w:rsid w:val="00712237"/>
    <w:rsid w:val="007126F6"/>
    <w:rsid w:val="007137A6"/>
    <w:rsid w:val="00716616"/>
    <w:rsid w:val="0072205D"/>
    <w:rsid w:val="007251D2"/>
    <w:rsid w:val="0072536B"/>
    <w:rsid w:val="007260F3"/>
    <w:rsid w:val="00726B90"/>
    <w:rsid w:val="00727072"/>
    <w:rsid w:val="007270F9"/>
    <w:rsid w:val="00727FBF"/>
    <w:rsid w:val="00730337"/>
    <w:rsid w:val="00730497"/>
    <w:rsid w:val="00730D26"/>
    <w:rsid w:val="00731DB2"/>
    <w:rsid w:val="00732479"/>
    <w:rsid w:val="00733C7F"/>
    <w:rsid w:val="0073428E"/>
    <w:rsid w:val="00736FD5"/>
    <w:rsid w:val="00740815"/>
    <w:rsid w:val="007411C4"/>
    <w:rsid w:val="00744CD9"/>
    <w:rsid w:val="00746278"/>
    <w:rsid w:val="007462AA"/>
    <w:rsid w:val="00747C24"/>
    <w:rsid w:val="0075070B"/>
    <w:rsid w:val="00750A56"/>
    <w:rsid w:val="00753C16"/>
    <w:rsid w:val="00754F7F"/>
    <w:rsid w:val="00756511"/>
    <w:rsid w:val="00756B6D"/>
    <w:rsid w:val="00762352"/>
    <w:rsid w:val="00762A47"/>
    <w:rsid w:val="00763A9B"/>
    <w:rsid w:val="007642E5"/>
    <w:rsid w:val="00764980"/>
    <w:rsid w:val="00764CA3"/>
    <w:rsid w:val="00766EA7"/>
    <w:rsid w:val="00766F0A"/>
    <w:rsid w:val="00771350"/>
    <w:rsid w:val="007714E2"/>
    <w:rsid w:val="0077164B"/>
    <w:rsid w:val="007723B7"/>
    <w:rsid w:val="0077247E"/>
    <w:rsid w:val="00773C44"/>
    <w:rsid w:val="007742AD"/>
    <w:rsid w:val="00775192"/>
    <w:rsid w:val="007762B7"/>
    <w:rsid w:val="007778E5"/>
    <w:rsid w:val="00782991"/>
    <w:rsid w:val="00784F9F"/>
    <w:rsid w:val="007850F9"/>
    <w:rsid w:val="007860C7"/>
    <w:rsid w:val="007869C0"/>
    <w:rsid w:val="00786C71"/>
    <w:rsid w:val="00790660"/>
    <w:rsid w:val="00791346"/>
    <w:rsid w:val="00793323"/>
    <w:rsid w:val="0079716F"/>
    <w:rsid w:val="007A06C2"/>
    <w:rsid w:val="007A42AB"/>
    <w:rsid w:val="007A7288"/>
    <w:rsid w:val="007A77D9"/>
    <w:rsid w:val="007B149C"/>
    <w:rsid w:val="007B1865"/>
    <w:rsid w:val="007B1DE2"/>
    <w:rsid w:val="007B2CF0"/>
    <w:rsid w:val="007B3651"/>
    <w:rsid w:val="007B5471"/>
    <w:rsid w:val="007B5C38"/>
    <w:rsid w:val="007C05DE"/>
    <w:rsid w:val="007C3846"/>
    <w:rsid w:val="007C469F"/>
    <w:rsid w:val="007C5067"/>
    <w:rsid w:val="007C6345"/>
    <w:rsid w:val="007C7709"/>
    <w:rsid w:val="007D1796"/>
    <w:rsid w:val="007D1946"/>
    <w:rsid w:val="007D3C5D"/>
    <w:rsid w:val="007D3D1E"/>
    <w:rsid w:val="007D45F0"/>
    <w:rsid w:val="007D4D09"/>
    <w:rsid w:val="007D5F33"/>
    <w:rsid w:val="007D7472"/>
    <w:rsid w:val="007E3827"/>
    <w:rsid w:val="007E5EFC"/>
    <w:rsid w:val="007E6248"/>
    <w:rsid w:val="007E6276"/>
    <w:rsid w:val="007E6871"/>
    <w:rsid w:val="007F022A"/>
    <w:rsid w:val="007F0EBB"/>
    <w:rsid w:val="007F1ED2"/>
    <w:rsid w:val="007F2202"/>
    <w:rsid w:val="007F3F7F"/>
    <w:rsid w:val="007F64EF"/>
    <w:rsid w:val="007F7755"/>
    <w:rsid w:val="007F7E61"/>
    <w:rsid w:val="0080033F"/>
    <w:rsid w:val="00800D3A"/>
    <w:rsid w:val="008021BB"/>
    <w:rsid w:val="00803464"/>
    <w:rsid w:val="00804045"/>
    <w:rsid w:val="008049C1"/>
    <w:rsid w:val="00805E03"/>
    <w:rsid w:val="00806EA0"/>
    <w:rsid w:val="00807B61"/>
    <w:rsid w:val="0081480C"/>
    <w:rsid w:val="00815ECC"/>
    <w:rsid w:val="00817EA3"/>
    <w:rsid w:val="008228C6"/>
    <w:rsid w:val="00822EB5"/>
    <w:rsid w:val="008255D9"/>
    <w:rsid w:val="008311D9"/>
    <w:rsid w:val="00831452"/>
    <w:rsid w:val="00834B47"/>
    <w:rsid w:val="00835AC4"/>
    <w:rsid w:val="00836446"/>
    <w:rsid w:val="00837297"/>
    <w:rsid w:val="008422E4"/>
    <w:rsid w:val="00842783"/>
    <w:rsid w:val="00842A06"/>
    <w:rsid w:val="00842BB4"/>
    <w:rsid w:val="008431F5"/>
    <w:rsid w:val="008438D2"/>
    <w:rsid w:val="00844E2F"/>
    <w:rsid w:val="008457B7"/>
    <w:rsid w:val="00845D5B"/>
    <w:rsid w:val="00847D8F"/>
    <w:rsid w:val="00851312"/>
    <w:rsid w:val="008517FF"/>
    <w:rsid w:val="0085259B"/>
    <w:rsid w:val="00852FAA"/>
    <w:rsid w:val="00854436"/>
    <w:rsid w:val="00854754"/>
    <w:rsid w:val="00854B58"/>
    <w:rsid w:val="00856B49"/>
    <w:rsid w:val="008571E6"/>
    <w:rsid w:val="0085763B"/>
    <w:rsid w:val="0086048F"/>
    <w:rsid w:val="00862BB3"/>
    <w:rsid w:val="00862F98"/>
    <w:rsid w:val="00863C6D"/>
    <w:rsid w:val="00865B2A"/>
    <w:rsid w:val="00865BF7"/>
    <w:rsid w:val="00865F1C"/>
    <w:rsid w:val="008721C0"/>
    <w:rsid w:val="00873AE1"/>
    <w:rsid w:val="0087400C"/>
    <w:rsid w:val="00874ABF"/>
    <w:rsid w:val="00875191"/>
    <w:rsid w:val="008766DF"/>
    <w:rsid w:val="00877387"/>
    <w:rsid w:val="00881408"/>
    <w:rsid w:val="0088278A"/>
    <w:rsid w:val="0088361C"/>
    <w:rsid w:val="0088363C"/>
    <w:rsid w:val="0089056D"/>
    <w:rsid w:val="00891752"/>
    <w:rsid w:val="00891C31"/>
    <w:rsid w:val="00893FC8"/>
    <w:rsid w:val="00894080"/>
    <w:rsid w:val="00894A06"/>
    <w:rsid w:val="00894CB0"/>
    <w:rsid w:val="00895270"/>
    <w:rsid w:val="00897871"/>
    <w:rsid w:val="008A02DA"/>
    <w:rsid w:val="008A05FB"/>
    <w:rsid w:val="008A090C"/>
    <w:rsid w:val="008A2EC1"/>
    <w:rsid w:val="008A607D"/>
    <w:rsid w:val="008A67AB"/>
    <w:rsid w:val="008B1583"/>
    <w:rsid w:val="008B7648"/>
    <w:rsid w:val="008C000E"/>
    <w:rsid w:val="008C00F2"/>
    <w:rsid w:val="008C16F6"/>
    <w:rsid w:val="008C1BCD"/>
    <w:rsid w:val="008C2769"/>
    <w:rsid w:val="008C4A99"/>
    <w:rsid w:val="008D02CD"/>
    <w:rsid w:val="008D0B31"/>
    <w:rsid w:val="008D0FA5"/>
    <w:rsid w:val="008D122A"/>
    <w:rsid w:val="008D22CB"/>
    <w:rsid w:val="008D2464"/>
    <w:rsid w:val="008D25E8"/>
    <w:rsid w:val="008D4512"/>
    <w:rsid w:val="008D6271"/>
    <w:rsid w:val="008D789F"/>
    <w:rsid w:val="008E179C"/>
    <w:rsid w:val="008E20B6"/>
    <w:rsid w:val="008E3B9E"/>
    <w:rsid w:val="008E58BF"/>
    <w:rsid w:val="008E6049"/>
    <w:rsid w:val="008E6AC8"/>
    <w:rsid w:val="008E769C"/>
    <w:rsid w:val="008E788D"/>
    <w:rsid w:val="008F01FE"/>
    <w:rsid w:val="008F0B66"/>
    <w:rsid w:val="008F179A"/>
    <w:rsid w:val="008F4564"/>
    <w:rsid w:val="008F53CE"/>
    <w:rsid w:val="008F5D2F"/>
    <w:rsid w:val="008F63A0"/>
    <w:rsid w:val="008F7AEC"/>
    <w:rsid w:val="009002E8"/>
    <w:rsid w:val="0090100C"/>
    <w:rsid w:val="00902349"/>
    <w:rsid w:val="00902B5B"/>
    <w:rsid w:val="0090356D"/>
    <w:rsid w:val="00904628"/>
    <w:rsid w:val="009061EF"/>
    <w:rsid w:val="00906429"/>
    <w:rsid w:val="00907CEB"/>
    <w:rsid w:val="0091276C"/>
    <w:rsid w:val="00912838"/>
    <w:rsid w:val="0091381D"/>
    <w:rsid w:val="009164C7"/>
    <w:rsid w:val="009202FD"/>
    <w:rsid w:val="00920E1F"/>
    <w:rsid w:val="0092162F"/>
    <w:rsid w:val="0092402D"/>
    <w:rsid w:val="009251FF"/>
    <w:rsid w:val="00926030"/>
    <w:rsid w:val="00926ADB"/>
    <w:rsid w:val="00926E0F"/>
    <w:rsid w:val="0092730A"/>
    <w:rsid w:val="00927B81"/>
    <w:rsid w:val="00930F3C"/>
    <w:rsid w:val="00931077"/>
    <w:rsid w:val="0093254E"/>
    <w:rsid w:val="0093439D"/>
    <w:rsid w:val="009344C2"/>
    <w:rsid w:val="0093715C"/>
    <w:rsid w:val="009422AF"/>
    <w:rsid w:val="009469AD"/>
    <w:rsid w:val="009475CE"/>
    <w:rsid w:val="00951EC2"/>
    <w:rsid w:val="00952CBF"/>
    <w:rsid w:val="009538CC"/>
    <w:rsid w:val="00953DB5"/>
    <w:rsid w:val="009557A8"/>
    <w:rsid w:val="00956684"/>
    <w:rsid w:val="00961586"/>
    <w:rsid w:val="00962C58"/>
    <w:rsid w:val="00972C66"/>
    <w:rsid w:val="0097460A"/>
    <w:rsid w:val="00974CC1"/>
    <w:rsid w:val="00975A5F"/>
    <w:rsid w:val="009765F2"/>
    <w:rsid w:val="00976EC7"/>
    <w:rsid w:val="00977B99"/>
    <w:rsid w:val="009840CD"/>
    <w:rsid w:val="0098493A"/>
    <w:rsid w:val="00984CAF"/>
    <w:rsid w:val="00984EA7"/>
    <w:rsid w:val="0098755A"/>
    <w:rsid w:val="009914A4"/>
    <w:rsid w:val="0099626C"/>
    <w:rsid w:val="009A3B99"/>
    <w:rsid w:val="009B09E3"/>
    <w:rsid w:val="009B0C2E"/>
    <w:rsid w:val="009B0D59"/>
    <w:rsid w:val="009B25B9"/>
    <w:rsid w:val="009B3D6C"/>
    <w:rsid w:val="009B6D19"/>
    <w:rsid w:val="009B7C4C"/>
    <w:rsid w:val="009C1307"/>
    <w:rsid w:val="009C2C1F"/>
    <w:rsid w:val="009C2E91"/>
    <w:rsid w:val="009C347C"/>
    <w:rsid w:val="009C3BEF"/>
    <w:rsid w:val="009C53CD"/>
    <w:rsid w:val="009C5645"/>
    <w:rsid w:val="009D2410"/>
    <w:rsid w:val="009D3718"/>
    <w:rsid w:val="009D4883"/>
    <w:rsid w:val="009D4FE7"/>
    <w:rsid w:val="009D67A4"/>
    <w:rsid w:val="009D7056"/>
    <w:rsid w:val="009D793C"/>
    <w:rsid w:val="009E0400"/>
    <w:rsid w:val="009E0E2F"/>
    <w:rsid w:val="009E34FD"/>
    <w:rsid w:val="009E42A4"/>
    <w:rsid w:val="009E5F3D"/>
    <w:rsid w:val="009F4CA4"/>
    <w:rsid w:val="009F5882"/>
    <w:rsid w:val="009F5B59"/>
    <w:rsid w:val="009F73AD"/>
    <w:rsid w:val="00A01686"/>
    <w:rsid w:val="00A02F8A"/>
    <w:rsid w:val="00A0505C"/>
    <w:rsid w:val="00A10652"/>
    <w:rsid w:val="00A12501"/>
    <w:rsid w:val="00A14D22"/>
    <w:rsid w:val="00A17B8F"/>
    <w:rsid w:val="00A20165"/>
    <w:rsid w:val="00A20702"/>
    <w:rsid w:val="00A20962"/>
    <w:rsid w:val="00A20C55"/>
    <w:rsid w:val="00A22F4A"/>
    <w:rsid w:val="00A268C8"/>
    <w:rsid w:val="00A306B0"/>
    <w:rsid w:val="00A35B4D"/>
    <w:rsid w:val="00A363C8"/>
    <w:rsid w:val="00A3649F"/>
    <w:rsid w:val="00A37004"/>
    <w:rsid w:val="00A4047E"/>
    <w:rsid w:val="00A408BB"/>
    <w:rsid w:val="00A42412"/>
    <w:rsid w:val="00A42D76"/>
    <w:rsid w:val="00A4380D"/>
    <w:rsid w:val="00A4429E"/>
    <w:rsid w:val="00A451AB"/>
    <w:rsid w:val="00A46B5F"/>
    <w:rsid w:val="00A47645"/>
    <w:rsid w:val="00A47BC5"/>
    <w:rsid w:val="00A51EBF"/>
    <w:rsid w:val="00A532D2"/>
    <w:rsid w:val="00A54E84"/>
    <w:rsid w:val="00A55456"/>
    <w:rsid w:val="00A560BD"/>
    <w:rsid w:val="00A57AE3"/>
    <w:rsid w:val="00A60875"/>
    <w:rsid w:val="00A60E18"/>
    <w:rsid w:val="00A6143F"/>
    <w:rsid w:val="00A62179"/>
    <w:rsid w:val="00A62C9E"/>
    <w:rsid w:val="00A642A6"/>
    <w:rsid w:val="00A669A6"/>
    <w:rsid w:val="00A669F4"/>
    <w:rsid w:val="00A67B00"/>
    <w:rsid w:val="00A706BD"/>
    <w:rsid w:val="00A70D9C"/>
    <w:rsid w:val="00A71AA0"/>
    <w:rsid w:val="00A74481"/>
    <w:rsid w:val="00A7763B"/>
    <w:rsid w:val="00A80415"/>
    <w:rsid w:val="00A807FE"/>
    <w:rsid w:val="00A823E0"/>
    <w:rsid w:val="00A8387F"/>
    <w:rsid w:val="00A85271"/>
    <w:rsid w:val="00A860E0"/>
    <w:rsid w:val="00A868B1"/>
    <w:rsid w:val="00A933E7"/>
    <w:rsid w:val="00A94F4B"/>
    <w:rsid w:val="00A95192"/>
    <w:rsid w:val="00A97FD2"/>
    <w:rsid w:val="00AA0576"/>
    <w:rsid w:val="00AA0D87"/>
    <w:rsid w:val="00AA1619"/>
    <w:rsid w:val="00AA51DE"/>
    <w:rsid w:val="00AA7A0B"/>
    <w:rsid w:val="00AB0672"/>
    <w:rsid w:val="00AB1A04"/>
    <w:rsid w:val="00AB1EDA"/>
    <w:rsid w:val="00AB3503"/>
    <w:rsid w:val="00AB7B3C"/>
    <w:rsid w:val="00AB7D88"/>
    <w:rsid w:val="00AC034A"/>
    <w:rsid w:val="00AC06ED"/>
    <w:rsid w:val="00AC0FD7"/>
    <w:rsid w:val="00AC360E"/>
    <w:rsid w:val="00AC508D"/>
    <w:rsid w:val="00AC5DF6"/>
    <w:rsid w:val="00AC639D"/>
    <w:rsid w:val="00AC6C50"/>
    <w:rsid w:val="00AC7BF3"/>
    <w:rsid w:val="00AD00B2"/>
    <w:rsid w:val="00AD0F04"/>
    <w:rsid w:val="00AD10E9"/>
    <w:rsid w:val="00AD1960"/>
    <w:rsid w:val="00AD20D8"/>
    <w:rsid w:val="00AD3D1A"/>
    <w:rsid w:val="00AD5879"/>
    <w:rsid w:val="00AE1EE5"/>
    <w:rsid w:val="00AE4F11"/>
    <w:rsid w:val="00AE56A0"/>
    <w:rsid w:val="00AE60A3"/>
    <w:rsid w:val="00AE6232"/>
    <w:rsid w:val="00AE7247"/>
    <w:rsid w:val="00AF11DB"/>
    <w:rsid w:val="00AF7D20"/>
    <w:rsid w:val="00B01306"/>
    <w:rsid w:val="00B04C88"/>
    <w:rsid w:val="00B0696C"/>
    <w:rsid w:val="00B078B3"/>
    <w:rsid w:val="00B1068D"/>
    <w:rsid w:val="00B11838"/>
    <w:rsid w:val="00B11C72"/>
    <w:rsid w:val="00B1312C"/>
    <w:rsid w:val="00B13D37"/>
    <w:rsid w:val="00B13F3F"/>
    <w:rsid w:val="00B14429"/>
    <w:rsid w:val="00B1591F"/>
    <w:rsid w:val="00B15A8B"/>
    <w:rsid w:val="00B16FA1"/>
    <w:rsid w:val="00B20732"/>
    <w:rsid w:val="00B21DB1"/>
    <w:rsid w:val="00B22465"/>
    <w:rsid w:val="00B22F57"/>
    <w:rsid w:val="00B26485"/>
    <w:rsid w:val="00B27015"/>
    <w:rsid w:val="00B31AF3"/>
    <w:rsid w:val="00B33BC8"/>
    <w:rsid w:val="00B36CCB"/>
    <w:rsid w:val="00B402E0"/>
    <w:rsid w:val="00B413E4"/>
    <w:rsid w:val="00B41FF4"/>
    <w:rsid w:val="00B42431"/>
    <w:rsid w:val="00B42B2E"/>
    <w:rsid w:val="00B446CC"/>
    <w:rsid w:val="00B45969"/>
    <w:rsid w:val="00B507DA"/>
    <w:rsid w:val="00B515B3"/>
    <w:rsid w:val="00B51855"/>
    <w:rsid w:val="00B51DEA"/>
    <w:rsid w:val="00B53FC4"/>
    <w:rsid w:val="00B5508A"/>
    <w:rsid w:val="00B55108"/>
    <w:rsid w:val="00B55EA0"/>
    <w:rsid w:val="00B55FAF"/>
    <w:rsid w:val="00B57782"/>
    <w:rsid w:val="00B63DE8"/>
    <w:rsid w:val="00B641FF"/>
    <w:rsid w:val="00B669EA"/>
    <w:rsid w:val="00B70B31"/>
    <w:rsid w:val="00B72D95"/>
    <w:rsid w:val="00B73B9B"/>
    <w:rsid w:val="00B752E5"/>
    <w:rsid w:val="00B80493"/>
    <w:rsid w:val="00B8223C"/>
    <w:rsid w:val="00B82D3A"/>
    <w:rsid w:val="00B831BF"/>
    <w:rsid w:val="00B84BBF"/>
    <w:rsid w:val="00B85C69"/>
    <w:rsid w:val="00B9141B"/>
    <w:rsid w:val="00B91479"/>
    <w:rsid w:val="00B93C9E"/>
    <w:rsid w:val="00B95078"/>
    <w:rsid w:val="00B969A9"/>
    <w:rsid w:val="00B974B6"/>
    <w:rsid w:val="00B97BA3"/>
    <w:rsid w:val="00BA1DF8"/>
    <w:rsid w:val="00BA70C9"/>
    <w:rsid w:val="00BA7994"/>
    <w:rsid w:val="00BB0628"/>
    <w:rsid w:val="00BB2745"/>
    <w:rsid w:val="00BB3474"/>
    <w:rsid w:val="00BB533E"/>
    <w:rsid w:val="00BB64AD"/>
    <w:rsid w:val="00BB6738"/>
    <w:rsid w:val="00BB7BD3"/>
    <w:rsid w:val="00BB7C2B"/>
    <w:rsid w:val="00BC02D4"/>
    <w:rsid w:val="00BC3628"/>
    <w:rsid w:val="00BC4514"/>
    <w:rsid w:val="00BC58C7"/>
    <w:rsid w:val="00BC5B36"/>
    <w:rsid w:val="00BC6482"/>
    <w:rsid w:val="00BC7173"/>
    <w:rsid w:val="00BC7E9D"/>
    <w:rsid w:val="00BC7FAF"/>
    <w:rsid w:val="00BD0CAA"/>
    <w:rsid w:val="00BD2915"/>
    <w:rsid w:val="00BD4EC5"/>
    <w:rsid w:val="00BD51B9"/>
    <w:rsid w:val="00BD5C11"/>
    <w:rsid w:val="00BD7258"/>
    <w:rsid w:val="00BE3AFD"/>
    <w:rsid w:val="00BE48BE"/>
    <w:rsid w:val="00BE4982"/>
    <w:rsid w:val="00BE7BE8"/>
    <w:rsid w:val="00BF210F"/>
    <w:rsid w:val="00BF22C8"/>
    <w:rsid w:val="00BF350E"/>
    <w:rsid w:val="00BF4830"/>
    <w:rsid w:val="00BF50D5"/>
    <w:rsid w:val="00BF544B"/>
    <w:rsid w:val="00BF5A8C"/>
    <w:rsid w:val="00BF6881"/>
    <w:rsid w:val="00BF7710"/>
    <w:rsid w:val="00BF79C5"/>
    <w:rsid w:val="00C01B3D"/>
    <w:rsid w:val="00C029B5"/>
    <w:rsid w:val="00C031F3"/>
    <w:rsid w:val="00C03BFE"/>
    <w:rsid w:val="00C07B08"/>
    <w:rsid w:val="00C118F8"/>
    <w:rsid w:val="00C13485"/>
    <w:rsid w:val="00C1527F"/>
    <w:rsid w:val="00C20489"/>
    <w:rsid w:val="00C20FBB"/>
    <w:rsid w:val="00C21105"/>
    <w:rsid w:val="00C21990"/>
    <w:rsid w:val="00C21AA2"/>
    <w:rsid w:val="00C22978"/>
    <w:rsid w:val="00C24448"/>
    <w:rsid w:val="00C26C67"/>
    <w:rsid w:val="00C27C15"/>
    <w:rsid w:val="00C309D5"/>
    <w:rsid w:val="00C3574D"/>
    <w:rsid w:val="00C35C26"/>
    <w:rsid w:val="00C413D1"/>
    <w:rsid w:val="00C44EC7"/>
    <w:rsid w:val="00C45CDD"/>
    <w:rsid w:val="00C461AE"/>
    <w:rsid w:val="00C463E2"/>
    <w:rsid w:val="00C468AF"/>
    <w:rsid w:val="00C46BFA"/>
    <w:rsid w:val="00C5218B"/>
    <w:rsid w:val="00C541CA"/>
    <w:rsid w:val="00C559CC"/>
    <w:rsid w:val="00C562EC"/>
    <w:rsid w:val="00C60918"/>
    <w:rsid w:val="00C62F2D"/>
    <w:rsid w:val="00C62FBB"/>
    <w:rsid w:val="00C64637"/>
    <w:rsid w:val="00C7171C"/>
    <w:rsid w:val="00C74F2A"/>
    <w:rsid w:val="00C7540D"/>
    <w:rsid w:val="00C75C17"/>
    <w:rsid w:val="00C75D95"/>
    <w:rsid w:val="00C762C6"/>
    <w:rsid w:val="00C7664B"/>
    <w:rsid w:val="00C76A98"/>
    <w:rsid w:val="00C76F79"/>
    <w:rsid w:val="00C77C40"/>
    <w:rsid w:val="00C80284"/>
    <w:rsid w:val="00C84722"/>
    <w:rsid w:val="00C85764"/>
    <w:rsid w:val="00C865B7"/>
    <w:rsid w:val="00C86F41"/>
    <w:rsid w:val="00C90415"/>
    <w:rsid w:val="00C92E30"/>
    <w:rsid w:val="00C9354E"/>
    <w:rsid w:val="00C94595"/>
    <w:rsid w:val="00C94A88"/>
    <w:rsid w:val="00C94E46"/>
    <w:rsid w:val="00C97C33"/>
    <w:rsid w:val="00CA01AE"/>
    <w:rsid w:val="00CA1429"/>
    <w:rsid w:val="00CA1951"/>
    <w:rsid w:val="00CA2D00"/>
    <w:rsid w:val="00CA4078"/>
    <w:rsid w:val="00CA7007"/>
    <w:rsid w:val="00CB2BAB"/>
    <w:rsid w:val="00CB36C8"/>
    <w:rsid w:val="00CB3F1D"/>
    <w:rsid w:val="00CB591E"/>
    <w:rsid w:val="00CB66CF"/>
    <w:rsid w:val="00CB6754"/>
    <w:rsid w:val="00CB6A28"/>
    <w:rsid w:val="00CB7097"/>
    <w:rsid w:val="00CC241E"/>
    <w:rsid w:val="00CC4732"/>
    <w:rsid w:val="00CD0589"/>
    <w:rsid w:val="00CD0798"/>
    <w:rsid w:val="00CD2DC0"/>
    <w:rsid w:val="00CD4879"/>
    <w:rsid w:val="00CD5FF5"/>
    <w:rsid w:val="00CD64EA"/>
    <w:rsid w:val="00CD7E03"/>
    <w:rsid w:val="00CE0C87"/>
    <w:rsid w:val="00CE0C8F"/>
    <w:rsid w:val="00CE235F"/>
    <w:rsid w:val="00CE398E"/>
    <w:rsid w:val="00CE43F4"/>
    <w:rsid w:val="00CE506B"/>
    <w:rsid w:val="00CE6C12"/>
    <w:rsid w:val="00CF024E"/>
    <w:rsid w:val="00CF1078"/>
    <w:rsid w:val="00CF17AF"/>
    <w:rsid w:val="00CF2AB2"/>
    <w:rsid w:val="00CF5DD1"/>
    <w:rsid w:val="00CF61C0"/>
    <w:rsid w:val="00D01030"/>
    <w:rsid w:val="00D03247"/>
    <w:rsid w:val="00D03F21"/>
    <w:rsid w:val="00D0500D"/>
    <w:rsid w:val="00D05951"/>
    <w:rsid w:val="00D060B2"/>
    <w:rsid w:val="00D0699C"/>
    <w:rsid w:val="00D125FA"/>
    <w:rsid w:val="00D1319C"/>
    <w:rsid w:val="00D15477"/>
    <w:rsid w:val="00D20092"/>
    <w:rsid w:val="00D212BA"/>
    <w:rsid w:val="00D22E5F"/>
    <w:rsid w:val="00D26406"/>
    <w:rsid w:val="00D268E9"/>
    <w:rsid w:val="00D27F49"/>
    <w:rsid w:val="00D30A1A"/>
    <w:rsid w:val="00D33A65"/>
    <w:rsid w:val="00D34ED6"/>
    <w:rsid w:val="00D35221"/>
    <w:rsid w:val="00D358F1"/>
    <w:rsid w:val="00D37D80"/>
    <w:rsid w:val="00D40FE8"/>
    <w:rsid w:val="00D412A8"/>
    <w:rsid w:val="00D42933"/>
    <w:rsid w:val="00D43ADC"/>
    <w:rsid w:val="00D4411B"/>
    <w:rsid w:val="00D4680B"/>
    <w:rsid w:val="00D47E48"/>
    <w:rsid w:val="00D50222"/>
    <w:rsid w:val="00D51584"/>
    <w:rsid w:val="00D51E00"/>
    <w:rsid w:val="00D5432E"/>
    <w:rsid w:val="00D57C20"/>
    <w:rsid w:val="00D57FD2"/>
    <w:rsid w:val="00D6044F"/>
    <w:rsid w:val="00D6046E"/>
    <w:rsid w:val="00D60A02"/>
    <w:rsid w:val="00D636E7"/>
    <w:rsid w:val="00D663C3"/>
    <w:rsid w:val="00D676CC"/>
    <w:rsid w:val="00D67D1F"/>
    <w:rsid w:val="00D7082C"/>
    <w:rsid w:val="00D724BB"/>
    <w:rsid w:val="00D73D4A"/>
    <w:rsid w:val="00D74511"/>
    <w:rsid w:val="00D74BB5"/>
    <w:rsid w:val="00D75E88"/>
    <w:rsid w:val="00D762A3"/>
    <w:rsid w:val="00D763E4"/>
    <w:rsid w:val="00D800C8"/>
    <w:rsid w:val="00D80707"/>
    <w:rsid w:val="00D80EA2"/>
    <w:rsid w:val="00D82501"/>
    <w:rsid w:val="00D839D8"/>
    <w:rsid w:val="00D84E53"/>
    <w:rsid w:val="00D852E8"/>
    <w:rsid w:val="00D867A5"/>
    <w:rsid w:val="00D87244"/>
    <w:rsid w:val="00D9178D"/>
    <w:rsid w:val="00D91A20"/>
    <w:rsid w:val="00D9328D"/>
    <w:rsid w:val="00D94888"/>
    <w:rsid w:val="00D95EDB"/>
    <w:rsid w:val="00D97459"/>
    <w:rsid w:val="00D97516"/>
    <w:rsid w:val="00D97B7C"/>
    <w:rsid w:val="00D97E50"/>
    <w:rsid w:val="00DA0458"/>
    <w:rsid w:val="00DA239C"/>
    <w:rsid w:val="00DA4DED"/>
    <w:rsid w:val="00DA60E7"/>
    <w:rsid w:val="00DB159E"/>
    <w:rsid w:val="00DB1BDC"/>
    <w:rsid w:val="00DB2695"/>
    <w:rsid w:val="00DB2D9F"/>
    <w:rsid w:val="00DB4A09"/>
    <w:rsid w:val="00DB721C"/>
    <w:rsid w:val="00DB7974"/>
    <w:rsid w:val="00DC0E63"/>
    <w:rsid w:val="00DC1FC2"/>
    <w:rsid w:val="00DC2884"/>
    <w:rsid w:val="00DC3C60"/>
    <w:rsid w:val="00DC4CEF"/>
    <w:rsid w:val="00DD24C7"/>
    <w:rsid w:val="00DD2BA9"/>
    <w:rsid w:val="00DD3840"/>
    <w:rsid w:val="00DD49BE"/>
    <w:rsid w:val="00DD49CE"/>
    <w:rsid w:val="00DD6024"/>
    <w:rsid w:val="00DD716D"/>
    <w:rsid w:val="00DD7565"/>
    <w:rsid w:val="00DE5243"/>
    <w:rsid w:val="00DE5340"/>
    <w:rsid w:val="00DE5345"/>
    <w:rsid w:val="00DE5E99"/>
    <w:rsid w:val="00DE7320"/>
    <w:rsid w:val="00DF0D58"/>
    <w:rsid w:val="00DF213D"/>
    <w:rsid w:val="00DF4A1E"/>
    <w:rsid w:val="00DF501D"/>
    <w:rsid w:val="00DF56F9"/>
    <w:rsid w:val="00DF71EE"/>
    <w:rsid w:val="00E0051A"/>
    <w:rsid w:val="00E022BD"/>
    <w:rsid w:val="00E02CDA"/>
    <w:rsid w:val="00E06E10"/>
    <w:rsid w:val="00E07120"/>
    <w:rsid w:val="00E073A5"/>
    <w:rsid w:val="00E07B75"/>
    <w:rsid w:val="00E11E37"/>
    <w:rsid w:val="00E12E93"/>
    <w:rsid w:val="00E12EBE"/>
    <w:rsid w:val="00E13369"/>
    <w:rsid w:val="00E13F25"/>
    <w:rsid w:val="00E14A62"/>
    <w:rsid w:val="00E14FB8"/>
    <w:rsid w:val="00E20F3F"/>
    <w:rsid w:val="00E20FED"/>
    <w:rsid w:val="00E237A4"/>
    <w:rsid w:val="00E23DFC"/>
    <w:rsid w:val="00E263F0"/>
    <w:rsid w:val="00E312D5"/>
    <w:rsid w:val="00E3185D"/>
    <w:rsid w:val="00E35463"/>
    <w:rsid w:val="00E367A7"/>
    <w:rsid w:val="00E372CB"/>
    <w:rsid w:val="00E400CD"/>
    <w:rsid w:val="00E4098E"/>
    <w:rsid w:val="00E42068"/>
    <w:rsid w:val="00E433F2"/>
    <w:rsid w:val="00E45A01"/>
    <w:rsid w:val="00E45DA5"/>
    <w:rsid w:val="00E5002A"/>
    <w:rsid w:val="00E501B4"/>
    <w:rsid w:val="00E50E6A"/>
    <w:rsid w:val="00E51234"/>
    <w:rsid w:val="00E51F7F"/>
    <w:rsid w:val="00E534AF"/>
    <w:rsid w:val="00E53F7D"/>
    <w:rsid w:val="00E545BE"/>
    <w:rsid w:val="00E55AFE"/>
    <w:rsid w:val="00E60080"/>
    <w:rsid w:val="00E61431"/>
    <w:rsid w:val="00E61606"/>
    <w:rsid w:val="00E63771"/>
    <w:rsid w:val="00E651B2"/>
    <w:rsid w:val="00E65C22"/>
    <w:rsid w:val="00E726F5"/>
    <w:rsid w:val="00E72A58"/>
    <w:rsid w:val="00E731B3"/>
    <w:rsid w:val="00E76FD9"/>
    <w:rsid w:val="00E7739E"/>
    <w:rsid w:val="00E77596"/>
    <w:rsid w:val="00E77A30"/>
    <w:rsid w:val="00E805D7"/>
    <w:rsid w:val="00E80B96"/>
    <w:rsid w:val="00E8184C"/>
    <w:rsid w:val="00E818B9"/>
    <w:rsid w:val="00E82431"/>
    <w:rsid w:val="00E84CE5"/>
    <w:rsid w:val="00E864B1"/>
    <w:rsid w:val="00E86724"/>
    <w:rsid w:val="00E873B8"/>
    <w:rsid w:val="00E8758B"/>
    <w:rsid w:val="00E87ADA"/>
    <w:rsid w:val="00E9253B"/>
    <w:rsid w:val="00E92B95"/>
    <w:rsid w:val="00E94C7F"/>
    <w:rsid w:val="00E9501D"/>
    <w:rsid w:val="00EA00A2"/>
    <w:rsid w:val="00EA2E50"/>
    <w:rsid w:val="00EA3AAB"/>
    <w:rsid w:val="00EA50AB"/>
    <w:rsid w:val="00EA71C4"/>
    <w:rsid w:val="00EB10F9"/>
    <w:rsid w:val="00EB2781"/>
    <w:rsid w:val="00EB6047"/>
    <w:rsid w:val="00EB7383"/>
    <w:rsid w:val="00EB7878"/>
    <w:rsid w:val="00EC15A6"/>
    <w:rsid w:val="00ED03D7"/>
    <w:rsid w:val="00ED0873"/>
    <w:rsid w:val="00ED1C4F"/>
    <w:rsid w:val="00ED20BA"/>
    <w:rsid w:val="00ED3659"/>
    <w:rsid w:val="00ED3D13"/>
    <w:rsid w:val="00ED5B73"/>
    <w:rsid w:val="00ED5D12"/>
    <w:rsid w:val="00ED6ED9"/>
    <w:rsid w:val="00EE0432"/>
    <w:rsid w:val="00EE1329"/>
    <w:rsid w:val="00EE1654"/>
    <w:rsid w:val="00EF0E78"/>
    <w:rsid w:val="00EF316D"/>
    <w:rsid w:val="00EF63F1"/>
    <w:rsid w:val="00EF780D"/>
    <w:rsid w:val="00F02478"/>
    <w:rsid w:val="00F02EA3"/>
    <w:rsid w:val="00F0400A"/>
    <w:rsid w:val="00F0445E"/>
    <w:rsid w:val="00F04608"/>
    <w:rsid w:val="00F052E8"/>
    <w:rsid w:val="00F056C7"/>
    <w:rsid w:val="00F060B7"/>
    <w:rsid w:val="00F101E2"/>
    <w:rsid w:val="00F10595"/>
    <w:rsid w:val="00F12C0E"/>
    <w:rsid w:val="00F13356"/>
    <w:rsid w:val="00F13E2C"/>
    <w:rsid w:val="00F14784"/>
    <w:rsid w:val="00F15590"/>
    <w:rsid w:val="00F2480E"/>
    <w:rsid w:val="00F25BFE"/>
    <w:rsid w:val="00F304D8"/>
    <w:rsid w:val="00F31BAB"/>
    <w:rsid w:val="00F3318A"/>
    <w:rsid w:val="00F33638"/>
    <w:rsid w:val="00F3372C"/>
    <w:rsid w:val="00F3660B"/>
    <w:rsid w:val="00F4030C"/>
    <w:rsid w:val="00F4066D"/>
    <w:rsid w:val="00F40CAC"/>
    <w:rsid w:val="00F40E70"/>
    <w:rsid w:val="00F40F7B"/>
    <w:rsid w:val="00F41235"/>
    <w:rsid w:val="00F4162C"/>
    <w:rsid w:val="00F42164"/>
    <w:rsid w:val="00F4254C"/>
    <w:rsid w:val="00F43392"/>
    <w:rsid w:val="00F4393C"/>
    <w:rsid w:val="00F5007C"/>
    <w:rsid w:val="00F51553"/>
    <w:rsid w:val="00F52D9B"/>
    <w:rsid w:val="00F53C2B"/>
    <w:rsid w:val="00F542CD"/>
    <w:rsid w:val="00F5519D"/>
    <w:rsid w:val="00F555C0"/>
    <w:rsid w:val="00F55ED5"/>
    <w:rsid w:val="00F576CF"/>
    <w:rsid w:val="00F61E58"/>
    <w:rsid w:val="00F633A0"/>
    <w:rsid w:val="00F63EE1"/>
    <w:rsid w:val="00F64A39"/>
    <w:rsid w:val="00F67099"/>
    <w:rsid w:val="00F6778C"/>
    <w:rsid w:val="00F73286"/>
    <w:rsid w:val="00F73D02"/>
    <w:rsid w:val="00F73FBC"/>
    <w:rsid w:val="00F7400C"/>
    <w:rsid w:val="00F770AE"/>
    <w:rsid w:val="00F772DC"/>
    <w:rsid w:val="00F845E3"/>
    <w:rsid w:val="00F86114"/>
    <w:rsid w:val="00F8614E"/>
    <w:rsid w:val="00F90C4C"/>
    <w:rsid w:val="00F91117"/>
    <w:rsid w:val="00F928D0"/>
    <w:rsid w:val="00F940E1"/>
    <w:rsid w:val="00F946D7"/>
    <w:rsid w:val="00F95537"/>
    <w:rsid w:val="00F96A13"/>
    <w:rsid w:val="00F96C41"/>
    <w:rsid w:val="00F97EF1"/>
    <w:rsid w:val="00FA0181"/>
    <w:rsid w:val="00FA16F4"/>
    <w:rsid w:val="00FA19B4"/>
    <w:rsid w:val="00FA279A"/>
    <w:rsid w:val="00FA2BF9"/>
    <w:rsid w:val="00FA2C96"/>
    <w:rsid w:val="00FA5DA8"/>
    <w:rsid w:val="00FA7CD9"/>
    <w:rsid w:val="00FB1406"/>
    <w:rsid w:val="00FB14EA"/>
    <w:rsid w:val="00FB1939"/>
    <w:rsid w:val="00FB1EF8"/>
    <w:rsid w:val="00FB2F93"/>
    <w:rsid w:val="00FB3C28"/>
    <w:rsid w:val="00FB3E1E"/>
    <w:rsid w:val="00FB7DF4"/>
    <w:rsid w:val="00FC2BAA"/>
    <w:rsid w:val="00FC3ACB"/>
    <w:rsid w:val="00FC4384"/>
    <w:rsid w:val="00FC4754"/>
    <w:rsid w:val="00FC6B07"/>
    <w:rsid w:val="00FD13E2"/>
    <w:rsid w:val="00FD5587"/>
    <w:rsid w:val="00FD69BB"/>
    <w:rsid w:val="00FD69E0"/>
    <w:rsid w:val="00FD6A98"/>
    <w:rsid w:val="00FD6C8F"/>
    <w:rsid w:val="00FE1718"/>
    <w:rsid w:val="00FE2AEB"/>
    <w:rsid w:val="00FE335A"/>
    <w:rsid w:val="00FE69FA"/>
    <w:rsid w:val="00FE7478"/>
    <w:rsid w:val="00FF08B9"/>
    <w:rsid w:val="00FF6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7FE"/>
    <w:rPr>
      <w:rFonts w:ascii="Symbol" w:hAnsi="Symbol"/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807FE"/>
    <w:pPr>
      <w:keepNext/>
      <w:spacing w:line="360" w:lineRule="auto"/>
      <w:jc w:val="center"/>
      <w:outlineLvl w:val="1"/>
    </w:pPr>
    <w:rPr>
      <w:rFonts w:eastAsia="Times New Roman"/>
      <w:b/>
      <w:sz w:val="32"/>
      <w:lang w:val="uk-U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807FE"/>
    <w:pPr>
      <w:keepNext/>
      <w:jc w:val="center"/>
      <w:outlineLvl w:val="3"/>
    </w:pPr>
    <w:rPr>
      <w:rFonts w:ascii="Times New Roman" w:hAnsi="Times New Roman"/>
      <w:b/>
      <w:sz w:val="36"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807FE"/>
    <w:pPr>
      <w:keepNext/>
      <w:jc w:val="center"/>
      <w:outlineLvl w:val="4"/>
    </w:pPr>
    <w:rPr>
      <w:rFonts w:ascii="Times New Roman" w:hAnsi="Times New Roman"/>
      <w:b/>
      <w:sz w:val="4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A807FE"/>
    <w:rPr>
      <w:rFonts w:ascii="Symbol" w:hAnsi="Symbol" w:cs="Times New Roman"/>
      <w:b/>
      <w:sz w:val="20"/>
      <w:szCs w:val="20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807F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A807F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BodyText3">
    <w:name w:val="Body Text 3"/>
    <w:basedOn w:val="Normal"/>
    <w:link w:val="BodyText3Char"/>
    <w:uiPriority w:val="99"/>
    <w:rsid w:val="00A807FE"/>
    <w:pPr>
      <w:spacing w:line="280" w:lineRule="auto"/>
      <w:ind w:right="5386"/>
    </w:pPr>
    <w:rPr>
      <w:rFonts w:ascii="Times New Roman" w:hAnsi="Times New Roman"/>
      <w:i/>
      <w:lang w:val="uk-UA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A807FE"/>
    <w:rPr>
      <w:rFonts w:ascii="Times New Roman" w:eastAsia="Times New Roman" w:hAnsi="Times New Roman" w:cs="Times New Roman"/>
      <w:i/>
      <w:snapToGrid w:val="0"/>
      <w:sz w:val="20"/>
      <w:szCs w:val="20"/>
      <w:lang w:val="uk-UA" w:eastAsia="ru-RU"/>
    </w:rPr>
  </w:style>
  <w:style w:type="paragraph" w:styleId="BodyTextIndent">
    <w:name w:val="Body Text Indent"/>
    <w:basedOn w:val="Normal"/>
    <w:link w:val="BodyTextIndentChar"/>
    <w:uiPriority w:val="99"/>
    <w:rsid w:val="00A807FE"/>
    <w:pPr>
      <w:spacing w:line="360" w:lineRule="auto"/>
      <w:ind w:firstLine="720"/>
      <w:jc w:val="both"/>
    </w:pPr>
    <w:rPr>
      <w:rFonts w:ascii="Times New Roman" w:hAnsi="Times New Roman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807F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807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807FE"/>
    <w:rPr>
      <w:rFonts w:ascii="Tahoma" w:eastAsia="Times New Roman" w:hAnsi="Tahoma" w:cs="Tahoma"/>
      <w:sz w:val="16"/>
      <w:szCs w:val="16"/>
      <w:lang w:eastAsia="ru-RU"/>
    </w:rPr>
  </w:style>
  <w:style w:type="table" w:styleId="TableGrid">
    <w:name w:val="Table Grid"/>
    <w:basedOn w:val="TableNormal"/>
    <w:uiPriority w:val="99"/>
    <w:rsid w:val="00A807F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B3A04"/>
    <w:pPr>
      <w:ind w:left="720"/>
      <w:contextualSpacing/>
    </w:pPr>
  </w:style>
  <w:style w:type="paragraph" w:styleId="NormalWeb">
    <w:name w:val="Normal (Web)"/>
    <w:basedOn w:val="Normal"/>
    <w:uiPriority w:val="99"/>
    <w:rsid w:val="00652D7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5</Pages>
  <Words>1207</Words>
  <Characters>6885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ch37</dc:creator>
  <cp:keywords/>
  <dc:description/>
  <cp:lastModifiedBy>ch09</cp:lastModifiedBy>
  <cp:revision>3</cp:revision>
  <cp:lastPrinted>2017-09-11T12:26:00Z</cp:lastPrinted>
  <dcterms:created xsi:type="dcterms:W3CDTF">2017-09-18T13:19:00Z</dcterms:created>
  <dcterms:modified xsi:type="dcterms:W3CDTF">2017-09-18T12:22:00Z</dcterms:modified>
</cp:coreProperties>
</file>