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73" w:rsidRDefault="00E54A73" w:rsidP="00E54A73">
      <w:pPr>
        <w:jc w:val="center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5.75pt" fillcolor="window">
            <v:imagedata r:id="rId8" o:title=""/>
          </v:shape>
        </w:pict>
      </w:r>
    </w:p>
    <w:p w:rsidR="00E54A73" w:rsidRDefault="00E54A73" w:rsidP="00E54A73">
      <w:pPr>
        <w:pStyle w:val="8"/>
      </w:pPr>
    </w:p>
    <w:p w:rsidR="00E54A73" w:rsidRDefault="00E54A73" w:rsidP="00E54A73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E54A73" w:rsidRDefault="00E54A73" w:rsidP="00E54A73">
      <w:pPr>
        <w:jc w:val="center"/>
        <w:rPr>
          <w:b/>
          <w:sz w:val="32"/>
          <w:lang w:val="uk-UA"/>
        </w:rPr>
      </w:pPr>
    </w:p>
    <w:p w:rsidR="00E54A73" w:rsidRDefault="00AC2DD6" w:rsidP="00E54A73">
      <w:pPr>
        <w:jc w:val="center"/>
        <w:rPr>
          <w:b/>
          <w:spacing w:val="80"/>
          <w:sz w:val="36"/>
          <w:lang w:val="uk-UA"/>
        </w:rPr>
      </w:pPr>
      <w:proofErr w:type="spellStart"/>
      <w:r>
        <w:rPr>
          <w:b/>
          <w:spacing w:val="80"/>
          <w:sz w:val="36"/>
          <w:lang w:val="uk-UA"/>
        </w:rPr>
        <w:t>Бахмут</w:t>
      </w:r>
      <w:r w:rsidR="00E54A73">
        <w:rPr>
          <w:b/>
          <w:spacing w:val="80"/>
          <w:sz w:val="36"/>
          <w:lang w:val="uk-UA"/>
        </w:rPr>
        <w:t>ська</w:t>
      </w:r>
      <w:proofErr w:type="spellEnd"/>
      <w:r w:rsidR="00E54A73">
        <w:rPr>
          <w:b/>
          <w:spacing w:val="80"/>
          <w:sz w:val="36"/>
          <w:lang w:val="uk-UA"/>
        </w:rPr>
        <w:t xml:space="preserve"> міська рада</w:t>
      </w:r>
    </w:p>
    <w:p w:rsidR="00E54A73" w:rsidRDefault="00E54A73" w:rsidP="00E54A73">
      <w:pPr>
        <w:jc w:val="center"/>
        <w:rPr>
          <w:b/>
          <w:spacing w:val="80"/>
          <w:sz w:val="36"/>
          <w:lang w:val="uk-UA"/>
        </w:rPr>
      </w:pPr>
    </w:p>
    <w:p w:rsidR="00E54A73" w:rsidRDefault="00E54A73" w:rsidP="00E54A73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E54A73" w:rsidRDefault="00E54A73" w:rsidP="00E54A73">
      <w:pPr>
        <w:jc w:val="center"/>
        <w:rPr>
          <w:b/>
          <w:lang w:val="uk-UA"/>
        </w:rPr>
      </w:pPr>
    </w:p>
    <w:p w:rsidR="00E54A73" w:rsidRDefault="00E54A73" w:rsidP="00E54A73">
      <w:pPr>
        <w:jc w:val="center"/>
        <w:rPr>
          <w:b/>
          <w:spacing w:val="120"/>
          <w:sz w:val="36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E54A73" w:rsidRDefault="00E54A73" w:rsidP="00E54A73">
      <w:pPr>
        <w:jc w:val="center"/>
        <w:rPr>
          <w:b/>
          <w:sz w:val="28"/>
        </w:rPr>
      </w:pPr>
    </w:p>
    <w:p w:rsidR="00E54A73" w:rsidRDefault="00E54A73" w:rsidP="00E54A73">
      <w:pPr>
        <w:rPr>
          <w:b/>
          <w:sz w:val="36"/>
        </w:rPr>
      </w:pPr>
    </w:p>
    <w:p w:rsidR="00E54A73" w:rsidRDefault="00330DB9" w:rsidP="00E54A73">
      <w:pPr>
        <w:pStyle w:val="Normal"/>
        <w:autoSpaceDE w:val="0"/>
        <w:autoSpaceDN w:val="0"/>
        <w:spacing w:before="0" w:after="0"/>
        <w:rPr>
          <w:snapToGrid/>
        </w:rPr>
      </w:pPr>
      <w:r>
        <w:rPr>
          <w:snapToGrid/>
          <w:lang w:val="uk-UA"/>
        </w:rPr>
        <w:t>08.11</w:t>
      </w:r>
      <w:r w:rsidR="007E41F5">
        <w:rPr>
          <w:snapToGrid/>
          <w:lang w:val="uk-UA"/>
        </w:rPr>
        <w:t>.</w:t>
      </w:r>
      <w:r w:rsidR="00E54A73">
        <w:rPr>
          <w:snapToGrid/>
        </w:rPr>
        <w:t>20</w:t>
      </w:r>
      <w:r w:rsidR="00B93A45">
        <w:rPr>
          <w:snapToGrid/>
          <w:lang w:val="uk-UA"/>
        </w:rPr>
        <w:t>1</w:t>
      </w:r>
      <w:r w:rsidR="0029008C">
        <w:rPr>
          <w:snapToGrid/>
          <w:lang w:val="uk-UA"/>
        </w:rPr>
        <w:t>7</w:t>
      </w:r>
      <w:r w:rsidR="00E54A73">
        <w:rPr>
          <w:snapToGrid/>
          <w:lang w:val="uk-UA"/>
        </w:rPr>
        <w:t xml:space="preserve">  </w:t>
      </w:r>
      <w:r>
        <w:rPr>
          <w:snapToGrid/>
        </w:rPr>
        <w:t>№ 236</w:t>
      </w:r>
    </w:p>
    <w:p w:rsidR="00E54A73" w:rsidRPr="00AC2DD6" w:rsidRDefault="00AC2DD6" w:rsidP="00E54A73">
      <w:pPr>
        <w:rPr>
          <w:sz w:val="24"/>
          <w:lang w:val="uk-UA"/>
        </w:rPr>
      </w:pPr>
      <w:r>
        <w:rPr>
          <w:sz w:val="24"/>
        </w:rPr>
        <w:t>м.</w:t>
      </w:r>
      <w:proofErr w:type="spellStart"/>
      <w:r>
        <w:rPr>
          <w:sz w:val="24"/>
          <w:lang w:val="uk-UA"/>
        </w:rPr>
        <w:t>Бахмут</w:t>
      </w:r>
      <w:proofErr w:type="spellEnd"/>
    </w:p>
    <w:p w:rsidR="00E54A73" w:rsidRDefault="00E54A73" w:rsidP="00E54A73">
      <w:pPr>
        <w:ind w:firstLine="720"/>
        <w:jc w:val="both"/>
        <w:rPr>
          <w:sz w:val="28"/>
          <w:lang w:val="uk-UA"/>
        </w:rPr>
      </w:pPr>
    </w:p>
    <w:tbl>
      <w:tblPr>
        <w:tblW w:w="0" w:type="auto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0"/>
      </w:tblGrid>
      <w:tr w:rsidR="00E54A7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</w:tcPr>
          <w:p w:rsidR="00E54A73" w:rsidRDefault="006C475B" w:rsidP="009144D4">
            <w:pPr>
              <w:jc w:val="both"/>
              <w:rPr>
                <w:sz w:val="28"/>
                <w:lang w:val="uk-UA"/>
              </w:rPr>
            </w:pPr>
            <w:r>
              <w:rPr>
                <w:b/>
                <w:bCs/>
                <w:i/>
                <w:iCs/>
                <w:sz w:val="28"/>
                <w:lang w:val="uk-UA"/>
              </w:rPr>
              <w:t>Про виключення квартир</w:t>
            </w:r>
            <w:r w:rsidR="0029008C">
              <w:rPr>
                <w:b/>
                <w:bCs/>
                <w:i/>
                <w:iCs/>
                <w:sz w:val="28"/>
                <w:lang w:val="uk-UA"/>
              </w:rPr>
              <w:t>и</w:t>
            </w:r>
            <w:r w:rsidR="009144D4">
              <w:rPr>
                <w:b/>
                <w:bCs/>
                <w:i/>
                <w:iCs/>
                <w:sz w:val="28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lang w:val="uk-UA"/>
              </w:rPr>
              <w:t>з числа службових</w:t>
            </w:r>
            <w:r>
              <w:rPr>
                <w:b/>
                <w:i/>
                <w:sz w:val="28"/>
                <w:lang w:val="uk-UA"/>
              </w:rPr>
              <w:t xml:space="preserve"> </w:t>
            </w:r>
          </w:p>
        </w:tc>
      </w:tr>
    </w:tbl>
    <w:p w:rsidR="00E54A73" w:rsidRDefault="00E54A73" w:rsidP="00E54A73">
      <w:pPr>
        <w:ind w:firstLine="720"/>
        <w:jc w:val="both"/>
        <w:rPr>
          <w:sz w:val="28"/>
          <w:lang w:val="uk-UA"/>
        </w:rPr>
      </w:pPr>
    </w:p>
    <w:p w:rsidR="006C475B" w:rsidRDefault="00046DDA" w:rsidP="00A60C49">
      <w:pPr>
        <w:pStyle w:val="a6"/>
        <w:rPr>
          <w:sz w:val="28"/>
        </w:rPr>
      </w:pPr>
      <w:r>
        <w:rPr>
          <w:sz w:val="28"/>
          <w:szCs w:val="28"/>
        </w:rPr>
        <w:t>Розглянувши</w:t>
      </w:r>
      <w:r w:rsidR="00E54A73" w:rsidRPr="00232E6B">
        <w:rPr>
          <w:sz w:val="28"/>
          <w:szCs w:val="28"/>
        </w:rPr>
        <w:t xml:space="preserve"> пропозиції міської житлової комісії </w:t>
      </w:r>
      <w:r w:rsidR="006873A7">
        <w:rPr>
          <w:sz w:val="28"/>
          <w:szCs w:val="28"/>
        </w:rPr>
        <w:t xml:space="preserve"> при викон</w:t>
      </w:r>
      <w:r w:rsidR="00E54A73" w:rsidRPr="00232E6B">
        <w:rPr>
          <w:sz w:val="28"/>
          <w:szCs w:val="28"/>
        </w:rPr>
        <w:t>ком</w:t>
      </w:r>
      <w:r w:rsidR="006873A7">
        <w:rPr>
          <w:sz w:val="28"/>
          <w:szCs w:val="28"/>
        </w:rPr>
        <w:t>і</w:t>
      </w:r>
      <w:r w:rsidR="009144D4">
        <w:rPr>
          <w:sz w:val="28"/>
        </w:rPr>
        <w:t xml:space="preserve"> </w:t>
      </w:r>
      <w:proofErr w:type="spellStart"/>
      <w:r w:rsidR="009144D4">
        <w:rPr>
          <w:sz w:val="28"/>
        </w:rPr>
        <w:t>Бахмутської</w:t>
      </w:r>
      <w:proofErr w:type="spellEnd"/>
      <w:r w:rsidR="009144D4">
        <w:rPr>
          <w:sz w:val="28"/>
        </w:rPr>
        <w:t xml:space="preserve"> міської ради (витяг з протоколу від </w:t>
      </w:r>
      <w:r w:rsidR="001C7CFC">
        <w:rPr>
          <w:sz w:val="28"/>
        </w:rPr>
        <w:t>1</w:t>
      </w:r>
      <w:r w:rsidR="00C80543" w:rsidRPr="00F42EB1">
        <w:rPr>
          <w:color w:val="000000"/>
          <w:sz w:val="28"/>
        </w:rPr>
        <w:t>0</w:t>
      </w:r>
      <w:r w:rsidR="0029008C" w:rsidRPr="00F42EB1">
        <w:rPr>
          <w:color w:val="000000"/>
          <w:sz w:val="28"/>
        </w:rPr>
        <w:t>.</w:t>
      </w:r>
      <w:r w:rsidR="00C80543" w:rsidRPr="00F42EB1">
        <w:rPr>
          <w:color w:val="000000"/>
          <w:sz w:val="28"/>
        </w:rPr>
        <w:t>1</w:t>
      </w:r>
      <w:r w:rsidR="0029008C" w:rsidRPr="00F42EB1">
        <w:rPr>
          <w:color w:val="000000"/>
          <w:sz w:val="28"/>
        </w:rPr>
        <w:t>0</w:t>
      </w:r>
      <w:r w:rsidR="009144D4" w:rsidRPr="00F42EB1">
        <w:rPr>
          <w:color w:val="000000"/>
          <w:sz w:val="28"/>
        </w:rPr>
        <w:t>.201</w:t>
      </w:r>
      <w:r w:rsidR="0029008C" w:rsidRPr="00F42EB1">
        <w:rPr>
          <w:color w:val="000000"/>
          <w:sz w:val="28"/>
        </w:rPr>
        <w:t>7</w:t>
      </w:r>
      <w:r w:rsidR="009144D4" w:rsidRPr="00F42EB1">
        <w:rPr>
          <w:color w:val="000000"/>
          <w:sz w:val="28"/>
        </w:rPr>
        <w:t xml:space="preserve"> № </w:t>
      </w:r>
      <w:r w:rsidR="000C7F0F" w:rsidRPr="00F42EB1">
        <w:rPr>
          <w:color w:val="000000"/>
          <w:sz w:val="28"/>
        </w:rPr>
        <w:t>1</w:t>
      </w:r>
      <w:r w:rsidR="001C7CFC">
        <w:rPr>
          <w:color w:val="000000"/>
          <w:sz w:val="28"/>
        </w:rPr>
        <w:t>4</w:t>
      </w:r>
      <w:r w:rsidR="009144D4" w:rsidRPr="00F42EB1">
        <w:rPr>
          <w:color w:val="000000"/>
          <w:sz w:val="28"/>
        </w:rPr>
        <w:t>),</w:t>
      </w:r>
      <w:r w:rsidR="009144D4">
        <w:rPr>
          <w:sz w:val="28"/>
        </w:rPr>
        <w:t xml:space="preserve"> </w:t>
      </w:r>
      <w:r w:rsidR="009144D4" w:rsidRPr="00753712">
        <w:rPr>
          <w:sz w:val="28"/>
          <w:szCs w:val="28"/>
        </w:rPr>
        <w:t>доповідну</w:t>
      </w:r>
      <w:r w:rsidR="009144D4">
        <w:rPr>
          <w:sz w:val="28"/>
          <w:szCs w:val="28"/>
        </w:rPr>
        <w:t xml:space="preserve"> записку</w:t>
      </w:r>
      <w:r w:rsidR="009144D4" w:rsidRPr="00753712">
        <w:rPr>
          <w:sz w:val="28"/>
          <w:szCs w:val="28"/>
        </w:rPr>
        <w:t xml:space="preserve"> від</w:t>
      </w:r>
      <w:r w:rsidR="00A95D1C">
        <w:rPr>
          <w:sz w:val="28"/>
          <w:szCs w:val="28"/>
        </w:rPr>
        <w:t xml:space="preserve"> </w:t>
      </w:r>
      <w:r w:rsidR="00B845B5">
        <w:rPr>
          <w:sz w:val="28"/>
          <w:szCs w:val="28"/>
        </w:rPr>
        <w:t>12</w:t>
      </w:r>
      <w:r w:rsidR="003831AA">
        <w:rPr>
          <w:sz w:val="28"/>
          <w:szCs w:val="28"/>
        </w:rPr>
        <w:t>.</w:t>
      </w:r>
      <w:r w:rsidR="00C80543">
        <w:rPr>
          <w:sz w:val="28"/>
          <w:szCs w:val="28"/>
        </w:rPr>
        <w:t>1</w:t>
      </w:r>
      <w:r w:rsidR="003831AA">
        <w:rPr>
          <w:sz w:val="28"/>
          <w:szCs w:val="28"/>
        </w:rPr>
        <w:t>0</w:t>
      </w:r>
      <w:r w:rsidR="009144D4" w:rsidRPr="00753712">
        <w:rPr>
          <w:sz w:val="28"/>
          <w:szCs w:val="28"/>
        </w:rPr>
        <w:t>.201</w:t>
      </w:r>
      <w:r w:rsidR="0029008C">
        <w:rPr>
          <w:sz w:val="28"/>
          <w:szCs w:val="28"/>
        </w:rPr>
        <w:t>7</w:t>
      </w:r>
      <w:r w:rsidR="009144D4">
        <w:rPr>
          <w:sz w:val="28"/>
          <w:szCs w:val="28"/>
        </w:rPr>
        <w:t xml:space="preserve"> № 01-</w:t>
      </w:r>
      <w:r w:rsidR="00B845B5">
        <w:rPr>
          <w:sz w:val="28"/>
          <w:szCs w:val="28"/>
        </w:rPr>
        <w:t>5129</w:t>
      </w:r>
      <w:r w:rsidR="0029008C">
        <w:rPr>
          <w:sz w:val="28"/>
          <w:szCs w:val="28"/>
        </w:rPr>
        <w:t xml:space="preserve">-06 </w:t>
      </w:r>
      <w:proofErr w:type="spellStart"/>
      <w:r w:rsidR="00546F47">
        <w:rPr>
          <w:sz w:val="28"/>
          <w:szCs w:val="28"/>
        </w:rPr>
        <w:t>т.в.о.</w:t>
      </w:r>
      <w:r w:rsidR="009144D4">
        <w:rPr>
          <w:sz w:val="28"/>
          <w:szCs w:val="28"/>
        </w:rPr>
        <w:t>начальника</w:t>
      </w:r>
      <w:proofErr w:type="spellEnd"/>
      <w:r w:rsidR="009144D4">
        <w:rPr>
          <w:sz w:val="28"/>
          <w:szCs w:val="28"/>
        </w:rPr>
        <w:t xml:space="preserve"> </w:t>
      </w:r>
      <w:r w:rsidR="009144D4" w:rsidRPr="00753712">
        <w:rPr>
          <w:sz w:val="28"/>
          <w:szCs w:val="28"/>
        </w:rPr>
        <w:t xml:space="preserve">Управління розвитку </w:t>
      </w:r>
      <w:r w:rsidR="00546F47">
        <w:rPr>
          <w:sz w:val="28"/>
          <w:szCs w:val="28"/>
        </w:rPr>
        <w:t xml:space="preserve">міського господарства та капітального будівництва </w:t>
      </w:r>
      <w:proofErr w:type="spellStart"/>
      <w:r w:rsidR="009144D4">
        <w:rPr>
          <w:sz w:val="28"/>
          <w:szCs w:val="28"/>
        </w:rPr>
        <w:t>Бахмут</w:t>
      </w:r>
      <w:r w:rsidR="009144D4" w:rsidRPr="00753712">
        <w:rPr>
          <w:sz w:val="28"/>
          <w:szCs w:val="28"/>
        </w:rPr>
        <w:t>ської</w:t>
      </w:r>
      <w:proofErr w:type="spellEnd"/>
      <w:r w:rsidR="009144D4" w:rsidRPr="00753712">
        <w:rPr>
          <w:sz w:val="28"/>
          <w:szCs w:val="28"/>
        </w:rPr>
        <w:t xml:space="preserve"> міської ради</w:t>
      </w:r>
      <w:r w:rsidR="009144D4">
        <w:rPr>
          <w:sz w:val="28"/>
          <w:szCs w:val="28"/>
        </w:rPr>
        <w:t xml:space="preserve"> </w:t>
      </w:r>
      <w:proofErr w:type="spellStart"/>
      <w:r w:rsidR="00546F47">
        <w:rPr>
          <w:sz w:val="28"/>
          <w:szCs w:val="28"/>
        </w:rPr>
        <w:t>Трофимової</w:t>
      </w:r>
      <w:proofErr w:type="spellEnd"/>
      <w:r w:rsidR="00546F47">
        <w:rPr>
          <w:sz w:val="28"/>
          <w:szCs w:val="28"/>
        </w:rPr>
        <w:t xml:space="preserve"> Н.В.</w:t>
      </w:r>
      <w:r w:rsidR="009144D4">
        <w:rPr>
          <w:sz w:val="28"/>
          <w:szCs w:val="28"/>
        </w:rPr>
        <w:t xml:space="preserve">, </w:t>
      </w:r>
      <w:r w:rsidR="00D12063">
        <w:rPr>
          <w:sz w:val="28"/>
          <w:szCs w:val="28"/>
        </w:rPr>
        <w:t>лист</w:t>
      </w:r>
      <w:r w:rsidR="00C80543">
        <w:rPr>
          <w:sz w:val="28"/>
          <w:szCs w:val="28"/>
        </w:rPr>
        <w:t xml:space="preserve"> Управління Служби безпеки України в Донецькій області </w:t>
      </w:r>
      <w:r w:rsidR="003831AA">
        <w:rPr>
          <w:sz w:val="28"/>
          <w:szCs w:val="28"/>
        </w:rPr>
        <w:t xml:space="preserve"> </w:t>
      </w:r>
      <w:r w:rsidR="00D12063">
        <w:rPr>
          <w:sz w:val="28"/>
          <w:szCs w:val="28"/>
        </w:rPr>
        <w:t xml:space="preserve">від </w:t>
      </w:r>
      <w:r w:rsidR="006136F4">
        <w:rPr>
          <w:sz w:val="28"/>
          <w:szCs w:val="28"/>
        </w:rPr>
        <w:t>26</w:t>
      </w:r>
      <w:r w:rsidR="00D12063">
        <w:rPr>
          <w:sz w:val="28"/>
          <w:szCs w:val="28"/>
        </w:rPr>
        <w:t>.0</w:t>
      </w:r>
      <w:r w:rsidR="006136F4">
        <w:rPr>
          <w:sz w:val="28"/>
          <w:szCs w:val="28"/>
        </w:rPr>
        <w:t>9</w:t>
      </w:r>
      <w:r w:rsidR="00D12063">
        <w:rPr>
          <w:sz w:val="28"/>
          <w:szCs w:val="28"/>
        </w:rPr>
        <w:t>.2017 № </w:t>
      </w:r>
      <w:r w:rsidR="00F42EB1">
        <w:rPr>
          <w:sz w:val="28"/>
          <w:szCs w:val="28"/>
        </w:rPr>
        <w:t>11251</w:t>
      </w:r>
      <w:r w:rsidR="00221508">
        <w:rPr>
          <w:sz w:val="28"/>
          <w:szCs w:val="28"/>
        </w:rPr>
        <w:t xml:space="preserve"> щодо виключення квартири №</w:t>
      </w:r>
      <w:r w:rsidR="00221508">
        <w:rPr>
          <w:sz w:val="28"/>
          <w:szCs w:val="28"/>
          <w:lang w:val="ru-RU"/>
        </w:rPr>
        <w:t> </w:t>
      </w:r>
      <w:r w:rsidR="003831AA">
        <w:rPr>
          <w:sz w:val="28"/>
          <w:szCs w:val="28"/>
        </w:rPr>
        <w:t>3</w:t>
      </w:r>
      <w:r w:rsidR="00F42EB1">
        <w:rPr>
          <w:sz w:val="28"/>
          <w:szCs w:val="28"/>
        </w:rPr>
        <w:t>1</w:t>
      </w:r>
      <w:r w:rsidR="0029008C">
        <w:rPr>
          <w:sz w:val="28"/>
          <w:szCs w:val="28"/>
        </w:rPr>
        <w:t xml:space="preserve"> по вулиці </w:t>
      </w:r>
      <w:proofErr w:type="spellStart"/>
      <w:r w:rsidR="00F42EB1">
        <w:rPr>
          <w:sz w:val="28"/>
          <w:szCs w:val="28"/>
        </w:rPr>
        <w:t>Леваневського</w:t>
      </w:r>
      <w:proofErr w:type="spellEnd"/>
      <w:r w:rsidR="003831AA">
        <w:rPr>
          <w:sz w:val="28"/>
          <w:szCs w:val="28"/>
        </w:rPr>
        <w:t xml:space="preserve">, </w:t>
      </w:r>
      <w:r w:rsidR="00F42EB1">
        <w:rPr>
          <w:sz w:val="28"/>
          <w:szCs w:val="28"/>
        </w:rPr>
        <w:t>162</w:t>
      </w:r>
      <w:r w:rsidR="0029008C">
        <w:rPr>
          <w:sz w:val="28"/>
          <w:szCs w:val="28"/>
        </w:rPr>
        <w:t xml:space="preserve"> у місті </w:t>
      </w:r>
      <w:proofErr w:type="spellStart"/>
      <w:r w:rsidR="0029008C">
        <w:rPr>
          <w:sz w:val="28"/>
          <w:szCs w:val="28"/>
        </w:rPr>
        <w:t>Бахмуті</w:t>
      </w:r>
      <w:proofErr w:type="spellEnd"/>
      <w:r w:rsidR="009556BF">
        <w:rPr>
          <w:sz w:val="28"/>
          <w:szCs w:val="28"/>
        </w:rPr>
        <w:t xml:space="preserve"> з числа службових</w:t>
      </w:r>
      <w:r w:rsidR="00391D9C">
        <w:rPr>
          <w:sz w:val="28"/>
          <w:szCs w:val="28"/>
        </w:rPr>
        <w:t>, в</w:t>
      </w:r>
      <w:r w:rsidR="006C475B">
        <w:rPr>
          <w:sz w:val="28"/>
        </w:rPr>
        <w:t xml:space="preserve">ідповідно до </w:t>
      </w:r>
      <w:r w:rsidR="00A60C49">
        <w:rPr>
          <w:sz w:val="28"/>
        </w:rPr>
        <w:t xml:space="preserve">ст.ст. </w:t>
      </w:r>
      <w:r w:rsidR="00831359">
        <w:rPr>
          <w:sz w:val="28"/>
        </w:rPr>
        <w:t>15, 118</w:t>
      </w:r>
      <w:r w:rsidR="00831359" w:rsidRPr="00831359">
        <w:rPr>
          <w:sz w:val="28"/>
        </w:rPr>
        <w:t xml:space="preserve"> </w:t>
      </w:r>
      <w:r w:rsidR="00A60C49" w:rsidRPr="00E67F60">
        <w:rPr>
          <w:sz w:val="28"/>
        </w:rPr>
        <w:t xml:space="preserve">Житлового </w:t>
      </w:r>
      <w:r w:rsidR="00A60C49">
        <w:rPr>
          <w:sz w:val="28"/>
        </w:rPr>
        <w:t>кодексу Української РСР</w:t>
      </w:r>
      <w:r w:rsidR="00A60C49" w:rsidRPr="00C75117">
        <w:rPr>
          <w:sz w:val="28"/>
          <w:szCs w:val="28"/>
        </w:rPr>
        <w:t xml:space="preserve"> </w:t>
      </w:r>
      <w:r w:rsidR="00A60C49" w:rsidRPr="00016C00">
        <w:rPr>
          <w:sz w:val="28"/>
          <w:szCs w:val="28"/>
        </w:rPr>
        <w:t>від 30.06.83 № 5464-</w:t>
      </w:r>
      <w:r w:rsidR="00A60C49" w:rsidRPr="00016C00">
        <w:rPr>
          <w:sz w:val="28"/>
          <w:szCs w:val="28"/>
          <w:lang w:val="en-US"/>
        </w:rPr>
        <w:t>X</w:t>
      </w:r>
      <w:r w:rsidR="00A60C49" w:rsidRPr="00016C00">
        <w:rPr>
          <w:sz w:val="28"/>
          <w:szCs w:val="28"/>
        </w:rPr>
        <w:t xml:space="preserve"> із внесеними до нього змінами,</w:t>
      </w:r>
      <w:r w:rsidR="00A60C49">
        <w:rPr>
          <w:sz w:val="28"/>
        </w:rPr>
        <w:t xml:space="preserve"> постанови Ради Міністрів Української РСР від 04.02.88 № 37 «Про службові жилі приміщення» із внесеними </w:t>
      </w:r>
      <w:r w:rsidR="007E41F5">
        <w:rPr>
          <w:sz w:val="28"/>
        </w:rPr>
        <w:t xml:space="preserve">до неї </w:t>
      </w:r>
      <w:r w:rsidR="00A60C49">
        <w:rPr>
          <w:sz w:val="28"/>
        </w:rPr>
        <w:t xml:space="preserve">змінами, </w:t>
      </w:r>
      <w:r w:rsidR="006C475B">
        <w:rPr>
          <w:sz w:val="28"/>
        </w:rPr>
        <w:t xml:space="preserve">керуючись ст.ст. 30, 52 Закону України від 21.05.97 № 280/97-ВР “Про місцеве самоврядування в </w:t>
      </w:r>
      <w:proofErr w:type="spellStart"/>
      <w:r w:rsidR="006C475B">
        <w:rPr>
          <w:sz w:val="28"/>
        </w:rPr>
        <w:t>Україні”</w:t>
      </w:r>
      <w:proofErr w:type="spellEnd"/>
      <w:r w:rsidR="002F2BDA">
        <w:rPr>
          <w:sz w:val="28"/>
        </w:rPr>
        <w:t xml:space="preserve"> </w:t>
      </w:r>
      <w:r w:rsidR="006C475B">
        <w:rPr>
          <w:sz w:val="28"/>
        </w:rPr>
        <w:t>із внесеними до нього змінами, виконком</w:t>
      </w:r>
      <w:r w:rsidR="00A60C49">
        <w:rPr>
          <w:sz w:val="28"/>
        </w:rPr>
        <w:t xml:space="preserve"> </w:t>
      </w:r>
      <w:proofErr w:type="spellStart"/>
      <w:r w:rsidR="009144D4">
        <w:rPr>
          <w:sz w:val="28"/>
        </w:rPr>
        <w:t>Бахмутської</w:t>
      </w:r>
      <w:proofErr w:type="spellEnd"/>
      <w:r w:rsidR="006C475B">
        <w:rPr>
          <w:sz w:val="28"/>
        </w:rPr>
        <w:t xml:space="preserve"> міської ради </w:t>
      </w:r>
    </w:p>
    <w:p w:rsidR="00A04346" w:rsidRDefault="00A04346" w:rsidP="005B78FA">
      <w:pPr>
        <w:ind w:left="720"/>
        <w:jc w:val="both"/>
        <w:rPr>
          <w:b/>
          <w:sz w:val="28"/>
          <w:lang w:val="uk-UA"/>
        </w:rPr>
      </w:pPr>
    </w:p>
    <w:p w:rsidR="0029008C" w:rsidRDefault="0029008C" w:rsidP="005B78FA">
      <w:pPr>
        <w:ind w:left="720"/>
        <w:jc w:val="both"/>
        <w:rPr>
          <w:b/>
          <w:sz w:val="28"/>
          <w:lang w:val="uk-UA"/>
        </w:rPr>
      </w:pPr>
    </w:p>
    <w:p w:rsidR="005B78FA" w:rsidRDefault="005B78FA" w:rsidP="005B78FA">
      <w:pPr>
        <w:ind w:left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:rsidR="00A60C49" w:rsidRDefault="00A60C49" w:rsidP="005B78FA">
      <w:pPr>
        <w:ind w:left="720"/>
        <w:jc w:val="both"/>
        <w:rPr>
          <w:b/>
          <w:sz w:val="28"/>
          <w:lang w:val="uk-UA"/>
        </w:rPr>
      </w:pPr>
    </w:p>
    <w:p w:rsidR="007D2595" w:rsidRPr="002F2BDA" w:rsidRDefault="00A60C49" w:rsidP="007D2595">
      <w:pPr>
        <w:tabs>
          <w:tab w:val="left" w:pos="709"/>
          <w:tab w:val="left" w:pos="1134"/>
        </w:tabs>
        <w:jc w:val="both"/>
        <w:rPr>
          <w:color w:val="000000"/>
          <w:sz w:val="28"/>
          <w:lang w:val="uk-UA"/>
        </w:rPr>
      </w:pPr>
      <w:r>
        <w:rPr>
          <w:sz w:val="28"/>
          <w:lang w:val="uk-UA"/>
        </w:rPr>
        <w:tab/>
      </w:r>
      <w:r w:rsidR="007D2595" w:rsidRPr="002F2BDA">
        <w:rPr>
          <w:sz w:val="28"/>
          <w:lang w:val="uk-UA"/>
        </w:rPr>
        <w:t xml:space="preserve">1. Виключити з числа службових, так як відпала потреба в такому її використанні, квартиру № </w:t>
      </w:r>
      <w:r w:rsidR="003831AA">
        <w:rPr>
          <w:sz w:val="28"/>
          <w:lang w:val="uk-UA"/>
        </w:rPr>
        <w:t>3</w:t>
      </w:r>
      <w:r w:rsidR="00F42EB1">
        <w:rPr>
          <w:sz w:val="28"/>
          <w:lang w:val="uk-UA"/>
        </w:rPr>
        <w:t>1, жилою площею 46</w:t>
      </w:r>
      <w:r w:rsidR="003831AA">
        <w:rPr>
          <w:sz w:val="28"/>
          <w:lang w:val="uk-UA"/>
        </w:rPr>
        <w:t>,</w:t>
      </w:r>
      <w:r w:rsidR="00F42EB1">
        <w:rPr>
          <w:sz w:val="28"/>
          <w:lang w:val="uk-UA"/>
        </w:rPr>
        <w:t>40</w:t>
      </w:r>
      <w:r w:rsidR="003831AA">
        <w:rPr>
          <w:sz w:val="28"/>
          <w:lang w:val="uk-UA"/>
        </w:rPr>
        <w:t xml:space="preserve"> </w:t>
      </w:r>
      <w:proofErr w:type="spellStart"/>
      <w:r w:rsidR="003831AA">
        <w:rPr>
          <w:sz w:val="28"/>
          <w:lang w:val="uk-UA"/>
        </w:rPr>
        <w:t>кв.м</w:t>
      </w:r>
      <w:proofErr w:type="spellEnd"/>
      <w:r w:rsidR="003831AA">
        <w:rPr>
          <w:sz w:val="28"/>
          <w:lang w:val="uk-UA"/>
        </w:rPr>
        <w:t>.,</w:t>
      </w:r>
      <w:r w:rsidR="007D2595" w:rsidRPr="002F2BDA">
        <w:rPr>
          <w:color w:val="000000"/>
          <w:sz w:val="28"/>
          <w:lang w:val="uk-UA"/>
        </w:rPr>
        <w:t xml:space="preserve"> </w:t>
      </w:r>
      <w:r w:rsidR="00F42EB1">
        <w:rPr>
          <w:color w:val="000000"/>
          <w:sz w:val="28"/>
          <w:lang w:val="uk-UA"/>
        </w:rPr>
        <w:t xml:space="preserve">загальною площею 72,30 </w:t>
      </w:r>
      <w:proofErr w:type="spellStart"/>
      <w:r w:rsidR="00F42EB1">
        <w:rPr>
          <w:color w:val="000000"/>
          <w:sz w:val="28"/>
          <w:lang w:val="uk-UA"/>
        </w:rPr>
        <w:t>кв.м</w:t>
      </w:r>
      <w:proofErr w:type="spellEnd"/>
      <w:r w:rsidR="00F42EB1">
        <w:rPr>
          <w:color w:val="000000"/>
          <w:sz w:val="28"/>
          <w:lang w:val="uk-UA"/>
        </w:rPr>
        <w:t xml:space="preserve">., </w:t>
      </w:r>
      <w:r w:rsidR="007D2595" w:rsidRPr="002F2BDA">
        <w:rPr>
          <w:color w:val="000000"/>
          <w:sz w:val="28"/>
          <w:lang w:val="uk-UA"/>
        </w:rPr>
        <w:t xml:space="preserve">по вулиці </w:t>
      </w:r>
      <w:proofErr w:type="spellStart"/>
      <w:r w:rsidR="00F42EB1">
        <w:rPr>
          <w:color w:val="000000"/>
          <w:sz w:val="28"/>
          <w:lang w:val="uk-UA"/>
        </w:rPr>
        <w:t>Леваневського</w:t>
      </w:r>
      <w:proofErr w:type="spellEnd"/>
      <w:r w:rsidR="00F42EB1">
        <w:rPr>
          <w:color w:val="000000"/>
          <w:sz w:val="28"/>
          <w:lang w:val="uk-UA"/>
        </w:rPr>
        <w:t>, 162</w:t>
      </w:r>
      <w:r w:rsidR="007D2595" w:rsidRPr="002F2BDA">
        <w:rPr>
          <w:color w:val="000000"/>
          <w:sz w:val="28"/>
          <w:lang w:val="uk-UA"/>
        </w:rPr>
        <w:t xml:space="preserve"> у місті </w:t>
      </w:r>
      <w:proofErr w:type="spellStart"/>
      <w:r w:rsidR="0029008C">
        <w:rPr>
          <w:color w:val="000000"/>
          <w:sz w:val="28"/>
          <w:lang w:val="uk-UA"/>
        </w:rPr>
        <w:t>Бахмуті</w:t>
      </w:r>
      <w:proofErr w:type="spellEnd"/>
      <w:r w:rsidR="003831AA">
        <w:rPr>
          <w:color w:val="000000"/>
          <w:sz w:val="28"/>
          <w:lang w:val="uk-UA"/>
        </w:rPr>
        <w:t>.</w:t>
      </w:r>
    </w:p>
    <w:p w:rsidR="007D2595" w:rsidRPr="00F42EB1" w:rsidRDefault="007D2595" w:rsidP="003831AA">
      <w:pPr>
        <w:tabs>
          <w:tab w:val="left" w:pos="426"/>
          <w:tab w:val="left" w:pos="1134"/>
        </w:tabs>
        <w:ind w:firstLine="705"/>
        <w:jc w:val="both"/>
        <w:rPr>
          <w:sz w:val="28"/>
          <w:lang w:val="uk-UA"/>
        </w:rPr>
      </w:pPr>
      <w:r w:rsidRPr="002F2BDA">
        <w:rPr>
          <w:b/>
          <w:bCs/>
          <w:color w:val="000000"/>
          <w:sz w:val="28"/>
          <w:u w:val="single"/>
          <w:lang w:val="uk-UA"/>
        </w:rPr>
        <w:t>Підстава:</w:t>
      </w:r>
      <w:r w:rsidRPr="002F2BDA">
        <w:rPr>
          <w:b/>
          <w:bCs/>
          <w:color w:val="000000"/>
          <w:sz w:val="28"/>
          <w:lang w:val="uk-UA"/>
        </w:rPr>
        <w:t xml:space="preserve"> </w:t>
      </w:r>
      <w:r w:rsidRPr="002F2BDA">
        <w:rPr>
          <w:sz w:val="28"/>
          <w:szCs w:val="28"/>
          <w:lang w:val="uk-UA"/>
        </w:rPr>
        <w:t>лист</w:t>
      </w:r>
      <w:r w:rsidRPr="002F2BDA">
        <w:rPr>
          <w:color w:val="000000"/>
          <w:sz w:val="28"/>
          <w:lang w:val="uk-UA"/>
        </w:rPr>
        <w:t xml:space="preserve"> </w:t>
      </w:r>
      <w:r w:rsidR="00F42EB1">
        <w:rPr>
          <w:sz w:val="28"/>
          <w:szCs w:val="28"/>
        </w:rPr>
        <w:t>Управління Служби безпеки України в Донецькій області  від 26.09.2017 № 11251</w:t>
      </w:r>
      <w:r w:rsidR="00F42EB1">
        <w:rPr>
          <w:sz w:val="28"/>
          <w:szCs w:val="28"/>
          <w:lang w:val="uk-UA"/>
        </w:rPr>
        <w:t>.</w:t>
      </w:r>
    </w:p>
    <w:p w:rsidR="000611AB" w:rsidRDefault="000611AB" w:rsidP="009144D4">
      <w:pPr>
        <w:tabs>
          <w:tab w:val="left" w:pos="709"/>
        </w:tabs>
        <w:ind w:firstLine="709"/>
        <w:jc w:val="both"/>
        <w:rPr>
          <w:sz w:val="28"/>
          <w:lang w:val="uk-UA"/>
        </w:rPr>
      </w:pPr>
    </w:p>
    <w:p w:rsidR="009144D4" w:rsidRPr="00871A9D" w:rsidRDefault="000611AB" w:rsidP="009144D4">
      <w:pPr>
        <w:tabs>
          <w:tab w:val="left" w:pos="709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9144D4" w:rsidRPr="00CD32AA">
        <w:rPr>
          <w:sz w:val="28"/>
          <w:lang w:val="uk-UA"/>
        </w:rPr>
        <w:t>.</w:t>
      </w:r>
      <w:r w:rsidR="009144D4">
        <w:rPr>
          <w:sz w:val="28"/>
          <w:lang w:val="uk-UA"/>
        </w:rPr>
        <w:t xml:space="preserve"> Організаційне виконання рішення покласти на Управління розвитку</w:t>
      </w:r>
      <w:r w:rsidR="00546F47">
        <w:rPr>
          <w:sz w:val="28"/>
          <w:lang w:val="uk-UA"/>
        </w:rPr>
        <w:t xml:space="preserve"> міського господарства та капітального будівництва </w:t>
      </w:r>
      <w:proofErr w:type="spellStart"/>
      <w:r w:rsidR="009144D4">
        <w:rPr>
          <w:sz w:val="28"/>
          <w:lang w:val="uk-UA"/>
        </w:rPr>
        <w:t>Бахмутської</w:t>
      </w:r>
      <w:proofErr w:type="spellEnd"/>
      <w:r w:rsidR="009144D4">
        <w:rPr>
          <w:sz w:val="28"/>
          <w:lang w:val="uk-UA"/>
        </w:rPr>
        <w:t xml:space="preserve"> міської ради</w:t>
      </w:r>
      <w:r w:rsidR="009144D4" w:rsidRPr="004B1FCF">
        <w:rPr>
          <w:sz w:val="28"/>
          <w:lang w:val="uk-UA"/>
        </w:rPr>
        <w:t xml:space="preserve"> (</w:t>
      </w:r>
      <w:proofErr w:type="spellStart"/>
      <w:r w:rsidR="00546F47">
        <w:rPr>
          <w:sz w:val="28"/>
          <w:lang w:val="uk-UA"/>
        </w:rPr>
        <w:t>Трофимова</w:t>
      </w:r>
      <w:proofErr w:type="spellEnd"/>
      <w:r w:rsidR="009144D4">
        <w:rPr>
          <w:sz w:val="28"/>
          <w:lang w:val="uk-UA"/>
        </w:rPr>
        <w:t>).</w:t>
      </w:r>
    </w:p>
    <w:p w:rsidR="009144D4" w:rsidRPr="004B1FCF" w:rsidRDefault="009144D4" w:rsidP="009144D4">
      <w:pPr>
        <w:tabs>
          <w:tab w:val="left" w:pos="993"/>
          <w:tab w:val="left" w:pos="1134"/>
        </w:tabs>
        <w:jc w:val="both"/>
        <w:rPr>
          <w:sz w:val="28"/>
          <w:lang w:val="uk-UA"/>
        </w:rPr>
      </w:pPr>
    </w:p>
    <w:p w:rsidR="009144D4" w:rsidRPr="008D6463" w:rsidRDefault="000611AB" w:rsidP="009144D4">
      <w:pPr>
        <w:tabs>
          <w:tab w:val="left" w:pos="993"/>
          <w:tab w:val="left" w:pos="1134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3</w:t>
      </w:r>
      <w:r w:rsidR="009144D4">
        <w:rPr>
          <w:sz w:val="28"/>
          <w:szCs w:val="28"/>
          <w:lang w:val="uk-UA"/>
        </w:rPr>
        <w:t xml:space="preserve">.  </w:t>
      </w:r>
      <w:r w:rsidR="009144D4">
        <w:rPr>
          <w:sz w:val="28"/>
          <w:lang w:val="uk-UA"/>
        </w:rPr>
        <w:t xml:space="preserve">Координаційне забезпечення виконання рішення покласти на  заступника міського голови </w:t>
      </w:r>
      <w:r w:rsidR="00136234">
        <w:rPr>
          <w:sz w:val="28"/>
          <w:lang w:val="uk-UA"/>
        </w:rPr>
        <w:t>Федорова Ф.К.</w:t>
      </w:r>
    </w:p>
    <w:p w:rsidR="00391D9C" w:rsidRDefault="009144D4" w:rsidP="00B369F3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391D9C" w:rsidRDefault="00391D9C" w:rsidP="00B369F3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</w:p>
    <w:p w:rsidR="00A1474E" w:rsidRDefault="00363C81" w:rsidP="00B369F3">
      <w:pPr>
        <w:tabs>
          <w:tab w:val="left" w:pos="709"/>
          <w:tab w:val="left" w:pos="1134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Перший заступник м</w:t>
      </w:r>
      <w:r w:rsidR="003831AA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ого</w:t>
      </w:r>
      <w:r w:rsidR="009144D4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и</w:t>
      </w:r>
      <w:r w:rsidR="003831AA">
        <w:rPr>
          <w:b/>
          <w:sz w:val="28"/>
          <w:szCs w:val="28"/>
          <w:lang w:val="uk-UA"/>
        </w:rPr>
        <w:tab/>
      </w:r>
      <w:r w:rsidR="003831AA">
        <w:rPr>
          <w:b/>
          <w:sz w:val="28"/>
          <w:szCs w:val="28"/>
          <w:lang w:val="uk-UA"/>
        </w:rPr>
        <w:tab/>
      </w:r>
      <w:r w:rsidR="003831AA">
        <w:rPr>
          <w:b/>
          <w:sz w:val="28"/>
          <w:szCs w:val="28"/>
          <w:lang w:val="uk-UA"/>
        </w:rPr>
        <w:tab/>
      </w:r>
      <w:r w:rsidR="003831A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Т.М.Савченко</w:t>
      </w:r>
    </w:p>
    <w:p w:rsidR="00391D9C" w:rsidRDefault="00391D9C" w:rsidP="001A450D">
      <w:pPr>
        <w:tabs>
          <w:tab w:val="num" w:pos="284"/>
          <w:tab w:val="left" w:pos="7083"/>
        </w:tabs>
        <w:rPr>
          <w:b/>
          <w:i/>
          <w:color w:val="000000"/>
          <w:sz w:val="28"/>
          <w:szCs w:val="28"/>
          <w:lang w:val="uk-UA"/>
        </w:rPr>
      </w:pPr>
    </w:p>
    <w:sectPr w:rsidR="00391D9C" w:rsidSect="005C4E87">
      <w:pgSz w:w="11906" w:h="16838" w:code="9"/>
      <w:pgMar w:top="851" w:right="566" w:bottom="851" w:left="1843" w:header="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74A" w:rsidRDefault="0078674A">
      <w:r>
        <w:separator/>
      </w:r>
    </w:p>
  </w:endnote>
  <w:endnote w:type="continuationSeparator" w:id="0">
    <w:p w:rsidR="0078674A" w:rsidRDefault="0078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74A" w:rsidRDefault="0078674A">
      <w:r>
        <w:separator/>
      </w:r>
    </w:p>
  </w:footnote>
  <w:footnote w:type="continuationSeparator" w:id="0">
    <w:p w:rsidR="0078674A" w:rsidRDefault="00786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711E"/>
    <w:multiLevelType w:val="hybridMultilevel"/>
    <w:tmpl w:val="B284DF66"/>
    <w:lvl w:ilvl="0" w:tplc="6DAE2D3C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>
    <w:nsid w:val="09D71D00"/>
    <w:multiLevelType w:val="hybridMultilevel"/>
    <w:tmpl w:val="0D9EB3D2"/>
    <w:lvl w:ilvl="0" w:tplc="D09A36E2">
      <w:start w:val="1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2">
    <w:nsid w:val="1ED57DEA"/>
    <w:multiLevelType w:val="hybridMultilevel"/>
    <w:tmpl w:val="87B25452"/>
    <w:lvl w:ilvl="0" w:tplc="67EE795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3">
    <w:nsid w:val="361F7E3E"/>
    <w:multiLevelType w:val="hybridMultilevel"/>
    <w:tmpl w:val="E6D4E5AC"/>
    <w:lvl w:ilvl="0" w:tplc="46268A0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71232008"/>
    <w:multiLevelType w:val="hybridMultilevel"/>
    <w:tmpl w:val="0C823C56"/>
    <w:lvl w:ilvl="0" w:tplc="3A24E3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F5A"/>
    <w:rsid w:val="0000096F"/>
    <w:rsid w:val="0000305A"/>
    <w:rsid w:val="00007905"/>
    <w:rsid w:val="00011D4C"/>
    <w:rsid w:val="00014AD7"/>
    <w:rsid w:val="0002471A"/>
    <w:rsid w:val="0002724D"/>
    <w:rsid w:val="00030666"/>
    <w:rsid w:val="00031C5A"/>
    <w:rsid w:val="00034B08"/>
    <w:rsid w:val="00040419"/>
    <w:rsid w:val="00043B4B"/>
    <w:rsid w:val="00046DDA"/>
    <w:rsid w:val="000611AB"/>
    <w:rsid w:val="0007140C"/>
    <w:rsid w:val="00077778"/>
    <w:rsid w:val="000801AA"/>
    <w:rsid w:val="00087EBC"/>
    <w:rsid w:val="000A10C3"/>
    <w:rsid w:val="000A4AD7"/>
    <w:rsid w:val="000C0BCB"/>
    <w:rsid w:val="000C6962"/>
    <w:rsid w:val="000C7F0F"/>
    <w:rsid w:val="000D26AB"/>
    <w:rsid w:val="000D555F"/>
    <w:rsid w:val="000E3097"/>
    <w:rsid w:val="000E7583"/>
    <w:rsid w:val="000F0057"/>
    <w:rsid w:val="000F6B37"/>
    <w:rsid w:val="000F7689"/>
    <w:rsid w:val="00103966"/>
    <w:rsid w:val="00106FC8"/>
    <w:rsid w:val="0011094E"/>
    <w:rsid w:val="00115A8F"/>
    <w:rsid w:val="001165E9"/>
    <w:rsid w:val="001225C5"/>
    <w:rsid w:val="001244C6"/>
    <w:rsid w:val="00131DAE"/>
    <w:rsid w:val="00135FA0"/>
    <w:rsid w:val="00136234"/>
    <w:rsid w:val="00157608"/>
    <w:rsid w:val="00160FB0"/>
    <w:rsid w:val="00165FD6"/>
    <w:rsid w:val="0017404F"/>
    <w:rsid w:val="00174B4A"/>
    <w:rsid w:val="001936A9"/>
    <w:rsid w:val="001966B6"/>
    <w:rsid w:val="001A121E"/>
    <w:rsid w:val="001A1A47"/>
    <w:rsid w:val="001A450D"/>
    <w:rsid w:val="001A7EE0"/>
    <w:rsid w:val="001B0AE9"/>
    <w:rsid w:val="001B1FA7"/>
    <w:rsid w:val="001C34BB"/>
    <w:rsid w:val="001C4A78"/>
    <w:rsid w:val="001C7CFC"/>
    <w:rsid w:val="001D1B6E"/>
    <w:rsid w:val="001D2689"/>
    <w:rsid w:val="001D3E83"/>
    <w:rsid w:val="001E00AB"/>
    <w:rsid w:val="001E70DB"/>
    <w:rsid w:val="001F1F0F"/>
    <w:rsid w:val="002008FF"/>
    <w:rsid w:val="00204CD9"/>
    <w:rsid w:val="0020712E"/>
    <w:rsid w:val="00212DB2"/>
    <w:rsid w:val="00217626"/>
    <w:rsid w:val="002201FC"/>
    <w:rsid w:val="00220904"/>
    <w:rsid w:val="00221508"/>
    <w:rsid w:val="0022501A"/>
    <w:rsid w:val="00232E6B"/>
    <w:rsid w:val="002366B3"/>
    <w:rsid w:val="00247762"/>
    <w:rsid w:val="00247F87"/>
    <w:rsid w:val="00256147"/>
    <w:rsid w:val="0026364A"/>
    <w:rsid w:val="002647C8"/>
    <w:rsid w:val="00265BE9"/>
    <w:rsid w:val="00265C43"/>
    <w:rsid w:val="002706D1"/>
    <w:rsid w:val="00273495"/>
    <w:rsid w:val="0028244B"/>
    <w:rsid w:val="00285106"/>
    <w:rsid w:val="0029008C"/>
    <w:rsid w:val="002A3285"/>
    <w:rsid w:val="002A4131"/>
    <w:rsid w:val="002B506C"/>
    <w:rsid w:val="002C0534"/>
    <w:rsid w:val="002C3823"/>
    <w:rsid w:val="002C547A"/>
    <w:rsid w:val="002C7D70"/>
    <w:rsid w:val="002D1D14"/>
    <w:rsid w:val="002E173F"/>
    <w:rsid w:val="002E2AD0"/>
    <w:rsid w:val="002F2772"/>
    <w:rsid w:val="002F2BDA"/>
    <w:rsid w:val="002F5FBB"/>
    <w:rsid w:val="00303BC8"/>
    <w:rsid w:val="00305074"/>
    <w:rsid w:val="00311FE1"/>
    <w:rsid w:val="0031576C"/>
    <w:rsid w:val="00316739"/>
    <w:rsid w:val="003175B9"/>
    <w:rsid w:val="00321756"/>
    <w:rsid w:val="00323341"/>
    <w:rsid w:val="00323B37"/>
    <w:rsid w:val="00330D28"/>
    <w:rsid w:val="00330DB9"/>
    <w:rsid w:val="00334496"/>
    <w:rsid w:val="003407D9"/>
    <w:rsid w:val="00346DD4"/>
    <w:rsid w:val="00347B2C"/>
    <w:rsid w:val="003535D2"/>
    <w:rsid w:val="00356414"/>
    <w:rsid w:val="00356AEA"/>
    <w:rsid w:val="00363C81"/>
    <w:rsid w:val="003717EA"/>
    <w:rsid w:val="00380338"/>
    <w:rsid w:val="00381320"/>
    <w:rsid w:val="003831AA"/>
    <w:rsid w:val="0038411B"/>
    <w:rsid w:val="00387780"/>
    <w:rsid w:val="00391D9C"/>
    <w:rsid w:val="00396FEF"/>
    <w:rsid w:val="003A09D0"/>
    <w:rsid w:val="003A2ADC"/>
    <w:rsid w:val="003A2B25"/>
    <w:rsid w:val="003A433A"/>
    <w:rsid w:val="003A4AC0"/>
    <w:rsid w:val="003A5905"/>
    <w:rsid w:val="003B4B8E"/>
    <w:rsid w:val="003B7355"/>
    <w:rsid w:val="003B7F22"/>
    <w:rsid w:val="003C7DC0"/>
    <w:rsid w:val="003E08EB"/>
    <w:rsid w:val="003E0C89"/>
    <w:rsid w:val="003E6030"/>
    <w:rsid w:val="003F577E"/>
    <w:rsid w:val="004038A4"/>
    <w:rsid w:val="0040766D"/>
    <w:rsid w:val="0042575B"/>
    <w:rsid w:val="004356C0"/>
    <w:rsid w:val="004366DE"/>
    <w:rsid w:val="004400BF"/>
    <w:rsid w:val="004426A0"/>
    <w:rsid w:val="0044477A"/>
    <w:rsid w:val="0044596A"/>
    <w:rsid w:val="0045453B"/>
    <w:rsid w:val="00461921"/>
    <w:rsid w:val="0046282C"/>
    <w:rsid w:val="0046586F"/>
    <w:rsid w:val="004673DA"/>
    <w:rsid w:val="004833BE"/>
    <w:rsid w:val="0049781C"/>
    <w:rsid w:val="004A0BB0"/>
    <w:rsid w:val="004A4ADC"/>
    <w:rsid w:val="004B2A31"/>
    <w:rsid w:val="004B4B7D"/>
    <w:rsid w:val="004C27F7"/>
    <w:rsid w:val="004C52B6"/>
    <w:rsid w:val="004D0FEC"/>
    <w:rsid w:val="004D1B03"/>
    <w:rsid w:val="004D3B5B"/>
    <w:rsid w:val="004D6F76"/>
    <w:rsid w:val="004F09AA"/>
    <w:rsid w:val="004F0CB8"/>
    <w:rsid w:val="004F1571"/>
    <w:rsid w:val="004F6ABA"/>
    <w:rsid w:val="004F6D93"/>
    <w:rsid w:val="00500AEF"/>
    <w:rsid w:val="0051014D"/>
    <w:rsid w:val="00514C57"/>
    <w:rsid w:val="00521BEA"/>
    <w:rsid w:val="005224B6"/>
    <w:rsid w:val="0052476C"/>
    <w:rsid w:val="00530B2B"/>
    <w:rsid w:val="00531371"/>
    <w:rsid w:val="00544C45"/>
    <w:rsid w:val="00544E15"/>
    <w:rsid w:val="00546F47"/>
    <w:rsid w:val="005542D4"/>
    <w:rsid w:val="00567DD6"/>
    <w:rsid w:val="00573445"/>
    <w:rsid w:val="00575CD0"/>
    <w:rsid w:val="00576B25"/>
    <w:rsid w:val="00584290"/>
    <w:rsid w:val="0059409C"/>
    <w:rsid w:val="00594122"/>
    <w:rsid w:val="00597004"/>
    <w:rsid w:val="005A4308"/>
    <w:rsid w:val="005B1554"/>
    <w:rsid w:val="005B1FC6"/>
    <w:rsid w:val="005B6D12"/>
    <w:rsid w:val="005B78FA"/>
    <w:rsid w:val="005C1A6F"/>
    <w:rsid w:val="005C4E87"/>
    <w:rsid w:val="005C710E"/>
    <w:rsid w:val="005D4363"/>
    <w:rsid w:val="00600123"/>
    <w:rsid w:val="00607900"/>
    <w:rsid w:val="006104EE"/>
    <w:rsid w:val="0061224F"/>
    <w:rsid w:val="006136F4"/>
    <w:rsid w:val="00617E8B"/>
    <w:rsid w:val="00620F4A"/>
    <w:rsid w:val="00632AB7"/>
    <w:rsid w:val="00635779"/>
    <w:rsid w:val="00636DBB"/>
    <w:rsid w:val="00646F5A"/>
    <w:rsid w:val="00667009"/>
    <w:rsid w:val="00671FD7"/>
    <w:rsid w:val="006727B4"/>
    <w:rsid w:val="00674683"/>
    <w:rsid w:val="00677E9A"/>
    <w:rsid w:val="00684830"/>
    <w:rsid w:val="00684D48"/>
    <w:rsid w:val="006873A7"/>
    <w:rsid w:val="006878B5"/>
    <w:rsid w:val="006A35A4"/>
    <w:rsid w:val="006A483F"/>
    <w:rsid w:val="006B0692"/>
    <w:rsid w:val="006B2CB3"/>
    <w:rsid w:val="006B502A"/>
    <w:rsid w:val="006B556E"/>
    <w:rsid w:val="006B5DF9"/>
    <w:rsid w:val="006C00F8"/>
    <w:rsid w:val="006C1421"/>
    <w:rsid w:val="006C475B"/>
    <w:rsid w:val="006C6452"/>
    <w:rsid w:val="006C6701"/>
    <w:rsid w:val="006D3ACA"/>
    <w:rsid w:val="006E7F8F"/>
    <w:rsid w:val="006F1DE7"/>
    <w:rsid w:val="006F7927"/>
    <w:rsid w:val="00703077"/>
    <w:rsid w:val="00705260"/>
    <w:rsid w:val="00714AED"/>
    <w:rsid w:val="00722D23"/>
    <w:rsid w:val="007524FE"/>
    <w:rsid w:val="00755F8E"/>
    <w:rsid w:val="00756AB5"/>
    <w:rsid w:val="0076672C"/>
    <w:rsid w:val="00771E2D"/>
    <w:rsid w:val="00773631"/>
    <w:rsid w:val="0078674A"/>
    <w:rsid w:val="00790645"/>
    <w:rsid w:val="00794EFD"/>
    <w:rsid w:val="00796B1E"/>
    <w:rsid w:val="007A054D"/>
    <w:rsid w:val="007A2F21"/>
    <w:rsid w:val="007A6665"/>
    <w:rsid w:val="007B2EAB"/>
    <w:rsid w:val="007B795F"/>
    <w:rsid w:val="007D2595"/>
    <w:rsid w:val="007E16D9"/>
    <w:rsid w:val="007E41F5"/>
    <w:rsid w:val="007E5B10"/>
    <w:rsid w:val="007E6940"/>
    <w:rsid w:val="007F70F2"/>
    <w:rsid w:val="00806CFE"/>
    <w:rsid w:val="0081055B"/>
    <w:rsid w:val="008214C2"/>
    <w:rsid w:val="00825E8E"/>
    <w:rsid w:val="00827FAF"/>
    <w:rsid w:val="00831359"/>
    <w:rsid w:val="008361A0"/>
    <w:rsid w:val="00843792"/>
    <w:rsid w:val="00844FFE"/>
    <w:rsid w:val="00846F60"/>
    <w:rsid w:val="00851FD7"/>
    <w:rsid w:val="00861CBD"/>
    <w:rsid w:val="00866B5F"/>
    <w:rsid w:val="0086710F"/>
    <w:rsid w:val="008676DE"/>
    <w:rsid w:val="00870026"/>
    <w:rsid w:val="00884813"/>
    <w:rsid w:val="00892464"/>
    <w:rsid w:val="008936FB"/>
    <w:rsid w:val="00894291"/>
    <w:rsid w:val="00896601"/>
    <w:rsid w:val="008B370C"/>
    <w:rsid w:val="008C5D93"/>
    <w:rsid w:val="008C5FAF"/>
    <w:rsid w:val="008D25DA"/>
    <w:rsid w:val="008D29BB"/>
    <w:rsid w:val="008D3A28"/>
    <w:rsid w:val="008D3A99"/>
    <w:rsid w:val="008E5385"/>
    <w:rsid w:val="00901039"/>
    <w:rsid w:val="00902C1D"/>
    <w:rsid w:val="00907856"/>
    <w:rsid w:val="00907D5F"/>
    <w:rsid w:val="00911B5A"/>
    <w:rsid w:val="009144D4"/>
    <w:rsid w:val="009177F4"/>
    <w:rsid w:val="00930542"/>
    <w:rsid w:val="00931615"/>
    <w:rsid w:val="009328B6"/>
    <w:rsid w:val="00936A18"/>
    <w:rsid w:val="00951EC4"/>
    <w:rsid w:val="0095330E"/>
    <w:rsid w:val="009554C3"/>
    <w:rsid w:val="009556BF"/>
    <w:rsid w:val="00957B3E"/>
    <w:rsid w:val="009600F7"/>
    <w:rsid w:val="009613F8"/>
    <w:rsid w:val="009623BF"/>
    <w:rsid w:val="009749EE"/>
    <w:rsid w:val="0098577F"/>
    <w:rsid w:val="0098746A"/>
    <w:rsid w:val="009942C9"/>
    <w:rsid w:val="009B00FE"/>
    <w:rsid w:val="009B6A9F"/>
    <w:rsid w:val="009C63CB"/>
    <w:rsid w:val="009E6543"/>
    <w:rsid w:val="00A01932"/>
    <w:rsid w:val="00A04346"/>
    <w:rsid w:val="00A068F8"/>
    <w:rsid w:val="00A1114F"/>
    <w:rsid w:val="00A13F00"/>
    <w:rsid w:val="00A1474E"/>
    <w:rsid w:val="00A14BE5"/>
    <w:rsid w:val="00A22A1B"/>
    <w:rsid w:val="00A27EEF"/>
    <w:rsid w:val="00A3313F"/>
    <w:rsid w:val="00A33349"/>
    <w:rsid w:val="00A4060F"/>
    <w:rsid w:val="00A40F79"/>
    <w:rsid w:val="00A42F32"/>
    <w:rsid w:val="00A43BD0"/>
    <w:rsid w:val="00A51CAE"/>
    <w:rsid w:val="00A576A2"/>
    <w:rsid w:val="00A60C49"/>
    <w:rsid w:val="00A74AA2"/>
    <w:rsid w:val="00A95D1C"/>
    <w:rsid w:val="00A96F42"/>
    <w:rsid w:val="00AB4A64"/>
    <w:rsid w:val="00AC2DD6"/>
    <w:rsid w:val="00AC38CC"/>
    <w:rsid w:val="00AD0962"/>
    <w:rsid w:val="00AD2F73"/>
    <w:rsid w:val="00AD68A4"/>
    <w:rsid w:val="00AE2CD3"/>
    <w:rsid w:val="00AF317A"/>
    <w:rsid w:val="00AF411F"/>
    <w:rsid w:val="00AF4D0A"/>
    <w:rsid w:val="00AF7B17"/>
    <w:rsid w:val="00B06C5D"/>
    <w:rsid w:val="00B31408"/>
    <w:rsid w:val="00B369F3"/>
    <w:rsid w:val="00B37DC7"/>
    <w:rsid w:val="00B40E3C"/>
    <w:rsid w:val="00B4111D"/>
    <w:rsid w:val="00B43F78"/>
    <w:rsid w:val="00B474BF"/>
    <w:rsid w:val="00B64DA8"/>
    <w:rsid w:val="00B6528B"/>
    <w:rsid w:val="00B703B3"/>
    <w:rsid w:val="00B74E7A"/>
    <w:rsid w:val="00B76994"/>
    <w:rsid w:val="00B76F78"/>
    <w:rsid w:val="00B845B5"/>
    <w:rsid w:val="00B87F93"/>
    <w:rsid w:val="00B93A45"/>
    <w:rsid w:val="00B950CB"/>
    <w:rsid w:val="00BA1902"/>
    <w:rsid w:val="00BB293F"/>
    <w:rsid w:val="00BB4AF6"/>
    <w:rsid w:val="00BD2942"/>
    <w:rsid w:val="00BD579C"/>
    <w:rsid w:val="00BE12F8"/>
    <w:rsid w:val="00BE5110"/>
    <w:rsid w:val="00BE679B"/>
    <w:rsid w:val="00BF34E4"/>
    <w:rsid w:val="00C0102B"/>
    <w:rsid w:val="00C036C2"/>
    <w:rsid w:val="00C05606"/>
    <w:rsid w:val="00C22DD3"/>
    <w:rsid w:val="00C24B66"/>
    <w:rsid w:val="00C45261"/>
    <w:rsid w:val="00C553F3"/>
    <w:rsid w:val="00C6038C"/>
    <w:rsid w:val="00C61267"/>
    <w:rsid w:val="00C61326"/>
    <w:rsid w:val="00C64589"/>
    <w:rsid w:val="00C70EB1"/>
    <w:rsid w:val="00C778C9"/>
    <w:rsid w:val="00C77A83"/>
    <w:rsid w:val="00C80543"/>
    <w:rsid w:val="00C82821"/>
    <w:rsid w:val="00C86234"/>
    <w:rsid w:val="00C9530B"/>
    <w:rsid w:val="00C96043"/>
    <w:rsid w:val="00CA0531"/>
    <w:rsid w:val="00CA1406"/>
    <w:rsid w:val="00CA18DD"/>
    <w:rsid w:val="00CB1201"/>
    <w:rsid w:val="00CB1672"/>
    <w:rsid w:val="00CB5D6B"/>
    <w:rsid w:val="00CC0A82"/>
    <w:rsid w:val="00CC6732"/>
    <w:rsid w:val="00CD7145"/>
    <w:rsid w:val="00CE4806"/>
    <w:rsid w:val="00D12063"/>
    <w:rsid w:val="00D148AA"/>
    <w:rsid w:val="00D22B86"/>
    <w:rsid w:val="00D23863"/>
    <w:rsid w:val="00D37C5A"/>
    <w:rsid w:val="00D46BC2"/>
    <w:rsid w:val="00D470E9"/>
    <w:rsid w:val="00D53800"/>
    <w:rsid w:val="00D57A46"/>
    <w:rsid w:val="00D57AF1"/>
    <w:rsid w:val="00D63C22"/>
    <w:rsid w:val="00D649B2"/>
    <w:rsid w:val="00D738DB"/>
    <w:rsid w:val="00D82B5F"/>
    <w:rsid w:val="00D84AA3"/>
    <w:rsid w:val="00D858B5"/>
    <w:rsid w:val="00D966F4"/>
    <w:rsid w:val="00DA31CB"/>
    <w:rsid w:val="00DA75E4"/>
    <w:rsid w:val="00DB0FD0"/>
    <w:rsid w:val="00DC251D"/>
    <w:rsid w:val="00DC3214"/>
    <w:rsid w:val="00DC3EAF"/>
    <w:rsid w:val="00DD0A69"/>
    <w:rsid w:val="00DE2955"/>
    <w:rsid w:val="00DE5552"/>
    <w:rsid w:val="00DE64AC"/>
    <w:rsid w:val="00DF7453"/>
    <w:rsid w:val="00E0259E"/>
    <w:rsid w:val="00E1166A"/>
    <w:rsid w:val="00E11AEE"/>
    <w:rsid w:val="00E130F4"/>
    <w:rsid w:val="00E138FC"/>
    <w:rsid w:val="00E16725"/>
    <w:rsid w:val="00E54370"/>
    <w:rsid w:val="00E54A73"/>
    <w:rsid w:val="00E5706D"/>
    <w:rsid w:val="00E57C0B"/>
    <w:rsid w:val="00E61041"/>
    <w:rsid w:val="00E6607B"/>
    <w:rsid w:val="00E77D63"/>
    <w:rsid w:val="00E857F7"/>
    <w:rsid w:val="00E86A31"/>
    <w:rsid w:val="00E876D6"/>
    <w:rsid w:val="00E91351"/>
    <w:rsid w:val="00E92A5F"/>
    <w:rsid w:val="00E93053"/>
    <w:rsid w:val="00EB175E"/>
    <w:rsid w:val="00EB35D0"/>
    <w:rsid w:val="00EB407F"/>
    <w:rsid w:val="00EB6676"/>
    <w:rsid w:val="00EC31CF"/>
    <w:rsid w:val="00ED5803"/>
    <w:rsid w:val="00ED756D"/>
    <w:rsid w:val="00EE2226"/>
    <w:rsid w:val="00EE721C"/>
    <w:rsid w:val="00EE7770"/>
    <w:rsid w:val="00EF11CB"/>
    <w:rsid w:val="00EF185F"/>
    <w:rsid w:val="00F01E01"/>
    <w:rsid w:val="00F03EA9"/>
    <w:rsid w:val="00F043B7"/>
    <w:rsid w:val="00F05035"/>
    <w:rsid w:val="00F13414"/>
    <w:rsid w:val="00F170C0"/>
    <w:rsid w:val="00F30346"/>
    <w:rsid w:val="00F42EB1"/>
    <w:rsid w:val="00F85688"/>
    <w:rsid w:val="00F85C9B"/>
    <w:rsid w:val="00F974DE"/>
    <w:rsid w:val="00FA3FF1"/>
    <w:rsid w:val="00FA6BFA"/>
    <w:rsid w:val="00FA7DD4"/>
    <w:rsid w:val="00FB0056"/>
    <w:rsid w:val="00FB0808"/>
    <w:rsid w:val="00FB1239"/>
    <w:rsid w:val="00FC5962"/>
    <w:rsid w:val="00FD0A6C"/>
    <w:rsid w:val="00FD3E31"/>
    <w:rsid w:val="00FD5E46"/>
    <w:rsid w:val="00FD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ind w:firstLine="720"/>
      <w:jc w:val="center"/>
    </w:pPr>
    <w:rPr>
      <w:sz w:val="24"/>
      <w:szCs w:val="24"/>
      <w:lang w:val="uk-UA"/>
    </w:rPr>
  </w:style>
  <w:style w:type="paragraph" w:styleId="a6">
    <w:name w:val="Body Text Indent"/>
    <w:basedOn w:val="a"/>
    <w:pPr>
      <w:ind w:firstLine="720"/>
      <w:jc w:val="both"/>
    </w:pPr>
    <w:rPr>
      <w:sz w:val="24"/>
      <w:szCs w:val="24"/>
      <w:lang w:val="uk-UA"/>
    </w:rPr>
  </w:style>
  <w:style w:type="paragraph" w:styleId="a7">
    <w:name w:val="Body Text"/>
    <w:basedOn w:val="a"/>
    <w:rPr>
      <w:sz w:val="28"/>
      <w:szCs w:val="28"/>
      <w:lang w:val="uk-UA"/>
    </w:rPr>
  </w:style>
  <w:style w:type="paragraph" w:styleId="30">
    <w:name w:val="Body Text Indent 3"/>
    <w:basedOn w:val="a"/>
    <w:pPr>
      <w:ind w:left="360"/>
    </w:pPr>
    <w:rPr>
      <w:sz w:val="24"/>
      <w:szCs w:val="24"/>
      <w:lang w:val="uk-U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pPr>
      <w:ind w:left="360" w:firstLine="774"/>
      <w:jc w:val="both"/>
    </w:pPr>
    <w:rPr>
      <w:sz w:val="28"/>
      <w:lang w:val="uk-UA"/>
    </w:rPr>
  </w:style>
  <w:style w:type="paragraph" w:customStyle="1" w:styleId="Normal">
    <w:name w:val="Normal"/>
    <w:pPr>
      <w:spacing w:before="100" w:after="100"/>
    </w:pPr>
    <w:rPr>
      <w:snapToGrid w:val="0"/>
      <w:sz w:val="24"/>
      <w:lang w:val="ru-RU" w:eastAsia="ru-RU"/>
    </w:r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link w:val="2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character" w:styleId="aa">
    <w:name w:val="FollowedHyperlink"/>
    <w:rPr>
      <w:color w:val="800080"/>
      <w:u w:val="single"/>
    </w:rPr>
  </w:style>
  <w:style w:type="paragraph" w:styleId="31">
    <w:name w:val="Body Text 3"/>
    <w:basedOn w:val="a"/>
    <w:rsid w:val="008C5D93"/>
    <w:pPr>
      <w:spacing w:after="120"/>
    </w:pPr>
    <w:rPr>
      <w:sz w:val="16"/>
      <w:szCs w:val="16"/>
    </w:rPr>
  </w:style>
  <w:style w:type="character" w:customStyle="1" w:styleId="22">
    <w:name w:val="Основной текст 2 Знак"/>
    <w:link w:val="21"/>
    <w:rsid w:val="00A1474E"/>
    <w:rPr>
      <w:sz w:val="28"/>
    </w:rPr>
  </w:style>
  <w:style w:type="character" w:customStyle="1" w:styleId="40">
    <w:name w:val="Заголовок 4 Знак"/>
    <w:link w:val="4"/>
    <w:rsid w:val="001936A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3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53;&#1054;&#1071;&#1041;&#1056;&#1068;\&#8470;%20236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65BF8-4550-4644-8CF3-62C423C8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№ 236</Template>
  <TotalTime>1</TotalTime>
  <Pages>2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ch04</dc:creator>
  <cp:lastModifiedBy>ch04</cp:lastModifiedBy>
  <cp:revision>1</cp:revision>
  <cp:lastPrinted>2017-11-06T08:29:00Z</cp:lastPrinted>
  <dcterms:created xsi:type="dcterms:W3CDTF">2017-11-09T06:14:00Z</dcterms:created>
  <dcterms:modified xsi:type="dcterms:W3CDTF">2017-11-09T06:15:00Z</dcterms:modified>
</cp:coreProperties>
</file>