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8C0" w:rsidRDefault="005D10B2" w:rsidP="00B23AE1">
      <w:pPr>
        <w:tabs>
          <w:tab w:val="left" w:pos="8647"/>
        </w:tabs>
        <w:ind w:firstLine="720"/>
      </w:pPr>
      <w:r>
        <w:rPr>
          <w:lang w:val="uk-UA"/>
        </w:rPr>
        <w:t xml:space="preserve">  </w:t>
      </w:r>
      <w:r w:rsidR="003709BF">
        <w:rPr>
          <w:lang w:val="uk-UA"/>
        </w:rPr>
        <w:t xml:space="preserve">                                                                       </w:t>
      </w:r>
      <w:r w:rsidR="00664BF3">
        <w:rPr>
          <w:noProof/>
        </w:rPr>
        <w:drawing>
          <wp:inline distT="0" distB="0" distL="0" distR="0">
            <wp:extent cx="419100" cy="5810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78C0" w:rsidRDefault="005E78C0">
      <w:pPr>
        <w:pStyle w:val="8"/>
      </w:pPr>
    </w:p>
    <w:p w:rsidR="005E78C0" w:rsidRDefault="005E78C0">
      <w:pPr>
        <w:pStyle w:val="8"/>
        <w:rPr>
          <w:spacing w:val="100"/>
        </w:rPr>
      </w:pPr>
      <w:r>
        <w:rPr>
          <w:spacing w:val="100"/>
        </w:rPr>
        <w:t>УКРАЇНА</w:t>
      </w:r>
    </w:p>
    <w:p w:rsidR="005E78C0" w:rsidRDefault="005E78C0">
      <w:pPr>
        <w:jc w:val="center"/>
        <w:rPr>
          <w:b/>
          <w:sz w:val="32"/>
          <w:lang w:val="uk-UA"/>
        </w:rPr>
      </w:pPr>
    </w:p>
    <w:p w:rsidR="005E78C0" w:rsidRDefault="00357984">
      <w:pPr>
        <w:jc w:val="center"/>
        <w:rPr>
          <w:b/>
          <w:spacing w:val="80"/>
          <w:sz w:val="36"/>
          <w:lang w:val="uk-UA"/>
        </w:rPr>
      </w:pPr>
      <w:proofErr w:type="spellStart"/>
      <w:r>
        <w:rPr>
          <w:b/>
          <w:spacing w:val="80"/>
          <w:sz w:val="36"/>
          <w:lang w:val="uk-UA"/>
        </w:rPr>
        <w:t>Бахмутська</w:t>
      </w:r>
      <w:proofErr w:type="spellEnd"/>
      <w:r>
        <w:rPr>
          <w:b/>
          <w:spacing w:val="80"/>
          <w:sz w:val="36"/>
          <w:lang w:val="uk-UA"/>
        </w:rPr>
        <w:t xml:space="preserve"> </w:t>
      </w:r>
      <w:r w:rsidR="005E78C0">
        <w:rPr>
          <w:b/>
          <w:spacing w:val="80"/>
          <w:sz w:val="36"/>
          <w:lang w:val="uk-UA"/>
        </w:rPr>
        <w:t>міська рада</w:t>
      </w:r>
    </w:p>
    <w:p w:rsidR="005E78C0" w:rsidRDefault="005E78C0">
      <w:pPr>
        <w:jc w:val="center"/>
        <w:rPr>
          <w:b/>
          <w:spacing w:val="80"/>
          <w:sz w:val="36"/>
          <w:lang w:val="uk-UA"/>
        </w:rPr>
      </w:pPr>
    </w:p>
    <w:p w:rsidR="005E78C0" w:rsidRDefault="005E78C0">
      <w:pPr>
        <w:pStyle w:val="7"/>
        <w:rPr>
          <w:spacing w:val="80"/>
        </w:rPr>
      </w:pPr>
      <w:r>
        <w:rPr>
          <w:spacing w:val="80"/>
        </w:rPr>
        <w:t>ВИКОНАВЧИЙ КОМІТЕТ</w:t>
      </w:r>
    </w:p>
    <w:p w:rsidR="005E78C0" w:rsidRDefault="005E78C0">
      <w:pPr>
        <w:jc w:val="center"/>
        <w:rPr>
          <w:b/>
          <w:lang w:val="uk-UA"/>
        </w:rPr>
      </w:pPr>
    </w:p>
    <w:p w:rsidR="005E78C0" w:rsidRDefault="005E78C0">
      <w:pPr>
        <w:jc w:val="center"/>
        <w:rPr>
          <w:b/>
          <w:spacing w:val="120"/>
          <w:sz w:val="36"/>
          <w:lang w:val="uk-UA"/>
        </w:rPr>
      </w:pPr>
      <w:r>
        <w:rPr>
          <w:b/>
          <w:spacing w:val="120"/>
          <w:sz w:val="48"/>
          <w:lang w:val="uk-UA"/>
        </w:rPr>
        <w:t>РIШЕННЯ</w:t>
      </w:r>
    </w:p>
    <w:p w:rsidR="005E78C0" w:rsidRDefault="005E78C0">
      <w:pPr>
        <w:jc w:val="center"/>
        <w:rPr>
          <w:b/>
          <w:sz w:val="28"/>
          <w:lang w:val="uk-UA"/>
        </w:rPr>
      </w:pPr>
    </w:p>
    <w:p w:rsidR="005E78C0" w:rsidRDefault="00671976">
      <w:pPr>
        <w:pStyle w:val="10"/>
        <w:autoSpaceDE w:val="0"/>
        <w:autoSpaceDN w:val="0"/>
        <w:spacing w:before="0" w:after="0"/>
        <w:rPr>
          <w:snapToGrid/>
          <w:sz w:val="26"/>
          <w:lang w:val="uk-UA"/>
        </w:rPr>
      </w:pPr>
      <w:r>
        <w:rPr>
          <w:snapToGrid/>
          <w:sz w:val="26"/>
          <w:lang w:val="uk-UA"/>
        </w:rPr>
        <w:t>08.07</w:t>
      </w:r>
      <w:r w:rsidR="001132EC">
        <w:rPr>
          <w:snapToGrid/>
          <w:sz w:val="26"/>
          <w:lang w:val="uk-UA"/>
        </w:rPr>
        <w:t>.</w:t>
      </w:r>
      <w:r w:rsidR="00846A81">
        <w:rPr>
          <w:snapToGrid/>
          <w:sz w:val="26"/>
          <w:lang w:val="uk-UA"/>
        </w:rPr>
        <w:t>20</w:t>
      </w:r>
      <w:r w:rsidR="00324772">
        <w:rPr>
          <w:snapToGrid/>
          <w:sz w:val="26"/>
          <w:lang w:val="uk-UA"/>
        </w:rPr>
        <w:t>20</w:t>
      </w:r>
      <w:r w:rsidR="00842B61">
        <w:rPr>
          <w:snapToGrid/>
          <w:sz w:val="26"/>
          <w:lang w:val="uk-UA"/>
        </w:rPr>
        <w:t xml:space="preserve"> №</w:t>
      </w:r>
      <w:r>
        <w:rPr>
          <w:snapToGrid/>
          <w:sz w:val="26"/>
          <w:lang w:val="uk-UA"/>
        </w:rPr>
        <w:t xml:space="preserve"> 176</w:t>
      </w:r>
    </w:p>
    <w:p w:rsidR="005E78C0" w:rsidRDefault="00357984">
      <w:pPr>
        <w:rPr>
          <w:sz w:val="26"/>
          <w:lang w:val="uk-UA"/>
        </w:rPr>
      </w:pPr>
      <w:proofErr w:type="spellStart"/>
      <w:r>
        <w:rPr>
          <w:sz w:val="26"/>
          <w:lang w:val="uk-UA"/>
        </w:rPr>
        <w:t>м.Бахмут</w:t>
      </w:r>
      <w:proofErr w:type="spellEnd"/>
    </w:p>
    <w:p w:rsidR="00093853" w:rsidRDefault="00093853" w:rsidP="00633B4D">
      <w:pPr>
        <w:jc w:val="both"/>
        <w:rPr>
          <w:sz w:val="28"/>
          <w:lang w:val="uk-UA"/>
        </w:rPr>
      </w:pPr>
    </w:p>
    <w:tbl>
      <w:tblPr>
        <w:tblW w:w="6641" w:type="dxa"/>
        <w:tblInd w:w="-12" w:type="dxa"/>
        <w:tblLook w:val="0000"/>
      </w:tblPr>
      <w:tblGrid>
        <w:gridCol w:w="6641"/>
      </w:tblGrid>
      <w:tr w:rsidR="0040006F" w:rsidRPr="00CD32AA" w:rsidTr="00F654DB">
        <w:trPr>
          <w:trHeight w:val="240"/>
        </w:trPr>
        <w:tc>
          <w:tcPr>
            <w:tcW w:w="6641" w:type="dxa"/>
          </w:tcPr>
          <w:p w:rsidR="0040006F" w:rsidRPr="00CD32AA" w:rsidRDefault="0040006F" w:rsidP="00546A37">
            <w:pPr>
              <w:jc w:val="both"/>
              <w:rPr>
                <w:color w:val="000000"/>
                <w:sz w:val="28"/>
                <w:lang w:val="uk-UA"/>
              </w:rPr>
            </w:pPr>
            <w:r w:rsidRPr="00CD32AA">
              <w:rPr>
                <w:b/>
                <w:i/>
                <w:color w:val="000000"/>
                <w:sz w:val="28"/>
                <w:lang w:val="uk-UA"/>
              </w:rPr>
              <w:t>Про прийняття громадян, як</w:t>
            </w:r>
            <w:r w:rsidR="008B3951">
              <w:rPr>
                <w:b/>
                <w:i/>
                <w:color w:val="000000"/>
                <w:sz w:val="28"/>
                <w:lang w:val="uk-UA"/>
              </w:rPr>
              <w:t>і</w:t>
            </w:r>
            <w:r w:rsidRPr="00CD32AA">
              <w:rPr>
                <w:b/>
                <w:i/>
                <w:color w:val="000000"/>
                <w:sz w:val="28"/>
                <w:lang w:val="uk-UA"/>
              </w:rPr>
              <w:t xml:space="preserve"> потребу</w:t>
            </w:r>
            <w:r w:rsidR="008B3951">
              <w:rPr>
                <w:b/>
                <w:i/>
                <w:color w:val="000000"/>
                <w:sz w:val="28"/>
                <w:lang w:val="uk-UA"/>
              </w:rPr>
              <w:t>ють</w:t>
            </w:r>
            <w:r w:rsidRPr="00CD32AA">
              <w:rPr>
                <w:b/>
                <w:i/>
                <w:color w:val="000000"/>
                <w:sz w:val="28"/>
                <w:lang w:val="uk-UA"/>
              </w:rPr>
              <w:t xml:space="preserve"> поліпшення житлових умов, на квартирний облік при виконкомі </w:t>
            </w:r>
            <w:proofErr w:type="spellStart"/>
            <w:r w:rsidRPr="00CD32AA">
              <w:rPr>
                <w:b/>
                <w:i/>
                <w:color w:val="000000"/>
                <w:sz w:val="28"/>
                <w:lang w:val="uk-UA"/>
              </w:rPr>
              <w:t>Бахмутської</w:t>
            </w:r>
            <w:proofErr w:type="spellEnd"/>
            <w:r w:rsidRPr="00CD32AA">
              <w:rPr>
                <w:b/>
                <w:i/>
                <w:color w:val="000000"/>
                <w:sz w:val="28"/>
                <w:lang w:val="uk-UA"/>
              </w:rPr>
              <w:t xml:space="preserve"> міської ради</w:t>
            </w:r>
            <w:r w:rsidR="00546A37">
              <w:rPr>
                <w:b/>
                <w:i/>
                <w:color w:val="000000"/>
                <w:sz w:val="28"/>
                <w:lang w:val="uk-UA"/>
              </w:rPr>
              <w:t xml:space="preserve"> та</w:t>
            </w:r>
            <w:r w:rsidR="00F654DB">
              <w:rPr>
                <w:b/>
                <w:i/>
                <w:color w:val="000000"/>
                <w:sz w:val="28"/>
                <w:lang w:val="uk-UA"/>
              </w:rPr>
              <w:t xml:space="preserve"> зняття з квартирного обліку</w:t>
            </w:r>
            <w:r w:rsidR="00613BA1">
              <w:rPr>
                <w:b/>
                <w:i/>
                <w:color w:val="000000"/>
                <w:sz w:val="28"/>
                <w:lang w:val="uk-UA"/>
              </w:rPr>
              <w:t xml:space="preserve">  </w:t>
            </w:r>
          </w:p>
        </w:tc>
      </w:tr>
    </w:tbl>
    <w:p w:rsidR="00093853" w:rsidRDefault="00093853" w:rsidP="00186A84">
      <w:pPr>
        <w:tabs>
          <w:tab w:val="num" w:pos="284"/>
          <w:tab w:val="left" w:pos="7083"/>
        </w:tabs>
        <w:ind w:firstLine="709"/>
        <w:jc w:val="both"/>
        <w:rPr>
          <w:sz w:val="28"/>
          <w:lang w:val="uk-UA"/>
        </w:rPr>
      </w:pPr>
    </w:p>
    <w:p w:rsidR="002A7A92" w:rsidRDefault="002A7A92" w:rsidP="002A7A92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Розглянувши пропозиції міської житлової комісії при виконкомі </w:t>
      </w:r>
      <w:proofErr w:type="spellStart"/>
      <w:r>
        <w:rPr>
          <w:sz w:val="28"/>
          <w:lang w:val="uk-UA"/>
        </w:rPr>
        <w:t>Бахмутської</w:t>
      </w:r>
      <w:proofErr w:type="spellEnd"/>
      <w:r>
        <w:rPr>
          <w:sz w:val="28"/>
          <w:lang w:val="uk-UA"/>
        </w:rPr>
        <w:t xml:space="preserve"> міської ради (витяг з протоколу від </w:t>
      </w:r>
      <w:r w:rsidR="002B0425">
        <w:rPr>
          <w:sz w:val="28"/>
          <w:lang w:val="uk-UA"/>
        </w:rPr>
        <w:t>0</w:t>
      </w:r>
      <w:r w:rsidR="008A0BFC">
        <w:rPr>
          <w:sz w:val="28"/>
          <w:lang w:val="uk-UA"/>
        </w:rPr>
        <w:t>2</w:t>
      </w:r>
      <w:r w:rsidR="00CA08BD">
        <w:rPr>
          <w:sz w:val="28"/>
          <w:lang w:val="uk-UA"/>
        </w:rPr>
        <w:t>.</w:t>
      </w:r>
      <w:r w:rsidR="002B0425">
        <w:rPr>
          <w:sz w:val="28"/>
          <w:lang w:val="uk-UA"/>
        </w:rPr>
        <w:t>0</w:t>
      </w:r>
      <w:r w:rsidR="00546A37">
        <w:rPr>
          <w:sz w:val="28"/>
          <w:lang w:val="uk-UA"/>
        </w:rPr>
        <w:t>6</w:t>
      </w:r>
      <w:r>
        <w:rPr>
          <w:sz w:val="28"/>
          <w:lang w:val="uk-UA"/>
        </w:rPr>
        <w:t>.</w:t>
      </w:r>
      <w:r w:rsidRPr="005A4867">
        <w:rPr>
          <w:color w:val="000000"/>
          <w:sz w:val="28"/>
          <w:lang w:val="uk-UA"/>
        </w:rPr>
        <w:t>20</w:t>
      </w:r>
      <w:r w:rsidR="002B0425">
        <w:rPr>
          <w:color w:val="000000"/>
          <w:sz w:val="28"/>
          <w:lang w:val="uk-UA"/>
        </w:rPr>
        <w:t>20</w:t>
      </w:r>
      <w:r w:rsidRPr="005A4867">
        <w:rPr>
          <w:color w:val="000000"/>
          <w:sz w:val="28"/>
          <w:lang w:val="uk-UA"/>
        </w:rPr>
        <w:t xml:space="preserve"> № </w:t>
      </w:r>
      <w:r w:rsidR="00546A37">
        <w:rPr>
          <w:color w:val="000000"/>
          <w:sz w:val="28"/>
          <w:lang w:val="uk-UA"/>
        </w:rPr>
        <w:t>6</w:t>
      </w:r>
      <w:r>
        <w:rPr>
          <w:color w:val="000000"/>
          <w:sz w:val="28"/>
          <w:lang w:val="uk-UA"/>
        </w:rPr>
        <w:t>)</w:t>
      </w:r>
      <w:r w:rsidRPr="005A4867">
        <w:rPr>
          <w:color w:val="000000"/>
          <w:sz w:val="28"/>
          <w:lang w:val="uk-UA"/>
        </w:rPr>
        <w:t>,</w:t>
      </w:r>
      <w:r>
        <w:rPr>
          <w:sz w:val="28"/>
          <w:lang w:val="uk-UA"/>
        </w:rPr>
        <w:t xml:space="preserve"> </w:t>
      </w:r>
      <w:r w:rsidRPr="00753712">
        <w:rPr>
          <w:sz w:val="28"/>
          <w:szCs w:val="28"/>
          <w:lang w:val="uk-UA"/>
        </w:rPr>
        <w:t>доповідн</w:t>
      </w:r>
      <w:r>
        <w:rPr>
          <w:sz w:val="28"/>
          <w:szCs w:val="28"/>
          <w:lang w:val="uk-UA"/>
        </w:rPr>
        <w:t>у записку</w:t>
      </w:r>
      <w:r w:rsidRPr="00753712">
        <w:rPr>
          <w:sz w:val="28"/>
          <w:szCs w:val="28"/>
          <w:lang w:val="uk-UA"/>
        </w:rPr>
        <w:t xml:space="preserve"> </w:t>
      </w:r>
      <w:proofErr w:type="spellStart"/>
      <w:r w:rsidR="002B0425">
        <w:rPr>
          <w:sz w:val="28"/>
          <w:szCs w:val="28"/>
          <w:lang w:val="uk-UA"/>
        </w:rPr>
        <w:t>в.о.</w:t>
      </w:r>
      <w:r>
        <w:rPr>
          <w:sz w:val="28"/>
          <w:szCs w:val="28"/>
          <w:lang w:val="uk-UA"/>
        </w:rPr>
        <w:t>начальника</w:t>
      </w:r>
      <w:proofErr w:type="spellEnd"/>
      <w:r>
        <w:rPr>
          <w:sz w:val="28"/>
          <w:szCs w:val="28"/>
          <w:lang w:val="uk-UA"/>
        </w:rPr>
        <w:t xml:space="preserve"> </w:t>
      </w:r>
      <w:r w:rsidRPr="00753712">
        <w:rPr>
          <w:sz w:val="28"/>
          <w:szCs w:val="28"/>
          <w:lang w:val="uk-UA"/>
        </w:rPr>
        <w:t>Управління розвитку</w:t>
      </w:r>
      <w:r>
        <w:rPr>
          <w:sz w:val="28"/>
          <w:szCs w:val="28"/>
          <w:lang w:val="uk-UA"/>
        </w:rPr>
        <w:t xml:space="preserve"> міського господарства та капітального будівництва</w:t>
      </w:r>
      <w:r w:rsidRPr="00753712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Бахмут</w:t>
      </w:r>
      <w:r w:rsidRPr="00753712">
        <w:rPr>
          <w:sz w:val="28"/>
          <w:szCs w:val="28"/>
          <w:lang w:val="uk-UA"/>
        </w:rPr>
        <w:t>ської</w:t>
      </w:r>
      <w:proofErr w:type="spellEnd"/>
      <w:r w:rsidRPr="00753712">
        <w:rPr>
          <w:sz w:val="28"/>
          <w:szCs w:val="28"/>
          <w:lang w:val="uk-UA"/>
        </w:rPr>
        <w:t xml:space="preserve"> міської ради</w:t>
      </w:r>
      <w:r>
        <w:rPr>
          <w:sz w:val="28"/>
          <w:szCs w:val="28"/>
          <w:lang w:val="uk-UA"/>
        </w:rPr>
        <w:t xml:space="preserve"> </w:t>
      </w:r>
      <w:r w:rsidR="002B0425">
        <w:rPr>
          <w:sz w:val="28"/>
          <w:szCs w:val="28"/>
          <w:lang w:val="uk-UA"/>
        </w:rPr>
        <w:t>Орел Н.І.</w:t>
      </w:r>
      <w:r w:rsidR="002B0425" w:rsidRPr="002B0425">
        <w:rPr>
          <w:sz w:val="28"/>
          <w:szCs w:val="28"/>
          <w:lang w:val="uk-UA"/>
        </w:rPr>
        <w:t xml:space="preserve"> </w:t>
      </w:r>
      <w:r w:rsidR="002B0425" w:rsidRPr="00753712">
        <w:rPr>
          <w:sz w:val="28"/>
          <w:szCs w:val="28"/>
          <w:lang w:val="uk-UA"/>
        </w:rPr>
        <w:t>від</w:t>
      </w:r>
      <w:r w:rsidR="00CB7E3A">
        <w:rPr>
          <w:sz w:val="28"/>
          <w:szCs w:val="28"/>
          <w:lang w:val="uk-UA"/>
        </w:rPr>
        <w:t xml:space="preserve"> </w:t>
      </w:r>
      <w:r w:rsidR="00D71B15">
        <w:rPr>
          <w:sz w:val="28"/>
          <w:szCs w:val="28"/>
          <w:lang w:val="uk-UA"/>
        </w:rPr>
        <w:t>02</w:t>
      </w:r>
      <w:r w:rsidR="00CB7E3A">
        <w:rPr>
          <w:sz w:val="28"/>
          <w:szCs w:val="28"/>
          <w:lang w:val="uk-UA"/>
        </w:rPr>
        <w:t>.0</w:t>
      </w:r>
      <w:r w:rsidR="00546A37">
        <w:rPr>
          <w:sz w:val="28"/>
          <w:szCs w:val="28"/>
          <w:lang w:val="uk-UA"/>
        </w:rPr>
        <w:t>6</w:t>
      </w:r>
      <w:r w:rsidR="00F654DB">
        <w:rPr>
          <w:sz w:val="28"/>
          <w:szCs w:val="28"/>
          <w:lang w:val="uk-UA"/>
        </w:rPr>
        <w:t>.2020 № 01/31-</w:t>
      </w:r>
      <w:r w:rsidR="00D71B15">
        <w:rPr>
          <w:sz w:val="28"/>
          <w:szCs w:val="28"/>
          <w:lang w:val="uk-UA"/>
        </w:rPr>
        <w:t xml:space="preserve"> 974 </w:t>
      </w:r>
      <w:r w:rsidR="00CB7E3A">
        <w:rPr>
          <w:sz w:val="28"/>
          <w:szCs w:val="28"/>
          <w:lang w:val="uk-UA"/>
        </w:rPr>
        <w:t xml:space="preserve">(вх. № </w:t>
      </w:r>
      <w:r w:rsidR="00D41920">
        <w:rPr>
          <w:sz w:val="28"/>
          <w:szCs w:val="28"/>
          <w:lang w:val="uk-UA"/>
        </w:rPr>
        <w:t>01-</w:t>
      </w:r>
      <w:r w:rsidR="00DB0358">
        <w:rPr>
          <w:sz w:val="28"/>
          <w:szCs w:val="28"/>
          <w:lang w:val="uk-UA"/>
        </w:rPr>
        <w:t>3189</w:t>
      </w:r>
      <w:r w:rsidR="002B0425">
        <w:rPr>
          <w:sz w:val="28"/>
          <w:szCs w:val="28"/>
          <w:lang w:val="uk-UA"/>
        </w:rPr>
        <w:t>-06</w:t>
      </w:r>
      <w:r w:rsidR="00CB7E3A">
        <w:rPr>
          <w:sz w:val="28"/>
          <w:szCs w:val="28"/>
          <w:lang w:val="uk-UA"/>
        </w:rPr>
        <w:t xml:space="preserve"> від </w:t>
      </w:r>
      <w:r w:rsidR="00DB0358">
        <w:rPr>
          <w:sz w:val="28"/>
          <w:szCs w:val="28"/>
          <w:lang w:val="uk-UA"/>
        </w:rPr>
        <w:t>04</w:t>
      </w:r>
      <w:r w:rsidR="00CB7E3A">
        <w:rPr>
          <w:sz w:val="28"/>
          <w:szCs w:val="28"/>
          <w:lang w:val="uk-UA"/>
        </w:rPr>
        <w:t>.0</w:t>
      </w:r>
      <w:r w:rsidR="00546A37">
        <w:rPr>
          <w:sz w:val="28"/>
          <w:szCs w:val="28"/>
          <w:lang w:val="uk-UA"/>
        </w:rPr>
        <w:t>6</w:t>
      </w:r>
      <w:r w:rsidR="00CB7E3A">
        <w:rPr>
          <w:sz w:val="28"/>
          <w:szCs w:val="28"/>
          <w:lang w:val="uk-UA"/>
        </w:rPr>
        <w:t>.2020</w:t>
      </w:r>
      <w:r w:rsidR="0088369B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</w:t>
      </w:r>
      <w:r w:rsidRPr="00B765AF">
        <w:rPr>
          <w:sz w:val="28"/>
          <w:lang w:val="uk-UA"/>
        </w:rPr>
        <w:t xml:space="preserve">відповідно </w:t>
      </w:r>
      <w:r>
        <w:rPr>
          <w:sz w:val="28"/>
          <w:lang w:val="uk-UA"/>
        </w:rPr>
        <w:t xml:space="preserve">до </w:t>
      </w:r>
      <w:r w:rsidRPr="008C3856">
        <w:rPr>
          <w:sz w:val="28"/>
          <w:lang w:val="uk-UA"/>
        </w:rPr>
        <w:t>ст.</w:t>
      </w:r>
      <w:r w:rsidRPr="00510897">
        <w:rPr>
          <w:color w:val="000000"/>
          <w:sz w:val="28"/>
          <w:lang w:val="uk-UA"/>
        </w:rPr>
        <w:t xml:space="preserve">ст. </w:t>
      </w:r>
      <w:r w:rsidR="00F654DB">
        <w:rPr>
          <w:color w:val="000000"/>
          <w:sz w:val="28"/>
          <w:lang w:val="uk-UA"/>
        </w:rPr>
        <w:t>15, 34, 36, 38-40, 45</w:t>
      </w:r>
      <w:r w:rsidRPr="00701C8E">
        <w:rPr>
          <w:sz w:val="28"/>
          <w:lang w:val="uk-UA"/>
        </w:rPr>
        <w:t xml:space="preserve"> </w:t>
      </w:r>
      <w:r>
        <w:rPr>
          <w:sz w:val="28"/>
          <w:lang w:val="uk-UA"/>
        </w:rPr>
        <w:t>Житлового К</w:t>
      </w:r>
      <w:r w:rsidRPr="00016C00">
        <w:rPr>
          <w:sz w:val="28"/>
          <w:lang w:val="uk-UA"/>
        </w:rPr>
        <w:t>одексу Української РСР</w:t>
      </w:r>
      <w:r w:rsidRPr="00016C00">
        <w:rPr>
          <w:sz w:val="28"/>
          <w:szCs w:val="28"/>
          <w:lang w:val="uk-UA"/>
        </w:rPr>
        <w:t>,</w:t>
      </w:r>
      <w:r w:rsidRPr="00F95FEE">
        <w:rPr>
          <w:sz w:val="28"/>
          <w:lang w:val="uk-UA"/>
        </w:rPr>
        <w:t xml:space="preserve"> </w:t>
      </w:r>
      <w:r>
        <w:rPr>
          <w:sz w:val="28"/>
          <w:lang w:val="uk-UA"/>
        </w:rPr>
        <w:t>Закон</w:t>
      </w:r>
      <w:r w:rsidR="00546A37">
        <w:rPr>
          <w:sz w:val="28"/>
          <w:lang w:val="uk-UA"/>
        </w:rPr>
        <w:t>у</w:t>
      </w:r>
      <w:r w:rsidR="00A92EFB">
        <w:rPr>
          <w:sz w:val="28"/>
          <w:lang w:val="uk-UA"/>
        </w:rPr>
        <w:t xml:space="preserve"> України</w:t>
      </w:r>
      <w:r>
        <w:rPr>
          <w:sz w:val="28"/>
          <w:lang w:val="uk-UA"/>
        </w:rPr>
        <w:t xml:space="preserve"> </w:t>
      </w:r>
      <w:r w:rsidR="00F654DB">
        <w:rPr>
          <w:sz w:val="28"/>
          <w:lang w:val="uk-UA"/>
        </w:rPr>
        <w:t xml:space="preserve">«Про статус ветеранів війни, гарантії їх соціального захисту», </w:t>
      </w:r>
      <w:r>
        <w:rPr>
          <w:color w:val="000000"/>
          <w:sz w:val="28"/>
          <w:lang w:val="uk-UA"/>
        </w:rPr>
        <w:t xml:space="preserve">пунктів </w:t>
      </w:r>
      <w:r w:rsidR="00531511">
        <w:rPr>
          <w:color w:val="000000"/>
          <w:sz w:val="28"/>
          <w:lang w:val="uk-UA"/>
        </w:rPr>
        <w:t xml:space="preserve">13, 15, 18-21, </w:t>
      </w:r>
      <w:r w:rsidR="00E225C6">
        <w:rPr>
          <w:color w:val="000000"/>
          <w:sz w:val="28"/>
          <w:lang w:val="uk-UA"/>
        </w:rPr>
        <w:t xml:space="preserve">26, 44  </w:t>
      </w:r>
      <w:r w:rsidRPr="00921A50">
        <w:rPr>
          <w:color w:val="000000"/>
          <w:sz w:val="28"/>
          <w:lang w:val="uk-UA"/>
        </w:rPr>
        <w:t xml:space="preserve">Правил </w:t>
      </w:r>
      <w:r>
        <w:rPr>
          <w:sz w:val="28"/>
          <w:lang w:val="uk-UA"/>
        </w:rPr>
        <w:t>обліку громадян, які потребують поліпшення житлових умов, і надання їм жилих приміщень в Українській РСР, затверджених постановою Ради Міністрів Української РСР і Української республіканської ради професійних спілок від 11.12.84 № 470</w:t>
      </w:r>
      <w:r w:rsidR="0024576F">
        <w:rPr>
          <w:sz w:val="28"/>
          <w:lang w:val="uk-UA"/>
        </w:rPr>
        <w:t xml:space="preserve"> </w:t>
      </w:r>
      <w:r w:rsidR="00D41920">
        <w:rPr>
          <w:sz w:val="28"/>
          <w:lang w:val="uk-UA"/>
        </w:rPr>
        <w:t>(з</w:t>
      </w:r>
      <w:r w:rsidR="000F5610">
        <w:rPr>
          <w:sz w:val="28"/>
          <w:lang w:val="uk-UA"/>
        </w:rPr>
        <w:t>і змінами</w:t>
      </w:r>
      <w:r w:rsidR="00D41920">
        <w:rPr>
          <w:sz w:val="28"/>
          <w:lang w:val="uk-UA"/>
        </w:rPr>
        <w:t>)</w:t>
      </w:r>
      <w:r>
        <w:rPr>
          <w:sz w:val="28"/>
          <w:lang w:val="uk-UA"/>
        </w:rPr>
        <w:t xml:space="preserve">, керуючись ст.ст. 30, 52 Закону України </w:t>
      </w:r>
      <w:proofErr w:type="spellStart"/>
      <w:r>
        <w:rPr>
          <w:sz w:val="28"/>
          <w:lang w:val="uk-UA"/>
        </w:rPr>
        <w:t>“Про</w:t>
      </w:r>
      <w:proofErr w:type="spellEnd"/>
      <w:r>
        <w:rPr>
          <w:sz w:val="28"/>
          <w:lang w:val="uk-UA"/>
        </w:rPr>
        <w:t xml:space="preserve"> місцеве самоврядування в </w:t>
      </w:r>
      <w:proofErr w:type="spellStart"/>
      <w:r>
        <w:rPr>
          <w:sz w:val="28"/>
          <w:lang w:val="uk-UA"/>
        </w:rPr>
        <w:t>Україні”</w:t>
      </w:r>
      <w:proofErr w:type="spellEnd"/>
      <w:r>
        <w:rPr>
          <w:sz w:val="28"/>
          <w:lang w:val="uk-UA"/>
        </w:rPr>
        <w:t xml:space="preserve">, виконком </w:t>
      </w:r>
      <w:proofErr w:type="spellStart"/>
      <w:r>
        <w:rPr>
          <w:sz w:val="28"/>
          <w:lang w:val="uk-UA"/>
        </w:rPr>
        <w:t>Бахмутської</w:t>
      </w:r>
      <w:proofErr w:type="spellEnd"/>
      <w:r>
        <w:rPr>
          <w:sz w:val="28"/>
          <w:lang w:val="uk-UA"/>
        </w:rPr>
        <w:t xml:space="preserve"> міської ради</w:t>
      </w:r>
    </w:p>
    <w:p w:rsidR="00500B36" w:rsidRDefault="00500B36" w:rsidP="00186A84">
      <w:pPr>
        <w:tabs>
          <w:tab w:val="num" w:pos="284"/>
          <w:tab w:val="left" w:pos="7083"/>
        </w:tabs>
        <w:ind w:firstLine="709"/>
        <w:jc w:val="both"/>
        <w:rPr>
          <w:sz w:val="28"/>
          <w:lang w:val="uk-UA"/>
        </w:rPr>
      </w:pPr>
    </w:p>
    <w:p w:rsidR="005E78C0" w:rsidRDefault="005E78C0">
      <w:pPr>
        <w:ind w:firstLine="720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В :</w:t>
      </w:r>
    </w:p>
    <w:p w:rsidR="00F73FDD" w:rsidRDefault="00F73FDD">
      <w:pPr>
        <w:ind w:firstLine="720"/>
        <w:jc w:val="both"/>
        <w:rPr>
          <w:b/>
          <w:sz w:val="28"/>
          <w:lang w:val="uk-UA"/>
        </w:rPr>
      </w:pPr>
    </w:p>
    <w:p w:rsidR="00664BF3" w:rsidRPr="00C21EBD" w:rsidRDefault="005E78C0" w:rsidP="00664BF3">
      <w:pPr>
        <w:pStyle w:val="31"/>
        <w:tabs>
          <w:tab w:val="clear" w:pos="1134"/>
          <w:tab w:val="left" w:pos="709"/>
        </w:tabs>
        <w:rPr>
          <w:b w:val="0"/>
          <w:color w:val="000000"/>
          <w:szCs w:val="28"/>
        </w:rPr>
      </w:pPr>
      <w:r>
        <w:tab/>
      </w:r>
      <w:r w:rsidR="004D1A49">
        <w:tab/>
      </w:r>
      <w:r w:rsidR="004D1A49" w:rsidRPr="005C4BBD">
        <w:rPr>
          <w:b w:val="0"/>
        </w:rPr>
        <w:t xml:space="preserve">1. Прийняти на квартирний облік при виконкомі </w:t>
      </w:r>
      <w:proofErr w:type="spellStart"/>
      <w:r w:rsidR="004D1A49" w:rsidRPr="005C4BBD">
        <w:rPr>
          <w:b w:val="0"/>
        </w:rPr>
        <w:t>Бахмутської</w:t>
      </w:r>
      <w:proofErr w:type="spellEnd"/>
      <w:r w:rsidR="004D1A49" w:rsidRPr="005C4BBD">
        <w:rPr>
          <w:b w:val="0"/>
        </w:rPr>
        <w:t xml:space="preserve"> міської ради</w:t>
      </w:r>
      <w:r w:rsidR="000F5610">
        <w:rPr>
          <w:b w:val="0"/>
        </w:rPr>
        <w:t xml:space="preserve"> </w:t>
      </w:r>
      <w:r w:rsidR="00A10037" w:rsidRPr="00A10037">
        <w:rPr>
          <w:b w:val="0"/>
          <w:szCs w:val="28"/>
        </w:rPr>
        <w:t>(містить персональні данні про осіб (п.3ч.2ст.10 ЗУ «Про доступ до публічної інформації»),</w:t>
      </w:r>
      <w:r w:rsidR="00664BF3" w:rsidRPr="00755802">
        <w:rPr>
          <w:b w:val="0"/>
        </w:rPr>
        <w:t xml:space="preserve"> </w:t>
      </w:r>
      <w:r w:rsidR="00664BF3">
        <w:rPr>
          <w:b w:val="0"/>
        </w:rPr>
        <w:t xml:space="preserve">пенсіонера, </w:t>
      </w:r>
      <w:r w:rsidR="00664BF3" w:rsidRPr="00597BC5">
        <w:rPr>
          <w:b w:val="0"/>
          <w:color w:val="000000"/>
          <w:szCs w:val="28"/>
        </w:rPr>
        <w:t>складом родини</w:t>
      </w:r>
      <w:r w:rsidR="00664BF3">
        <w:rPr>
          <w:b w:val="0"/>
          <w:color w:val="000000"/>
          <w:szCs w:val="28"/>
        </w:rPr>
        <w:t xml:space="preserve"> 3 особи (він, дружина та дочка</w:t>
      </w:r>
      <w:r w:rsidR="00664BF3">
        <w:rPr>
          <w:b w:val="0"/>
          <w:color w:val="000000"/>
        </w:rPr>
        <w:t xml:space="preserve">), </w:t>
      </w:r>
      <w:r w:rsidR="00664BF3" w:rsidRPr="008E5195">
        <w:rPr>
          <w:b w:val="0"/>
          <w:color w:val="000000"/>
          <w:szCs w:val="28"/>
        </w:rPr>
        <w:t>як</w:t>
      </w:r>
      <w:r w:rsidR="00664BF3">
        <w:rPr>
          <w:b w:val="0"/>
          <w:color w:val="000000"/>
          <w:szCs w:val="28"/>
        </w:rPr>
        <w:t xml:space="preserve">і </w:t>
      </w:r>
      <w:r w:rsidR="00664BF3" w:rsidRPr="008E5195">
        <w:rPr>
          <w:b w:val="0"/>
          <w:color w:val="000000"/>
          <w:szCs w:val="28"/>
        </w:rPr>
        <w:t>мешка</w:t>
      </w:r>
      <w:r w:rsidR="00664BF3">
        <w:rPr>
          <w:b w:val="0"/>
          <w:color w:val="000000"/>
          <w:szCs w:val="28"/>
        </w:rPr>
        <w:t xml:space="preserve">ють в будинку, жилою площею 24,50 </w:t>
      </w:r>
      <w:proofErr w:type="spellStart"/>
      <w:r w:rsidR="00664BF3">
        <w:rPr>
          <w:b w:val="0"/>
          <w:color w:val="000000"/>
          <w:szCs w:val="28"/>
        </w:rPr>
        <w:t>кв.м</w:t>
      </w:r>
      <w:proofErr w:type="spellEnd"/>
      <w:r w:rsidR="00664BF3">
        <w:rPr>
          <w:b w:val="0"/>
          <w:color w:val="000000"/>
          <w:szCs w:val="28"/>
        </w:rPr>
        <w:t xml:space="preserve">., </w:t>
      </w:r>
      <w:r w:rsidR="00664BF3" w:rsidRPr="0096604B">
        <w:rPr>
          <w:b w:val="0"/>
          <w:color w:val="000000"/>
          <w:szCs w:val="28"/>
        </w:rPr>
        <w:t xml:space="preserve">по </w:t>
      </w:r>
      <w:r w:rsidR="00664BF3">
        <w:rPr>
          <w:b w:val="0"/>
          <w:color w:val="000000"/>
          <w:szCs w:val="28"/>
        </w:rPr>
        <w:t>вулиці Підгірній у місті</w:t>
      </w:r>
      <w:r w:rsidR="00664BF3" w:rsidRPr="0096604B">
        <w:rPr>
          <w:b w:val="0"/>
          <w:color w:val="000000"/>
          <w:szCs w:val="28"/>
        </w:rPr>
        <w:t xml:space="preserve"> </w:t>
      </w:r>
      <w:proofErr w:type="spellStart"/>
      <w:r w:rsidR="00664BF3" w:rsidRPr="0096604B">
        <w:rPr>
          <w:b w:val="0"/>
          <w:color w:val="000000"/>
          <w:szCs w:val="28"/>
        </w:rPr>
        <w:t>Бахмут</w:t>
      </w:r>
      <w:proofErr w:type="spellEnd"/>
      <w:r w:rsidR="00664BF3" w:rsidRPr="0096604B">
        <w:rPr>
          <w:b w:val="0"/>
          <w:color w:val="000000"/>
          <w:szCs w:val="28"/>
        </w:rPr>
        <w:t>,</w:t>
      </w:r>
      <w:r w:rsidR="00664BF3">
        <w:rPr>
          <w:b w:val="0"/>
          <w:color w:val="000000"/>
          <w:szCs w:val="28"/>
        </w:rPr>
        <w:t xml:space="preserve">  що належить на праві приватної власності </w:t>
      </w:r>
      <w:r w:rsidR="00A10037" w:rsidRPr="006A1C29">
        <w:rPr>
          <w:b w:val="0"/>
          <w:szCs w:val="28"/>
        </w:rPr>
        <w:t>(містить персональні данні про осіб (п.3ч.2ст.10 ЗУ «Про доступ до публічної інформації»)</w:t>
      </w:r>
      <w:r w:rsidR="00664BF3">
        <w:rPr>
          <w:b w:val="0"/>
          <w:color w:val="000000"/>
          <w:szCs w:val="28"/>
        </w:rPr>
        <w:t xml:space="preserve">, згідно свідоцтва про право на спадщину за заповітом від 05.06.1998, посвідченого завідуючою Першої артемівської державної нотаріальної контори </w:t>
      </w:r>
      <w:proofErr w:type="spellStart"/>
      <w:r w:rsidR="00664BF3">
        <w:rPr>
          <w:b w:val="0"/>
          <w:color w:val="000000"/>
          <w:szCs w:val="28"/>
        </w:rPr>
        <w:t>Букрей</w:t>
      </w:r>
      <w:proofErr w:type="spellEnd"/>
      <w:r w:rsidR="00664BF3">
        <w:rPr>
          <w:b w:val="0"/>
          <w:color w:val="000000"/>
          <w:szCs w:val="28"/>
        </w:rPr>
        <w:t xml:space="preserve"> Г.П., реєстраційний № 1-3493, </w:t>
      </w:r>
      <w:r w:rsidR="00664BF3" w:rsidRPr="00597BC5">
        <w:rPr>
          <w:b w:val="0"/>
          <w:color w:val="000000"/>
        </w:rPr>
        <w:t xml:space="preserve">на підставі </w:t>
      </w:r>
      <w:proofErr w:type="spellStart"/>
      <w:r w:rsidR="00664BF3" w:rsidRPr="00597BC5">
        <w:rPr>
          <w:b w:val="0"/>
          <w:color w:val="000000"/>
        </w:rPr>
        <w:t>пп</w:t>
      </w:r>
      <w:proofErr w:type="spellEnd"/>
      <w:r w:rsidR="00664BF3" w:rsidRPr="00597BC5">
        <w:rPr>
          <w:b w:val="0"/>
          <w:color w:val="000000"/>
        </w:rPr>
        <w:t xml:space="preserve"> </w:t>
      </w:r>
      <w:r w:rsidR="00664BF3">
        <w:rPr>
          <w:b w:val="0"/>
          <w:color w:val="000000"/>
        </w:rPr>
        <w:t>5</w:t>
      </w:r>
      <w:r w:rsidR="00664BF3" w:rsidRPr="00597BC5">
        <w:rPr>
          <w:b w:val="0"/>
          <w:color w:val="000000"/>
        </w:rPr>
        <w:t xml:space="preserve"> п 13 Правил обліку громадян, які потребують поліпшення житлових умов, і </w:t>
      </w:r>
      <w:r w:rsidR="00664BF3" w:rsidRPr="00597BC5">
        <w:rPr>
          <w:b w:val="0"/>
          <w:color w:val="000000"/>
        </w:rPr>
        <w:lastRenderedPageBreak/>
        <w:t>надання їм жилих приміщень в Українській РСР, визначивши чергу у загальних списках під № </w:t>
      </w:r>
      <w:r w:rsidR="00664BF3" w:rsidRPr="00B90005">
        <w:rPr>
          <w:b w:val="0"/>
        </w:rPr>
        <w:t>1</w:t>
      </w:r>
      <w:r w:rsidR="00664BF3">
        <w:rPr>
          <w:b w:val="0"/>
        </w:rPr>
        <w:t>53</w:t>
      </w:r>
      <w:r w:rsidR="00C21EBD">
        <w:rPr>
          <w:b w:val="0"/>
        </w:rPr>
        <w:t>3</w:t>
      </w:r>
      <w:r w:rsidR="00664BF3" w:rsidRPr="00B90005">
        <w:rPr>
          <w:b w:val="0"/>
        </w:rPr>
        <w:t>,</w:t>
      </w:r>
      <w:r w:rsidR="00664BF3" w:rsidRPr="00597BC5">
        <w:rPr>
          <w:b w:val="0"/>
          <w:color w:val="000000"/>
        </w:rPr>
        <w:t xml:space="preserve"> </w:t>
      </w:r>
      <w:r w:rsidR="00664BF3">
        <w:rPr>
          <w:b w:val="0"/>
          <w:color w:val="000000"/>
        </w:rPr>
        <w:t xml:space="preserve">з включенням до списку першочергового одержання житла, як учасника бойових дій, </w:t>
      </w:r>
      <w:r w:rsidR="00664BF3" w:rsidRPr="00597BC5">
        <w:rPr>
          <w:b w:val="0"/>
          <w:color w:val="000000"/>
        </w:rPr>
        <w:t xml:space="preserve">на підставі </w:t>
      </w:r>
      <w:proofErr w:type="spellStart"/>
      <w:r w:rsidR="00664BF3" w:rsidRPr="00597BC5">
        <w:rPr>
          <w:b w:val="0"/>
          <w:color w:val="000000"/>
        </w:rPr>
        <w:t>пп</w:t>
      </w:r>
      <w:proofErr w:type="spellEnd"/>
      <w:r w:rsidR="00664BF3" w:rsidRPr="00597BC5">
        <w:rPr>
          <w:b w:val="0"/>
          <w:color w:val="000000"/>
        </w:rPr>
        <w:t xml:space="preserve"> </w:t>
      </w:r>
      <w:r w:rsidR="00664BF3">
        <w:rPr>
          <w:b w:val="0"/>
          <w:color w:val="000000"/>
        </w:rPr>
        <w:t>4</w:t>
      </w:r>
      <w:r w:rsidR="00664BF3" w:rsidRPr="00597BC5">
        <w:rPr>
          <w:b w:val="0"/>
          <w:color w:val="000000"/>
        </w:rPr>
        <w:t xml:space="preserve"> п </w:t>
      </w:r>
      <w:r w:rsidR="00664BF3">
        <w:rPr>
          <w:b w:val="0"/>
          <w:color w:val="000000"/>
        </w:rPr>
        <w:t>44</w:t>
      </w:r>
      <w:r w:rsidR="00664BF3" w:rsidRPr="00597BC5">
        <w:rPr>
          <w:b w:val="0"/>
          <w:color w:val="000000"/>
        </w:rPr>
        <w:t xml:space="preserve"> Правил обліку громадян, які потребують поліпшення житлових умов, і надання їм жилих приміщень в Українській РСР,</w:t>
      </w:r>
      <w:r w:rsidR="00664BF3">
        <w:rPr>
          <w:b w:val="0"/>
          <w:color w:val="000000"/>
        </w:rPr>
        <w:t xml:space="preserve"> під № 48</w:t>
      </w:r>
      <w:r w:rsidR="00C21EBD">
        <w:rPr>
          <w:b w:val="0"/>
          <w:color w:val="000000"/>
        </w:rPr>
        <w:t>1</w:t>
      </w:r>
      <w:r w:rsidR="00664BF3">
        <w:rPr>
          <w:b w:val="0"/>
          <w:color w:val="000000"/>
        </w:rPr>
        <w:t>, надавши обліковій справі № 470</w:t>
      </w:r>
      <w:r w:rsidR="00C21EBD">
        <w:rPr>
          <w:b w:val="0"/>
          <w:color w:val="000000"/>
        </w:rPr>
        <w:t>3</w:t>
      </w:r>
      <w:r w:rsidR="00664BF3">
        <w:rPr>
          <w:b w:val="0"/>
          <w:color w:val="000000"/>
        </w:rPr>
        <w:t>.</w:t>
      </w:r>
    </w:p>
    <w:p w:rsidR="00D52EE3" w:rsidRDefault="003C0F30" w:rsidP="002B0425">
      <w:pPr>
        <w:pStyle w:val="31"/>
        <w:tabs>
          <w:tab w:val="clear" w:pos="1134"/>
          <w:tab w:val="left" w:pos="709"/>
        </w:tabs>
        <w:rPr>
          <w:szCs w:val="28"/>
        </w:rPr>
      </w:pPr>
      <w:r>
        <w:rPr>
          <w:b w:val="0"/>
          <w:color w:val="000000"/>
        </w:rPr>
        <w:tab/>
      </w:r>
      <w:r w:rsidRPr="009561E2">
        <w:rPr>
          <w:b w:val="0"/>
          <w:sz w:val="27"/>
          <w:szCs w:val="27"/>
        </w:rPr>
        <w:tab/>
      </w:r>
    </w:p>
    <w:p w:rsidR="00A10037" w:rsidRDefault="005C693B" w:rsidP="00A10037">
      <w:pPr>
        <w:pStyle w:val="31"/>
        <w:tabs>
          <w:tab w:val="left" w:pos="709"/>
        </w:tabs>
        <w:rPr>
          <w:b w:val="0"/>
          <w:szCs w:val="28"/>
          <w:lang w:val="ru-RU"/>
        </w:rPr>
      </w:pPr>
      <w:r>
        <w:rPr>
          <w:bCs w:val="0"/>
          <w:i/>
          <w:color w:val="000000"/>
        </w:rPr>
        <w:tab/>
      </w:r>
      <w:r w:rsidR="00A10037" w:rsidRPr="008D1292">
        <w:rPr>
          <w:b w:val="0"/>
          <w:szCs w:val="28"/>
        </w:rPr>
        <w:t xml:space="preserve">2. Зняти з квартирного обліку при виконкомі </w:t>
      </w:r>
      <w:proofErr w:type="spellStart"/>
      <w:r w:rsidR="00A10037" w:rsidRPr="008D1292">
        <w:rPr>
          <w:b w:val="0"/>
          <w:szCs w:val="28"/>
        </w:rPr>
        <w:t>Бахмутської</w:t>
      </w:r>
      <w:proofErr w:type="spellEnd"/>
      <w:r w:rsidR="00A10037" w:rsidRPr="008D1292">
        <w:rPr>
          <w:b w:val="0"/>
          <w:szCs w:val="28"/>
        </w:rPr>
        <w:t xml:space="preserve"> міської ради таких громадян:</w:t>
      </w:r>
    </w:p>
    <w:p w:rsidR="00A10037" w:rsidRPr="00C21EBD" w:rsidRDefault="00A10037" w:rsidP="00A10037">
      <w:pPr>
        <w:pStyle w:val="31"/>
        <w:tabs>
          <w:tab w:val="left" w:pos="709"/>
        </w:tabs>
        <w:rPr>
          <w:b w:val="0"/>
          <w:szCs w:val="28"/>
        </w:rPr>
      </w:pPr>
      <w:r w:rsidRPr="008D1292">
        <w:rPr>
          <w:b w:val="0"/>
          <w:szCs w:val="28"/>
        </w:rPr>
        <w:tab/>
        <w:t>2.</w:t>
      </w:r>
      <w:r>
        <w:rPr>
          <w:b w:val="0"/>
          <w:szCs w:val="28"/>
        </w:rPr>
        <w:t>1</w:t>
      </w:r>
      <w:r w:rsidRPr="008D1292">
        <w:rPr>
          <w:b w:val="0"/>
          <w:szCs w:val="28"/>
        </w:rPr>
        <w:t xml:space="preserve">. </w:t>
      </w:r>
      <w:r w:rsidRPr="00A10037">
        <w:rPr>
          <w:b w:val="0"/>
          <w:szCs w:val="28"/>
        </w:rPr>
        <w:t>(містить персональні данні про осіб (п.3ч.2ст.10 ЗУ «Про доступ до публічної інформації»),</w:t>
      </w:r>
      <w:r w:rsidRPr="00755802">
        <w:rPr>
          <w:b w:val="0"/>
        </w:rPr>
        <w:t xml:space="preserve"> </w:t>
      </w:r>
      <w:r w:rsidRPr="008D1292">
        <w:rPr>
          <w:b w:val="0"/>
          <w:szCs w:val="28"/>
        </w:rPr>
        <w:t xml:space="preserve">складом родини 1 особа, на підставі </w:t>
      </w:r>
      <w:proofErr w:type="spellStart"/>
      <w:r w:rsidRPr="008D1292">
        <w:rPr>
          <w:b w:val="0"/>
          <w:szCs w:val="28"/>
        </w:rPr>
        <w:t>пп</w:t>
      </w:r>
      <w:proofErr w:type="spellEnd"/>
      <w:r w:rsidRPr="008D1292">
        <w:rPr>
          <w:b w:val="0"/>
          <w:szCs w:val="28"/>
        </w:rPr>
        <w:t xml:space="preserve"> 1 п 26 Правил обліку громадян, які потребують поліпшення житлових умов, і надання їм жилих приміщень в Українській РСР, у зв’язку з поліпшенням житлових умов, внаслідок якого відпали підстави для н</w:t>
      </w:r>
      <w:r>
        <w:rPr>
          <w:b w:val="0"/>
          <w:szCs w:val="28"/>
        </w:rPr>
        <w:t>адання іншого жилого приміщення (облікова справа № 4538</w:t>
      </w:r>
      <w:r w:rsidRPr="008D1292">
        <w:rPr>
          <w:b w:val="0"/>
          <w:szCs w:val="28"/>
        </w:rPr>
        <w:t>).</w:t>
      </w:r>
    </w:p>
    <w:p w:rsidR="00A10037" w:rsidRPr="00C21EBD" w:rsidRDefault="00A10037" w:rsidP="00A10037">
      <w:pPr>
        <w:pStyle w:val="31"/>
        <w:tabs>
          <w:tab w:val="left" w:pos="709"/>
        </w:tabs>
        <w:rPr>
          <w:b w:val="0"/>
          <w:color w:val="000000"/>
          <w:szCs w:val="28"/>
        </w:rPr>
      </w:pPr>
    </w:p>
    <w:p w:rsidR="00A10037" w:rsidRPr="00C21EBD" w:rsidRDefault="00A10037" w:rsidP="00A10037">
      <w:pPr>
        <w:pStyle w:val="31"/>
        <w:tabs>
          <w:tab w:val="left" w:pos="709"/>
        </w:tabs>
        <w:rPr>
          <w:b w:val="0"/>
          <w:szCs w:val="28"/>
        </w:rPr>
      </w:pPr>
      <w:r>
        <w:rPr>
          <w:b w:val="0"/>
          <w:szCs w:val="28"/>
        </w:rPr>
        <w:tab/>
      </w:r>
      <w:r w:rsidRPr="008D1292">
        <w:rPr>
          <w:b w:val="0"/>
          <w:szCs w:val="28"/>
        </w:rPr>
        <w:t>2.</w:t>
      </w:r>
      <w:r>
        <w:rPr>
          <w:b w:val="0"/>
          <w:szCs w:val="28"/>
        </w:rPr>
        <w:t>2</w:t>
      </w:r>
      <w:r w:rsidRPr="008D1292">
        <w:rPr>
          <w:b w:val="0"/>
          <w:szCs w:val="28"/>
        </w:rPr>
        <w:t xml:space="preserve">. </w:t>
      </w:r>
      <w:r w:rsidRPr="00A10037">
        <w:rPr>
          <w:b w:val="0"/>
          <w:szCs w:val="28"/>
        </w:rPr>
        <w:t>(містить персональні данні про осіб (п.3ч.2ст.10 ЗУ «Про доступ до публічної інформації»),</w:t>
      </w:r>
      <w:r w:rsidRPr="00755802">
        <w:rPr>
          <w:b w:val="0"/>
        </w:rPr>
        <w:t xml:space="preserve"> </w:t>
      </w:r>
      <w:r w:rsidRPr="008D1292">
        <w:rPr>
          <w:b w:val="0"/>
          <w:szCs w:val="28"/>
        </w:rPr>
        <w:t xml:space="preserve">складом родини 1 особа, на підставі </w:t>
      </w:r>
      <w:proofErr w:type="spellStart"/>
      <w:r w:rsidRPr="008D1292">
        <w:rPr>
          <w:b w:val="0"/>
          <w:szCs w:val="28"/>
        </w:rPr>
        <w:t>пп</w:t>
      </w:r>
      <w:proofErr w:type="spellEnd"/>
      <w:r w:rsidRPr="008D1292">
        <w:rPr>
          <w:b w:val="0"/>
          <w:szCs w:val="28"/>
        </w:rPr>
        <w:t xml:space="preserve"> 1 п 26 Правил обліку громадян, які потребують поліпшення житлових умов, і надання їм жилих приміщень в Українській РСР, у зв’язку з поліпшенням житлових умов, внаслідок якого відпали підстави для н</w:t>
      </w:r>
      <w:r>
        <w:rPr>
          <w:b w:val="0"/>
          <w:szCs w:val="28"/>
        </w:rPr>
        <w:t>адання іншого жилого приміщення (облікова справа № 4605</w:t>
      </w:r>
      <w:r w:rsidRPr="008D1292">
        <w:rPr>
          <w:b w:val="0"/>
          <w:szCs w:val="28"/>
        </w:rPr>
        <w:t>).</w:t>
      </w:r>
    </w:p>
    <w:p w:rsidR="00A10037" w:rsidRPr="00C21EBD" w:rsidRDefault="00A10037" w:rsidP="00A10037">
      <w:pPr>
        <w:pStyle w:val="31"/>
        <w:tabs>
          <w:tab w:val="left" w:pos="709"/>
        </w:tabs>
        <w:rPr>
          <w:b w:val="0"/>
          <w:color w:val="000000"/>
          <w:szCs w:val="28"/>
        </w:rPr>
      </w:pPr>
    </w:p>
    <w:p w:rsidR="00A10037" w:rsidRPr="00C21EBD" w:rsidRDefault="00A10037" w:rsidP="00A10037">
      <w:pPr>
        <w:pStyle w:val="31"/>
        <w:tabs>
          <w:tab w:val="left" w:pos="709"/>
        </w:tabs>
        <w:rPr>
          <w:b w:val="0"/>
          <w:szCs w:val="28"/>
        </w:rPr>
      </w:pPr>
      <w:r>
        <w:rPr>
          <w:b w:val="0"/>
          <w:szCs w:val="28"/>
        </w:rPr>
        <w:tab/>
      </w:r>
      <w:r w:rsidRPr="008D1292">
        <w:rPr>
          <w:b w:val="0"/>
          <w:szCs w:val="28"/>
        </w:rPr>
        <w:t>2.</w:t>
      </w:r>
      <w:r>
        <w:rPr>
          <w:b w:val="0"/>
          <w:szCs w:val="28"/>
        </w:rPr>
        <w:t>3</w:t>
      </w:r>
      <w:r w:rsidRPr="008D1292">
        <w:rPr>
          <w:b w:val="0"/>
          <w:szCs w:val="28"/>
        </w:rPr>
        <w:t xml:space="preserve">. </w:t>
      </w:r>
      <w:r w:rsidRPr="00A10037">
        <w:rPr>
          <w:b w:val="0"/>
          <w:szCs w:val="28"/>
        </w:rPr>
        <w:t>(містить персональні данні про осіб (п.3ч.2ст.10 ЗУ «Про доступ до публічної інформації»),</w:t>
      </w:r>
      <w:r w:rsidRPr="00755802">
        <w:rPr>
          <w:b w:val="0"/>
        </w:rPr>
        <w:t xml:space="preserve"> </w:t>
      </w:r>
      <w:r w:rsidRPr="008D1292">
        <w:rPr>
          <w:b w:val="0"/>
          <w:szCs w:val="28"/>
        </w:rPr>
        <w:t xml:space="preserve">складом родини 1 особа, на підставі </w:t>
      </w:r>
      <w:proofErr w:type="spellStart"/>
      <w:r w:rsidRPr="008D1292">
        <w:rPr>
          <w:b w:val="0"/>
          <w:szCs w:val="28"/>
        </w:rPr>
        <w:t>пп</w:t>
      </w:r>
      <w:proofErr w:type="spellEnd"/>
      <w:r w:rsidRPr="008D1292">
        <w:rPr>
          <w:b w:val="0"/>
          <w:szCs w:val="28"/>
        </w:rPr>
        <w:t xml:space="preserve"> 1 п 26 Правил обліку громадян, які потребують поліпшення житлових умов, і надання їм жилих приміщень в Українській РСР, у зв’язку з поліпшенням житлових умов, внаслідок якого відпали підстави для н</w:t>
      </w:r>
      <w:r>
        <w:rPr>
          <w:b w:val="0"/>
          <w:szCs w:val="28"/>
        </w:rPr>
        <w:t>адання іншого жилого приміщення (облікова справа № 4618</w:t>
      </w:r>
      <w:r w:rsidRPr="008D1292">
        <w:rPr>
          <w:b w:val="0"/>
          <w:szCs w:val="28"/>
        </w:rPr>
        <w:t>).</w:t>
      </w:r>
    </w:p>
    <w:p w:rsidR="00A10037" w:rsidRPr="00C21EBD" w:rsidRDefault="00A10037" w:rsidP="00A10037">
      <w:pPr>
        <w:pStyle w:val="31"/>
        <w:tabs>
          <w:tab w:val="left" w:pos="709"/>
        </w:tabs>
        <w:rPr>
          <w:b w:val="0"/>
          <w:szCs w:val="28"/>
        </w:rPr>
      </w:pPr>
    </w:p>
    <w:p w:rsidR="00A10037" w:rsidRPr="00C21EBD" w:rsidRDefault="00A10037" w:rsidP="00A10037">
      <w:pPr>
        <w:pStyle w:val="31"/>
        <w:tabs>
          <w:tab w:val="left" w:pos="709"/>
        </w:tabs>
        <w:rPr>
          <w:b w:val="0"/>
          <w:szCs w:val="28"/>
        </w:rPr>
      </w:pPr>
      <w:r>
        <w:rPr>
          <w:b w:val="0"/>
          <w:szCs w:val="28"/>
        </w:rPr>
        <w:tab/>
      </w:r>
      <w:r w:rsidRPr="008D1292">
        <w:rPr>
          <w:b w:val="0"/>
          <w:szCs w:val="28"/>
        </w:rPr>
        <w:t>2.</w:t>
      </w:r>
      <w:r>
        <w:rPr>
          <w:b w:val="0"/>
          <w:szCs w:val="28"/>
        </w:rPr>
        <w:t>4</w:t>
      </w:r>
      <w:r w:rsidRPr="008D1292">
        <w:rPr>
          <w:b w:val="0"/>
          <w:szCs w:val="28"/>
        </w:rPr>
        <w:t xml:space="preserve">. </w:t>
      </w:r>
      <w:r w:rsidRPr="00A10037">
        <w:rPr>
          <w:b w:val="0"/>
          <w:szCs w:val="28"/>
        </w:rPr>
        <w:t>(містить персональні данні про осіб (п.3ч.2ст.10 ЗУ «Про доступ до публічної інформації»),</w:t>
      </w:r>
      <w:r w:rsidRPr="00755802">
        <w:rPr>
          <w:b w:val="0"/>
        </w:rPr>
        <w:t xml:space="preserve"> </w:t>
      </w:r>
      <w:r w:rsidRPr="008D1292">
        <w:rPr>
          <w:b w:val="0"/>
          <w:szCs w:val="28"/>
        </w:rPr>
        <w:t xml:space="preserve">складом родини 1 особа, на підставі </w:t>
      </w:r>
      <w:proofErr w:type="spellStart"/>
      <w:r w:rsidRPr="008D1292">
        <w:rPr>
          <w:b w:val="0"/>
          <w:szCs w:val="28"/>
        </w:rPr>
        <w:t>пп</w:t>
      </w:r>
      <w:proofErr w:type="spellEnd"/>
      <w:r w:rsidRPr="008D1292">
        <w:rPr>
          <w:b w:val="0"/>
          <w:szCs w:val="28"/>
        </w:rPr>
        <w:t xml:space="preserve"> 1 п 26 Правил обліку громадян, які потребують поліпшення житлових умов, і надання їм жилих приміщень в Українській РСР, у зв’язку з поліпшенням житлових умов, внаслідок якого відпали підстави для н</w:t>
      </w:r>
      <w:r>
        <w:rPr>
          <w:b w:val="0"/>
          <w:szCs w:val="28"/>
        </w:rPr>
        <w:t>адання іншого жилого приміщення (облікова справа № 4680</w:t>
      </w:r>
      <w:r w:rsidRPr="008D1292">
        <w:rPr>
          <w:b w:val="0"/>
          <w:szCs w:val="28"/>
        </w:rPr>
        <w:t>).</w:t>
      </w:r>
    </w:p>
    <w:p w:rsidR="00A10037" w:rsidRPr="00C21EBD" w:rsidRDefault="00A10037" w:rsidP="00A10037">
      <w:pPr>
        <w:pStyle w:val="31"/>
        <w:tabs>
          <w:tab w:val="left" w:pos="709"/>
        </w:tabs>
        <w:rPr>
          <w:b w:val="0"/>
          <w:color w:val="000000"/>
          <w:szCs w:val="28"/>
        </w:rPr>
      </w:pPr>
    </w:p>
    <w:p w:rsidR="00A10037" w:rsidRPr="00C21EBD" w:rsidRDefault="00A10037" w:rsidP="00A10037">
      <w:pPr>
        <w:pStyle w:val="31"/>
        <w:tabs>
          <w:tab w:val="left" w:pos="709"/>
        </w:tabs>
        <w:rPr>
          <w:b w:val="0"/>
          <w:szCs w:val="28"/>
        </w:rPr>
      </w:pPr>
      <w:r>
        <w:rPr>
          <w:b w:val="0"/>
          <w:szCs w:val="28"/>
        </w:rPr>
        <w:tab/>
      </w:r>
      <w:r w:rsidRPr="008D1292">
        <w:rPr>
          <w:b w:val="0"/>
          <w:szCs w:val="28"/>
        </w:rPr>
        <w:t>2.</w:t>
      </w:r>
      <w:r>
        <w:rPr>
          <w:b w:val="0"/>
          <w:szCs w:val="28"/>
        </w:rPr>
        <w:t>5</w:t>
      </w:r>
      <w:r w:rsidRPr="008D1292">
        <w:rPr>
          <w:b w:val="0"/>
          <w:szCs w:val="28"/>
        </w:rPr>
        <w:t xml:space="preserve">. </w:t>
      </w:r>
      <w:r w:rsidRPr="00A10037">
        <w:rPr>
          <w:b w:val="0"/>
          <w:szCs w:val="28"/>
        </w:rPr>
        <w:t>(містить персональні данні про осіб (п.3ч.2ст.10 ЗУ «Про доступ до публічної інформації»),</w:t>
      </w:r>
      <w:r w:rsidRPr="00755802">
        <w:rPr>
          <w:b w:val="0"/>
        </w:rPr>
        <w:t xml:space="preserve"> </w:t>
      </w:r>
      <w:r w:rsidRPr="008D1292">
        <w:rPr>
          <w:b w:val="0"/>
          <w:szCs w:val="28"/>
        </w:rPr>
        <w:t xml:space="preserve">складом родини 1 особа, на підставі </w:t>
      </w:r>
      <w:proofErr w:type="spellStart"/>
      <w:r w:rsidRPr="008D1292">
        <w:rPr>
          <w:b w:val="0"/>
          <w:szCs w:val="28"/>
        </w:rPr>
        <w:t>пп</w:t>
      </w:r>
      <w:proofErr w:type="spellEnd"/>
      <w:r w:rsidRPr="008D1292">
        <w:rPr>
          <w:b w:val="0"/>
          <w:szCs w:val="28"/>
        </w:rPr>
        <w:t xml:space="preserve"> 1 п 26 Правил обліку громадян, які потребують поліпшення житлових умов, і надання їм жилих приміщень в Українській РСР, у зв’язку з поліпшенням житлових умов, внаслідок якого відпали підстави для н</w:t>
      </w:r>
      <w:r>
        <w:rPr>
          <w:b w:val="0"/>
          <w:szCs w:val="28"/>
        </w:rPr>
        <w:t>адання іншого жилого приміщення (облікова справа № 4680</w:t>
      </w:r>
      <w:r w:rsidRPr="008D1292">
        <w:rPr>
          <w:b w:val="0"/>
          <w:szCs w:val="28"/>
        </w:rPr>
        <w:t>).</w:t>
      </w:r>
    </w:p>
    <w:p w:rsidR="00A10037" w:rsidRPr="00C21EBD" w:rsidRDefault="00A10037" w:rsidP="00A10037">
      <w:pPr>
        <w:pStyle w:val="31"/>
        <w:tabs>
          <w:tab w:val="left" w:pos="709"/>
        </w:tabs>
        <w:rPr>
          <w:b w:val="0"/>
          <w:color w:val="000000"/>
          <w:szCs w:val="28"/>
        </w:rPr>
      </w:pPr>
    </w:p>
    <w:p w:rsidR="00A10037" w:rsidRPr="008D1292" w:rsidRDefault="00A10037" w:rsidP="00A10037">
      <w:pPr>
        <w:pStyle w:val="31"/>
        <w:tabs>
          <w:tab w:val="left" w:pos="709"/>
        </w:tabs>
        <w:rPr>
          <w:b w:val="0"/>
          <w:color w:val="000000"/>
          <w:szCs w:val="28"/>
        </w:rPr>
      </w:pPr>
      <w:r>
        <w:rPr>
          <w:b w:val="0"/>
          <w:szCs w:val="28"/>
        </w:rPr>
        <w:tab/>
      </w:r>
      <w:r w:rsidRPr="008D1292">
        <w:rPr>
          <w:b w:val="0"/>
          <w:szCs w:val="28"/>
        </w:rPr>
        <w:t>2.</w:t>
      </w:r>
      <w:r>
        <w:rPr>
          <w:b w:val="0"/>
          <w:szCs w:val="28"/>
        </w:rPr>
        <w:t>6</w:t>
      </w:r>
      <w:r w:rsidRPr="008D1292">
        <w:rPr>
          <w:b w:val="0"/>
          <w:szCs w:val="28"/>
        </w:rPr>
        <w:t xml:space="preserve">. </w:t>
      </w:r>
      <w:r w:rsidRPr="00A10037">
        <w:rPr>
          <w:b w:val="0"/>
          <w:szCs w:val="28"/>
        </w:rPr>
        <w:t>(містить персональні данні про осіб (п.3ч.2ст.10 ЗУ «Про доступ до публічної інформації»),</w:t>
      </w:r>
      <w:r w:rsidRPr="00755802">
        <w:rPr>
          <w:b w:val="0"/>
        </w:rPr>
        <w:t xml:space="preserve"> </w:t>
      </w:r>
      <w:r>
        <w:rPr>
          <w:b w:val="0"/>
          <w:szCs w:val="28"/>
        </w:rPr>
        <w:t>складом родини 1</w:t>
      </w:r>
      <w:r w:rsidRPr="008D1292">
        <w:rPr>
          <w:b w:val="0"/>
          <w:szCs w:val="28"/>
        </w:rPr>
        <w:t xml:space="preserve"> особ</w:t>
      </w:r>
      <w:r>
        <w:rPr>
          <w:b w:val="0"/>
          <w:szCs w:val="28"/>
        </w:rPr>
        <w:t>а</w:t>
      </w:r>
      <w:r w:rsidRPr="008D1292">
        <w:rPr>
          <w:b w:val="0"/>
          <w:szCs w:val="28"/>
        </w:rPr>
        <w:t xml:space="preserve">, на підставі </w:t>
      </w:r>
      <w:proofErr w:type="spellStart"/>
      <w:r w:rsidRPr="008D1292">
        <w:rPr>
          <w:b w:val="0"/>
          <w:szCs w:val="28"/>
        </w:rPr>
        <w:t>пп</w:t>
      </w:r>
      <w:proofErr w:type="spellEnd"/>
      <w:r w:rsidRPr="008D1292">
        <w:rPr>
          <w:b w:val="0"/>
          <w:szCs w:val="28"/>
        </w:rPr>
        <w:t xml:space="preserve"> 1 п 26 Правил обліку громадян, які потребують поліпшення житлових умов, і надання їм </w:t>
      </w:r>
      <w:r w:rsidRPr="008D1292">
        <w:rPr>
          <w:b w:val="0"/>
          <w:szCs w:val="28"/>
        </w:rPr>
        <w:lastRenderedPageBreak/>
        <w:t>жилих приміщень в Українській РСР, у зв’язку з поліпшенням житлових умов, внаслідок якого відпали підстави для н</w:t>
      </w:r>
      <w:r>
        <w:rPr>
          <w:b w:val="0"/>
          <w:szCs w:val="28"/>
        </w:rPr>
        <w:t>адання іншого жилого приміщення (облікова справа № 4685</w:t>
      </w:r>
      <w:r w:rsidRPr="008D1292">
        <w:rPr>
          <w:b w:val="0"/>
          <w:szCs w:val="28"/>
        </w:rPr>
        <w:t>).</w:t>
      </w:r>
    </w:p>
    <w:p w:rsidR="00A10037" w:rsidRDefault="00A10037" w:rsidP="00A10037">
      <w:pPr>
        <w:pStyle w:val="31"/>
        <w:tabs>
          <w:tab w:val="clear" w:pos="1134"/>
          <w:tab w:val="left" w:pos="709"/>
        </w:tabs>
        <w:rPr>
          <w:color w:val="000000"/>
        </w:rPr>
      </w:pPr>
    </w:p>
    <w:p w:rsidR="00A10037" w:rsidRPr="00555F85" w:rsidRDefault="00A10037" w:rsidP="00A10037">
      <w:pPr>
        <w:pStyle w:val="31"/>
        <w:tabs>
          <w:tab w:val="clear" w:pos="1134"/>
          <w:tab w:val="left" w:pos="709"/>
        </w:tabs>
        <w:rPr>
          <w:b w:val="0"/>
        </w:rPr>
      </w:pPr>
      <w:r>
        <w:rPr>
          <w:b w:val="0"/>
        </w:rPr>
        <w:tab/>
        <w:t>3</w:t>
      </w:r>
      <w:r w:rsidRPr="00555F85">
        <w:rPr>
          <w:b w:val="0"/>
        </w:rPr>
        <w:t xml:space="preserve">. Організаційне </w:t>
      </w:r>
      <w:r>
        <w:rPr>
          <w:b w:val="0"/>
        </w:rPr>
        <w:t>виконання</w:t>
      </w:r>
      <w:r w:rsidRPr="00555F85">
        <w:rPr>
          <w:b w:val="0"/>
        </w:rPr>
        <w:t xml:space="preserve"> рішення покласти на Управління розвитку міського господарства та капітального будівництва </w:t>
      </w:r>
      <w:proofErr w:type="spellStart"/>
      <w:r w:rsidRPr="00555F85">
        <w:rPr>
          <w:b w:val="0"/>
        </w:rPr>
        <w:t>Бахмутської</w:t>
      </w:r>
      <w:proofErr w:type="spellEnd"/>
      <w:r w:rsidRPr="00555F85">
        <w:rPr>
          <w:b w:val="0"/>
        </w:rPr>
        <w:t xml:space="preserve"> міської ради (</w:t>
      </w:r>
      <w:r>
        <w:rPr>
          <w:b w:val="0"/>
        </w:rPr>
        <w:t>Орел</w:t>
      </w:r>
      <w:r w:rsidRPr="00555F85">
        <w:rPr>
          <w:b w:val="0"/>
        </w:rPr>
        <w:t>).</w:t>
      </w:r>
    </w:p>
    <w:p w:rsidR="00A10037" w:rsidRDefault="00A10037" w:rsidP="00A10037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  <w:lang w:val="uk-UA"/>
        </w:rPr>
      </w:pPr>
    </w:p>
    <w:p w:rsidR="00A10037" w:rsidRPr="008D6463" w:rsidRDefault="00A10037" w:rsidP="00A10037">
      <w:pPr>
        <w:tabs>
          <w:tab w:val="left" w:pos="993"/>
          <w:tab w:val="left" w:pos="1134"/>
        </w:tabs>
        <w:ind w:firstLine="709"/>
        <w:jc w:val="both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4. </w:t>
      </w:r>
      <w:r>
        <w:rPr>
          <w:sz w:val="28"/>
          <w:lang w:val="uk-UA"/>
        </w:rPr>
        <w:t xml:space="preserve">Координаційне забезпечення виконання рішення покласти на  заступника міського голови </w:t>
      </w:r>
      <w:proofErr w:type="spellStart"/>
      <w:r>
        <w:rPr>
          <w:sz w:val="28"/>
          <w:lang w:val="uk-UA"/>
        </w:rPr>
        <w:t>Стрющенка</w:t>
      </w:r>
      <w:proofErr w:type="spellEnd"/>
      <w:r>
        <w:rPr>
          <w:sz w:val="28"/>
          <w:lang w:val="uk-UA"/>
        </w:rPr>
        <w:t xml:space="preserve"> О.В.</w:t>
      </w:r>
    </w:p>
    <w:p w:rsidR="00A10037" w:rsidRDefault="00A10037" w:rsidP="00A10037">
      <w:pPr>
        <w:tabs>
          <w:tab w:val="left" w:pos="709"/>
          <w:tab w:val="left" w:pos="1134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A10037" w:rsidRDefault="00A10037" w:rsidP="00A10037">
      <w:pPr>
        <w:tabs>
          <w:tab w:val="left" w:pos="709"/>
          <w:tab w:val="left" w:pos="1134"/>
        </w:tabs>
        <w:rPr>
          <w:b/>
          <w:sz w:val="28"/>
          <w:szCs w:val="28"/>
          <w:lang w:val="uk-UA"/>
        </w:rPr>
      </w:pPr>
    </w:p>
    <w:p w:rsidR="00A10037" w:rsidRDefault="00A10037" w:rsidP="00A10037">
      <w:pPr>
        <w:tabs>
          <w:tab w:val="left" w:pos="709"/>
          <w:tab w:val="left" w:pos="1134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О.О.РЕВА</w:t>
      </w:r>
    </w:p>
    <w:p w:rsidR="00A10037" w:rsidRDefault="00A10037" w:rsidP="00A10037">
      <w:pPr>
        <w:jc w:val="center"/>
        <w:rPr>
          <w:b/>
          <w:sz w:val="28"/>
          <w:lang w:val="uk-UA"/>
        </w:rPr>
      </w:pPr>
    </w:p>
    <w:p w:rsidR="00664BF3" w:rsidRDefault="00664BF3" w:rsidP="00A70C0A">
      <w:pPr>
        <w:jc w:val="center"/>
        <w:rPr>
          <w:b/>
          <w:sz w:val="28"/>
          <w:lang w:val="uk-UA"/>
        </w:rPr>
      </w:pPr>
    </w:p>
    <w:p w:rsidR="00664BF3" w:rsidRDefault="00664BF3" w:rsidP="00A70C0A">
      <w:pPr>
        <w:jc w:val="center"/>
        <w:rPr>
          <w:b/>
          <w:sz w:val="28"/>
          <w:lang w:val="uk-UA"/>
        </w:rPr>
      </w:pPr>
    </w:p>
    <w:p w:rsidR="00664BF3" w:rsidRDefault="00664BF3" w:rsidP="00A70C0A">
      <w:pPr>
        <w:jc w:val="center"/>
        <w:rPr>
          <w:b/>
          <w:sz w:val="28"/>
          <w:lang w:val="uk-UA"/>
        </w:rPr>
      </w:pPr>
    </w:p>
    <w:p w:rsidR="00664BF3" w:rsidRDefault="00664BF3" w:rsidP="00A70C0A">
      <w:pPr>
        <w:jc w:val="center"/>
        <w:rPr>
          <w:b/>
          <w:sz w:val="28"/>
          <w:lang w:val="uk-UA"/>
        </w:rPr>
      </w:pPr>
    </w:p>
    <w:p w:rsidR="00664BF3" w:rsidRDefault="00664BF3" w:rsidP="00A70C0A">
      <w:pPr>
        <w:jc w:val="center"/>
        <w:rPr>
          <w:b/>
          <w:sz w:val="28"/>
          <w:lang w:val="uk-UA"/>
        </w:rPr>
      </w:pPr>
    </w:p>
    <w:p w:rsidR="00664BF3" w:rsidRDefault="00664BF3" w:rsidP="00A70C0A">
      <w:pPr>
        <w:jc w:val="center"/>
        <w:rPr>
          <w:b/>
          <w:sz w:val="28"/>
          <w:lang w:val="uk-UA"/>
        </w:rPr>
      </w:pPr>
    </w:p>
    <w:p w:rsidR="00664BF3" w:rsidRDefault="00664BF3" w:rsidP="00A70C0A">
      <w:pPr>
        <w:jc w:val="center"/>
        <w:rPr>
          <w:b/>
          <w:sz w:val="28"/>
          <w:lang w:val="uk-UA"/>
        </w:rPr>
      </w:pPr>
    </w:p>
    <w:p w:rsidR="00664BF3" w:rsidRDefault="00664BF3" w:rsidP="00A70C0A">
      <w:pPr>
        <w:jc w:val="center"/>
        <w:rPr>
          <w:b/>
          <w:sz w:val="28"/>
          <w:lang w:val="uk-UA"/>
        </w:rPr>
      </w:pPr>
    </w:p>
    <w:p w:rsidR="00664BF3" w:rsidRDefault="00664BF3" w:rsidP="00A70C0A">
      <w:pPr>
        <w:jc w:val="center"/>
        <w:rPr>
          <w:b/>
          <w:sz w:val="28"/>
          <w:lang w:val="uk-UA"/>
        </w:rPr>
      </w:pPr>
    </w:p>
    <w:p w:rsidR="00664BF3" w:rsidRDefault="00664BF3" w:rsidP="00A70C0A">
      <w:pPr>
        <w:jc w:val="center"/>
        <w:rPr>
          <w:b/>
          <w:sz w:val="28"/>
          <w:lang w:val="uk-UA"/>
        </w:rPr>
      </w:pPr>
    </w:p>
    <w:p w:rsidR="00664BF3" w:rsidRDefault="00664BF3" w:rsidP="00A70C0A">
      <w:pPr>
        <w:jc w:val="center"/>
        <w:rPr>
          <w:b/>
          <w:sz w:val="28"/>
          <w:lang w:val="uk-UA"/>
        </w:rPr>
      </w:pPr>
    </w:p>
    <w:p w:rsidR="00664BF3" w:rsidRDefault="00664BF3" w:rsidP="00A70C0A">
      <w:pPr>
        <w:jc w:val="center"/>
        <w:rPr>
          <w:b/>
          <w:sz w:val="28"/>
          <w:lang w:val="uk-UA"/>
        </w:rPr>
      </w:pPr>
    </w:p>
    <w:p w:rsidR="00664BF3" w:rsidRDefault="00664BF3" w:rsidP="00A70C0A">
      <w:pPr>
        <w:jc w:val="center"/>
        <w:rPr>
          <w:b/>
          <w:sz w:val="28"/>
          <w:lang w:val="uk-UA"/>
        </w:rPr>
      </w:pPr>
    </w:p>
    <w:p w:rsidR="00664BF3" w:rsidRDefault="00664BF3" w:rsidP="00A70C0A">
      <w:pPr>
        <w:jc w:val="center"/>
        <w:rPr>
          <w:b/>
          <w:sz w:val="28"/>
          <w:lang w:val="uk-UA"/>
        </w:rPr>
      </w:pPr>
    </w:p>
    <w:p w:rsidR="00664BF3" w:rsidRDefault="00664BF3" w:rsidP="00A70C0A">
      <w:pPr>
        <w:jc w:val="center"/>
        <w:rPr>
          <w:b/>
          <w:sz w:val="28"/>
          <w:lang w:val="uk-UA"/>
        </w:rPr>
      </w:pPr>
    </w:p>
    <w:p w:rsidR="00C21EBD" w:rsidRDefault="00C21EBD" w:rsidP="00A70C0A">
      <w:pPr>
        <w:jc w:val="center"/>
        <w:rPr>
          <w:b/>
          <w:sz w:val="28"/>
          <w:lang w:val="uk-UA"/>
        </w:rPr>
      </w:pPr>
    </w:p>
    <w:p w:rsidR="00C21EBD" w:rsidRDefault="00C21EBD" w:rsidP="00A70C0A">
      <w:pPr>
        <w:jc w:val="center"/>
        <w:rPr>
          <w:b/>
          <w:sz w:val="28"/>
          <w:lang w:val="uk-UA"/>
        </w:rPr>
      </w:pPr>
    </w:p>
    <w:p w:rsidR="00C21EBD" w:rsidRDefault="00C21EBD" w:rsidP="00A70C0A">
      <w:pPr>
        <w:jc w:val="center"/>
        <w:rPr>
          <w:b/>
          <w:sz w:val="28"/>
          <w:lang w:val="uk-UA"/>
        </w:rPr>
      </w:pPr>
    </w:p>
    <w:p w:rsidR="00C21EBD" w:rsidRDefault="00C21EBD" w:rsidP="00A70C0A">
      <w:pPr>
        <w:jc w:val="center"/>
        <w:rPr>
          <w:b/>
          <w:sz w:val="28"/>
          <w:lang w:val="uk-UA"/>
        </w:rPr>
      </w:pPr>
    </w:p>
    <w:p w:rsidR="00C21EBD" w:rsidRDefault="00C21EBD" w:rsidP="00A70C0A">
      <w:pPr>
        <w:jc w:val="center"/>
        <w:rPr>
          <w:b/>
          <w:sz w:val="28"/>
          <w:lang w:val="uk-UA"/>
        </w:rPr>
      </w:pPr>
    </w:p>
    <w:p w:rsidR="00C21EBD" w:rsidRDefault="00C21EBD" w:rsidP="00A70C0A">
      <w:pPr>
        <w:jc w:val="center"/>
        <w:rPr>
          <w:b/>
          <w:sz w:val="28"/>
          <w:lang w:val="uk-UA"/>
        </w:rPr>
      </w:pPr>
    </w:p>
    <w:p w:rsidR="00C21EBD" w:rsidRDefault="00C21EBD" w:rsidP="00A70C0A">
      <w:pPr>
        <w:jc w:val="center"/>
        <w:rPr>
          <w:b/>
          <w:sz w:val="28"/>
          <w:lang w:val="uk-UA"/>
        </w:rPr>
      </w:pPr>
    </w:p>
    <w:p w:rsidR="00C21EBD" w:rsidRDefault="00C21EBD" w:rsidP="00A70C0A">
      <w:pPr>
        <w:jc w:val="center"/>
        <w:rPr>
          <w:b/>
          <w:sz w:val="28"/>
          <w:lang w:val="uk-UA"/>
        </w:rPr>
      </w:pPr>
    </w:p>
    <w:p w:rsidR="00C21EBD" w:rsidRDefault="00C21EBD" w:rsidP="00A70C0A">
      <w:pPr>
        <w:jc w:val="center"/>
        <w:rPr>
          <w:b/>
          <w:sz w:val="28"/>
          <w:lang w:val="uk-UA"/>
        </w:rPr>
      </w:pPr>
    </w:p>
    <w:p w:rsidR="00C21EBD" w:rsidRDefault="00C21EBD" w:rsidP="00A70C0A">
      <w:pPr>
        <w:jc w:val="center"/>
        <w:rPr>
          <w:b/>
          <w:sz w:val="28"/>
          <w:lang w:val="uk-UA"/>
        </w:rPr>
      </w:pPr>
    </w:p>
    <w:p w:rsidR="00C21EBD" w:rsidRDefault="00C21EBD" w:rsidP="00A70C0A">
      <w:pPr>
        <w:jc w:val="center"/>
        <w:rPr>
          <w:b/>
          <w:sz w:val="28"/>
          <w:lang w:val="uk-UA"/>
        </w:rPr>
      </w:pPr>
    </w:p>
    <w:p w:rsidR="00C21EBD" w:rsidRDefault="00C21EBD" w:rsidP="00A70C0A">
      <w:pPr>
        <w:jc w:val="center"/>
        <w:rPr>
          <w:b/>
          <w:sz w:val="28"/>
          <w:lang w:val="uk-UA"/>
        </w:rPr>
      </w:pPr>
    </w:p>
    <w:p w:rsidR="00C21EBD" w:rsidRDefault="00C21EBD" w:rsidP="00A70C0A">
      <w:pPr>
        <w:jc w:val="center"/>
        <w:rPr>
          <w:b/>
          <w:sz w:val="28"/>
          <w:lang w:val="uk-UA"/>
        </w:rPr>
      </w:pPr>
    </w:p>
    <w:p w:rsidR="00C21EBD" w:rsidRDefault="00C21EBD" w:rsidP="00A70C0A">
      <w:pPr>
        <w:jc w:val="center"/>
        <w:rPr>
          <w:b/>
          <w:sz w:val="28"/>
          <w:lang w:val="uk-UA"/>
        </w:rPr>
      </w:pPr>
    </w:p>
    <w:p w:rsidR="00C21EBD" w:rsidRDefault="00C21EBD" w:rsidP="00A70C0A">
      <w:pPr>
        <w:jc w:val="center"/>
        <w:rPr>
          <w:b/>
          <w:sz w:val="28"/>
          <w:lang w:val="uk-UA"/>
        </w:rPr>
      </w:pPr>
    </w:p>
    <w:sectPr w:rsidR="00C21EBD" w:rsidSect="00F73FDD">
      <w:headerReference w:type="default" r:id="rId9"/>
      <w:footerReference w:type="even" r:id="rId10"/>
      <w:footerReference w:type="default" r:id="rId11"/>
      <w:pgSz w:w="11906" w:h="16838" w:code="9"/>
      <w:pgMar w:top="709" w:right="707" w:bottom="567" w:left="1701" w:header="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346D" w:rsidRDefault="00F8346D">
      <w:r>
        <w:separator/>
      </w:r>
    </w:p>
  </w:endnote>
  <w:endnote w:type="continuationSeparator" w:id="1">
    <w:p w:rsidR="00F8346D" w:rsidRDefault="00F834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1835" w:rsidRDefault="00D44938" w:rsidP="007667F6">
    <w:pPr>
      <w:pStyle w:val="aa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3A1835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A1835" w:rsidRDefault="003A1835" w:rsidP="00BC245F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1835" w:rsidRPr="006509D3" w:rsidRDefault="003A1835" w:rsidP="00BC245F">
    <w:pPr>
      <w:pStyle w:val="aa"/>
      <w:ind w:right="360"/>
      <w:rPr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346D" w:rsidRDefault="00F8346D">
      <w:r>
        <w:separator/>
      </w:r>
    </w:p>
  </w:footnote>
  <w:footnote w:type="continuationSeparator" w:id="1">
    <w:p w:rsidR="00F8346D" w:rsidRDefault="00F834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1835" w:rsidRDefault="003A1835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0711E"/>
    <w:multiLevelType w:val="hybridMultilevel"/>
    <w:tmpl w:val="32705FE4"/>
    <w:lvl w:ilvl="0" w:tplc="05DE74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">
    <w:nsid w:val="033542D3"/>
    <w:multiLevelType w:val="hybridMultilevel"/>
    <w:tmpl w:val="3702B940"/>
    <w:lvl w:ilvl="0" w:tplc="B7DE5BC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04973770"/>
    <w:multiLevelType w:val="hybridMultilevel"/>
    <w:tmpl w:val="8B24600C"/>
    <w:lvl w:ilvl="0" w:tplc="6374ADA8">
      <w:start w:val="3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5"/>
        </w:tabs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5"/>
        </w:tabs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5"/>
        </w:tabs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5"/>
        </w:tabs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5"/>
        </w:tabs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5"/>
        </w:tabs>
        <w:ind w:left="7255" w:hanging="180"/>
      </w:pPr>
    </w:lvl>
  </w:abstractNum>
  <w:abstractNum w:abstractNumId="3">
    <w:nsid w:val="109E211A"/>
    <w:multiLevelType w:val="multilevel"/>
    <w:tmpl w:val="DF98513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i/>
      </w:rPr>
    </w:lvl>
    <w:lvl w:ilvl="1">
      <w:start w:val="1"/>
      <w:numFmt w:val="decimal"/>
      <w:lvlText w:val="%1.%2."/>
      <w:lvlJc w:val="left"/>
      <w:pPr>
        <w:tabs>
          <w:tab w:val="num" w:pos="1860"/>
        </w:tabs>
        <w:ind w:left="1860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tabs>
          <w:tab w:val="num" w:pos="3000"/>
        </w:tabs>
        <w:ind w:left="3000" w:hanging="72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tabs>
          <w:tab w:val="num" w:pos="4500"/>
        </w:tabs>
        <w:ind w:left="4500" w:hanging="108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tabs>
          <w:tab w:val="num" w:pos="5640"/>
        </w:tabs>
        <w:ind w:left="5640" w:hanging="108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tabs>
          <w:tab w:val="num" w:pos="7140"/>
        </w:tabs>
        <w:ind w:left="7140" w:hanging="144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8640" w:hanging="180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tabs>
          <w:tab w:val="num" w:pos="9780"/>
        </w:tabs>
        <w:ind w:left="9780" w:hanging="180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11280"/>
        </w:tabs>
        <w:ind w:left="11280" w:hanging="2160"/>
      </w:pPr>
      <w:rPr>
        <w:rFonts w:hint="default"/>
        <w:b/>
        <w:i/>
      </w:rPr>
    </w:lvl>
  </w:abstractNum>
  <w:abstractNum w:abstractNumId="4">
    <w:nsid w:val="125B5C83"/>
    <w:multiLevelType w:val="multilevel"/>
    <w:tmpl w:val="CDB42A2A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5">
    <w:nsid w:val="180062C2"/>
    <w:multiLevelType w:val="hybridMultilevel"/>
    <w:tmpl w:val="53E4DE86"/>
    <w:lvl w:ilvl="0" w:tplc="F4421AE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>
    <w:nsid w:val="1EC93D0C"/>
    <w:multiLevelType w:val="multilevel"/>
    <w:tmpl w:val="5AF6085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i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  <w:b/>
        <w:i/>
      </w:rPr>
    </w:lvl>
  </w:abstractNum>
  <w:abstractNum w:abstractNumId="7">
    <w:nsid w:val="29155845"/>
    <w:multiLevelType w:val="hybridMultilevel"/>
    <w:tmpl w:val="E6D4E5AC"/>
    <w:lvl w:ilvl="0" w:tplc="46268A0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8">
    <w:nsid w:val="2F0B7918"/>
    <w:multiLevelType w:val="hybridMultilevel"/>
    <w:tmpl w:val="04768BE8"/>
    <w:lvl w:ilvl="0" w:tplc="BE5ECACE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  <w:b/>
        <w:i w:val="0"/>
      </w:rPr>
    </w:lvl>
    <w:lvl w:ilvl="1" w:tplc="C99032CA">
      <w:numFmt w:val="none"/>
      <w:lvlText w:val=""/>
      <w:lvlJc w:val="left"/>
      <w:pPr>
        <w:tabs>
          <w:tab w:val="num" w:pos="360"/>
        </w:tabs>
      </w:pPr>
    </w:lvl>
    <w:lvl w:ilvl="2" w:tplc="DF14C10C">
      <w:numFmt w:val="none"/>
      <w:lvlText w:val=""/>
      <w:lvlJc w:val="left"/>
      <w:pPr>
        <w:tabs>
          <w:tab w:val="num" w:pos="360"/>
        </w:tabs>
      </w:pPr>
    </w:lvl>
    <w:lvl w:ilvl="3" w:tplc="A5C29400">
      <w:numFmt w:val="none"/>
      <w:lvlText w:val=""/>
      <w:lvlJc w:val="left"/>
      <w:pPr>
        <w:tabs>
          <w:tab w:val="num" w:pos="360"/>
        </w:tabs>
      </w:pPr>
    </w:lvl>
    <w:lvl w:ilvl="4" w:tplc="3148E652">
      <w:numFmt w:val="none"/>
      <w:lvlText w:val=""/>
      <w:lvlJc w:val="left"/>
      <w:pPr>
        <w:tabs>
          <w:tab w:val="num" w:pos="360"/>
        </w:tabs>
      </w:pPr>
    </w:lvl>
    <w:lvl w:ilvl="5" w:tplc="61D2404C">
      <w:numFmt w:val="none"/>
      <w:lvlText w:val=""/>
      <w:lvlJc w:val="left"/>
      <w:pPr>
        <w:tabs>
          <w:tab w:val="num" w:pos="360"/>
        </w:tabs>
      </w:pPr>
    </w:lvl>
    <w:lvl w:ilvl="6" w:tplc="19CC2E12">
      <w:numFmt w:val="none"/>
      <w:lvlText w:val=""/>
      <w:lvlJc w:val="left"/>
      <w:pPr>
        <w:tabs>
          <w:tab w:val="num" w:pos="360"/>
        </w:tabs>
      </w:pPr>
    </w:lvl>
    <w:lvl w:ilvl="7" w:tplc="F16EAE36">
      <w:numFmt w:val="none"/>
      <w:lvlText w:val=""/>
      <w:lvlJc w:val="left"/>
      <w:pPr>
        <w:tabs>
          <w:tab w:val="num" w:pos="360"/>
        </w:tabs>
      </w:pPr>
    </w:lvl>
    <w:lvl w:ilvl="8" w:tplc="D9425E94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361F7E3E"/>
    <w:multiLevelType w:val="hybridMultilevel"/>
    <w:tmpl w:val="E6D4E5AC"/>
    <w:lvl w:ilvl="0" w:tplc="46268A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>
    <w:nsid w:val="396761EF"/>
    <w:multiLevelType w:val="hybridMultilevel"/>
    <w:tmpl w:val="4300D376"/>
    <w:lvl w:ilvl="0" w:tplc="7958C19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DCB214D"/>
    <w:multiLevelType w:val="multilevel"/>
    <w:tmpl w:val="8AD6A5F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  <w:i/>
      </w:rPr>
    </w:lvl>
  </w:abstractNum>
  <w:abstractNum w:abstractNumId="12">
    <w:nsid w:val="504A5CC3"/>
    <w:multiLevelType w:val="multilevel"/>
    <w:tmpl w:val="E49CF77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3">
    <w:nsid w:val="58916AC9"/>
    <w:multiLevelType w:val="multilevel"/>
    <w:tmpl w:val="ED9E6C4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4">
    <w:nsid w:val="6F3752E2"/>
    <w:multiLevelType w:val="hybridMultilevel"/>
    <w:tmpl w:val="12EEA8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2BF51F3"/>
    <w:multiLevelType w:val="multilevel"/>
    <w:tmpl w:val="373A0D0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000"/>
        </w:tabs>
        <w:ind w:left="30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640"/>
        </w:tabs>
        <w:ind w:left="5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140"/>
        </w:tabs>
        <w:ind w:left="7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86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780"/>
        </w:tabs>
        <w:ind w:left="97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280"/>
        </w:tabs>
        <w:ind w:left="11280" w:hanging="2160"/>
      </w:pPr>
      <w:rPr>
        <w:rFonts w:hint="default"/>
      </w:rPr>
    </w:lvl>
  </w:abstractNum>
  <w:num w:numId="1">
    <w:abstractNumId w:val="8"/>
  </w:num>
  <w:num w:numId="2">
    <w:abstractNumId w:val="1"/>
  </w:num>
  <w:num w:numId="3">
    <w:abstractNumId w:val="3"/>
  </w:num>
  <w:num w:numId="4">
    <w:abstractNumId w:val="15"/>
  </w:num>
  <w:num w:numId="5">
    <w:abstractNumId w:val="4"/>
  </w:num>
  <w:num w:numId="6">
    <w:abstractNumId w:val="2"/>
  </w:num>
  <w:num w:numId="7">
    <w:abstractNumId w:val="6"/>
  </w:num>
  <w:num w:numId="8">
    <w:abstractNumId w:val="11"/>
  </w:num>
  <w:num w:numId="9">
    <w:abstractNumId w:val="13"/>
  </w:num>
  <w:num w:numId="10">
    <w:abstractNumId w:val="12"/>
  </w:num>
  <w:num w:numId="11">
    <w:abstractNumId w:val="14"/>
  </w:num>
  <w:num w:numId="12">
    <w:abstractNumId w:val="10"/>
  </w:num>
  <w:num w:numId="13">
    <w:abstractNumId w:val="0"/>
  </w:num>
  <w:num w:numId="14">
    <w:abstractNumId w:val="5"/>
  </w:num>
  <w:num w:numId="15">
    <w:abstractNumId w:val="9"/>
  </w:num>
  <w:num w:numId="1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0"/>
    <w:footnote w:id="1"/>
  </w:footnotePr>
  <w:endnotePr>
    <w:endnote w:id="0"/>
    <w:endnote w:id="1"/>
  </w:endnotePr>
  <w:compat/>
  <w:rsids>
    <w:rsidRoot w:val="007808D6"/>
    <w:rsid w:val="000000D4"/>
    <w:rsid w:val="000004E4"/>
    <w:rsid w:val="0000063D"/>
    <w:rsid w:val="00000725"/>
    <w:rsid w:val="00000ACB"/>
    <w:rsid w:val="00001909"/>
    <w:rsid w:val="00004097"/>
    <w:rsid w:val="000040D7"/>
    <w:rsid w:val="0000562B"/>
    <w:rsid w:val="00006545"/>
    <w:rsid w:val="00007441"/>
    <w:rsid w:val="00007658"/>
    <w:rsid w:val="00007B1D"/>
    <w:rsid w:val="00007EC8"/>
    <w:rsid w:val="000101F4"/>
    <w:rsid w:val="000104CD"/>
    <w:rsid w:val="0001063C"/>
    <w:rsid w:val="00012690"/>
    <w:rsid w:val="00012879"/>
    <w:rsid w:val="00013C21"/>
    <w:rsid w:val="00016C00"/>
    <w:rsid w:val="00016C04"/>
    <w:rsid w:val="00017318"/>
    <w:rsid w:val="00017CD8"/>
    <w:rsid w:val="00017FC4"/>
    <w:rsid w:val="00020073"/>
    <w:rsid w:val="000209D8"/>
    <w:rsid w:val="00020CDD"/>
    <w:rsid w:val="000211D0"/>
    <w:rsid w:val="00021340"/>
    <w:rsid w:val="000216B9"/>
    <w:rsid w:val="000223AB"/>
    <w:rsid w:val="000238CE"/>
    <w:rsid w:val="00024EEA"/>
    <w:rsid w:val="00025B5F"/>
    <w:rsid w:val="00025ED6"/>
    <w:rsid w:val="00025F20"/>
    <w:rsid w:val="00026CBB"/>
    <w:rsid w:val="000277E6"/>
    <w:rsid w:val="00027894"/>
    <w:rsid w:val="000279F6"/>
    <w:rsid w:val="00027AEF"/>
    <w:rsid w:val="00030DBE"/>
    <w:rsid w:val="00030FB6"/>
    <w:rsid w:val="0003248A"/>
    <w:rsid w:val="00032B28"/>
    <w:rsid w:val="00033529"/>
    <w:rsid w:val="00033B87"/>
    <w:rsid w:val="000355E5"/>
    <w:rsid w:val="0003566E"/>
    <w:rsid w:val="00036588"/>
    <w:rsid w:val="000405FD"/>
    <w:rsid w:val="000408F3"/>
    <w:rsid w:val="00041FD4"/>
    <w:rsid w:val="00042966"/>
    <w:rsid w:val="00043071"/>
    <w:rsid w:val="0004327F"/>
    <w:rsid w:val="0004335C"/>
    <w:rsid w:val="00044AA8"/>
    <w:rsid w:val="0004541B"/>
    <w:rsid w:val="00045518"/>
    <w:rsid w:val="000457BB"/>
    <w:rsid w:val="00045975"/>
    <w:rsid w:val="00047261"/>
    <w:rsid w:val="00050C50"/>
    <w:rsid w:val="00050F17"/>
    <w:rsid w:val="000512E6"/>
    <w:rsid w:val="00052038"/>
    <w:rsid w:val="000547B5"/>
    <w:rsid w:val="00054A86"/>
    <w:rsid w:val="00054DDE"/>
    <w:rsid w:val="000553BA"/>
    <w:rsid w:val="00055959"/>
    <w:rsid w:val="000560D2"/>
    <w:rsid w:val="000563ED"/>
    <w:rsid w:val="000565C5"/>
    <w:rsid w:val="000569B8"/>
    <w:rsid w:val="00057CE2"/>
    <w:rsid w:val="00057D81"/>
    <w:rsid w:val="00060419"/>
    <w:rsid w:val="0006109C"/>
    <w:rsid w:val="00061454"/>
    <w:rsid w:val="00061DBF"/>
    <w:rsid w:val="00062201"/>
    <w:rsid w:val="0006307E"/>
    <w:rsid w:val="000635F9"/>
    <w:rsid w:val="000637EB"/>
    <w:rsid w:val="000638AD"/>
    <w:rsid w:val="00063C80"/>
    <w:rsid w:val="00065D00"/>
    <w:rsid w:val="00066869"/>
    <w:rsid w:val="0007075E"/>
    <w:rsid w:val="00070B2A"/>
    <w:rsid w:val="00071BB2"/>
    <w:rsid w:val="000730E3"/>
    <w:rsid w:val="0007328D"/>
    <w:rsid w:val="000750A4"/>
    <w:rsid w:val="00076235"/>
    <w:rsid w:val="00076263"/>
    <w:rsid w:val="00076F45"/>
    <w:rsid w:val="00076FD7"/>
    <w:rsid w:val="000772C6"/>
    <w:rsid w:val="000772FD"/>
    <w:rsid w:val="0007739F"/>
    <w:rsid w:val="00077841"/>
    <w:rsid w:val="0008052C"/>
    <w:rsid w:val="0008249A"/>
    <w:rsid w:val="00083BCC"/>
    <w:rsid w:val="00083F4E"/>
    <w:rsid w:val="00084C2F"/>
    <w:rsid w:val="00084E4C"/>
    <w:rsid w:val="00084EE3"/>
    <w:rsid w:val="00085A8B"/>
    <w:rsid w:val="00085F62"/>
    <w:rsid w:val="0008706A"/>
    <w:rsid w:val="000873C3"/>
    <w:rsid w:val="000876D5"/>
    <w:rsid w:val="000927B9"/>
    <w:rsid w:val="00092831"/>
    <w:rsid w:val="00092AB9"/>
    <w:rsid w:val="00092BF1"/>
    <w:rsid w:val="000930C1"/>
    <w:rsid w:val="00093200"/>
    <w:rsid w:val="00093853"/>
    <w:rsid w:val="00093B52"/>
    <w:rsid w:val="0009527E"/>
    <w:rsid w:val="000955C4"/>
    <w:rsid w:val="00097786"/>
    <w:rsid w:val="000A0157"/>
    <w:rsid w:val="000A1C65"/>
    <w:rsid w:val="000A35A7"/>
    <w:rsid w:val="000A45A0"/>
    <w:rsid w:val="000A547B"/>
    <w:rsid w:val="000A5706"/>
    <w:rsid w:val="000A6462"/>
    <w:rsid w:val="000A74B2"/>
    <w:rsid w:val="000A7A9C"/>
    <w:rsid w:val="000B131F"/>
    <w:rsid w:val="000B1ADC"/>
    <w:rsid w:val="000B1EEF"/>
    <w:rsid w:val="000B2740"/>
    <w:rsid w:val="000B378E"/>
    <w:rsid w:val="000B42E4"/>
    <w:rsid w:val="000B4446"/>
    <w:rsid w:val="000B5930"/>
    <w:rsid w:val="000B6015"/>
    <w:rsid w:val="000B6D01"/>
    <w:rsid w:val="000B6FC1"/>
    <w:rsid w:val="000B78E1"/>
    <w:rsid w:val="000C0554"/>
    <w:rsid w:val="000C1A13"/>
    <w:rsid w:val="000C2E01"/>
    <w:rsid w:val="000C3535"/>
    <w:rsid w:val="000C36CD"/>
    <w:rsid w:val="000C36E6"/>
    <w:rsid w:val="000C4239"/>
    <w:rsid w:val="000C4466"/>
    <w:rsid w:val="000C48ED"/>
    <w:rsid w:val="000C6002"/>
    <w:rsid w:val="000C60C0"/>
    <w:rsid w:val="000C675C"/>
    <w:rsid w:val="000C6B6B"/>
    <w:rsid w:val="000C7CF8"/>
    <w:rsid w:val="000D09B3"/>
    <w:rsid w:val="000D10DB"/>
    <w:rsid w:val="000D16F6"/>
    <w:rsid w:val="000D1858"/>
    <w:rsid w:val="000D2A28"/>
    <w:rsid w:val="000D2E87"/>
    <w:rsid w:val="000D3898"/>
    <w:rsid w:val="000D42EB"/>
    <w:rsid w:val="000D4CA1"/>
    <w:rsid w:val="000D4D64"/>
    <w:rsid w:val="000D6264"/>
    <w:rsid w:val="000D711A"/>
    <w:rsid w:val="000E0C40"/>
    <w:rsid w:val="000E11AF"/>
    <w:rsid w:val="000E1541"/>
    <w:rsid w:val="000E1D18"/>
    <w:rsid w:val="000E3B63"/>
    <w:rsid w:val="000E5B8E"/>
    <w:rsid w:val="000E6D04"/>
    <w:rsid w:val="000E75AC"/>
    <w:rsid w:val="000E7F9D"/>
    <w:rsid w:val="000F13B0"/>
    <w:rsid w:val="000F17FE"/>
    <w:rsid w:val="000F23DD"/>
    <w:rsid w:val="000F48C2"/>
    <w:rsid w:val="000F5361"/>
    <w:rsid w:val="000F5610"/>
    <w:rsid w:val="000F58FA"/>
    <w:rsid w:val="000F5D84"/>
    <w:rsid w:val="000F75DE"/>
    <w:rsid w:val="000F77F3"/>
    <w:rsid w:val="000F7C96"/>
    <w:rsid w:val="00100EA6"/>
    <w:rsid w:val="001016CF"/>
    <w:rsid w:val="00102887"/>
    <w:rsid w:val="00102976"/>
    <w:rsid w:val="00105899"/>
    <w:rsid w:val="0010614E"/>
    <w:rsid w:val="001065DB"/>
    <w:rsid w:val="0010733B"/>
    <w:rsid w:val="001117A0"/>
    <w:rsid w:val="0011219A"/>
    <w:rsid w:val="0011289E"/>
    <w:rsid w:val="00112991"/>
    <w:rsid w:val="001132EC"/>
    <w:rsid w:val="001147E9"/>
    <w:rsid w:val="001151B7"/>
    <w:rsid w:val="00115657"/>
    <w:rsid w:val="00115F6B"/>
    <w:rsid w:val="001163C8"/>
    <w:rsid w:val="00116466"/>
    <w:rsid w:val="00116DBF"/>
    <w:rsid w:val="00116F61"/>
    <w:rsid w:val="001171F3"/>
    <w:rsid w:val="00117E78"/>
    <w:rsid w:val="00120BA1"/>
    <w:rsid w:val="001224DD"/>
    <w:rsid w:val="00122DAA"/>
    <w:rsid w:val="00123D99"/>
    <w:rsid w:val="0013119F"/>
    <w:rsid w:val="00131482"/>
    <w:rsid w:val="001315BB"/>
    <w:rsid w:val="0013166C"/>
    <w:rsid w:val="00131907"/>
    <w:rsid w:val="00131E1C"/>
    <w:rsid w:val="00133019"/>
    <w:rsid w:val="00134456"/>
    <w:rsid w:val="001349BD"/>
    <w:rsid w:val="00134E23"/>
    <w:rsid w:val="00134E65"/>
    <w:rsid w:val="00136D81"/>
    <w:rsid w:val="001372BC"/>
    <w:rsid w:val="00137747"/>
    <w:rsid w:val="001404B1"/>
    <w:rsid w:val="0014054F"/>
    <w:rsid w:val="00140A8A"/>
    <w:rsid w:val="0014147E"/>
    <w:rsid w:val="001414EE"/>
    <w:rsid w:val="00141DA8"/>
    <w:rsid w:val="00141F23"/>
    <w:rsid w:val="00142823"/>
    <w:rsid w:val="001435F7"/>
    <w:rsid w:val="0014388D"/>
    <w:rsid w:val="00144005"/>
    <w:rsid w:val="001450D3"/>
    <w:rsid w:val="00145307"/>
    <w:rsid w:val="001453E3"/>
    <w:rsid w:val="0014666E"/>
    <w:rsid w:val="001466E7"/>
    <w:rsid w:val="00146743"/>
    <w:rsid w:val="00146E8B"/>
    <w:rsid w:val="00147A5E"/>
    <w:rsid w:val="001504A3"/>
    <w:rsid w:val="00150C33"/>
    <w:rsid w:val="0015121D"/>
    <w:rsid w:val="001520C6"/>
    <w:rsid w:val="001549D3"/>
    <w:rsid w:val="00155039"/>
    <w:rsid w:val="00155A1B"/>
    <w:rsid w:val="001566E9"/>
    <w:rsid w:val="00156B44"/>
    <w:rsid w:val="00156DDF"/>
    <w:rsid w:val="00157205"/>
    <w:rsid w:val="00157FFD"/>
    <w:rsid w:val="00160058"/>
    <w:rsid w:val="001619AF"/>
    <w:rsid w:val="001635C7"/>
    <w:rsid w:val="00163A42"/>
    <w:rsid w:val="00163BC9"/>
    <w:rsid w:val="00164065"/>
    <w:rsid w:val="0016528A"/>
    <w:rsid w:val="001653FA"/>
    <w:rsid w:val="0016557C"/>
    <w:rsid w:val="00165D50"/>
    <w:rsid w:val="00165F79"/>
    <w:rsid w:val="00166840"/>
    <w:rsid w:val="001708B0"/>
    <w:rsid w:val="0017115F"/>
    <w:rsid w:val="00171201"/>
    <w:rsid w:val="001714C0"/>
    <w:rsid w:val="0017201D"/>
    <w:rsid w:val="0017339F"/>
    <w:rsid w:val="00173AD7"/>
    <w:rsid w:val="0017414B"/>
    <w:rsid w:val="0017429A"/>
    <w:rsid w:val="001742EB"/>
    <w:rsid w:val="00175ED9"/>
    <w:rsid w:val="00176022"/>
    <w:rsid w:val="00176E56"/>
    <w:rsid w:val="0017774D"/>
    <w:rsid w:val="001817F5"/>
    <w:rsid w:val="00182030"/>
    <w:rsid w:val="0018262C"/>
    <w:rsid w:val="001832D1"/>
    <w:rsid w:val="00183D0C"/>
    <w:rsid w:val="001867D2"/>
    <w:rsid w:val="00186A84"/>
    <w:rsid w:val="00186BCF"/>
    <w:rsid w:val="00186C40"/>
    <w:rsid w:val="00187BA7"/>
    <w:rsid w:val="001912BF"/>
    <w:rsid w:val="00191E87"/>
    <w:rsid w:val="001929B6"/>
    <w:rsid w:val="001941F3"/>
    <w:rsid w:val="00195335"/>
    <w:rsid w:val="00196A0A"/>
    <w:rsid w:val="00196E4F"/>
    <w:rsid w:val="001972C2"/>
    <w:rsid w:val="00197885"/>
    <w:rsid w:val="001978D0"/>
    <w:rsid w:val="001A01FA"/>
    <w:rsid w:val="001A0519"/>
    <w:rsid w:val="001A4ABE"/>
    <w:rsid w:val="001A4B17"/>
    <w:rsid w:val="001A4D0E"/>
    <w:rsid w:val="001A679D"/>
    <w:rsid w:val="001A6B04"/>
    <w:rsid w:val="001A6BEC"/>
    <w:rsid w:val="001A6C87"/>
    <w:rsid w:val="001A76EC"/>
    <w:rsid w:val="001A7BD6"/>
    <w:rsid w:val="001B1A19"/>
    <w:rsid w:val="001B2628"/>
    <w:rsid w:val="001B2A6C"/>
    <w:rsid w:val="001B3321"/>
    <w:rsid w:val="001B3B94"/>
    <w:rsid w:val="001B3F6C"/>
    <w:rsid w:val="001B435B"/>
    <w:rsid w:val="001B52E2"/>
    <w:rsid w:val="001B541B"/>
    <w:rsid w:val="001B584F"/>
    <w:rsid w:val="001B6D8B"/>
    <w:rsid w:val="001B7E2A"/>
    <w:rsid w:val="001C069C"/>
    <w:rsid w:val="001C0A31"/>
    <w:rsid w:val="001C3B34"/>
    <w:rsid w:val="001C3B5A"/>
    <w:rsid w:val="001C49BA"/>
    <w:rsid w:val="001C5195"/>
    <w:rsid w:val="001C5670"/>
    <w:rsid w:val="001C58B4"/>
    <w:rsid w:val="001C6543"/>
    <w:rsid w:val="001C66F0"/>
    <w:rsid w:val="001C73B1"/>
    <w:rsid w:val="001C7D99"/>
    <w:rsid w:val="001D19B6"/>
    <w:rsid w:val="001D1BB3"/>
    <w:rsid w:val="001D2A8F"/>
    <w:rsid w:val="001D2DB8"/>
    <w:rsid w:val="001D317C"/>
    <w:rsid w:val="001D361E"/>
    <w:rsid w:val="001D44FB"/>
    <w:rsid w:val="001D5903"/>
    <w:rsid w:val="001D5922"/>
    <w:rsid w:val="001D651F"/>
    <w:rsid w:val="001D6D3B"/>
    <w:rsid w:val="001D7406"/>
    <w:rsid w:val="001D7878"/>
    <w:rsid w:val="001D7BC4"/>
    <w:rsid w:val="001E03F6"/>
    <w:rsid w:val="001E05C2"/>
    <w:rsid w:val="001E0ED9"/>
    <w:rsid w:val="001E1F64"/>
    <w:rsid w:val="001E5854"/>
    <w:rsid w:val="001E761C"/>
    <w:rsid w:val="001E7812"/>
    <w:rsid w:val="001F10FE"/>
    <w:rsid w:val="001F27C4"/>
    <w:rsid w:val="001F2886"/>
    <w:rsid w:val="001F35FB"/>
    <w:rsid w:val="001F37BC"/>
    <w:rsid w:val="001F46FE"/>
    <w:rsid w:val="001F5631"/>
    <w:rsid w:val="001F60C2"/>
    <w:rsid w:val="001F7DEF"/>
    <w:rsid w:val="0020115C"/>
    <w:rsid w:val="00201550"/>
    <w:rsid w:val="002015BD"/>
    <w:rsid w:val="00201688"/>
    <w:rsid w:val="002027D9"/>
    <w:rsid w:val="002028A3"/>
    <w:rsid w:val="00204AE8"/>
    <w:rsid w:val="00205694"/>
    <w:rsid w:val="002125C1"/>
    <w:rsid w:val="002126A6"/>
    <w:rsid w:val="00212F9F"/>
    <w:rsid w:val="002142F2"/>
    <w:rsid w:val="0021491D"/>
    <w:rsid w:val="00216F82"/>
    <w:rsid w:val="00217239"/>
    <w:rsid w:val="00217310"/>
    <w:rsid w:val="00217B24"/>
    <w:rsid w:val="00220416"/>
    <w:rsid w:val="0022042E"/>
    <w:rsid w:val="0022077D"/>
    <w:rsid w:val="002209E1"/>
    <w:rsid w:val="0022143A"/>
    <w:rsid w:val="00221AF6"/>
    <w:rsid w:val="002222A9"/>
    <w:rsid w:val="00222541"/>
    <w:rsid w:val="0022287A"/>
    <w:rsid w:val="00222950"/>
    <w:rsid w:val="00222D01"/>
    <w:rsid w:val="00223DB1"/>
    <w:rsid w:val="0022488E"/>
    <w:rsid w:val="00225646"/>
    <w:rsid w:val="002269C8"/>
    <w:rsid w:val="00226BFE"/>
    <w:rsid w:val="00230102"/>
    <w:rsid w:val="00232042"/>
    <w:rsid w:val="002329A0"/>
    <w:rsid w:val="00232C5D"/>
    <w:rsid w:val="002347E7"/>
    <w:rsid w:val="00234C1D"/>
    <w:rsid w:val="00234E26"/>
    <w:rsid w:val="00235764"/>
    <w:rsid w:val="002364F8"/>
    <w:rsid w:val="002367E2"/>
    <w:rsid w:val="0023690E"/>
    <w:rsid w:val="00236A92"/>
    <w:rsid w:val="00237528"/>
    <w:rsid w:val="0024018D"/>
    <w:rsid w:val="002410C0"/>
    <w:rsid w:val="00241F42"/>
    <w:rsid w:val="002421B8"/>
    <w:rsid w:val="00242A14"/>
    <w:rsid w:val="00242C6D"/>
    <w:rsid w:val="0024576F"/>
    <w:rsid w:val="00245F06"/>
    <w:rsid w:val="00245FAF"/>
    <w:rsid w:val="0025016D"/>
    <w:rsid w:val="002505A8"/>
    <w:rsid w:val="00250C4F"/>
    <w:rsid w:val="00250E3B"/>
    <w:rsid w:val="00250EC2"/>
    <w:rsid w:val="00251360"/>
    <w:rsid w:val="00251D6A"/>
    <w:rsid w:val="00252A1E"/>
    <w:rsid w:val="00254CCB"/>
    <w:rsid w:val="002561CC"/>
    <w:rsid w:val="002566BE"/>
    <w:rsid w:val="00256F6D"/>
    <w:rsid w:val="0025774D"/>
    <w:rsid w:val="002605E3"/>
    <w:rsid w:val="00260A39"/>
    <w:rsid w:val="00261DFD"/>
    <w:rsid w:val="00261F95"/>
    <w:rsid w:val="00262255"/>
    <w:rsid w:val="00263980"/>
    <w:rsid w:val="00264626"/>
    <w:rsid w:val="00264639"/>
    <w:rsid w:val="002652B7"/>
    <w:rsid w:val="00265C83"/>
    <w:rsid w:val="00267C5B"/>
    <w:rsid w:val="002701EF"/>
    <w:rsid w:val="002702F5"/>
    <w:rsid w:val="00271164"/>
    <w:rsid w:val="0027200F"/>
    <w:rsid w:val="0027221B"/>
    <w:rsid w:val="00273391"/>
    <w:rsid w:val="00273A77"/>
    <w:rsid w:val="00274054"/>
    <w:rsid w:val="00274E9E"/>
    <w:rsid w:val="0027516C"/>
    <w:rsid w:val="002757FE"/>
    <w:rsid w:val="0027773D"/>
    <w:rsid w:val="00280C8D"/>
    <w:rsid w:val="00280D83"/>
    <w:rsid w:val="0028320A"/>
    <w:rsid w:val="00284721"/>
    <w:rsid w:val="002853C2"/>
    <w:rsid w:val="00285A31"/>
    <w:rsid w:val="002864F5"/>
    <w:rsid w:val="0028659D"/>
    <w:rsid w:val="00286B35"/>
    <w:rsid w:val="00290F6F"/>
    <w:rsid w:val="0029113F"/>
    <w:rsid w:val="00291379"/>
    <w:rsid w:val="00292104"/>
    <w:rsid w:val="002925FF"/>
    <w:rsid w:val="00292CBD"/>
    <w:rsid w:val="00292DC1"/>
    <w:rsid w:val="00292DDC"/>
    <w:rsid w:val="00293472"/>
    <w:rsid w:val="002945E0"/>
    <w:rsid w:val="00294A15"/>
    <w:rsid w:val="00294D23"/>
    <w:rsid w:val="0029518C"/>
    <w:rsid w:val="0029570D"/>
    <w:rsid w:val="0029594F"/>
    <w:rsid w:val="00296244"/>
    <w:rsid w:val="00296470"/>
    <w:rsid w:val="00297837"/>
    <w:rsid w:val="002A1DAE"/>
    <w:rsid w:val="002A2422"/>
    <w:rsid w:val="002A2F20"/>
    <w:rsid w:val="002A34F1"/>
    <w:rsid w:val="002A3853"/>
    <w:rsid w:val="002A3E70"/>
    <w:rsid w:val="002A4E2C"/>
    <w:rsid w:val="002A4FD0"/>
    <w:rsid w:val="002A7136"/>
    <w:rsid w:val="002A7A92"/>
    <w:rsid w:val="002A7B0A"/>
    <w:rsid w:val="002B0425"/>
    <w:rsid w:val="002B206A"/>
    <w:rsid w:val="002B3830"/>
    <w:rsid w:val="002B3B5F"/>
    <w:rsid w:val="002B4B52"/>
    <w:rsid w:val="002B5181"/>
    <w:rsid w:val="002B5898"/>
    <w:rsid w:val="002B6F1A"/>
    <w:rsid w:val="002B7EFA"/>
    <w:rsid w:val="002C0088"/>
    <w:rsid w:val="002C5456"/>
    <w:rsid w:val="002C583B"/>
    <w:rsid w:val="002C7A46"/>
    <w:rsid w:val="002D0A4F"/>
    <w:rsid w:val="002D174E"/>
    <w:rsid w:val="002D24D1"/>
    <w:rsid w:val="002D3F92"/>
    <w:rsid w:val="002D446E"/>
    <w:rsid w:val="002D48CD"/>
    <w:rsid w:val="002D4904"/>
    <w:rsid w:val="002D532E"/>
    <w:rsid w:val="002D59B0"/>
    <w:rsid w:val="002D62B6"/>
    <w:rsid w:val="002D755A"/>
    <w:rsid w:val="002E0306"/>
    <w:rsid w:val="002E0899"/>
    <w:rsid w:val="002E0A7E"/>
    <w:rsid w:val="002E0F5B"/>
    <w:rsid w:val="002E2171"/>
    <w:rsid w:val="002E2CD4"/>
    <w:rsid w:val="002E2FCF"/>
    <w:rsid w:val="002E3508"/>
    <w:rsid w:val="002E3F77"/>
    <w:rsid w:val="002E43F4"/>
    <w:rsid w:val="002E4553"/>
    <w:rsid w:val="002E5701"/>
    <w:rsid w:val="002E58A2"/>
    <w:rsid w:val="002E65D2"/>
    <w:rsid w:val="002E66AE"/>
    <w:rsid w:val="002E745A"/>
    <w:rsid w:val="002E7806"/>
    <w:rsid w:val="002E7947"/>
    <w:rsid w:val="002F072E"/>
    <w:rsid w:val="002F1249"/>
    <w:rsid w:val="002F287D"/>
    <w:rsid w:val="002F2BF5"/>
    <w:rsid w:val="002F2EBF"/>
    <w:rsid w:val="002F3625"/>
    <w:rsid w:val="002F61E8"/>
    <w:rsid w:val="002F6229"/>
    <w:rsid w:val="002F682F"/>
    <w:rsid w:val="0030108A"/>
    <w:rsid w:val="003013C1"/>
    <w:rsid w:val="00303FBA"/>
    <w:rsid w:val="003045D9"/>
    <w:rsid w:val="003047C4"/>
    <w:rsid w:val="00304C94"/>
    <w:rsid w:val="003056F0"/>
    <w:rsid w:val="00305FCF"/>
    <w:rsid w:val="00306842"/>
    <w:rsid w:val="00307143"/>
    <w:rsid w:val="003071A4"/>
    <w:rsid w:val="0030723F"/>
    <w:rsid w:val="00307427"/>
    <w:rsid w:val="003103EB"/>
    <w:rsid w:val="00311D07"/>
    <w:rsid w:val="00311D10"/>
    <w:rsid w:val="00311D53"/>
    <w:rsid w:val="00312F00"/>
    <w:rsid w:val="003145B6"/>
    <w:rsid w:val="00314D49"/>
    <w:rsid w:val="00314E79"/>
    <w:rsid w:val="003158C0"/>
    <w:rsid w:val="00315F86"/>
    <w:rsid w:val="0031643B"/>
    <w:rsid w:val="0031643F"/>
    <w:rsid w:val="003177C1"/>
    <w:rsid w:val="00321028"/>
    <w:rsid w:val="0032124D"/>
    <w:rsid w:val="003216D7"/>
    <w:rsid w:val="003217FA"/>
    <w:rsid w:val="00321962"/>
    <w:rsid w:val="00321F15"/>
    <w:rsid w:val="00322707"/>
    <w:rsid w:val="003229BE"/>
    <w:rsid w:val="00323318"/>
    <w:rsid w:val="00324237"/>
    <w:rsid w:val="00324772"/>
    <w:rsid w:val="00324B42"/>
    <w:rsid w:val="00325936"/>
    <w:rsid w:val="003262F7"/>
    <w:rsid w:val="0032683C"/>
    <w:rsid w:val="00327092"/>
    <w:rsid w:val="00327264"/>
    <w:rsid w:val="00330FE8"/>
    <w:rsid w:val="003311B5"/>
    <w:rsid w:val="003320B3"/>
    <w:rsid w:val="0033227A"/>
    <w:rsid w:val="0033235A"/>
    <w:rsid w:val="00332A92"/>
    <w:rsid w:val="00332D13"/>
    <w:rsid w:val="00333F6D"/>
    <w:rsid w:val="0033402E"/>
    <w:rsid w:val="00335E5D"/>
    <w:rsid w:val="00336FE6"/>
    <w:rsid w:val="00337369"/>
    <w:rsid w:val="003378EA"/>
    <w:rsid w:val="00337B3E"/>
    <w:rsid w:val="00337F1C"/>
    <w:rsid w:val="00340AAF"/>
    <w:rsid w:val="00341B9F"/>
    <w:rsid w:val="00342710"/>
    <w:rsid w:val="0034373E"/>
    <w:rsid w:val="00344066"/>
    <w:rsid w:val="003443DD"/>
    <w:rsid w:val="00345CA4"/>
    <w:rsid w:val="00346204"/>
    <w:rsid w:val="00346B7C"/>
    <w:rsid w:val="00350748"/>
    <w:rsid w:val="00350759"/>
    <w:rsid w:val="003525E5"/>
    <w:rsid w:val="003525F1"/>
    <w:rsid w:val="0035296F"/>
    <w:rsid w:val="00352A5D"/>
    <w:rsid w:val="00352C6E"/>
    <w:rsid w:val="00353396"/>
    <w:rsid w:val="00353822"/>
    <w:rsid w:val="00353D97"/>
    <w:rsid w:val="0035428E"/>
    <w:rsid w:val="00354A6B"/>
    <w:rsid w:val="00356259"/>
    <w:rsid w:val="003568B1"/>
    <w:rsid w:val="0035773E"/>
    <w:rsid w:val="00357984"/>
    <w:rsid w:val="00357F17"/>
    <w:rsid w:val="0036097C"/>
    <w:rsid w:val="003611C1"/>
    <w:rsid w:val="003616B2"/>
    <w:rsid w:val="0036222D"/>
    <w:rsid w:val="00362F69"/>
    <w:rsid w:val="003637E9"/>
    <w:rsid w:val="00363844"/>
    <w:rsid w:val="00363880"/>
    <w:rsid w:val="0036395E"/>
    <w:rsid w:val="0036562C"/>
    <w:rsid w:val="0036592E"/>
    <w:rsid w:val="00370833"/>
    <w:rsid w:val="003709BF"/>
    <w:rsid w:val="003712FE"/>
    <w:rsid w:val="00371792"/>
    <w:rsid w:val="00371B86"/>
    <w:rsid w:val="00371CC7"/>
    <w:rsid w:val="003723DB"/>
    <w:rsid w:val="00372B6E"/>
    <w:rsid w:val="00375E32"/>
    <w:rsid w:val="003761FD"/>
    <w:rsid w:val="00380511"/>
    <w:rsid w:val="003822F0"/>
    <w:rsid w:val="00382BA1"/>
    <w:rsid w:val="003837FC"/>
    <w:rsid w:val="0038385A"/>
    <w:rsid w:val="00383A08"/>
    <w:rsid w:val="00383DF2"/>
    <w:rsid w:val="0038409B"/>
    <w:rsid w:val="00386751"/>
    <w:rsid w:val="00386ADF"/>
    <w:rsid w:val="00390540"/>
    <w:rsid w:val="0039081D"/>
    <w:rsid w:val="00390ACA"/>
    <w:rsid w:val="00392972"/>
    <w:rsid w:val="00393D50"/>
    <w:rsid w:val="00393E15"/>
    <w:rsid w:val="00395772"/>
    <w:rsid w:val="00396CB9"/>
    <w:rsid w:val="003A093F"/>
    <w:rsid w:val="003A0BC2"/>
    <w:rsid w:val="003A0E6F"/>
    <w:rsid w:val="003A1835"/>
    <w:rsid w:val="003A4078"/>
    <w:rsid w:val="003A4D41"/>
    <w:rsid w:val="003A51A7"/>
    <w:rsid w:val="003A5CB3"/>
    <w:rsid w:val="003A72F7"/>
    <w:rsid w:val="003A755E"/>
    <w:rsid w:val="003B0367"/>
    <w:rsid w:val="003B2415"/>
    <w:rsid w:val="003B2D0A"/>
    <w:rsid w:val="003B34D7"/>
    <w:rsid w:val="003B3B5A"/>
    <w:rsid w:val="003B55C6"/>
    <w:rsid w:val="003B5D49"/>
    <w:rsid w:val="003B6144"/>
    <w:rsid w:val="003B632F"/>
    <w:rsid w:val="003C0700"/>
    <w:rsid w:val="003C0F30"/>
    <w:rsid w:val="003C0FEA"/>
    <w:rsid w:val="003C2C4B"/>
    <w:rsid w:val="003C4249"/>
    <w:rsid w:val="003C68AA"/>
    <w:rsid w:val="003C6EEF"/>
    <w:rsid w:val="003D21A7"/>
    <w:rsid w:val="003D3057"/>
    <w:rsid w:val="003D4E9A"/>
    <w:rsid w:val="003D58A9"/>
    <w:rsid w:val="003D6169"/>
    <w:rsid w:val="003D6F3F"/>
    <w:rsid w:val="003D7E13"/>
    <w:rsid w:val="003D7EE8"/>
    <w:rsid w:val="003E0BA3"/>
    <w:rsid w:val="003E1F9F"/>
    <w:rsid w:val="003E255E"/>
    <w:rsid w:val="003E25B5"/>
    <w:rsid w:val="003E2C63"/>
    <w:rsid w:val="003E4FB0"/>
    <w:rsid w:val="003E5085"/>
    <w:rsid w:val="003E58A0"/>
    <w:rsid w:val="003E7123"/>
    <w:rsid w:val="003F1932"/>
    <w:rsid w:val="003F1BE3"/>
    <w:rsid w:val="003F25E2"/>
    <w:rsid w:val="003F29AE"/>
    <w:rsid w:val="003F4FED"/>
    <w:rsid w:val="003F57D5"/>
    <w:rsid w:val="0040006F"/>
    <w:rsid w:val="00400125"/>
    <w:rsid w:val="00403B7F"/>
    <w:rsid w:val="00403DF5"/>
    <w:rsid w:val="004041F2"/>
    <w:rsid w:val="0040472F"/>
    <w:rsid w:val="00405D2A"/>
    <w:rsid w:val="00406861"/>
    <w:rsid w:val="0041069B"/>
    <w:rsid w:val="00410829"/>
    <w:rsid w:val="00411A67"/>
    <w:rsid w:val="00412084"/>
    <w:rsid w:val="00412B02"/>
    <w:rsid w:val="0041377A"/>
    <w:rsid w:val="00414654"/>
    <w:rsid w:val="00414CEA"/>
    <w:rsid w:val="0041565D"/>
    <w:rsid w:val="00415D73"/>
    <w:rsid w:val="00417AD3"/>
    <w:rsid w:val="0042128B"/>
    <w:rsid w:val="00421B5D"/>
    <w:rsid w:val="004222D6"/>
    <w:rsid w:val="00423299"/>
    <w:rsid w:val="004234FD"/>
    <w:rsid w:val="00423DC6"/>
    <w:rsid w:val="0042413F"/>
    <w:rsid w:val="00424BC9"/>
    <w:rsid w:val="0042524D"/>
    <w:rsid w:val="004310D4"/>
    <w:rsid w:val="00431B98"/>
    <w:rsid w:val="004323D5"/>
    <w:rsid w:val="00432841"/>
    <w:rsid w:val="00432D42"/>
    <w:rsid w:val="00434A19"/>
    <w:rsid w:val="00434FAA"/>
    <w:rsid w:val="00435432"/>
    <w:rsid w:val="0043609F"/>
    <w:rsid w:val="00436B1E"/>
    <w:rsid w:val="00436F80"/>
    <w:rsid w:val="004405F3"/>
    <w:rsid w:val="004415E4"/>
    <w:rsid w:val="00442B39"/>
    <w:rsid w:val="00442FF4"/>
    <w:rsid w:val="0044431F"/>
    <w:rsid w:val="00444D80"/>
    <w:rsid w:val="00445ADF"/>
    <w:rsid w:val="00446D21"/>
    <w:rsid w:val="00450C8D"/>
    <w:rsid w:val="00450D0F"/>
    <w:rsid w:val="00450E47"/>
    <w:rsid w:val="00450F8F"/>
    <w:rsid w:val="00452528"/>
    <w:rsid w:val="00452AB0"/>
    <w:rsid w:val="0045318B"/>
    <w:rsid w:val="00455A4D"/>
    <w:rsid w:val="0045642F"/>
    <w:rsid w:val="004601C8"/>
    <w:rsid w:val="00462166"/>
    <w:rsid w:val="00462551"/>
    <w:rsid w:val="004628F6"/>
    <w:rsid w:val="00462CDF"/>
    <w:rsid w:val="004635F0"/>
    <w:rsid w:val="00464430"/>
    <w:rsid w:val="00464AC5"/>
    <w:rsid w:val="004661FB"/>
    <w:rsid w:val="0046660B"/>
    <w:rsid w:val="00466714"/>
    <w:rsid w:val="004667E7"/>
    <w:rsid w:val="00466AF7"/>
    <w:rsid w:val="00467301"/>
    <w:rsid w:val="004673FD"/>
    <w:rsid w:val="004700B0"/>
    <w:rsid w:val="004701F1"/>
    <w:rsid w:val="004719FC"/>
    <w:rsid w:val="00473109"/>
    <w:rsid w:val="00473465"/>
    <w:rsid w:val="0047402D"/>
    <w:rsid w:val="0047511D"/>
    <w:rsid w:val="004757EC"/>
    <w:rsid w:val="00476D7F"/>
    <w:rsid w:val="004774EF"/>
    <w:rsid w:val="0047781F"/>
    <w:rsid w:val="00481D1E"/>
    <w:rsid w:val="00485EB8"/>
    <w:rsid w:val="00486674"/>
    <w:rsid w:val="00487087"/>
    <w:rsid w:val="00487EA3"/>
    <w:rsid w:val="00490356"/>
    <w:rsid w:val="004925DB"/>
    <w:rsid w:val="004926D4"/>
    <w:rsid w:val="00492B4A"/>
    <w:rsid w:val="00494E53"/>
    <w:rsid w:val="004958CA"/>
    <w:rsid w:val="00495E0E"/>
    <w:rsid w:val="0049673B"/>
    <w:rsid w:val="004968ED"/>
    <w:rsid w:val="00496ED6"/>
    <w:rsid w:val="00497314"/>
    <w:rsid w:val="004A0D54"/>
    <w:rsid w:val="004A1250"/>
    <w:rsid w:val="004A1FF7"/>
    <w:rsid w:val="004A3B20"/>
    <w:rsid w:val="004A3B5E"/>
    <w:rsid w:val="004A51C8"/>
    <w:rsid w:val="004A5651"/>
    <w:rsid w:val="004A638D"/>
    <w:rsid w:val="004A6AA5"/>
    <w:rsid w:val="004B0108"/>
    <w:rsid w:val="004B01BD"/>
    <w:rsid w:val="004B04F5"/>
    <w:rsid w:val="004B0607"/>
    <w:rsid w:val="004B072C"/>
    <w:rsid w:val="004B1FCF"/>
    <w:rsid w:val="004B3F42"/>
    <w:rsid w:val="004B48EE"/>
    <w:rsid w:val="004B4DDD"/>
    <w:rsid w:val="004B548C"/>
    <w:rsid w:val="004B783C"/>
    <w:rsid w:val="004C0DD6"/>
    <w:rsid w:val="004C233B"/>
    <w:rsid w:val="004C3480"/>
    <w:rsid w:val="004C3546"/>
    <w:rsid w:val="004C3638"/>
    <w:rsid w:val="004C380F"/>
    <w:rsid w:val="004C55C2"/>
    <w:rsid w:val="004C57FA"/>
    <w:rsid w:val="004C79AC"/>
    <w:rsid w:val="004C7A7F"/>
    <w:rsid w:val="004C7B9C"/>
    <w:rsid w:val="004D004F"/>
    <w:rsid w:val="004D096D"/>
    <w:rsid w:val="004D1A49"/>
    <w:rsid w:val="004D2860"/>
    <w:rsid w:val="004D315A"/>
    <w:rsid w:val="004D530C"/>
    <w:rsid w:val="004D655B"/>
    <w:rsid w:val="004D759B"/>
    <w:rsid w:val="004D7802"/>
    <w:rsid w:val="004D7A35"/>
    <w:rsid w:val="004E0C3C"/>
    <w:rsid w:val="004E118A"/>
    <w:rsid w:val="004E1499"/>
    <w:rsid w:val="004E16B5"/>
    <w:rsid w:val="004E1F4E"/>
    <w:rsid w:val="004E211B"/>
    <w:rsid w:val="004E4D65"/>
    <w:rsid w:val="004E500B"/>
    <w:rsid w:val="004E52A4"/>
    <w:rsid w:val="004E6695"/>
    <w:rsid w:val="004E67B7"/>
    <w:rsid w:val="004E67F4"/>
    <w:rsid w:val="004E69AE"/>
    <w:rsid w:val="004E7244"/>
    <w:rsid w:val="004E7BA0"/>
    <w:rsid w:val="004F062C"/>
    <w:rsid w:val="004F1A55"/>
    <w:rsid w:val="004F1C32"/>
    <w:rsid w:val="004F3122"/>
    <w:rsid w:val="004F33EE"/>
    <w:rsid w:val="004F4FCC"/>
    <w:rsid w:val="004F55B6"/>
    <w:rsid w:val="004F67F5"/>
    <w:rsid w:val="00500B36"/>
    <w:rsid w:val="0050232E"/>
    <w:rsid w:val="00502D72"/>
    <w:rsid w:val="00502E4A"/>
    <w:rsid w:val="00503A2A"/>
    <w:rsid w:val="00503C46"/>
    <w:rsid w:val="0050486A"/>
    <w:rsid w:val="00504896"/>
    <w:rsid w:val="00505FC1"/>
    <w:rsid w:val="00510897"/>
    <w:rsid w:val="005117E2"/>
    <w:rsid w:val="00511DF4"/>
    <w:rsid w:val="00514355"/>
    <w:rsid w:val="00514E0E"/>
    <w:rsid w:val="00514F78"/>
    <w:rsid w:val="0051599C"/>
    <w:rsid w:val="00515AF1"/>
    <w:rsid w:val="00515D44"/>
    <w:rsid w:val="005203A0"/>
    <w:rsid w:val="005203A4"/>
    <w:rsid w:val="005203AE"/>
    <w:rsid w:val="00520EB4"/>
    <w:rsid w:val="0052182E"/>
    <w:rsid w:val="0052228D"/>
    <w:rsid w:val="005223D9"/>
    <w:rsid w:val="00522498"/>
    <w:rsid w:val="0052309B"/>
    <w:rsid w:val="00523A86"/>
    <w:rsid w:val="00525440"/>
    <w:rsid w:val="00525E07"/>
    <w:rsid w:val="00526991"/>
    <w:rsid w:val="00527613"/>
    <w:rsid w:val="00527C23"/>
    <w:rsid w:val="00531511"/>
    <w:rsid w:val="005321A3"/>
    <w:rsid w:val="005340A8"/>
    <w:rsid w:val="005349ED"/>
    <w:rsid w:val="00534A87"/>
    <w:rsid w:val="0053531F"/>
    <w:rsid w:val="00535BAB"/>
    <w:rsid w:val="00535F41"/>
    <w:rsid w:val="005366ED"/>
    <w:rsid w:val="00537642"/>
    <w:rsid w:val="00537F38"/>
    <w:rsid w:val="0054048F"/>
    <w:rsid w:val="005405AB"/>
    <w:rsid w:val="00540C8E"/>
    <w:rsid w:val="00541B5D"/>
    <w:rsid w:val="005420BA"/>
    <w:rsid w:val="00542D4C"/>
    <w:rsid w:val="00543CC9"/>
    <w:rsid w:val="005445AD"/>
    <w:rsid w:val="00545AA7"/>
    <w:rsid w:val="0054609B"/>
    <w:rsid w:val="00546A37"/>
    <w:rsid w:val="00547A34"/>
    <w:rsid w:val="00547B72"/>
    <w:rsid w:val="00547DC3"/>
    <w:rsid w:val="00550098"/>
    <w:rsid w:val="005519B3"/>
    <w:rsid w:val="00553530"/>
    <w:rsid w:val="00555508"/>
    <w:rsid w:val="0055560E"/>
    <w:rsid w:val="005558F6"/>
    <w:rsid w:val="00555F85"/>
    <w:rsid w:val="0055701E"/>
    <w:rsid w:val="0055731E"/>
    <w:rsid w:val="00557A81"/>
    <w:rsid w:val="00557E7D"/>
    <w:rsid w:val="00560695"/>
    <w:rsid w:val="00561555"/>
    <w:rsid w:val="00563240"/>
    <w:rsid w:val="00563556"/>
    <w:rsid w:val="0056462F"/>
    <w:rsid w:val="00564C7C"/>
    <w:rsid w:val="00566714"/>
    <w:rsid w:val="00566A27"/>
    <w:rsid w:val="00567CBD"/>
    <w:rsid w:val="0057368F"/>
    <w:rsid w:val="00573FB7"/>
    <w:rsid w:val="0057447B"/>
    <w:rsid w:val="005745EA"/>
    <w:rsid w:val="005769A6"/>
    <w:rsid w:val="00577D0E"/>
    <w:rsid w:val="00577D60"/>
    <w:rsid w:val="00580838"/>
    <w:rsid w:val="00581A3E"/>
    <w:rsid w:val="0058255F"/>
    <w:rsid w:val="00582C59"/>
    <w:rsid w:val="0058331B"/>
    <w:rsid w:val="0058364B"/>
    <w:rsid w:val="0058412F"/>
    <w:rsid w:val="00584826"/>
    <w:rsid w:val="00584F4B"/>
    <w:rsid w:val="00585B63"/>
    <w:rsid w:val="005867C7"/>
    <w:rsid w:val="005871E0"/>
    <w:rsid w:val="00587433"/>
    <w:rsid w:val="00587926"/>
    <w:rsid w:val="00590A45"/>
    <w:rsid w:val="005919A0"/>
    <w:rsid w:val="00592694"/>
    <w:rsid w:val="00592971"/>
    <w:rsid w:val="00592C2A"/>
    <w:rsid w:val="0059337F"/>
    <w:rsid w:val="005947B8"/>
    <w:rsid w:val="005950B4"/>
    <w:rsid w:val="0059520E"/>
    <w:rsid w:val="00595AB0"/>
    <w:rsid w:val="00595E89"/>
    <w:rsid w:val="00596423"/>
    <w:rsid w:val="005969FA"/>
    <w:rsid w:val="00597BC5"/>
    <w:rsid w:val="00597ECF"/>
    <w:rsid w:val="00597FAC"/>
    <w:rsid w:val="005A0085"/>
    <w:rsid w:val="005A027B"/>
    <w:rsid w:val="005A0794"/>
    <w:rsid w:val="005A0876"/>
    <w:rsid w:val="005A0AC2"/>
    <w:rsid w:val="005A0B2F"/>
    <w:rsid w:val="005A1018"/>
    <w:rsid w:val="005A18DA"/>
    <w:rsid w:val="005A19BF"/>
    <w:rsid w:val="005A213C"/>
    <w:rsid w:val="005A2A11"/>
    <w:rsid w:val="005A3117"/>
    <w:rsid w:val="005A3873"/>
    <w:rsid w:val="005A3F28"/>
    <w:rsid w:val="005A4867"/>
    <w:rsid w:val="005A48C2"/>
    <w:rsid w:val="005A4E33"/>
    <w:rsid w:val="005A6119"/>
    <w:rsid w:val="005A64DE"/>
    <w:rsid w:val="005A6C8A"/>
    <w:rsid w:val="005A7515"/>
    <w:rsid w:val="005B012A"/>
    <w:rsid w:val="005B0AAC"/>
    <w:rsid w:val="005B1C0F"/>
    <w:rsid w:val="005B2201"/>
    <w:rsid w:val="005B290D"/>
    <w:rsid w:val="005B36DE"/>
    <w:rsid w:val="005B6F30"/>
    <w:rsid w:val="005B7205"/>
    <w:rsid w:val="005B724B"/>
    <w:rsid w:val="005C0DB6"/>
    <w:rsid w:val="005C1CEB"/>
    <w:rsid w:val="005C2532"/>
    <w:rsid w:val="005C31E9"/>
    <w:rsid w:val="005C3D74"/>
    <w:rsid w:val="005C411A"/>
    <w:rsid w:val="005C4BBD"/>
    <w:rsid w:val="005C5220"/>
    <w:rsid w:val="005C693B"/>
    <w:rsid w:val="005C6A1F"/>
    <w:rsid w:val="005D10B2"/>
    <w:rsid w:val="005D16E0"/>
    <w:rsid w:val="005D1C17"/>
    <w:rsid w:val="005D3881"/>
    <w:rsid w:val="005D46B4"/>
    <w:rsid w:val="005D4DA5"/>
    <w:rsid w:val="005D529B"/>
    <w:rsid w:val="005D6603"/>
    <w:rsid w:val="005D6751"/>
    <w:rsid w:val="005D7547"/>
    <w:rsid w:val="005E0227"/>
    <w:rsid w:val="005E0305"/>
    <w:rsid w:val="005E1355"/>
    <w:rsid w:val="005E14DE"/>
    <w:rsid w:val="005E1A66"/>
    <w:rsid w:val="005E2744"/>
    <w:rsid w:val="005E3398"/>
    <w:rsid w:val="005E3A5F"/>
    <w:rsid w:val="005E44DF"/>
    <w:rsid w:val="005E5A66"/>
    <w:rsid w:val="005E66B3"/>
    <w:rsid w:val="005E6CFB"/>
    <w:rsid w:val="005E6E7D"/>
    <w:rsid w:val="005E7230"/>
    <w:rsid w:val="005E78C0"/>
    <w:rsid w:val="005F0E9E"/>
    <w:rsid w:val="005F1A8E"/>
    <w:rsid w:val="005F1D3E"/>
    <w:rsid w:val="005F2DB8"/>
    <w:rsid w:val="005F4AD7"/>
    <w:rsid w:val="005F4B4A"/>
    <w:rsid w:val="005F4E53"/>
    <w:rsid w:val="005F7B1C"/>
    <w:rsid w:val="00600961"/>
    <w:rsid w:val="0060184D"/>
    <w:rsid w:val="00604386"/>
    <w:rsid w:val="0060448E"/>
    <w:rsid w:val="00604910"/>
    <w:rsid w:val="0060543B"/>
    <w:rsid w:val="00605643"/>
    <w:rsid w:val="006056E8"/>
    <w:rsid w:val="00606774"/>
    <w:rsid w:val="00607628"/>
    <w:rsid w:val="006076EF"/>
    <w:rsid w:val="0060775A"/>
    <w:rsid w:val="00607F57"/>
    <w:rsid w:val="006100E2"/>
    <w:rsid w:val="00611429"/>
    <w:rsid w:val="006120F7"/>
    <w:rsid w:val="006132B7"/>
    <w:rsid w:val="00613BA1"/>
    <w:rsid w:val="006142A4"/>
    <w:rsid w:val="006144F8"/>
    <w:rsid w:val="00615048"/>
    <w:rsid w:val="00615B98"/>
    <w:rsid w:val="00615E78"/>
    <w:rsid w:val="006164D4"/>
    <w:rsid w:val="00616D7E"/>
    <w:rsid w:val="0062218D"/>
    <w:rsid w:val="006221CD"/>
    <w:rsid w:val="006224EA"/>
    <w:rsid w:val="00622D5F"/>
    <w:rsid w:val="00623534"/>
    <w:rsid w:val="00623D9A"/>
    <w:rsid w:val="006244D3"/>
    <w:rsid w:val="00625546"/>
    <w:rsid w:val="0062670A"/>
    <w:rsid w:val="00630118"/>
    <w:rsid w:val="00630420"/>
    <w:rsid w:val="00631891"/>
    <w:rsid w:val="00631A62"/>
    <w:rsid w:val="00631FE6"/>
    <w:rsid w:val="006329D0"/>
    <w:rsid w:val="00632FB6"/>
    <w:rsid w:val="0063320E"/>
    <w:rsid w:val="00633B4D"/>
    <w:rsid w:val="00634851"/>
    <w:rsid w:val="0063586E"/>
    <w:rsid w:val="006363F1"/>
    <w:rsid w:val="00636FFE"/>
    <w:rsid w:val="00637B30"/>
    <w:rsid w:val="00637C36"/>
    <w:rsid w:val="00640C84"/>
    <w:rsid w:val="00641EA3"/>
    <w:rsid w:val="0064256F"/>
    <w:rsid w:val="0064273F"/>
    <w:rsid w:val="00642E10"/>
    <w:rsid w:val="00644085"/>
    <w:rsid w:val="0064509B"/>
    <w:rsid w:val="00645B78"/>
    <w:rsid w:val="00645D8A"/>
    <w:rsid w:val="00646557"/>
    <w:rsid w:val="006465CC"/>
    <w:rsid w:val="006475D3"/>
    <w:rsid w:val="006506DC"/>
    <w:rsid w:val="006509D3"/>
    <w:rsid w:val="00650E43"/>
    <w:rsid w:val="0065219A"/>
    <w:rsid w:val="0065287C"/>
    <w:rsid w:val="00652D33"/>
    <w:rsid w:val="006540AE"/>
    <w:rsid w:val="00654363"/>
    <w:rsid w:val="00654C09"/>
    <w:rsid w:val="00654ED1"/>
    <w:rsid w:val="0065522F"/>
    <w:rsid w:val="0065569A"/>
    <w:rsid w:val="00656003"/>
    <w:rsid w:val="006566D5"/>
    <w:rsid w:val="00656BDC"/>
    <w:rsid w:val="00660094"/>
    <w:rsid w:val="0066087C"/>
    <w:rsid w:val="00661370"/>
    <w:rsid w:val="006627AB"/>
    <w:rsid w:val="006629F0"/>
    <w:rsid w:val="00662CFC"/>
    <w:rsid w:val="00664AF8"/>
    <w:rsid w:val="00664BF3"/>
    <w:rsid w:val="0066536A"/>
    <w:rsid w:val="00665699"/>
    <w:rsid w:val="00665B01"/>
    <w:rsid w:val="00667153"/>
    <w:rsid w:val="00667708"/>
    <w:rsid w:val="00670EF9"/>
    <w:rsid w:val="00670FB4"/>
    <w:rsid w:val="00671976"/>
    <w:rsid w:val="00672278"/>
    <w:rsid w:val="006727C9"/>
    <w:rsid w:val="00672C77"/>
    <w:rsid w:val="00673322"/>
    <w:rsid w:val="00673BF3"/>
    <w:rsid w:val="00673F69"/>
    <w:rsid w:val="00674EEE"/>
    <w:rsid w:val="006751F5"/>
    <w:rsid w:val="00675DA0"/>
    <w:rsid w:val="00677726"/>
    <w:rsid w:val="00677D69"/>
    <w:rsid w:val="0068013B"/>
    <w:rsid w:val="006815D2"/>
    <w:rsid w:val="00682323"/>
    <w:rsid w:val="0068281F"/>
    <w:rsid w:val="00682DD0"/>
    <w:rsid w:val="00685061"/>
    <w:rsid w:val="00685291"/>
    <w:rsid w:val="00685C09"/>
    <w:rsid w:val="006877C9"/>
    <w:rsid w:val="00690975"/>
    <w:rsid w:val="006910F5"/>
    <w:rsid w:val="006911A4"/>
    <w:rsid w:val="006918CF"/>
    <w:rsid w:val="00691EBD"/>
    <w:rsid w:val="006928D4"/>
    <w:rsid w:val="00692A82"/>
    <w:rsid w:val="006938BF"/>
    <w:rsid w:val="006944EC"/>
    <w:rsid w:val="00696056"/>
    <w:rsid w:val="006974BD"/>
    <w:rsid w:val="00697662"/>
    <w:rsid w:val="006A02CC"/>
    <w:rsid w:val="006A0FF5"/>
    <w:rsid w:val="006A29F9"/>
    <w:rsid w:val="006A2B3F"/>
    <w:rsid w:val="006A3096"/>
    <w:rsid w:val="006A44A3"/>
    <w:rsid w:val="006A4534"/>
    <w:rsid w:val="006A535C"/>
    <w:rsid w:val="006A5D10"/>
    <w:rsid w:val="006A6833"/>
    <w:rsid w:val="006A6E49"/>
    <w:rsid w:val="006A6F1A"/>
    <w:rsid w:val="006A7DEC"/>
    <w:rsid w:val="006B0412"/>
    <w:rsid w:val="006B13C2"/>
    <w:rsid w:val="006B1706"/>
    <w:rsid w:val="006B1D0D"/>
    <w:rsid w:val="006B2FB1"/>
    <w:rsid w:val="006B677C"/>
    <w:rsid w:val="006B6E17"/>
    <w:rsid w:val="006C04EF"/>
    <w:rsid w:val="006C1012"/>
    <w:rsid w:val="006C18CF"/>
    <w:rsid w:val="006C26AD"/>
    <w:rsid w:val="006C2CE0"/>
    <w:rsid w:val="006C388E"/>
    <w:rsid w:val="006C3B1E"/>
    <w:rsid w:val="006C3D3D"/>
    <w:rsid w:val="006C414A"/>
    <w:rsid w:val="006C472E"/>
    <w:rsid w:val="006C515A"/>
    <w:rsid w:val="006C6271"/>
    <w:rsid w:val="006C63BC"/>
    <w:rsid w:val="006C68AA"/>
    <w:rsid w:val="006D0A27"/>
    <w:rsid w:val="006D1802"/>
    <w:rsid w:val="006D1F0A"/>
    <w:rsid w:val="006D2043"/>
    <w:rsid w:val="006D2888"/>
    <w:rsid w:val="006D2DAF"/>
    <w:rsid w:val="006D3987"/>
    <w:rsid w:val="006D474D"/>
    <w:rsid w:val="006D554D"/>
    <w:rsid w:val="006D585F"/>
    <w:rsid w:val="006D641A"/>
    <w:rsid w:val="006D7DED"/>
    <w:rsid w:val="006E04A7"/>
    <w:rsid w:val="006E1048"/>
    <w:rsid w:val="006E13F1"/>
    <w:rsid w:val="006E276D"/>
    <w:rsid w:val="006E3840"/>
    <w:rsid w:val="006E3F43"/>
    <w:rsid w:val="006E4F5F"/>
    <w:rsid w:val="006F033F"/>
    <w:rsid w:val="006F0C2C"/>
    <w:rsid w:val="006F0C3F"/>
    <w:rsid w:val="006F245D"/>
    <w:rsid w:val="006F24A8"/>
    <w:rsid w:val="006F28FA"/>
    <w:rsid w:val="006F4268"/>
    <w:rsid w:val="006F484D"/>
    <w:rsid w:val="006F4B39"/>
    <w:rsid w:val="006F5220"/>
    <w:rsid w:val="006F5BC4"/>
    <w:rsid w:val="006F5EF7"/>
    <w:rsid w:val="006F63FB"/>
    <w:rsid w:val="006F6570"/>
    <w:rsid w:val="006F6AFE"/>
    <w:rsid w:val="006F7BAE"/>
    <w:rsid w:val="00701160"/>
    <w:rsid w:val="00701C8E"/>
    <w:rsid w:val="00701F4F"/>
    <w:rsid w:val="00702744"/>
    <w:rsid w:val="00703C9A"/>
    <w:rsid w:val="00705715"/>
    <w:rsid w:val="00705CB9"/>
    <w:rsid w:val="00706114"/>
    <w:rsid w:val="0070669F"/>
    <w:rsid w:val="00706E6C"/>
    <w:rsid w:val="007075D7"/>
    <w:rsid w:val="0071152E"/>
    <w:rsid w:val="007116AF"/>
    <w:rsid w:val="00713978"/>
    <w:rsid w:val="00714727"/>
    <w:rsid w:val="00715225"/>
    <w:rsid w:val="00715658"/>
    <w:rsid w:val="00715B76"/>
    <w:rsid w:val="0071660D"/>
    <w:rsid w:val="00717029"/>
    <w:rsid w:val="00717F61"/>
    <w:rsid w:val="007200FE"/>
    <w:rsid w:val="0072065B"/>
    <w:rsid w:val="00720B1C"/>
    <w:rsid w:val="007214C0"/>
    <w:rsid w:val="00722474"/>
    <w:rsid w:val="00722477"/>
    <w:rsid w:val="00725AEF"/>
    <w:rsid w:val="00727305"/>
    <w:rsid w:val="007277E2"/>
    <w:rsid w:val="00727C3A"/>
    <w:rsid w:val="00730732"/>
    <w:rsid w:val="00731A31"/>
    <w:rsid w:val="00731D4E"/>
    <w:rsid w:val="00731D5D"/>
    <w:rsid w:val="00732071"/>
    <w:rsid w:val="00732BA1"/>
    <w:rsid w:val="00732F84"/>
    <w:rsid w:val="0073360A"/>
    <w:rsid w:val="007336A7"/>
    <w:rsid w:val="00733D13"/>
    <w:rsid w:val="00733F16"/>
    <w:rsid w:val="00734884"/>
    <w:rsid w:val="00734AD9"/>
    <w:rsid w:val="00734E48"/>
    <w:rsid w:val="00735E73"/>
    <w:rsid w:val="00736047"/>
    <w:rsid w:val="007363D5"/>
    <w:rsid w:val="00737190"/>
    <w:rsid w:val="007375BC"/>
    <w:rsid w:val="00737F24"/>
    <w:rsid w:val="00740017"/>
    <w:rsid w:val="00740C98"/>
    <w:rsid w:val="00741094"/>
    <w:rsid w:val="007419D3"/>
    <w:rsid w:val="0074455B"/>
    <w:rsid w:val="00744AA1"/>
    <w:rsid w:val="00745037"/>
    <w:rsid w:val="00745BB0"/>
    <w:rsid w:val="00746CC2"/>
    <w:rsid w:val="00747344"/>
    <w:rsid w:val="00747430"/>
    <w:rsid w:val="00747780"/>
    <w:rsid w:val="0075034B"/>
    <w:rsid w:val="007509F7"/>
    <w:rsid w:val="00750D25"/>
    <w:rsid w:val="00750F29"/>
    <w:rsid w:val="00751056"/>
    <w:rsid w:val="00751B02"/>
    <w:rsid w:val="0075213D"/>
    <w:rsid w:val="00752B76"/>
    <w:rsid w:val="00752F69"/>
    <w:rsid w:val="00753712"/>
    <w:rsid w:val="007551C3"/>
    <w:rsid w:val="00755802"/>
    <w:rsid w:val="00755D9A"/>
    <w:rsid w:val="00756001"/>
    <w:rsid w:val="007567D0"/>
    <w:rsid w:val="00757104"/>
    <w:rsid w:val="00757EA2"/>
    <w:rsid w:val="007619A1"/>
    <w:rsid w:val="00761C4B"/>
    <w:rsid w:val="00762949"/>
    <w:rsid w:val="00763615"/>
    <w:rsid w:val="00763813"/>
    <w:rsid w:val="00763A1C"/>
    <w:rsid w:val="00764238"/>
    <w:rsid w:val="00764F2A"/>
    <w:rsid w:val="0076518E"/>
    <w:rsid w:val="00765280"/>
    <w:rsid w:val="00765E68"/>
    <w:rsid w:val="007663A7"/>
    <w:rsid w:val="007667F6"/>
    <w:rsid w:val="00771D4D"/>
    <w:rsid w:val="00772AA7"/>
    <w:rsid w:val="00772E2B"/>
    <w:rsid w:val="00772E37"/>
    <w:rsid w:val="00773E59"/>
    <w:rsid w:val="00773EBE"/>
    <w:rsid w:val="00775522"/>
    <w:rsid w:val="00775B8F"/>
    <w:rsid w:val="007761EC"/>
    <w:rsid w:val="007766F0"/>
    <w:rsid w:val="00777ACA"/>
    <w:rsid w:val="007808D6"/>
    <w:rsid w:val="00781130"/>
    <w:rsid w:val="00781488"/>
    <w:rsid w:val="00782320"/>
    <w:rsid w:val="007840A1"/>
    <w:rsid w:val="00784B35"/>
    <w:rsid w:val="00784C69"/>
    <w:rsid w:val="007850D4"/>
    <w:rsid w:val="0078680A"/>
    <w:rsid w:val="00786A00"/>
    <w:rsid w:val="007875E8"/>
    <w:rsid w:val="00790032"/>
    <w:rsid w:val="007904CF"/>
    <w:rsid w:val="00790B84"/>
    <w:rsid w:val="00791489"/>
    <w:rsid w:val="00791F52"/>
    <w:rsid w:val="00791FE8"/>
    <w:rsid w:val="007922D0"/>
    <w:rsid w:val="00792CE3"/>
    <w:rsid w:val="00792D0C"/>
    <w:rsid w:val="0079316D"/>
    <w:rsid w:val="00794310"/>
    <w:rsid w:val="007948EC"/>
    <w:rsid w:val="00794D85"/>
    <w:rsid w:val="007952DD"/>
    <w:rsid w:val="0079543E"/>
    <w:rsid w:val="0079665F"/>
    <w:rsid w:val="00796A24"/>
    <w:rsid w:val="007970C4"/>
    <w:rsid w:val="007973D6"/>
    <w:rsid w:val="007A01E5"/>
    <w:rsid w:val="007A1042"/>
    <w:rsid w:val="007A14CC"/>
    <w:rsid w:val="007A1915"/>
    <w:rsid w:val="007A1BC5"/>
    <w:rsid w:val="007A29D0"/>
    <w:rsid w:val="007A2B25"/>
    <w:rsid w:val="007A30F3"/>
    <w:rsid w:val="007A35FD"/>
    <w:rsid w:val="007A3907"/>
    <w:rsid w:val="007A4232"/>
    <w:rsid w:val="007A45A9"/>
    <w:rsid w:val="007A4A9D"/>
    <w:rsid w:val="007A50AE"/>
    <w:rsid w:val="007A52F9"/>
    <w:rsid w:val="007A59E1"/>
    <w:rsid w:val="007A5D8F"/>
    <w:rsid w:val="007A7C95"/>
    <w:rsid w:val="007B00EF"/>
    <w:rsid w:val="007B1E8B"/>
    <w:rsid w:val="007B20E5"/>
    <w:rsid w:val="007B24E2"/>
    <w:rsid w:val="007B2F14"/>
    <w:rsid w:val="007B37EC"/>
    <w:rsid w:val="007B546D"/>
    <w:rsid w:val="007B62BC"/>
    <w:rsid w:val="007B7010"/>
    <w:rsid w:val="007B75C9"/>
    <w:rsid w:val="007B787A"/>
    <w:rsid w:val="007C0D52"/>
    <w:rsid w:val="007C1998"/>
    <w:rsid w:val="007C1BD9"/>
    <w:rsid w:val="007C2233"/>
    <w:rsid w:val="007C32D9"/>
    <w:rsid w:val="007C350D"/>
    <w:rsid w:val="007C38F2"/>
    <w:rsid w:val="007C41CC"/>
    <w:rsid w:val="007C4B58"/>
    <w:rsid w:val="007C5601"/>
    <w:rsid w:val="007C6142"/>
    <w:rsid w:val="007C62C0"/>
    <w:rsid w:val="007C6A1E"/>
    <w:rsid w:val="007D02C8"/>
    <w:rsid w:val="007D143F"/>
    <w:rsid w:val="007D263A"/>
    <w:rsid w:val="007D2CC9"/>
    <w:rsid w:val="007D32C6"/>
    <w:rsid w:val="007D338F"/>
    <w:rsid w:val="007D4EFE"/>
    <w:rsid w:val="007D4FD2"/>
    <w:rsid w:val="007D6DFE"/>
    <w:rsid w:val="007E164A"/>
    <w:rsid w:val="007E2E9D"/>
    <w:rsid w:val="007E3837"/>
    <w:rsid w:val="007E40FA"/>
    <w:rsid w:val="007E4819"/>
    <w:rsid w:val="007E5023"/>
    <w:rsid w:val="007E5AC1"/>
    <w:rsid w:val="007E6D9D"/>
    <w:rsid w:val="007E70D1"/>
    <w:rsid w:val="007E7617"/>
    <w:rsid w:val="007E7F9D"/>
    <w:rsid w:val="007F0B92"/>
    <w:rsid w:val="007F1B43"/>
    <w:rsid w:val="007F1F63"/>
    <w:rsid w:val="007F31A7"/>
    <w:rsid w:val="007F34B7"/>
    <w:rsid w:val="007F3573"/>
    <w:rsid w:val="007F5429"/>
    <w:rsid w:val="007F54D4"/>
    <w:rsid w:val="007F5A72"/>
    <w:rsid w:val="007F5B63"/>
    <w:rsid w:val="007F604B"/>
    <w:rsid w:val="007F611F"/>
    <w:rsid w:val="007F6160"/>
    <w:rsid w:val="007F64B3"/>
    <w:rsid w:val="007F6A94"/>
    <w:rsid w:val="007F6B81"/>
    <w:rsid w:val="007F6D53"/>
    <w:rsid w:val="007F77D1"/>
    <w:rsid w:val="00800E45"/>
    <w:rsid w:val="00800E4E"/>
    <w:rsid w:val="008014A1"/>
    <w:rsid w:val="0080259C"/>
    <w:rsid w:val="0080367D"/>
    <w:rsid w:val="008036BB"/>
    <w:rsid w:val="00803713"/>
    <w:rsid w:val="00803E47"/>
    <w:rsid w:val="00805DCD"/>
    <w:rsid w:val="00805ED6"/>
    <w:rsid w:val="008065D0"/>
    <w:rsid w:val="008067FA"/>
    <w:rsid w:val="00807DAD"/>
    <w:rsid w:val="0081021E"/>
    <w:rsid w:val="008108D5"/>
    <w:rsid w:val="008111A8"/>
    <w:rsid w:val="0081150C"/>
    <w:rsid w:val="008122C4"/>
    <w:rsid w:val="00812308"/>
    <w:rsid w:val="00813127"/>
    <w:rsid w:val="0081494A"/>
    <w:rsid w:val="00815AEB"/>
    <w:rsid w:val="0081660F"/>
    <w:rsid w:val="00817211"/>
    <w:rsid w:val="00817918"/>
    <w:rsid w:val="00821AF6"/>
    <w:rsid w:val="0082440E"/>
    <w:rsid w:val="00824799"/>
    <w:rsid w:val="008278CD"/>
    <w:rsid w:val="00827996"/>
    <w:rsid w:val="0083018F"/>
    <w:rsid w:val="00831476"/>
    <w:rsid w:val="00831564"/>
    <w:rsid w:val="00831AD6"/>
    <w:rsid w:val="00831B17"/>
    <w:rsid w:val="00831F6B"/>
    <w:rsid w:val="00832026"/>
    <w:rsid w:val="00832CCC"/>
    <w:rsid w:val="00832E19"/>
    <w:rsid w:val="00837087"/>
    <w:rsid w:val="008373C9"/>
    <w:rsid w:val="00837EB8"/>
    <w:rsid w:val="00840152"/>
    <w:rsid w:val="00840293"/>
    <w:rsid w:val="0084058E"/>
    <w:rsid w:val="00840B3D"/>
    <w:rsid w:val="008422B3"/>
    <w:rsid w:val="00842807"/>
    <w:rsid w:val="00842B61"/>
    <w:rsid w:val="00842B7B"/>
    <w:rsid w:val="00842D66"/>
    <w:rsid w:val="00846A81"/>
    <w:rsid w:val="00846C4D"/>
    <w:rsid w:val="0084700A"/>
    <w:rsid w:val="00847B58"/>
    <w:rsid w:val="00851334"/>
    <w:rsid w:val="0085147C"/>
    <w:rsid w:val="0085277A"/>
    <w:rsid w:val="00852816"/>
    <w:rsid w:val="00852ACC"/>
    <w:rsid w:val="00852BC6"/>
    <w:rsid w:val="00852BDD"/>
    <w:rsid w:val="00852C21"/>
    <w:rsid w:val="00853034"/>
    <w:rsid w:val="00854DA0"/>
    <w:rsid w:val="00855985"/>
    <w:rsid w:val="00855B2F"/>
    <w:rsid w:val="008565B7"/>
    <w:rsid w:val="008567D5"/>
    <w:rsid w:val="008571F7"/>
    <w:rsid w:val="00857C42"/>
    <w:rsid w:val="00857F39"/>
    <w:rsid w:val="00860AEA"/>
    <w:rsid w:val="008611FB"/>
    <w:rsid w:val="00863AC2"/>
    <w:rsid w:val="00864426"/>
    <w:rsid w:val="008645B3"/>
    <w:rsid w:val="00864D28"/>
    <w:rsid w:val="00864F90"/>
    <w:rsid w:val="00865A4E"/>
    <w:rsid w:val="00866786"/>
    <w:rsid w:val="00867CF5"/>
    <w:rsid w:val="0087009F"/>
    <w:rsid w:val="0087059C"/>
    <w:rsid w:val="008712BD"/>
    <w:rsid w:val="008714E7"/>
    <w:rsid w:val="00872370"/>
    <w:rsid w:val="008731E4"/>
    <w:rsid w:val="008734A0"/>
    <w:rsid w:val="00873E0F"/>
    <w:rsid w:val="00875760"/>
    <w:rsid w:val="00876749"/>
    <w:rsid w:val="008768E5"/>
    <w:rsid w:val="0087690C"/>
    <w:rsid w:val="00876ADD"/>
    <w:rsid w:val="00876C11"/>
    <w:rsid w:val="00877D2D"/>
    <w:rsid w:val="0088026A"/>
    <w:rsid w:val="00880FA2"/>
    <w:rsid w:val="00881BF6"/>
    <w:rsid w:val="00882164"/>
    <w:rsid w:val="0088286F"/>
    <w:rsid w:val="0088369B"/>
    <w:rsid w:val="00883895"/>
    <w:rsid w:val="00883B47"/>
    <w:rsid w:val="00884CEA"/>
    <w:rsid w:val="00884FF6"/>
    <w:rsid w:val="00885477"/>
    <w:rsid w:val="00885C84"/>
    <w:rsid w:val="0088668B"/>
    <w:rsid w:val="008871F1"/>
    <w:rsid w:val="008879F3"/>
    <w:rsid w:val="00887C8A"/>
    <w:rsid w:val="00893CE6"/>
    <w:rsid w:val="00894D35"/>
    <w:rsid w:val="00895EEF"/>
    <w:rsid w:val="0089637A"/>
    <w:rsid w:val="008964EB"/>
    <w:rsid w:val="00896DA5"/>
    <w:rsid w:val="008A0761"/>
    <w:rsid w:val="008A0BFC"/>
    <w:rsid w:val="008A18B0"/>
    <w:rsid w:val="008A200A"/>
    <w:rsid w:val="008A23FD"/>
    <w:rsid w:val="008A38E0"/>
    <w:rsid w:val="008A39E6"/>
    <w:rsid w:val="008A4702"/>
    <w:rsid w:val="008A60D8"/>
    <w:rsid w:val="008A6261"/>
    <w:rsid w:val="008A6A52"/>
    <w:rsid w:val="008A7319"/>
    <w:rsid w:val="008B0213"/>
    <w:rsid w:val="008B0260"/>
    <w:rsid w:val="008B04A3"/>
    <w:rsid w:val="008B0545"/>
    <w:rsid w:val="008B0AF1"/>
    <w:rsid w:val="008B207B"/>
    <w:rsid w:val="008B3951"/>
    <w:rsid w:val="008B3A12"/>
    <w:rsid w:val="008B3B1B"/>
    <w:rsid w:val="008B3D9B"/>
    <w:rsid w:val="008B4312"/>
    <w:rsid w:val="008B44D1"/>
    <w:rsid w:val="008B45DD"/>
    <w:rsid w:val="008B51BC"/>
    <w:rsid w:val="008B51CC"/>
    <w:rsid w:val="008B65A0"/>
    <w:rsid w:val="008C05DC"/>
    <w:rsid w:val="008C0FB7"/>
    <w:rsid w:val="008C37CD"/>
    <w:rsid w:val="008C3856"/>
    <w:rsid w:val="008C54C0"/>
    <w:rsid w:val="008C5BB4"/>
    <w:rsid w:val="008C663B"/>
    <w:rsid w:val="008C69FE"/>
    <w:rsid w:val="008C70BE"/>
    <w:rsid w:val="008C73F2"/>
    <w:rsid w:val="008C7C1C"/>
    <w:rsid w:val="008D02F5"/>
    <w:rsid w:val="008D0CDE"/>
    <w:rsid w:val="008D0DF8"/>
    <w:rsid w:val="008D0F2A"/>
    <w:rsid w:val="008D2893"/>
    <w:rsid w:val="008D5AF9"/>
    <w:rsid w:val="008D6463"/>
    <w:rsid w:val="008E024C"/>
    <w:rsid w:val="008E15D5"/>
    <w:rsid w:val="008E1CD4"/>
    <w:rsid w:val="008E1DB7"/>
    <w:rsid w:val="008E23F3"/>
    <w:rsid w:val="008E3195"/>
    <w:rsid w:val="008E3907"/>
    <w:rsid w:val="008E489E"/>
    <w:rsid w:val="008E5195"/>
    <w:rsid w:val="008E5B45"/>
    <w:rsid w:val="008E69BD"/>
    <w:rsid w:val="008E6F62"/>
    <w:rsid w:val="008F0194"/>
    <w:rsid w:val="008F1DFD"/>
    <w:rsid w:val="008F2DDF"/>
    <w:rsid w:val="008F2E99"/>
    <w:rsid w:val="008F3984"/>
    <w:rsid w:val="008F42BB"/>
    <w:rsid w:val="008F42E0"/>
    <w:rsid w:val="008F4731"/>
    <w:rsid w:val="008F5215"/>
    <w:rsid w:val="008F5313"/>
    <w:rsid w:val="008F6146"/>
    <w:rsid w:val="008F637E"/>
    <w:rsid w:val="008F79D6"/>
    <w:rsid w:val="008F79EB"/>
    <w:rsid w:val="00900305"/>
    <w:rsid w:val="0090041C"/>
    <w:rsid w:val="009011E6"/>
    <w:rsid w:val="00901A0E"/>
    <w:rsid w:val="00901EAE"/>
    <w:rsid w:val="00903AEF"/>
    <w:rsid w:val="00905493"/>
    <w:rsid w:val="009077AF"/>
    <w:rsid w:val="00912487"/>
    <w:rsid w:val="00912B08"/>
    <w:rsid w:val="0091471E"/>
    <w:rsid w:val="00914B40"/>
    <w:rsid w:val="00915423"/>
    <w:rsid w:val="0091546A"/>
    <w:rsid w:val="00915A8D"/>
    <w:rsid w:val="00916035"/>
    <w:rsid w:val="00916398"/>
    <w:rsid w:val="009174A4"/>
    <w:rsid w:val="00917568"/>
    <w:rsid w:val="00920432"/>
    <w:rsid w:val="00920476"/>
    <w:rsid w:val="00920BCA"/>
    <w:rsid w:val="00921A50"/>
    <w:rsid w:val="00921CB0"/>
    <w:rsid w:val="009243DE"/>
    <w:rsid w:val="0092501D"/>
    <w:rsid w:val="0092526E"/>
    <w:rsid w:val="00925485"/>
    <w:rsid w:val="009260CD"/>
    <w:rsid w:val="00926451"/>
    <w:rsid w:val="00926817"/>
    <w:rsid w:val="0092698E"/>
    <w:rsid w:val="00927FBC"/>
    <w:rsid w:val="0093013F"/>
    <w:rsid w:val="009309E8"/>
    <w:rsid w:val="0093107F"/>
    <w:rsid w:val="00931097"/>
    <w:rsid w:val="0093148E"/>
    <w:rsid w:val="00931523"/>
    <w:rsid w:val="00931A06"/>
    <w:rsid w:val="00931CA5"/>
    <w:rsid w:val="00932B70"/>
    <w:rsid w:val="00934ACE"/>
    <w:rsid w:val="00934F26"/>
    <w:rsid w:val="00935FAC"/>
    <w:rsid w:val="00936DCA"/>
    <w:rsid w:val="009424AA"/>
    <w:rsid w:val="00942506"/>
    <w:rsid w:val="009428C5"/>
    <w:rsid w:val="009433DF"/>
    <w:rsid w:val="00943552"/>
    <w:rsid w:val="009442BB"/>
    <w:rsid w:val="009448B5"/>
    <w:rsid w:val="00944E90"/>
    <w:rsid w:val="00946682"/>
    <w:rsid w:val="00947B3C"/>
    <w:rsid w:val="00947D4C"/>
    <w:rsid w:val="009519AE"/>
    <w:rsid w:val="009520C2"/>
    <w:rsid w:val="0095223C"/>
    <w:rsid w:val="009525A4"/>
    <w:rsid w:val="00952EED"/>
    <w:rsid w:val="0095336D"/>
    <w:rsid w:val="00953B7B"/>
    <w:rsid w:val="00954A69"/>
    <w:rsid w:val="009561E2"/>
    <w:rsid w:val="00956436"/>
    <w:rsid w:val="009568D8"/>
    <w:rsid w:val="0095792B"/>
    <w:rsid w:val="00957A2E"/>
    <w:rsid w:val="0096104A"/>
    <w:rsid w:val="00961242"/>
    <w:rsid w:val="00961DE0"/>
    <w:rsid w:val="00962A32"/>
    <w:rsid w:val="00962E00"/>
    <w:rsid w:val="009639E5"/>
    <w:rsid w:val="00964A04"/>
    <w:rsid w:val="00964ACE"/>
    <w:rsid w:val="0096604B"/>
    <w:rsid w:val="00966870"/>
    <w:rsid w:val="009670EE"/>
    <w:rsid w:val="00970E9B"/>
    <w:rsid w:val="00971729"/>
    <w:rsid w:val="00972C43"/>
    <w:rsid w:val="00973BD1"/>
    <w:rsid w:val="00973C93"/>
    <w:rsid w:val="00973EB0"/>
    <w:rsid w:val="009749C1"/>
    <w:rsid w:val="00975E4A"/>
    <w:rsid w:val="0097630D"/>
    <w:rsid w:val="00976AF9"/>
    <w:rsid w:val="009770E7"/>
    <w:rsid w:val="009776E8"/>
    <w:rsid w:val="00977A6A"/>
    <w:rsid w:val="00977CD0"/>
    <w:rsid w:val="00977EF3"/>
    <w:rsid w:val="00980990"/>
    <w:rsid w:val="009809C9"/>
    <w:rsid w:val="00980DEE"/>
    <w:rsid w:val="009837CE"/>
    <w:rsid w:val="009840D0"/>
    <w:rsid w:val="00985364"/>
    <w:rsid w:val="00985665"/>
    <w:rsid w:val="00986A69"/>
    <w:rsid w:val="00986AED"/>
    <w:rsid w:val="009923A9"/>
    <w:rsid w:val="00992C01"/>
    <w:rsid w:val="00993B6D"/>
    <w:rsid w:val="009944CE"/>
    <w:rsid w:val="00994870"/>
    <w:rsid w:val="009948C4"/>
    <w:rsid w:val="0099731D"/>
    <w:rsid w:val="00997887"/>
    <w:rsid w:val="009A00AC"/>
    <w:rsid w:val="009A0C98"/>
    <w:rsid w:val="009A0CF8"/>
    <w:rsid w:val="009A26F7"/>
    <w:rsid w:val="009A3481"/>
    <w:rsid w:val="009A462D"/>
    <w:rsid w:val="009A4BC4"/>
    <w:rsid w:val="009A53DB"/>
    <w:rsid w:val="009A5562"/>
    <w:rsid w:val="009A697B"/>
    <w:rsid w:val="009A6A61"/>
    <w:rsid w:val="009A6F1A"/>
    <w:rsid w:val="009B1443"/>
    <w:rsid w:val="009B18A6"/>
    <w:rsid w:val="009B3DBC"/>
    <w:rsid w:val="009B4536"/>
    <w:rsid w:val="009B45EC"/>
    <w:rsid w:val="009B4E4F"/>
    <w:rsid w:val="009B57BE"/>
    <w:rsid w:val="009B6534"/>
    <w:rsid w:val="009B655E"/>
    <w:rsid w:val="009B69F2"/>
    <w:rsid w:val="009B73AB"/>
    <w:rsid w:val="009B75B7"/>
    <w:rsid w:val="009C0187"/>
    <w:rsid w:val="009C1522"/>
    <w:rsid w:val="009C328A"/>
    <w:rsid w:val="009C3630"/>
    <w:rsid w:val="009C3C2B"/>
    <w:rsid w:val="009C46E4"/>
    <w:rsid w:val="009C4EA8"/>
    <w:rsid w:val="009C5429"/>
    <w:rsid w:val="009C5D8C"/>
    <w:rsid w:val="009C771D"/>
    <w:rsid w:val="009C7F6E"/>
    <w:rsid w:val="009D04A3"/>
    <w:rsid w:val="009D088F"/>
    <w:rsid w:val="009D26EF"/>
    <w:rsid w:val="009D345F"/>
    <w:rsid w:val="009D3966"/>
    <w:rsid w:val="009D4D23"/>
    <w:rsid w:val="009D4DA1"/>
    <w:rsid w:val="009D55E5"/>
    <w:rsid w:val="009D58A4"/>
    <w:rsid w:val="009D617E"/>
    <w:rsid w:val="009D6E03"/>
    <w:rsid w:val="009D7573"/>
    <w:rsid w:val="009D7789"/>
    <w:rsid w:val="009D7AF5"/>
    <w:rsid w:val="009D7CAF"/>
    <w:rsid w:val="009E179F"/>
    <w:rsid w:val="009E40A2"/>
    <w:rsid w:val="009E542D"/>
    <w:rsid w:val="009E5446"/>
    <w:rsid w:val="009E5F00"/>
    <w:rsid w:val="009E7A23"/>
    <w:rsid w:val="009E7B18"/>
    <w:rsid w:val="009F16E7"/>
    <w:rsid w:val="009F181D"/>
    <w:rsid w:val="009F1871"/>
    <w:rsid w:val="009F41CE"/>
    <w:rsid w:val="009F41E0"/>
    <w:rsid w:val="009F469E"/>
    <w:rsid w:val="009F52D3"/>
    <w:rsid w:val="009F5761"/>
    <w:rsid w:val="009F6745"/>
    <w:rsid w:val="009F7A9D"/>
    <w:rsid w:val="00A00B2A"/>
    <w:rsid w:val="00A03D66"/>
    <w:rsid w:val="00A03F20"/>
    <w:rsid w:val="00A043CD"/>
    <w:rsid w:val="00A055AF"/>
    <w:rsid w:val="00A06541"/>
    <w:rsid w:val="00A06979"/>
    <w:rsid w:val="00A06AE1"/>
    <w:rsid w:val="00A07252"/>
    <w:rsid w:val="00A10037"/>
    <w:rsid w:val="00A101FD"/>
    <w:rsid w:val="00A112B0"/>
    <w:rsid w:val="00A116E8"/>
    <w:rsid w:val="00A11AF9"/>
    <w:rsid w:val="00A11B1A"/>
    <w:rsid w:val="00A1365B"/>
    <w:rsid w:val="00A13D35"/>
    <w:rsid w:val="00A141C6"/>
    <w:rsid w:val="00A15E15"/>
    <w:rsid w:val="00A16A46"/>
    <w:rsid w:val="00A17738"/>
    <w:rsid w:val="00A22146"/>
    <w:rsid w:val="00A2322A"/>
    <w:rsid w:val="00A2353B"/>
    <w:rsid w:val="00A244FA"/>
    <w:rsid w:val="00A24A59"/>
    <w:rsid w:val="00A25915"/>
    <w:rsid w:val="00A25B7E"/>
    <w:rsid w:val="00A26274"/>
    <w:rsid w:val="00A32194"/>
    <w:rsid w:val="00A321D9"/>
    <w:rsid w:val="00A33AC1"/>
    <w:rsid w:val="00A349D9"/>
    <w:rsid w:val="00A35610"/>
    <w:rsid w:val="00A36229"/>
    <w:rsid w:val="00A369F7"/>
    <w:rsid w:val="00A36AA3"/>
    <w:rsid w:val="00A36E92"/>
    <w:rsid w:val="00A3722A"/>
    <w:rsid w:val="00A37CB4"/>
    <w:rsid w:val="00A40880"/>
    <w:rsid w:val="00A40B36"/>
    <w:rsid w:val="00A42B27"/>
    <w:rsid w:val="00A438CC"/>
    <w:rsid w:val="00A43DFE"/>
    <w:rsid w:val="00A43E2E"/>
    <w:rsid w:val="00A43F93"/>
    <w:rsid w:val="00A453BA"/>
    <w:rsid w:val="00A45B4F"/>
    <w:rsid w:val="00A46333"/>
    <w:rsid w:val="00A4662C"/>
    <w:rsid w:val="00A46E3C"/>
    <w:rsid w:val="00A4776B"/>
    <w:rsid w:val="00A5046C"/>
    <w:rsid w:val="00A50778"/>
    <w:rsid w:val="00A50A42"/>
    <w:rsid w:val="00A5217C"/>
    <w:rsid w:val="00A52473"/>
    <w:rsid w:val="00A5282D"/>
    <w:rsid w:val="00A54E24"/>
    <w:rsid w:val="00A54EBA"/>
    <w:rsid w:val="00A55254"/>
    <w:rsid w:val="00A55E7F"/>
    <w:rsid w:val="00A568E8"/>
    <w:rsid w:val="00A60593"/>
    <w:rsid w:val="00A60E16"/>
    <w:rsid w:val="00A61BBD"/>
    <w:rsid w:val="00A62D07"/>
    <w:rsid w:val="00A62E65"/>
    <w:rsid w:val="00A63208"/>
    <w:rsid w:val="00A64391"/>
    <w:rsid w:val="00A65560"/>
    <w:rsid w:val="00A661ED"/>
    <w:rsid w:val="00A6624E"/>
    <w:rsid w:val="00A663A9"/>
    <w:rsid w:val="00A666CD"/>
    <w:rsid w:val="00A6689B"/>
    <w:rsid w:val="00A67C87"/>
    <w:rsid w:val="00A70447"/>
    <w:rsid w:val="00A70C0A"/>
    <w:rsid w:val="00A72DDD"/>
    <w:rsid w:val="00A72FFB"/>
    <w:rsid w:val="00A7375B"/>
    <w:rsid w:val="00A73A6B"/>
    <w:rsid w:val="00A74656"/>
    <w:rsid w:val="00A755EF"/>
    <w:rsid w:val="00A762B5"/>
    <w:rsid w:val="00A76469"/>
    <w:rsid w:val="00A76ED1"/>
    <w:rsid w:val="00A7705F"/>
    <w:rsid w:val="00A80293"/>
    <w:rsid w:val="00A81274"/>
    <w:rsid w:val="00A82FC3"/>
    <w:rsid w:val="00A84535"/>
    <w:rsid w:val="00A8462C"/>
    <w:rsid w:val="00A84AE8"/>
    <w:rsid w:val="00A84C8A"/>
    <w:rsid w:val="00A85625"/>
    <w:rsid w:val="00A86293"/>
    <w:rsid w:val="00A863C3"/>
    <w:rsid w:val="00A90597"/>
    <w:rsid w:val="00A90E54"/>
    <w:rsid w:val="00A91C25"/>
    <w:rsid w:val="00A9209D"/>
    <w:rsid w:val="00A92EFB"/>
    <w:rsid w:val="00A94BCA"/>
    <w:rsid w:val="00A96100"/>
    <w:rsid w:val="00A966A3"/>
    <w:rsid w:val="00A97212"/>
    <w:rsid w:val="00A97648"/>
    <w:rsid w:val="00A97672"/>
    <w:rsid w:val="00A97737"/>
    <w:rsid w:val="00A979D0"/>
    <w:rsid w:val="00A97BCC"/>
    <w:rsid w:val="00AA0553"/>
    <w:rsid w:val="00AA078B"/>
    <w:rsid w:val="00AA1738"/>
    <w:rsid w:val="00AA201D"/>
    <w:rsid w:val="00AA21FF"/>
    <w:rsid w:val="00AA2483"/>
    <w:rsid w:val="00AA3054"/>
    <w:rsid w:val="00AA3C64"/>
    <w:rsid w:val="00AA4887"/>
    <w:rsid w:val="00AA53A2"/>
    <w:rsid w:val="00AA53B7"/>
    <w:rsid w:val="00AA55EC"/>
    <w:rsid w:val="00AA6D31"/>
    <w:rsid w:val="00AA6E5F"/>
    <w:rsid w:val="00AA764C"/>
    <w:rsid w:val="00AB229D"/>
    <w:rsid w:val="00AB273C"/>
    <w:rsid w:val="00AB2888"/>
    <w:rsid w:val="00AB3366"/>
    <w:rsid w:val="00AB3382"/>
    <w:rsid w:val="00AB54AD"/>
    <w:rsid w:val="00AB585E"/>
    <w:rsid w:val="00AB5ED9"/>
    <w:rsid w:val="00AB6DC2"/>
    <w:rsid w:val="00AB7CB4"/>
    <w:rsid w:val="00AC27A0"/>
    <w:rsid w:val="00AC29D5"/>
    <w:rsid w:val="00AC396B"/>
    <w:rsid w:val="00AC3F26"/>
    <w:rsid w:val="00AC58FB"/>
    <w:rsid w:val="00AC5AD3"/>
    <w:rsid w:val="00AC5AD6"/>
    <w:rsid w:val="00AC638C"/>
    <w:rsid w:val="00AC727F"/>
    <w:rsid w:val="00AC7DF6"/>
    <w:rsid w:val="00AD05B2"/>
    <w:rsid w:val="00AD0B9C"/>
    <w:rsid w:val="00AD1505"/>
    <w:rsid w:val="00AD182F"/>
    <w:rsid w:val="00AD1EB3"/>
    <w:rsid w:val="00AD260A"/>
    <w:rsid w:val="00AD2883"/>
    <w:rsid w:val="00AD2CBC"/>
    <w:rsid w:val="00AD34E6"/>
    <w:rsid w:val="00AD3D05"/>
    <w:rsid w:val="00AD492E"/>
    <w:rsid w:val="00AD759E"/>
    <w:rsid w:val="00AD7D6B"/>
    <w:rsid w:val="00AE028E"/>
    <w:rsid w:val="00AE098B"/>
    <w:rsid w:val="00AE208E"/>
    <w:rsid w:val="00AE2157"/>
    <w:rsid w:val="00AE2246"/>
    <w:rsid w:val="00AE2C00"/>
    <w:rsid w:val="00AE4780"/>
    <w:rsid w:val="00AE4AA7"/>
    <w:rsid w:val="00AE5280"/>
    <w:rsid w:val="00AE5DB4"/>
    <w:rsid w:val="00AE76E5"/>
    <w:rsid w:val="00AE7A7E"/>
    <w:rsid w:val="00AF02F4"/>
    <w:rsid w:val="00AF04A6"/>
    <w:rsid w:val="00AF0A56"/>
    <w:rsid w:val="00AF0D07"/>
    <w:rsid w:val="00AF1E7F"/>
    <w:rsid w:val="00AF221F"/>
    <w:rsid w:val="00AF33B9"/>
    <w:rsid w:val="00AF3A1B"/>
    <w:rsid w:val="00AF4299"/>
    <w:rsid w:val="00AF480D"/>
    <w:rsid w:val="00AF63D1"/>
    <w:rsid w:val="00B00F5F"/>
    <w:rsid w:val="00B0156B"/>
    <w:rsid w:val="00B028C2"/>
    <w:rsid w:val="00B02D13"/>
    <w:rsid w:val="00B034C3"/>
    <w:rsid w:val="00B03DCF"/>
    <w:rsid w:val="00B0413A"/>
    <w:rsid w:val="00B0499A"/>
    <w:rsid w:val="00B04A02"/>
    <w:rsid w:val="00B04EEE"/>
    <w:rsid w:val="00B06BF8"/>
    <w:rsid w:val="00B06CAF"/>
    <w:rsid w:val="00B06F3E"/>
    <w:rsid w:val="00B071A7"/>
    <w:rsid w:val="00B103B5"/>
    <w:rsid w:val="00B11B92"/>
    <w:rsid w:val="00B126E1"/>
    <w:rsid w:val="00B12A59"/>
    <w:rsid w:val="00B12EAF"/>
    <w:rsid w:val="00B132BD"/>
    <w:rsid w:val="00B13817"/>
    <w:rsid w:val="00B14E9F"/>
    <w:rsid w:val="00B15B68"/>
    <w:rsid w:val="00B1695B"/>
    <w:rsid w:val="00B1750E"/>
    <w:rsid w:val="00B20218"/>
    <w:rsid w:val="00B211A1"/>
    <w:rsid w:val="00B21BB4"/>
    <w:rsid w:val="00B21F54"/>
    <w:rsid w:val="00B21F57"/>
    <w:rsid w:val="00B2264B"/>
    <w:rsid w:val="00B23AE1"/>
    <w:rsid w:val="00B254BB"/>
    <w:rsid w:val="00B258E6"/>
    <w:rsid w:val="00B259DB"/>
    <w:rsid w:val="00B26067"/>
    <w:rsid w:val="00B26144"/>
    <w:rsid w:val="00B27E13"/>
    <w:rsid w:val="00B31081"/>
    <w:rsid w:val="00B31785"/>
    <w:rsid w:val="00B33581"/>
    <w:rsid w:val="00B336FF"/>
    <w:rsid w:val="00B3385A"/>
    <w:rsid w:val="00B35EA3"/>
    <w:rsid w:val="00B36CAF"/>
    <w:rsid w:val="00B37283"/>
    <w:rsid w:val="00B37360"/>
    <w:rsid w:val="00B37DB2"/>
    <w:rsid w:val="00B4082A"/>
    <w:rsid w:val="00B40E7C"/>
    <w:rsid w:val="00B41EBE"/>
    <w:rsid w:val="00B421D6"/>
    <w:rsid w:val="00B4360F"/>
    <w:rsid w:val="00B4446C"/>
    <w:rsid w:val="00B45C5C"/>
    <w:rsid w:val="00B46247"/>
    <w:rsid w:val="00B4647E"/>
    <w:rsid w:val="00B46AF6"/>
    <w:rsid w:val="00B471DD"/>
    <w:rsid w:val="00B47364"/>
    <w:rsid w:val="00B5088E"/>
    <w:rsid w:val="00B52DF4"/>
    <w:rsid w:val="00B53D75"/>
    <w:rsid w:val="00B5536A"/>
    <w:rsid w:val="00B5539A"/>
    <w:rsid w:val="00B553A1"/>
    <w:rsid w:val="00B554BD"/>
    <w:rsid w:val="00B55888"/>
    <w:rsid w:val="00B55CE4"/>
    <w:rsid w:val="00B563F8"/>
    <w:rsid w:val="00B5748E"/>
    <w:rsid w:val="00B612DA"/>
    <w:rsid w:val="00B6203B"/>
    <w:rsid w:val="00B6336D"/>
    <w:rsid w:val="00B637F1"/>
    <w:rsid w:val="00B64280"/>
    <w:rsid w:val="00B643B0"/>
    <w:rsid w:val="00B65BC1"/>
    <w:rsid w:val="00B65D13"/>
    <w:rsid w:val="00B65E98"/>
    <w:rsid w:val="00B66444"/>
    <w:rsid w:val="00B66F42"/>
    <w:rsid w:val="00B6707A"/>
    <w:rsid w:val="00B67806"/>
    <w:rsid w:val="00B70766"/>
    <w:rsid w:val="00B7114C"/>
    <w:rsid w:val="00B71B23"/>
    <w:rsid w:val="00B73AB1"/>
    <w:rsid w:val="00B75FB9"/>
    <w:rsid w:val="00B765AF"/>
    <w:rsid w:val="00B76C2D"/>
    <w:rsid w:val="00B76C57"/>
    <w:rsid w:val="00B76CCB"/>
    <w:rsid w:val="00B76E57"/>
    <w:rsid w:val="00B77759"/>
    <w:rsid w:val="00B809F8"/>
    <w:rsid w:val="00B80C4A"/>
    <w:rsid w:val="00B81060"/>
    <w:rsid w:val="00B81566"/>
    <w:rsid w:val="00B821B2"/>
    <w:rsid w:val="00B8223F"/>
    <w:rsid w:val="00B82A13"/>
    <w:rsid w:val="00B82E74"/>
    <w:rsid w:val="00B83CDB"/>
    <w:rsid w:val="00B84114"/>
    <w:rsid w:val="00B85D1F"/>
    <w:rsid w:val="00B85D42"/>
    <w:rsid w:val="00B90B10"/>
    <w:rsid w:val="00B90F10"/>
    <w:rsid w:val="00B91259"/>
    <w:rsid w:val="00B92071"/>
    <w:rsid w:val="00B924E2"/>
    <w:rsid w:val="00B93B26"/>
    <w:rsid w:val="00B9483D"/>
    <w:rsid w:val="00B972FB"/>
    <w:rsid w:val="00BA049C"/>
    <w:rsid w:val="00BA0EA5"/>
    <w:rsid w:val="00BA2261"/>
    <w:rsid w:val="00BA30EC"/>
    <w:rsid w:val="00BA3C52"/>
    <w:rsid w:val="00BA4847"/>
    <w:rsid w:val="00BA5013"/>
    <w:rsid w:val="00BA540A"/>
    <w:rsid w:val="00BA54F9"/>
    <w:rsid w:val="00BA66C0"/>
    <w:rsid w:val="00BA6D44"/>
    <w:rsid w:val="00BB0131"/>
    <w:rsid w:val="00BB0C39"/>
    <w:rsid w:val="00BB11BE"/>
    <w:rsid w:val="00BB3288"/>
    <w:rsid w:val="00BB521F"/>
    <w:rsid w:val="00BB5ADD"/>
    <w:rsid w:val="00BB5FD8"/>
    <w:rsid w:val="00BB60A0"/>
    <w:rsid w:val="00BB62B8"/>
    <w:rsid w:val="00BB7A5D"/>
    <w:rsid w:val="00BC04BE"/>
    <w:rsid w:val="00BC13A1"/>
    <w:rsid w:val="00BC245F"/>
    <w:rsid w:val="00BC24FB"/>
    <w:rsid w:val="00BC25BD"/>
    <w:rsid w:val="00BC2666"/>
    <w:rsid w:val="00BC2CC5"/>
    <w:rsid w:val="00BC4B3B"/>
    <w:rsid w:val="00BC5BCF"/>
    <w:rsid w:val="00BC6541"/>
    <w:rsid w:val="00BC6AEB"/>
    <w:rsid w:val="00BC6F3D"/>
    <w:rsid w:val="00BC7F29"/>
    <w:rsid w:val="00BD0184"/>
    <w:rsid w:val="00BD05B7"/>
    <w:rsid w:val="00BD1A90"/>
    <w:rsid w:val="00BD3629"/>
    <w:rsid w:val="00BD42B2"/>
    <w:rsid w:val="00BD483F"/>
    <w:rsid w:val="00BD546E"/>
    <w:rsid w:val="00BD71EB"/>
    <w:rsid w:val="00BD7625"/>
    <w:rsid w:val="00BD79ED"/>
    <w:rsid w:val="00BE20FA"/>
    <w:rsid w:val="00BE327A"/>
    <w:rsid w:val="00BE3848"/>
    <w:rsid w:val="00BE4DD3"/>
    <w:rsid w:val="00BE4ECA"/>
    <w:rsid w:val="00BE5D00"/>
    <w:rsid w:val="00BE6379"/>
    <w:rsid w:val="00BE7077"/>
    <w:rsid w:val="00BE713B"/>
    <w:rsid w:val="00BF0E1E"/>
    <w:rsid w:val="00BF2D0E"/>
    <w:rsid w:val="00BF30D9"/>
    <w:rsid w:val="00BF3F29"/>
    <w:rsid w:val="00BF44A1"/>
    <w:rsid w:val="00BF54ED"/>
    <w:rsid w:val="00BF60EF"/>
    <w:rsid w:val="00C00CC1"/>
    <w:rsid w:val="00C01222"/>
    <w:rsid w:val="00C0189F"/>
    <w:rsid w:val="00C01E8C"/>
    <w:rsid w:val="00C01F40"/>
    <w:rsid w:val="00C01FA0"/>
    <w:rsid w:val="00C02AE3"/>
    <w:rsid w:val="00C02E15"/>
    <w:rsid w:val="00C0515A"/>
    <w:rsid w:val="00C05E16"/>
    <w:rsid w:val="00C06084"/>
    <w:rsid w:val="00C06097"/>
    <w:rsid w:val="00C068AF"/>
    <w:rsid w:val="00C06DAE"/>
    <w:rsid w:val="00C0782E"/>
    <w:rsid w:val="00C1086A"/>
    <w:rsid w:val="00C11411"/>
    <w:rsid w:val="00C11ADF"/>
    <w:rsid w:val="00C11E53"/>
    <w:rsid w:val="00C128E6"/>
    <w:rsid w:val="00C12966"/>
    <w:rsid w:val="00C12D63"/>
    <w:rsid w:val="00C137D3"/>
    <w:rsid w:val="00C14336"/>
    <w:rsid w:val="00C15034"/>
    <w:rsid w:val="00C15349"/>
    <w:rsid w:val="00C1671F"/>
    <w:rsid w:val="00C16977"/>
    <w:rsid w:val="00C16B84"/>
    <w:rsid w:val="00C21156"/>
    <w:rsid w:val="00C212C4"/>
    <w:rsid w:val="00C21EBD"/>
    <w:rsid w:val="00C22A74"/>
    <w:rsid w:val="00C23417"/>
    <w:rsid w:val="00C23634"/>
    <w:rsid w:val="00C24464"/>
    <w:rsid w:val="00C24815"/>
    <w:rsid w:val="00C2496E"/>
    <w:rsid w:val="00C26A07"/>
    <w:rsid w:val="00C272DC"/>
    <w:rsid w:val="00C30CEA"/>
    <w:rsid w:val="00C32463"/>
    <w:rsid w:val="00C328EA"/>
    <w:rsid w:val="00C32F2A"/>
    <w:rsid w:val="00C34BE9"/>
    <w:rsid w:val="00C34E72"/>
    <w:rsid w:val="00C365B2"/>
    <w:rsid w:val="00C366A6"/>
    <w:rsid w:val="00C36F3F"/>
    <w:rsid w:val="00C4140A"/>
    <w:rsid w:val="00C4174A"/>
    <w:rsid w:val="00C421D6"/>
    <w:rsid w:val="00C42E9B"/>
    <w:rsid w:val="00C43A45"/>
    <w:rsid w:val="00C4547A"/>
    <w:rsid w:val="00C457F9"/>
    <w:rsid w:val="00C465D7"/>
    <w:rsid w:val="00C465F4"/>
    <w:rsid w:val="00C46D56"/>
    <w:rsid w:val="00C47BD8"/>
    <w:rsid w:val="00C503B5"/>
    <w:rsid w:val="00C505C9"/>
    <w:rsid w:val="00C509D0"/>
    <w:rsid w:val="00C51277"/>
    <w:rsid w:val="00C51328"/>
    <w:rsid w:val="00C535CA"/>
    <w:rsid w:val="00C5378C"/>
    <w:rsid w:val="00C54A28"/>
    <w:rsid w:val="00C54B46"/>
    <w:rsid w:val="00C550F2"/>
    <w:rsid w:val="00C55270"/>
    <w:rsid w:val="00C55452"/>
    <w:rsid w:val="00C55F3A"/>
    <w:rsid w:val="00C5651E"/>
    <w:rsid w:val="00C56D55"/>
    <w:rsid w:val="00C65EBD"/>
    <w:rsid w:val="00C65FFD"/>
    <w:rsid w:val="00C66C3A"/>
    <w:rsid w:val="00C672C4"/>
    <w:rsid w:val="00C67A37"/>
    <w:rsid w:val="00C7015D"/>
    <w:rsid w:val="00C71E04"/>
    <w:rsid w:val="00C749BC"/>
    <w:rsid w:val="00C74A56"/>
    <w:rsid w:val="00C7526F"/>
    <w:rsid w:val="00C75F3B"/>
    <w:rsid w:val="00C75FAB"/>
    <w:rsid w:val="00C76037"/>
    <w:rsid w:val="00C76484"/>
    <w:rsid w:val="00C765FE"/>
    <w:rsid w:val="00C767A7"/>
    <w:rsid w:val="00C77365"/>
    <w:rsid w:val="00C809F3"/>
    <w:rsid w:val="00C80B2D"/>
    <w:rsid w:val="00C82AC0"/>
    <w:rsid w:val="00C82C20"/>
    <w:rsid w:val="00C83B81"/>
    <w:rsid w:val="00C854FF"/>
    <w:rsid w:val="00C85663"/>
    <w:rsid w:val="00C86BAF"/>
    <w:rsid w:val="00C87726"/>
    <w:rsid w:val="00C87A02"/>
    <w:rsid w:val="00C906E1"/>
    <w:rsid w:val="00C90A5C"/>
    <w:rsid w:val="00C90FEF"/>
    <w:rsid w:val="00C91398"/>
    <w:rsid w:val="00C913BB"/>
    <w:rsid w:val="00C917ED"/>
    <w:rsid w:val="00C91872"/>
    <w:rsid w:val="00C92341"/>
    <w:rsid w:val="00C94864"/>
    <w:rsid w:val="00C94A3B"/>
    <w:rsid w:val="00C94AAC"/>
    <w:rsid w:val="00C94D85"/>
    <w:rsid w:val="00C9564A"/>
    <w:rsid w:val="00C95C81"/>
    <w:rsid w:val="00C961E8"/>
    <w:rsid w:val="00C979D2"/>
    <w:rsid w:val="00CA0474"/>
    <w:rsid w:val="00CA08BD"/>
    <w:rsid w:val="00CA10FE"/>
    <w:rsid w:val="00CA2ED1"/>
    <w:rsid w:val="00CA45B2"/>
    <w:rsid w:val="00CA4DEC"/>
    <w:rsid w:val="00CA5109"/>
    <w:rsid w:val="00CA55C8"/>
    <w:rsid w:val="00CA65EF"/>
    <w:rsid w:val="00CA6901"/>
    <w:rsid w:val="00CA6B9C"/>
    <w:rsid w:val="00CA6FBA"/>
    <w:rsid w:val="00CA73B2"/>
    <w:rsid w:val="00CA73C3"/>
    <w:rsid w:val="00CA7C93"/>
    <w:rsid w:val="00CA7D71"/>
    <w:rsid w:val="00CB012C"/>
    <w:rsid w:val="00CB016D"/>
    <w:rsid w:val="00CB0905"/>
    <w:rsid w:val="00CB11C0"/>
    <w:rsid w:val="00CB132F"/>
    <w:rsid w:val="00CB182D"/>
    <w:rsid w:val="00CB2B80"/>
    <w:rsid w:val="00CB5436"/>
    <w:rsid w:val="00CB6540"/>
    <w:rsid w:val="00CB692E"/>
    <w:rsid w:val="00CB6A6D"/>
    <w:rsid w:val="00CB7434"/>
    <w:rsid w:val="00CB7E3A"/>
    <w:rsid w:val="00CC014E"/>
    <w:rsid w:val="00CC1142"/>
    <w:rsid w:val="00CC14EE"/>
    <w:rsid w:val="00CC1635"/>
    <w:rsid w:val="00CC5372"/>
    <w:rsid w:val="00CC53B8"/>
    <w:rsid w:val="00CC583D"/>
    <w:rsid w:val="00CC70F7"/>
    <w:rsid w:val="00CC776D"/>
    <w:rsid w:val="00CC7E75"/>
    <w:rsid w:val="00CC7EC3"/>
    <w:rsid w:val="00CC7FA9"/>
    <w:rsid w:val="00CD0293"/>
    <w:rsid w:val="00CD03C6"/>
    <w:rsid w:val="00CD1970"/>
    <w:rsid w:val="00CD223D"/>
    <w:rsid w:val="00CD2B46"/>
    <w:rsid w:val="00CD2D6F"/>
    <w:rsid w:val="00CD3229"/>
    <w:rsid w:val="00CD32AA"/>
    <w:rsid w:val="00CD4478"/>
    <w:rsid w:val="00CD48EE"/>
    <w:rsid w:val="00CD4E99"/>
    <w:rsid w:val="00CD59C4"/>
    <w:rsid w:val="00CE10E7"/>
    <w:rsid w:val="00CE1D1B"/>
    <w:rsid w:val="00CE24EB"/>
    <w:rsid w:val="00CE31FD"/>
    <w:rsid w:val="00CE534A"/>
    <w:rsid w:val="00CE5E29"/>
    <w:rsid w:val="00CE7741"/>
    <w:rsid w:val="00CF0063"/>
    <w:rsid w:val="00CF0341"/>
    <w:rsid w:val="00CF1252"/>
    <w:rsid w:val="00CF2317"/>
    <w:rsid w:val="00CF245F"/>
    <w:rsid w:val="00CF2761"/>
    <w:rsid w:val="00CF28B6"/>
    <w:rsid w:val="00CF3AFE"/>
    <w:rsid w:val="00CF3EB2"/>
    <w:rsid w:val="00CF4257"/>
    <w:rsid w:val="00CF4835"/>
    <w:rsid w:val="00CF4C2C"/>
    <w:rsid w:val="00CF4C4E"/>
    <w:rsid w:val="00CF52A1"/>
    <w:rsid w:val="00CF58F5"/>
    <w:rsid w:val="00CF59FD"/>
    <w:rsid w:val="00D00D87"/>
    <w:rsid w:val="00D00E2E"/>
    <w:rsid w:val="00D00EB9"/>
    <w:rsid w:val="00D0155E"/>
    <w:rsid w:val="00D01C59"/>
    <w:rsid w:val="00D01E0D"/>
    <w:rsid w:val="00D03409"/>
    <w:rsid w:val="00D035CD"/>
    <w:rsid w:val="00D03900"/>
    <w:rsid w:val="00D040FD"/>
    <w:rsid w:val="00D04B6A"/>
    <w:rsid w:val="00D0598C"/>
    <w:rsid w:val="00D05F98"/>
    <w:rsid w:val="00D06AE1"/>
    <w:rsid w:val="00D0713B"/>
    <w:rsid w:val="00D07187"/>
    <w:rsid w:val="00D0762A"/>
    <w:rsid w:val="00D100E7"/>
    <w:rsid w:val="00D105C6"/>
    <w:rsid w:val="00D10F3B"/>
    <w:rsid w:val="00D11514"/>
    <w:rsid w:val="00D11989"/>
    <w:rsid w:val="00D11D77"/>
    <w:rsid w:val="00D11F21"/>
    <w:rsid w:val="00D11F86"/>
    <w:rsid w:val="00D1397A"/>
    <w:rsid w:val="00D13D2D"/>
    <w:rsid w:val="00D14695"/>
    <w:rsid w:val="00D14CAA"/>
    <w:rsid w:val="00D14E56"/>
    <w:rsid w:val="00D155F8"/>
    <w:rsid w:val="00D15E71"/>
    <w:rsid w:val="00D169AA"/>
    <w:rsid w:val="00D17E65"/>
    <w:rsid w:val="00D2229A"/>
    <w:rsid w:val="00D223BC"/>
    <w:rsid w:val="00D22DD2"/>
    <w:rsid w:val="00D238C7"/>
    <w:rsid w:val="00D24845"/>
    <w:rsid w:val="00D24E95"/>
    <w:rsid w:val="00D25490"/>
    <w:rsid w:val="00D254BA"/>
    <w:rsid w:val="00D25F4D"/>
    <w:rsid w:val="00D26DB2"/>
    <w:rsid w:val="00D27A81"/>
    <w:rsid w:val="00D30340"/>
    <w:rsid w:val="00D3083F"/>
    <w:rsid w:val="00D30F35"/>
    <w:rsid w:val="00D315E2"/>
    <w:rsid w:val="00D325F5"/>
    <w:rsid w:val="00D32CD4"/>
    <w:rsid w:val="00D32DB9"/>
    <w:rsid w:val="00D33441"/>
    <w:rsid w:val="00D34F24"/>
    <w:rsid w:val="00D35137"/>
    <w:rsid w:val="00D36018"/>
    <w:rsid w:val="00D3628D"/>
    <w:rsid w:val="00D3634E"/>
    <w:rsid w:val="00D36FDA"/>
    <w:rsid w:val="00D400C8"/>
    <w:rsid w:val="00D41645"/>
    <w:rsid w:val="00D41920"/>
    <w:rsid w:val="00D41DCE"/>
    <w:rsid w:val="00D424EB"/>
    <w:rsid w:val="00D42EFA"/>
    <w:rsid w:val="00D44938"/>
    <w:rsid w:val="00D45D5E"/>
    <w:rsid w:val="00D47636"/>
    <w:rsid w:val="00D477F6"/>
    <w:rsid w:val="00D508FC"/>
    <w:rsid w:val="00D509CF"/>
    <w:rsid w:val="00D50A24"/>
    <w:rsid w:val="00D50C7E"/>
    <w:rsid w:val="00D50F64"/>
    <w:rsid w:val="00D517A3"/>
    <w:rsid w:val="00D52EE3"/>
    <w:rsid w:val="00D536E0"/>
    <w:rsid w:val="00D536ED"/>
    <w:rsid w:val="00D539E2"/>
    <w:rsid w:val="00D54FB5"/>
    <w:rsid w:val="00D557E3"/>
    <w:rsid w:val="00D5632E"/>
    <w:rsid w:val="00D5672C"/>
    <w:rsid w:val="00D56936"/>
    <w:rsid w:val="00D56ADB"/>
    <w:rsid w:val="00D611B0"/>
    <w:rsid w:val="00D61880"/>
    <w:rsid w:val="00D61E43"/>
    <w:rsid w:val="00D63456"/>
    <w:rsid w:val="00D64C72"/>
    <w:rsid w:val="00D671A3"/>
    <w:rsid w:val="00D6767B"/>
    <w:rsid w:val="00D676D5"/>
    <w:rsid w:val="00D71211"/>
    <w:rsid w:val="00D71B15"/>
    <w:rsid w:val="00D72EE8"/>
    <w:rsid w:val="00D733FE"/>
    <w:rsid w:val="00D755C7"/>
    <w:rsid w:val="00D75AFA"/>
    <w:rsid w:val="00D77205"/>
    <w:rsid w:val="00D77974"/>
    <w:rsid w:val="00D805E6"/>
    <w:rsid w:val="00D80A09"/>
    <w:rsid w:val="00D82835"/>
    <w:rsid w:val="00D829A1"/>
    <w:rsid w:val="00D834A1"/>
    <w:rsid w:val="00D8486B"/>
    <w:rsid w:val="00D853D7"/>
    <w:rsid w:val="00D85476"/>
    <w:rsid w:val="00D85A16"/>
    <w:rsid w:val="00D87705"/>
    <w:rsid w:val="00D877EC"/>
    <w:rsid w:val="00D87AF6"/>
    <w:rsid w:val="00D91605"/>
    <w:rsid w:val="00D921ED"/>
    <w:rsid w:val="00D923C9"/>
    <w:rsid w:val="00D9249C"/>
    <w:rsid w:val="00D92953"/>
    <w:rsid w:val="00D92B0A"/>
    <w:rsid w:val="00D94FDF"/>
    <w:rsid w:val="00D951E6"/>
    <w:rsid w:val="00D9584F"/>
    <w:rsid w:val="00D95A70"/>
    <w:rsid w:val="00D972A8"/>
    <w:rsid w:val="00D97BD5"/>
    <w:rsid w:val="00D97F1B"/>
    <w:rsid w:val="00DA1438"/>
    <w:rsid w:val="00DA1EA1"/>
    <w:rsid w:val="00DA1EFC"/>
    <w:rsid w:val="00DA25D8"/>
    <w:rsid w:val="00DA3118"/>
    <w:rsid w:val="00DA3524"/>
    <w:rsid w:val="00DA3901"/>
    <w:rsid w:val="00DA4515"/>
    <w:rsid w:val="00DA475B"/>
    <w:rsid w:val="00DA4764"/>
    <w:rsid w:val="00DA54BF"/>
    <w:rsid w:val="00DA5792"/>
    <w:rsid w:val="00DA6136"/>
    <w:rsid w:val="00DA7527"/>
    <w:rsid w:val="00DB00F5"/>
    <w:rsid w:val="00DB022F"/>
    <w:rsid w:val="00DB0358"/>
    <w:rsid w:val="00DB1058"/>
    <w:rsid w:val="00DB15AB"/>
    <w:rsid w:val="00DB1DF2"/>
    <w:rsid w:val="00DB1EF9"/>
    <w:rsid w:val="00DB2409"/>
    <w:rsid w:val="00DB2586"/>
    <w:rsid w:val="00DB2799"/>
    <w:rsid w:val="00DB2A07"/>
    <w:rsid w:val="00DB4B25"/>
    <w:rsid w:val="00DB5CDA"/>
    <w:rsid w:val="00DB641A"/>
    <w:rsid w:val="00DB6995"/>
    <w:rsid w:val="00DB797B"/>
    <w:rsid w:val="00DB7E98"/>
    <w:rsid w:val="00DC1116"/>
    <w:rsid w:val="00DC17E5"/>
    <w:rsid w:val="00DC19C7"/>
    <w:rsid w:val="00DC1D7A"/>
    <w:rsid w:val="00DC3720"/>
    <w:rsid w:val="00DC3EB3"/>
    <w:rsid w:val="00DC3FDD"/>
    <w:rsid w:val="00DC4019"/>
    <w:rsid w:val="00DC45DD"/>
    <w:rsid w:val="00DC63C2"/>
    <w:rsid w:val="00DC736C"/>
    <w:rsid w:val="00DC7960"/>
    <w:rsid w:val="00DD070B"/>
    <w:rsid w:val="00DD0F75"/>
    <w:rsid w:val="00DD11A7"/>
    <w:rsid w:val="00DD2883"/>
    <w:rsid w:val="00DD29BE"/>
    <w:rsid w:val="00DD29DD"/>
    <w:rsid w:val="00DD2F6B"/>
    <w:rsid w:val="00DD329D"/>
    <w:rsid w:val="00DD46CB"/>
    <w:rsid w:val="00DD4CF6"/>
    <w:rsid w:val="00DD5A4B"/>
    <w:rsid w:val="00DD76C9"/>
    <w:rsid w:val="00DE3298"/>
    <w:rsid w:val="00DE38FD"/>
    <w:rsid w:val="00DE405D"/>
    <w:rsid w:val="00DE468B"/>
    <w:rsid w:val="00DE75E1"/>
    <w:rsid w:val="00DE78AC"/>
    <w:rsid w:val="00DE7BB4"/>
    <w:rsid w:val="00DF0176"/>
    <w:rsid w:val="00DF09BE"/>
    <w:rsid w:val="00DF09FC"/>
    <w:rsid w:val="00DF0F2B"/>
    <w:rsid w:val="00DF1512"/>
    <w:rsid w:val="00DF19F7"/>
    <w:rsid w:val="00DF2C3E"/>
    <w:rsid w:val="00DF517C"/>
    <w:rsid w:val="00DF5273"/>
    <w:rsid w:val="00DF6281"/>
    <w:rsid w:val="00DF6396"/>
    <w:rsid w:val="00DF78EA"/>
    <w:rsid w:val="00DF79F2"/>
    <w:rsid w:val="00E00754"/>
    <w:rsid w:val="00E00CB4"/>
    <w:rsid w:val="00E011A5"/>
    <w:rsid w:val="00E0193D"/>
    <w:rsid w:val="00E0234B"/>
    <w:rsid w:val="00E0259C"/>
    <w:rsid w:val="00E02A76"/>
    <w:rsid w:val="00E02E4A"/>
    <w:rsid w:val="00E02FAF"/>
    <w:rsid w:val="00E039B7"/>
    <w:rsid w:val="00E04F28"/>
    <w:rsid w:val="00E05BB3"/>
    <w:rsid w:val="00E0652E"/>
    <w:rsid w:val="00E06A98"/>
    <w:rsid w:val="00E072D0"/>
    <w:rsid w:val="00E074A4"/>
    <w:rsid w:val="00E108FE"/>
    <w:rsid w:val="00E10982"/>
    <w:rsid w:val="00E10D92"/>
    <w:rsid w:val="00E115E7"/>
    <w:rsid w:val="00E12635"/>
    <w:rsid w:val="00E12C32"/>
    <w:rsid w:val="00E132FA"/>
    <w:rsid w:val="00E13847"/>
    <w:rsid w:val="00E14975"/>
    <w:rsid w:val="00E15621"/>
    <w:rsid w:val="00E160CD"/>
    <w:rsid w:val="00E163D7"/>
    <w:rsid w:val="00E16508"/>
    <w:rsid w:val="00E166FB"/>
    <w:rsid w:val="00E16816"/>
    <w:rsid w:val="00E16AF7"/>
    <w:rsid w:val="00E16F9F"/>
    <w:rsid w:val="00E20E2B"/>
    <w:rsid w:val="00E2171B"/>
    <w:rsid w:val="00E225C6"/>
    <w:rsid w:val="00E229B4"/>
    <w:rsid w:val="00E22BE7"/>
    <w:rsid w:val="00E2330B"/>
    <w:rsid w:val="00E23EA2"/>
    <w:rsid w:val="00E26055"/>
    <w:rsid w:val="00E265F1"/>
    <w:rsid w:val="00E276D2"/>
    <w:rsid w:val="00E27D18"/>
    <w:rsid w:val="00E317E7"/>
    <w:rsid w:val="00E31B7F"/>
    <w:rsid w:val="00E32C37"/>
    <w:rsid w:val="00E3303B"/>
    <w:rsid w:val="00E33C29"/>
    <w:rsid w:val="00E33F0D"/>
    <w:rsid w:val="00E3465B"/>
    <w:rsid w:val="00E35849"/>
    <w:rsid w:val="00E36579"/>
    <w:rsid w:val="00E365CC"/>
    <w:rsid w:val="00E37813"/>
    <w:rsid w:val="00E402AD"/>
    <w:rsid w:val="00E40D03"/>
    <w:rsid w:val="00E41BF8"/>
    <w:rsid w:val="00E41EEB"/>
    <w:rsid w:val="00E42100"/>
    <w:rsid w:val="00E43B14"/>
    <w:rsid w:val="00E43ED0"/>
    <w:rsid w:val="00E447BF"/>
    <w:rsid w:val="00E44EBE"/>
    <w:rsid w:val="00E44EE2"/>
    <w:rsid w:val="00E46135"/>
    <w:rsid w:val="00E46CBE"/>
    <w:rsid w:val="00E47001"/>
    <w:rsid w:val="00E47277"/>
    <w:rsid w:val="00E50646"/>
    <w:rsid w:val="00E50ADA"/>
    <w:rsid w:val="00E51420"/>
    <w:rsid w:val="00E52B00"/>
    <w:rsid w:val="00E52E91"/>
    <w:rsid w:val="00E530B7"/>
    <w:rsid w:val="00E53381"/>
    <w:rsid w:val="00E54655"/>
    <w:rsid w:val="00E553C2"/>
    <w:rsid w:val="00E60403"/>
    <w:rsid w:val="00E61050"/>
    <w:rsid w:val="00E618E9"/>
    <w:rsid w:val="00E61EB4"/>
    <w:rsid w:val="00E6270F"/>
    <w:rsid w:val="00E64076"/>
    <w:rsid w:val="00E644A8"/>
    <w:rsid w:val="00E64F15"/>
    <w:rsid w:val="00E652BF"/>
    <w:rsid w:val="00E65939"/>
    <w:rsid w:val="00E67022"/>
    <w:rsid w:val="00E703D0"/>
    <w:rsid w:val="00E7040E"/>
    <w:rsid w:val="00E70837"/>
    <w:rsid w:val="00E71B57"/>
    <w:rsid w:val="00E71EB7"/>
    <w:rsid w:val="00E72155"/>
    <w:rsid w:val="00E7245B"/>
    <w:rsid w:val="00E7367F"/>
    <w:rsid w:val="00E74F2A"/>
    <w:rsid w:val="00E74F4B"/>
    <w:rsid w:val="00E778F9"/>
    <w:rsid w:val="00E80A66"/>
    <w:rsid w:val="00E80AA9"/>
    <w:rsid w:val="00E815D6"/>
    <w:rsid w:val="00E817EC"/>
    <w:rsid w:val="00E82D8E"/>
    <w:rsid w:val="00E836B4"/>
    <w:rsid w:val="00E836CA"/>
    <w:rsid w:val="00E83ADC"/>
    <w:rsid w:val="00E83ADF"/>
    <w:rsid w:val="00E83D09"/>
    <w:rsid w:val="00E84B81"/>
    <w:rsid w:val="00E85236"/>
    <w:rsid w:val="00E8532B"/>
    <w:rsid w:val="00E867EC"/>
    <w:rsid w:val="00E86E62"/>
    <w:rsid w:val="00E87531"/>
    <w:rsid w:val="00E87DEC"/>
    <w:rsid w:val="00E90BFC"/>
    <w:rsid w:val="00E92398"/>
    <w:rsid w:val="00E943D1"/>
    <w:rsid w:val="00E94BE9"/>
    <w:rsid w:val="00E9581A"/>
    <w:rsid w:val="00E960E8"/>
    <w:rsid w:val="00E96487"/>
    <w:rsid w:val="00E97115"/>
    <w:rsid w:val="00E97AF0"/>
    <w:rsid w:val="00E97F23"/>
    <w:rsid w:val="00EA1575"/>
    <w:rsid w:val="00EA3729"/>
    <w:rsid w:val="00EA5554"/>
    <w:rsid w:val="00EA56E3"/>
    <w:rsid w:val="00EA5774"/>
    <w:rsid w:val="00EA5DF7"/>
    <w:rsid w:val="00EA6585"/>
    <w:rsid w:val="00EA68DA"/>
    <w:rsid w:val="00EA747B"/>
    <w:rsid w:val="00EA786C"/>
    <w:rsid w:val="00EA7D4A"/>
    <w:rsid w:val="00EB02C5"/>
    <w:rsid w:val="00EB0C8A"/>
    <w:rsid w:val="00EB1473"/>
    <w:rsid w:val="00EB1915"/>
    <w:rsid w:val="00EB2479"/>
    <w:rsid w:val="00EB4089"/>
    <w:rsid w:val="00EB47AA"/>
    <w:rsid w:val="00EB5CCE"/>
    <w:rsid w:val="00EB6586"/>
    <w:rsid w:val="00EB6B6A"/>
    <w:rsid w:val="00EC05FB"/>
    <w:rsid w:val="00EC0731"/>
    <w:rsid w:val="00EC1DDA"/>
    <w:rsid w:val="00EC22BA"/>
    <w:rsid w:val="00EC2392"/>
    <w:rsid w:val="00EC2831"/>
    <w:rsid w:val="00EC2C27"/>
    <w:rsid w:val="00EC2DC6"/>
    <w:rsid w:val="00EC3466"/>
    <w:rsid w:val="00EC3479"/>
    <w:rsid w:val="00EC36E8"/>
    <w:rsid w:val="00EC53BD"/>
    <w:rsid w:val="00EC57FF"/>
    <w:rsid w:val="00EC5AC7"/>
    <w:rsid w:val="00EC62B4"/>
    <w:rsid w:val="00EC7C0C"/>
    <w:rsid w:val="00ED0203"/>
    <w:rsid w:val="00ED03F7"/>
    <w:rsid w:val="00ED0F84"/>
    <w:rsid w:val="00ED1165"/>
    <w:rsid w:val="00ED200A"/>
    <w:rsid w:val="00ED2FAB"/>
    <w:rsid w:val="00ED349F"/>
    <w:rsid w:val="00ED3A21"/>
    <w:rsid w:val="00ED58B3"/>
    <w:rsid w:val="00EE0099"/>
    <w:rsid w:val="00EE0383"/>
    <w:rsid w:val="00EE063C"/>
    <w:rsid w:val="00EE1E28"/>
    <w:rsid w:val="00EE323A"/>
    <w:rsid w:val="00EE4506"/>
    <w:rsid w:val="00EE50AA"/>
    <w:rsid w:val="00EE573E"/>
    <w:rsid w:val="00EE5BF3"/>
    <w:rsid w:val="00EE6492"/>
    <w:rsid w:val="00EE7903"/>
    <w:rsid w:val="00EF0573"/>
    <w:rsid w:val="00EF0AB3"/>
    <w:rsid w:val="00EF12F1"/>
    <w:rsid w:val="00EF13E1"/>
    <w:rsid w:val="00EF197F"/>
    <w:rsid w:val="00EF1BCD"/>
    <w:rsid w:val="00EF2836"/>
    <w:rsid w:val="00EF2C99"/>
    <w:rsid w:val="00EF3FEE"/>
    <w:rsid w:val="00EF4B62"/>
    <w:rsid w:val="00EF4CC8"/>
    <w:rsid w:val="00EF501E"/>
    <w:rsid w:val="00EF5117"/>
    <w:rsid w:val="00EF545F"/>
    <w:rsid w:val="00EF604E"/>
    <w:rsid w:val="00EF64BC"/>
    <w:rsid w:val="00EF64C5"/>
    <w:rsid w:val="00EF657B"/>
    <w:rsid w:val="00EF6FDD"/>
    <w:rsid w:val="00EF7169"/>
    <w:rsid w:val="00EF7423"/>
    <w:rsid w:val="00EF76DE"/>
    <w:rsid w:val="00EF78AE"/>
    <w:rsid w:val="00F00AFD"/>
    <w:rsid w:val="00F01679"/>
    <w:rsid w:val="00F02FDC"/>
    <w:rsid w:val="00F03391"/>
    <w:rsid w:val="00F0347B"/>
    <w:rsid w:val="00F03528"/>
    <w:rsid w:val="00F03715"/>
    <w:rsid w:val="00F03865"/>
    <w:rsid w:val="00F04308"/>
    <w:rsid w:val="00F046FC"/>
    <w:rsid w:val="00F04B1B"/>
    <w:rsid w:val="00F0551C"/>
    <w:rsid w:val="00F05A56"/>
    <w:rsid w:val="00F06846"/>
    <w:rsid w:val="00F078E0"/>
    <w:rsid w:val="00F11748"/>
    <w:rsid w:val="00F1184B"/>
    <w:rsid w:val="00F11D72"/>
    <w:rsid w:val="00F11ECA"/>
    <w:rsid w:val="00F11FB9"/>
    <w:rsid w:val="00F13170"/>
    <w:rsid w:val="00F13226"/>
    <w:rsid w:val="00F13523"/>
    <w:rsid w:val="00F136E5"/>
    <w:rsid w:val="00F138DF"/>
    <w:rsid w:val="00F13F88"/>
    <w:rsid w:val="00F14038"/>
    <w:rsid w:val="00F14B6B"/>
    <w:rsid w:val="00F15400"/>
    <w:rsid w:val="00F15929"/>
    <w:rsid w:val="00F16361"/>
    <w:rsid w:val="00F16794"/>
    <w:rsid w:val="00F16A1E"/>
    <w:rsid w:val="00F20120"/>
    <w:rsid w:val="00F20B91"/>
    <w:rsid w:val="00F20D88"/>
    <w:rsid w:val="00F21A72"/>
    <w:rsid w:val="00F228C0"/>
    <w:rsid w:val="00F22A0F"/>
    <w:rsid w:val="00F23290"/>
    <w:rsid w:val="00F2357F"/>
    <w:rsid w:val="00F2391A"/>
    <w:rsid w:val="00F25941"/>
    <w:rsid w:val="00F25BDF"/>
    <w:rsid w:val="00F26675"/>
    <w:rsid w:val="00F27AF6"/>
    <w:rsid w:val="00F313DB"/>
    <w:rsid w:val="00F31D34"/>
    <w:rsid w:val="00F3305B"/>
    <w:rsid w:val="00F33E7D"/>
    <w:rsid w:val="00F33FC6"/>
    <w:rsid w:val="00F34108"/>
    <w:rsid w:val="00F353DF"/>
    <w:rsid w:val="00F35677"/>
    <w:rsid w:val="00F35DC2"/>
    <w:rsid w:val="00F3636D"/>
    <w:rsid w:val="00F36CD5"/>
    <w:rsid w:val="00F3717C"/>
    <w:rsid w:val="00F372AC"/>
    <w:rsid w:val="00F373BD"/>
    <w:rsid w:val="00F37D0B"/>
    <w:rsid w:val="00F409B9"/>
    <w:rsid w:val="00F40F7A"/>
    <w:rsid w:val="00F418C8"/>
    <w:rsid w:val="00F4226F"/>
    <w:rsid w:val="00F43A3A"/>
    <w:rsid w:val="00F440E9"/>
    <w:rsid w:val="00F4439F"/>
    <w:rsid w:val="00F4469A"/>
    <w:rsid w:val="00F46C67"/>
    <w:rsid w:val="00F46E50"/>
    <w:rsid w:val="00F506DD"/>
    <w:rsid w:val="00F50A67"/>
    <w:rsid w:val="00F50E4A"/>
    <w:rsid w:val="00F510DF"/>
    <w:rsid w:val="00F51367"/>
    <w:rsid w:val="00F51A16"/>
    <w:rsid w:val="00F54E54"/>
    <w:rsid w:val="00F55943"/>
    <w:rsid w:val="00F5608E"/>
    <w:rsid w:val="00F5661F"/>
    <w:rsid w:val="00F568C1"/>
    <w:rsid w:val="00F600B6"/>
    <w:rsid w:val="00F60F58"/>
    <w:rsid w:val="00F62F44"/>
    <w:rsid w:val="00F63479"/>
    <w:rsid w:val="00F654DB"/>
    <w:rsid w:val="00F65FA9"/>
    <w:rsid w:val="00F66764"/>
    <w:rsid w:val="00F66B01"/>
    <w:rsid w:val="00F66BFA"/>
    <w:rsid w:val="00F67611"/>
    <w:rsid w:val="00F67622"/>
    <w:rsid w:val="00F70686"/>
    <w:rsid w:val="00F70768"/>
    <w:rsid w:val="00F70DC8"/>
    <w:rsid w:val="00F71162"/>
    <w:rsid w:val="00F72296"/>
    <w:rsid w:val="00F730C9"/>
    <w:rsid w:val="00F73DD7"/>
    <w:rsid w:val="00F73FDD"/>
    <w:rsid w:val="00F75A6A"/>
    <w:rsid w:val="00F75E7D"/>
    <w:rsid w:val="00F7630D"/>
    <w:rsid w:val="00F7659A"/>
    <w:rsid w:val="00F77A86"/>
    <w:rsid w:val="00F77AAA"/>
    <w:rsid w:val="00F77DD2"/>
    <w:rsid w:val="00F801ED"/>
    <w:rsid w:val="00F8150C"/>
    <w:rsid w:val="00F81725"/>
    <w:rsid w:val="00F8346D"/>
    <w:rsid w:val="00F843B0"/>
    <w:rsid w:val="00F84FA9"/>
    <w:rsid w:val="00F85176"/>
    <w:rsid w:val="00F86BFC"/>
    <w:rsid w:val="00F86E3C"/>
    <w:rsid w:val="00F90431"/>
    <w:rsid w:val="00F908CB"/>
    <w:rsid w:val="00F90ACB"/>
    <w:rsid w:val="00F90B4E"/>
    <w:rsid w:val="00F913ED"/>
    <w:rsid w:val="00F92D70"/>
    <w:rsid w:val="00F92EC3"/>
    <w:rsid w:val="00F933B4"/>
    <w:rsid w:val="00F93663"/>
    <w:rsid w:val="00F93A3A"/>
    <w:rsid w:val="00F94226"/>
    <w:rsid w:val="00F958A3"/>
    <w:rsid w:val="00F95FEE"/>
    <w:rsid w:val="00F9751E"/>
    <w:rsid w:val="00F977FE"/>
    <w:rsid w:val="00FA05F7"/>
    <w:rsid w:val="00FA17D3"/>
    <w:rsid w:val="00FA2B5B"/>
    <w:rsid w:val="00FA4127"/>
    <w:rsid w:val="00FA4247"/>
    <w:rsid w:val="00FA4401"/>
    <w:rsid w:val="00FA475A"/>
    <w:rsid w:val="00FA6A5A"/>
    <w:rsid w:val="00FA72A5"/>
    <w:rsid w:val="00FA7A9B"/>
    <w:rsid w:val="00FB0553"/>
    <w:rsid w:val="00FB0D21"/>
    <w:rsid w:val="00FB0F5C"/>
    <w:rsid w:val="00FB25DE"/>
    <w:rsid w:val="00FB2EE2"/>
    <w:rsid w:val="00FB35EC"/>
    <w:rsid w:val="00FB4398"/>
    <w:rsid w:val="00FB6B96"/>
    <w:rsid w:val="00FB6F18"/>
    <w:rsid w:val="00FC15CE"/>
    <w:rsid w:val="00FC2323"/>
    <w:rsid w:val="00FC2C55"/>
    <w:rsid w:val="00FC2DE4"/>
    <w:rsid w:val="00FC32D1"/>
    <w:rsid w:val="00FC3B29"/>
    <w:rsid w:val="00FC3D4B"/>
    <w:rsid w:val="00FC50C4"/>
    <w:rsid w:val="00FC66FE"/>
    <w:rsid w:val="00FC72D8"/>
    <w:rsid w:val="00FC7CAD"/>
    <w:rsid w:val="00FC7F55"/>
    <w:rsid w:val="00FD0651"/>
    <w:rsid w:val="00FD09FE"/>
    <w:rsid w:val="00FD15B6"/>
    <w:rsid w:val="00FD2967"/>
    <w:rsid w:val="00FD552B"/>
    <w:rsid w:val="00FD62BF"/>
    <w:rsid w:val="00FD641A"/>
    <w:rsid w:val="00FD718F"/>
    <w:rsid w:val="00FD781B"/>
    <w:rsid w:val="00FE0E40"/>
    <w:rsid w:val="00FE2C5B"/>
    <w:rsid w:val="00FE3D2A"/>
    <w:rsid w:val="00FE411A"/>
    <w:rsid w:val="00FE469D"/>
    <w:rsid w:val="00FE58BB"/>
    <w:rsid w:val="00FE600E"/>
    <w:rsid w:val="00FE6712"/>
    <w:rsid w:val="00FE6DC2"/>
    <w:rsid w:val="00FE726A"/>
    <w:rsid w:val="00FE7386"/>
    <w:rsid w:val="00FF0185"/>
    <w:rsid w:val="00FF0F9D"/>
    <w:rsid w:val="00FF3709"/>
    <w:rsid w:val="00FF398B"/>
    <w:rsid w:val="00FF3B3B"/>
    <w:rsid w:val="00FF499B"/>
    <w:rsid w:val="00FF545A"/>
    <w:rsid w:val="00FF5DD8"/>
    <w:rsid w:val="00FF6AF3"/>
    <w:rsid w:val="00FF6E7A"/>
    <w:rsid w:val="00FF7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C3F26"/>
    <w:pPr>
      <w:autoSpaceDE w:val="0"/>
      <w:autoSpaceDN w:val="0"/>
    </w:pPr>
  </w:style>
  <w:style w:type="paragraph" w:styleId="1">
    <w:name w:val="heading 1"/>
    <w:basedOn w:val="a"/>
    <w:next w:val="a"/>
    <w:qFormat/>
    <w:rsid w:val="00AC3F26"/>
    <w:pPr>
      <w:keepNext/>
      <w:ind w:firstLine="720"/>
      <w:jc w:val="right"/>
      <w:outlineLvl w:val="0"/>
    </w:pPr>
    <w:rPr>
      <w:sz w:val="28"/>
      <w:szCs w:val="28"/>
      <w:lang w:val="uk-UA"/>
    </w:rPr>
  </w:style>
  <w:style w:type="paragraph" w:styleId="2">
    <w:name w:val="heading 2"/>
    <w:basedOn w:val="a"/>
    <w:next w:val="a"/>
    <w:qFormat/>
    <w:rsid w:val="00AC3F26"/>
    <w:pPr>
      <w:keepNext/>
      <w:ind w:firstLine="720"/>
      <w:jc w:val="center"/>
      <w:outlineLvl w:val="1"/>
    </w:pPr>
    <w:rPr>
      <w:b/>
      <w:bCs/>
      <w:sz w:val="24"/>
      <w:szCs w:val="24"/>
      <w:lang w:val="uk-UA"/>
    </w:rPr>
  </w:style>
  <w:style w:type="paragraph" w:styleId="3">
    <w:name w:val="heading 3"/>
    <w:basedOn w:val="a"/>
    <w:next w:val="a"/>
    <w:qFormat/>
    <w:rsid w:val="00AC3F26"/>
    <w:pPr>
      <w:keepNext/>
      <w:jc w:val="right"/>
      <w:outlineLvl w:val="2"/>
    </w:pPr>
    <w:rPr>
      <w:sz w:val="24"/>
      <w:szCs w:val="24"/>
      <w:lang w:val="en-US"/>
    </w:rPr>
  </w:style>
  <w:style w:type="paragraph" w:styleId="4">
    <w:name w:val="heading 4"/>
    <w:basedOn w:val="a"/>
    <w:next w:val="a"/>
    <w:link w:val="40"/>
    <w:qFormat/>
    <w:rsid w:val="00AC3F26"/>
    <w:pPr>
      <w:keepNext/>
      <w:jc w:val="center"/>
      <w:outlineLvl w:val="3"/>
    </w:pPr>
    <w:rPr>
      <w:b/>
      <w:bCs/>
      <w:sz w:val="24"/>
      <w:szCs w:val="24"/>
    </w:rPr>
  </w:style>
  <w:style w:type="paragraph" w:styleId="5">
    <w:name w:val="heading 5"/>
    <w:basedOn w:val="a"/>
    <w:next w:val="a"/>
    <w:qFormat/>
    <w:rsid w:val="00AC3F26"/>
    <w:pPr>
      <w:keepNext/>
      <w:ind w:firstLine="851"/>
      <w:jc w:val="both"/>
      <w:outlineLvl w:val="4"/>
    </w:pPr>
    <w:rPr>
      <w:sz w:val="28"/>
      <w:szCs w:val="28"/>
      <w:lang w:val="uk-UA"/>
    </w:rPr>
  </w:style>
  <w:style w:type="paragraph" w:styleId="6">
    <w:name w:val="heading 6"/>
    <w:basedOn w:val="a"/>
    <w:next w:val="a"/>
    <w:qFormat/>
    <w:rsid w:val="00AC3F26"/>
    <w:pPr>
      <w:keepNext/>
      <w:ind w:firstLine="567"/>
      <w:outlineLvl w:val="5"/>
    </w:pPr>
    <w:rPr>
      <w:sz w:val="28"/>
      <w:szCs w:val="28"/>
      <w:lang w:val="uk-UA"/>
    </w:rPr>
  </w:style>
  <w:style w:type="paragraph" w:styleId="7">
    <w:name w:val="heading 7"/>
    <w:basedOn w:val="a"/>
    <w:next w:val="a"/>
    <w:qFormat/>
    <w:rsid w:val="00AC3F26"/>
    <w:pPr>
      <w:keepNext/>
      <w:autoSpaceDE/>
      <w:autoSpaceDN/>
      <w:jc w:val="center"/>
      <w:outlineLvl w:val="6"/>
    </w:pPr>
    <w:rPr>
      <w:b/>
      <w:sz w:val="40"/>
      <w:lang w:val="uk-UA"/>
    </w:rPr>
  </w:style>
  <w:style w:type="paragraph" w:styleId="8">
    <w:name w:val="heading 8"/>
    <w:basedOn w:val="a"/>
    <w:next w:val="a"/>
    <w:qFormat/>
    <w:rsid w:val="00AC3F26"/>
    <w:pPr>
      <w:keepNext/>
      <w:autoSpaceDE/>
      <w:autoSpaceDN/>
      <w:jc w:val="center"/>
      <w:outlineLvl w:val="7"/>
    </w:pPr>
    <w:rPr>
      <w:b/>
      <w:sz w:val="32"/>
      <w:lang w:val="uk-UA"/>
    </w:rPr>
  </w:style>
  <w:style w:type="paragraph" w:styleId="9">
    <w:name w:val="heading 9"/>
    <w:basedOn w:val="a"/>
    <w:next w:val="a"/>
    <w:qFormat/>
    <w:rsid w:val="00AC3F26"/>
    <w:pPr>
      <w:keepNext/>
      <w:tabs>
        <w:tab w:val="num" w:pos="284"/>
      </w:tabs>
      <w:ind w:firstLine="851"/>
      <w:outlineLvl w:val="8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C3F26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AC3F26"/>
  </w:style>
  <w:style w:type="paragraph" w:styleId="a5">
    <w:name w:val="Title"/>
    <w:basedOn w:val="a"/>
    <w:qFormat/>
    <w:rsid w:val="00AC3F26"/>
    <w:pPr>
      <w:ind w:firstLine="720"/>
      <w:jc w:val="center"/>
    </w:pPr>
    <w:rPr>
      <w:sz w:val="24"/>
      <w:szCs w:val="24"/>
      <w:lang w:val="uk-UA"/>
    </w:rPr>
  </w:style>
  <w:style w:type="paragraph" w:styleId="a6">
    <w:name w:val="Body Text Indent"/>
    <w:basedOn w:val="a"/>
    <w:link w:val="a7"/>
    <w:rsid w:val="00AC3F26"/>
    <w:pPr>
      <w:ind w:firstLine="720"/>
      <w:jc w:val="both"/>
    </w:pPr>
    <w:rPr>
      <w:sz w:val="24"/>
      <w:szCs w:val="24"/>
      <w:lang w:val="uk-UA"/>
    </w:rPr>
  </w:style>
  <w:style w:type="paragraph" w:styleId="a8">
    <w:name w:val="Body Text"/>
    <w:basedOn w:val="a"/>
    <w:link w:val="a9"/>
    <w:rsid w:val="00AC3F26"/>
    <w:rPr>
      <w:sz w:val="28"/>
      <w:szCs w:val="28"/>
      <w:lang w:val="uk-UA"/>
    </w:rPr>
  </w:style>
  <w:style w:type="paragraph" w:styleId="30">
    <w:name w:val="Body Text Indent 3"/>
    <w:basedOn w:val="a"/>
    <w:rsid w:val="00AC3F26"/>
    <w:pPr>
      <w:ind w:left="360"/>
    </w:pPr>
    <w:rPr>
      <w:sz w:val="24"/>
      <w:szCs w:val="24"/>
      <w:lang w:val="uk-UA"/>
    </w:rPr>
  </w:style>
  <w:style w:type="paragraph" w:styleId="aa">
    <w:name w:val="footer"/>
    <w:basedOn w:val="a"/>
    <w:rsid w:val="00AC3F26"/>
    <w:pPr>
      <w:tabs>
        <w:tab w:val="center" w:pos="4677"/>
        <w:tab w:val="right" w:pos="9355"/>
      </w:tabs>
    </w:pPr>
  </w:style>
  <w:style w:type="paragraph" w:styleId="20">
    <w:name w:val="Body Text Indent 2"/>
    <w:basedOn w:val="a"/>
    <w:rsid w:val="00AC3F26"/>
    <w:pPr>
      <w:ind w:left="360" w:firstLine="774"/>
      <w:jc w:val="both"/>
    </w:pPr>
    <w:rPr>
      <w:sz w:val="28"/>
      <w:lang w:val="uk-UA"/>
    </w:rPr>
  </w:style>
  <w:style w:type="paragraph" w:customStyle="1" w:styleId="10">
    <w:name w:val="Обычный1"/>
    <w:rsid w:val="00AC3F26"/>
    <w:pPr>
      <w:spacing w:before="100" w:after="100"/>
    </w:pPr>
    <w:rPr>
      <w:snapToGrid w:val="0"/>
      <w:sz w:val="24"/>
    </w:rPr>
  </w:style>
  <w:style w:type="character" w:styleId="ab">
    <w:name w:val="Hyperlink"/>
    <w:rsid w:val="00AC3F26"/>
    <w:rPr>
      <w:color w:val="0000FF"/>
      <w:u w:val="single"/>
    </w:rPr>
  </w:style>
  <w:style w:type="paragraph" w:styleId="21">
    <w:name w:val="Body Text 2"/>
    <w:basedOn w:val="a"/>
    <w:rsid w:val="00AC3F26"/>
    <w:pPr>
      <w:tabs>
        <w:tab w:val="left" w:pos="0"/>
      </w:tabs>
      <w:jc w:val="both"/>
    </w:pPr>
    <w:rPr>
      <w:sz w:val="28"/>
    </w:rPr>
  </w:style>
  <w:style w:type="paragraph" w:customStyle="1" w:styleId="H1">
    <w:name w:val="H1"/>
    <w:basedOn w:val="10"/>
    <w:next w:val="10"/>
    <w:rsid w:val="00AC3F26"/>
    <w:pPr>
      <w:keepNext/>
      <w:outlineLvl w:val="1"/>
    </w:pPr>
    <w:rPr>
      <w:b/>
      <w:kern w:val="36"/>
      <w:sz w:val="48"/>
    </w:rPr>
  </w:style>
  <w:style w:type="character" w:styleId="ac">
    <w:name w:val="FollowedHyperlink"/>
    <w:rsid w:val="00AC3F26"/>
    <w:rPr>
      <w:color w:val="800080"/>
      <w:u w:val="single"/>
    </w:rPr>
  </w:style>
  <w:style w:type="paragraph" w:styleId="31">
    <w:name w:val="Body Text 3"/>
    <w:basedOn w:val="a"/>
    <w:link w:val="32"/>
    <w:rsid w:val="00AC3F26"/>
    <w:pPr>
      <w:tabs>
        <w:tab w:val="left" w:pos="1134"/>
      </w:tabs>
      <w:jc w:val="both"/>
    </w:pPr>
    <w:rPr>
      <w:b/>
      <w:bCs/>
      <w:sz w:val="28"/>
      <w:lang w:val="uk-UA"/>
    </w:rPr>
  </w:style>
  <w:style w:type="paragraph" w:styleId="ad">
    <w:name w:val="Balloon Text"/>
    <w:basedOn w:val="a"/>
    <w:semiHidden/>
    <w:rsid w:val="00EC36E8"/>
    <w:rPr>
      <w:rFonts w:ascii="Tahoma" w:hAnsi="Tahoma" w:cs="Tahoma"/>
      <w:sz w:val="16"/>
      <w:szCs w:val="16"/>
    </w:rPr>
  </w:style>
  <w:style w:type="character" w:customStyle="1" w:styleId="32">
    <w:name w:val="Основной текст 3 Знак"/>
    <w:link w:val="31"/>
    <w:rsid w:val="00AC396B"/>
    <w:rPr>
      <w:b/>
      <w:bCs/>
      <w:sz w:val="28"/>
      <w:lang w:val="uk-UA"/>
    </w:rPr>
  </w:style>
  <w:style w:type="paragraph" w:styleId="HTML">
    <w:name w:val="HTML Preformatted"/>
    <w:basedOn w:val="a"/>
    <w:link w:val="HTML0"/>
    <w:uiPriority w:val="99"/>
    <w:unhideWhenUsed/>
    <w:rsid w:val="00B444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B4446C"/>
    <w:rPr>
      <w:rFonts w:ascii="Courier New" w:hAnsi="Courier New" w:cs="Courier New"/>
    </w:rPr>
  </w:style>
  <w:style w:type="character" w:customStyle="1" w:styleId="40">
    <w:name w:val="Заголовок 4 Знак"/>
    <w:basedOn w:val="a0"/>
    <w:link w:val="4"/>
    <w:rsid w:val="00B6707A"/>
    <w:rPr>
      <w:b/>
      <w:bCs/>
      <w:sz w:val="24"/>
      <w:szCs w:val="24"/>
    </w:rPr>
  </w:style>
  <w:style w:type="character" w:customStyle="1" w:styleId="rvts9">
    <w:name w:val="rvts9"/>
    <w:basedOn w:val="a0"/>
    <w:rsid w:val="00A96100"/>
  </w:style>
  <w:style w:type="character" w:customStyle="1" w:styleId="a7">
    <w:name w:val="Основной текст с отступом Знак"/>
    <w:basedOn w:val="a0"/>
    <w:link w:val="a6"/>
    <w:rsid w:val="0080259C"/>
    <w:rPr>
      <w:sz w:val="24"/>
      <w:szCs w:val="24"/>
      <w:lang w:val="uk-UA"/>
    </w:rPr>
  </w:style>
  <w:style w:type="character" w:customStyle="1" w:styleId="a9">
    <w:name w:val="Основной текст Знак"/>
    <w:basedOn w:val="a0"/>
    <w:link w:val="a8"/>
    <w:rsid w:val="0080259C"/>
    <w:rPr>
      <w:sz w:val="28"/>
      <w:szCs w:val="28"/>
      <w:lang w:val="uk-UA"/>
    </w:rPr>
  </w:style>
  <w:style w:type="paragraph" w:styleId="ae">
    <w:name w:val="List Paragraph"/>
    <w:basedOn w:val="a"/>
    <w:uiPriority w:val="34"/>
    <w:qFormat/>
    <w:rsid w:val="00C21EB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61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14-03-07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7F4F19-1224-43EF-BA59-B0A63836B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14-03-07.DOT</Template>
  <TotalTime>4</TotalTime>
  <Pages>3</Pages>
  <Words>707</Words>
  <Characters>4346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shshshshsh</Company>
  <LinksUpToDate>false</LinksUpToDate>
  <CharactersWithSpaces>5043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creator>user</dc:creator>
  <cp:lastModifiedBy>Пользователь User</cp:lastModifiedBy>
  <cp:revision>6</cp:revision>
  <cp:lastPrinted>2020-06-09T12:37:00Z</cp:lastPrinted>
  <dcterms:created xsi:type="dcterms:W3CDTF">2020-06-09T12:42:00Z</dcterms:created>
  <dcterms:modified xsi:type="dcterms:W3CDTF">2020-07-08T11:40:00Z</dcterms:modified>
</cp:coreProperties>
</file>