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C0" w:rsidRDefault="005D10B2" w:rsidP="00B23AE1">
      <w:pPr>
        <w:tabs>
          <w:tab w:val="left" w:pos="8647"/>
        </w:tabs>
        <w:ind w:firstLine="720"/>
      </w:pPr>
      <w:r>
        <w:rPr>
          <w:lang w:val="uk-UA"/>
        </w:rPr>
        <w:t xml:space="preserve">  </w:t>
      </w:r>
      <w:r w:rsidR="003709BF">
        <w:rPr>
          <w:lang w:val="uk-UA"/>
        </w:rPr>
        <w:t xml:space="preserve">                                                                       </w:t>
      </w:r>
      <w:r w:rsidR="00664BF3"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8C0" w:rsidRDefault="005E78C0">
      <w:pPr>
        <w:pStyle w:val="8"/>
      </w:pPr>
    </w:p>
    <w:p w:rsidR="005E78C0" w:rsidRDefault="005E78C0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5E78C0" w:rsidRDefault="005E78C0">
      <w:pPr>
        <w:jc w:val="center"/>
        <w:rPr>
          <w:b/>
          <w:sz w:val="32"/>
          <w:lang w:val="uk-UA"/>
        </w:rPr>
      </w:pPr>
    </w:p>
    <w:p w:rsidR="005E78C0" w:rsidRDefault="00357984">
      <w:pPr>
        <w:jc w:val="center"/>
        <w:rPr>
          <w:b/>
          <w:spacing w:val="80"/>
          <w:sz w:val="36"/>
          <w:lang w:val="uk-UA"/>
        </w:rPr>
      </w:pPr>
      <w:proofErr w:type="spellStart"/>
      <w:r>
        <w:rPr>
          <w:b/>
          <w:spacing w:val="80"/>
          <w:sz w:val="36"/>
          <w:lang w:val="uk-UA"/>
        </w:rPr>
        <w:t>Бахмутська</w:t>
      </w:r>
      <w:proofErr w:type="spellEnd"/>
      <w:r>
        <w:rPr>
          <w:b/>
          <w:spacing w:val="80"/>
          <w:sz w:val="36"/>
          <w:lang w:val="uk-UA"/>
        </w:rPr>
        <w:t xml:space="preserve"> </w:t>
      </w:r>
      <w:r w:rsidR="005E78C0">
        <w:rPr>
          <w:b/>
          <w:spacing w:val="80"/>
          <w:sz w:val="36"/>
          <w:lang w:val="uk-UA"/>
        </w:rPr>
        <w:t>міська рада</w:t>
      </w:r>
    </w:p>
    <w:p w:rsidR="005E78C0" w:rsidRDefault="005E78C0">
      <w:pPr>
        <w:jc w:val="center"/>
        <w:rPr>
          <w:b/>
          <w:spacing w:val="80"/>
          <w:sz w:val="36"/>
          <w:lang w:val="uk-UA"/>
        </w:rPr>
      </w:pPr>
    </w:p>
    <w:p w:rsidR="005E78C0" w:rsidRDefault="005E78C0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5E78C0" w:rsidRDefault="005E78C0">
      <w:pPr>
        <w:jc w:val="center"/>
        <w:rPr>
          <w:b/>
          <w:lang w:val="uk-UA"/>
        </w:rPr>
      </w:pPr>
    </w:p>
    <w:p w:rsidR="005E78C0" w:rsidRDefault="005E78C0">
      <w:pPr>
        <w:jc w:val="center"/>
        <w:rPr>
          <w:b/>
          <w:spacing w:val="120"/>
          <w:sz w:val="36"/>
          <w:lang w:val="uk-UA"/>
        </w:rPr>
      </w:pPr>
      <w:r>
        <w:rPr>
          <w:b/>
          <w:spacing w:val="120"/>
          <w:sz w:val="48"/>
          <w:lang w:val="uk-UA"/>
        </w:rPr>
        <w:t>РIШЕННЯ</w:t>
      </w:r>
    </w:p>
    <w:p w:rsidR="005E78C0" w:rsidRDefault="005E78C0" w:rsidP="00E42871">
      <w:pPr>
        <w:rPr>
          <w:b/>
          <w:sz w:val="28"/>
          <w:lang w:val="uk-UA"/>
        </w:rPr>
      </w:pPr>
    </w:p>
    <w:p w:rsidR="005E78C0" w:rsidRDefault="00AC1427">
      <w:pPr>
        <w:pStyle w:val="10"/>
        <w:autoSpaceDE w:val="0"/>
        <w:autoSpaceDN w:val="0"/>
        <w:spacing w:before="0" w:after="0"/>
        <w:rPr>
          <w:snapToGrid/>
          <w:sz w:val="26"/>
          <w:lang w:val="uk-UA"/>
        </w:rPr>
      </w:pPr>
      <w:r>
        <w:rPr>
          <w:snapToGrid/>
          <w:sz w:val="26"/>
          <w:lang w:val="uk-UA"/>
        </w:rPr>
        <w:t>08.12.</w:t>
      </w:r>
      <w:r w:rsidR="00846A81">
        <w:rPr>
          <w:snapToGrid/>
          <w:sz w:val="26"/>
          <w:lang w:val="uk-UA"/>
        </w:rPr>
        <w:t>20</w:t>
      </w:r>
      <w:r w:rsidR="00324772">
        <w:rPr>
          <w:snapToGrid/>
          <w:sz w:val="26"/>
          <w:lang w:val="uk-UA"/>
        </w:rPr>
        <w:t>20</w:t>
      </w:r>
      <w:r w:rsidR="00842B61">
        <w:rPr>
          <w:snapToGrid/>
          <w:sz w:val="26"/>
          <w:lang w:val="uk-UA"/>
        </w:rPr>
        <w:t xml:space="preserve"> № </w:t>
      </w:r>
      <w:r>
        <w:rPr>
          <w:snapToGrid/>
          <w:sz w:val="26"/>
          <w:lang w:val="uk-UA"/>
        </w:rPr>
        <w:t>373</w:t>
      </w:r>
    </w:p>
    <w:p w:rsidR="005E78C0" w:rsidRPr="00E42871" w:rsidRDefault="00357984">
      <w:pPr>
        <w:rPr>
          <w:sz w:val="24"/>
          <w:szCs w:val="24"/>
          <w:lang w:val="uk-UA"/>
        </w:rPr>
      </w:pPr>
      <w:proofErr w:type="spellStart"/>
      <w:r w:rsidRPr="00E42871">
        <w:rPr>
          <w:sz w:val="24"/>
          <w:szCs w:val="24"/>
          <w:lang w:val="uk-UA"/>
        </w:rPr>
        <w:t>м.Бахмут</w:t>
      </w:r>
      <w:proofErr w:type="spellEnd"/>
    </w:p>
    <w:p w:rsidR="00093853" w:rsidRDefault="00093853" w:rsidP="00633B4D">
      <w:pPr>
        <w:jc w:val="both"/>
        <w:rPr>
          <w:sz w:val="28"/>
          <w:lang w:val="uk-UA"/>
        </w:rPr>
      </w:pPr>
    </w:p>
    <w:tbl>
      <w:tblPr>
        <w:tblW w:w="5365" w:type="dxa"/>
        <w:tblInd w:w="-12" w:type="dxa"/>
        <w:tblLook w:val="0000"/>
      </w:tblPr>
      <w:tblGrid>
        <w:gridCol w:w="5365"/>
      </w:tblGrid>
      <w:tr w:rsidR="0040006F" w:rsidRPr="000C2ADA" w:rsidTr="00E42871">
        <w:trPr>
          <w:trHeight w:val="240"/>
        </w:trPr>
        <w:tc>
          <w:tcPr>
            <w:tcW w:w="5365" w:type="dxa"/>
          </w:tcPr>
          <w:p w:rsidR="0040006F" w:rsidRPr="00CD32AA" w:rsidRDefault="0040006F" w:rsidP="007C67EB">
            <w:pPr>
              <w:jc w:val="both"/>
              <w:rPr>
                <w:color w:val="000000"/>
                <w:sz w:val="28"/>
                <w:lang w:val="uk-UA"/>
              </w:rPr>
            </w:pP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Про </w:t>
            </w:r>
            <w:r w:rsidR="00B5786A">
              <w:rPr>
                <w:b/>
                <w:i/>
                <w:color w:val="000000"/>
                <w:sz w:val="28"/>
                <w:lang w:val="uk-UA"/>
              </w:rPr>
              <w:t>в</w:t>
            </w:r>
            <w:r w:rsidR="00506891">
              <w:rPr>
                <w:b/>
                <w:i/>
                <w:color w:val="000000"/>
                <w:sz w:val="28"/>
                <w:lang w:val="uk-UA"/>
              </w:rPr>
              <w:t>и</w:t>
            </w:r>
            <w:r w:rsidR="00B5786A">
              <w:rPr>
                <w:b/>
                <w:i/>
                <w:color w:val="000000"/>
                <w:sz w:val="28"/>
                <w:lang w:val="uk-UA"/>
              </w:rPr>
              <w:t xml:space="preserve">ключення квартир </w:t>
            </w:r>
            <w:r w:rsidR="007C67EB">
              <w:rPr>
                <w:b/>
                <w:i/>
                <w:color w:val="000000"/>
                <w:sz w:val="28"/>
                <w:lang w:val="uk-UA"/>
              </w:rPr>
              <w:t>з</w:t>
            </w:r>
            <w:r w:rsidR="00B5786A">
              <w:rPr>
                <w:b/>
                <w:i/>
                <w:color w:val="000000"/>
                <w:sz w:val="28"/>
                <w:lang w:val="uk-UA"/>
              </w:rPr>
              <w:t xml:space="preserve"> числа службових</w:t>
            </w:r>
          </w:p>
        </w:tc>
      </w:tr>
    </w:tbl>
    <w:p w:rsidR="00093853" w:rsidRDefault="00093853" w:rsidP="00186A84">
      <w:pPr>
        <w:tabs>
          <w:tab w:val="num" w:pos="284"/>
          <w:tab w:val="left" w:pos="7083"/>
        </w:tabs>
        <w:ind w:firstLine="709"/>
        <w:jc w:val="both"/>
        <w:rPr>
          <w:sz w:val="28"/>
          <w:lang w:val="uk-UA"/>
        </w:rPr>
      </w:pPr>
    </w:p>
    <w:p w:rsidR="00E42871" w:rsidRDefault="00D7231F" w:rsidP="00E42871">
      <w:pPr>
        <w:ind w:firstLine="720"/>
        <w:jc w:val="both"/>
        <w:rPr>
          <w:sz w:val="28"/>
          <w:lang w:val="uk-UA"/>
        </w:rPr>
      </w:pPr>
      <w:r>
        <w:rPr>
          <w:color w:val="000000" w:themeColor="text1"/>
          <w:sz w:val="28"/>
          <w:lang w:val="uk-UA"/>
        </w:rPr>
        <w:t xml:space="preserve">Заслухавши інформацію начальника Управління розвитку міського господарства та капітального будівництва </w:t>
      </w:r>
      <w:proofErr w:type="spellStart"/>
      <w:r>
        <w:rPr>
          <w:color w:val="000000" w:themeColor="text1"/>
          <w:sz w:val="28"/>
          <w:lang w:val="uk-UA"/>
        </w:rPr>
        <w:t>Бахмутської</w:t>
      </w:r>
      <w:proofErr w:type="spellEnd"/>
      <w:r>
        <w:rPr>
          <w:color w:val="000000" w:themeColor="text1"/>
          <w:sz w:val="28"/>
          <w:lang w:val="uk-UA"/>
        </w:rPr>
        <w:t xml:space="preserve"> міської ради </w:t>
      </w:r>
      <w:r w:rsidR="00506891">
        <w:rPr>
          <w:color w:val="000000" w:themeColor="text1"/>
          <w:sz w:val="28"/>
          <w:lang w:val="uk-UA"/>
        </w:rPr>
        <w:t>Гармаш С.М.</w:t>
      </w:r>
      <w:r>
        <w:rPr>
          <w:color w:val="000000" w:themeColor="text1"/>
          <w:sz w:val="28"/>
          <w:lang w:val="uk-UA"/>
        </w:rPr>
        <w:t>, р</w:t>
      </w:r>
      <w:r w:rsidR="002A7A92" w:rsidRPr="00BB4D2C">
        <w:rPr>
          <w:color w:val="000000" w:themeColor="text1"/>
          <w:sz w:val="28"/>
          <w:lang w:val="uk-UA"/>
        </w:rPr>
        <w:t xml:space="preserve">озглянувши </w:t>
      </w:r>
      <w:r w:rsidR="00506891">
        <w:rPr>
          <w:color w:val="000000" w:themeColor="text1"/>
          <w:sz w:val="28"/>
          <w:lang w:val="uk-UA"/>
        </w:rPr>
        <w:t>клопотання</w:t>
      </w:r>
      <w:r w:rsidR="00B5786A">
        <w:rPr>
          <w:color w:val="000000" w:themeColor="text1"/>
          <w:sz w:val="28"/>
          <w:lang w:val="uk-UA"/>
        </w:rPr>
        <w:t xml:space="preserve"> </w:t>
      </w:r>
      <w:proofErr w:type="spellStart"/>
      <w:r w:rsidR="009404C6">
        <w:rPr>
          <w:color w:val="000000" w:themeColor="text1"/>
          <w:sz w:val="28"/>
          <w:lang w:val="uk-UA"/>
        </w:rPr>
        <w:t>КП</w:t>
      </w:r>
      <w:proofErr w:type="spellEnd"/>
      <w:r w:rsidR="009404C6">
        <w:rPr>
          <w:color w:val="000000" w:themeColor="text1"/>
          <w:sz w:val="28"/>
          <w:lang w:val="uk-UA"/>
        </w:rPr>
        <w:t xml:space="preserve"> «</w:t>
      </w:r>
      <w:proofErr w:type="spellStart"/>
      <w:r w:rsidR="00506891">
        <w:rPr>
          <w:color w:val="000000" w:themeColor="text1"/>
          <w:sz w:val="28"/>
          <w:lang w:val="uk-UA"/>
        </w:rPr>
        <w:t>Бахмутська</w:t>
      </w:r>
      <w:proofErr w:type="spellEnd"/>
      <w:r w:rsidR="00506891">
        <w:rPr>
          <w:color w:val="000000" w:themeColor="text1"/>
          <w:sz w:val="28"/>
          <w:lang w:val="uk-UA"/>
        </w:rPr>
        <w:t xml:space="preserve"> житлова управляюча компанія» від 11.11.2020 № 01-1584/16 (вх. № 06/10-14699</w:t>
      </w:r>
      <w:r w:rsidR="009737A3" w:rsidRPr="009737A3">
        <w:rPr>
          <w:color w:val="000000" w:themeColor="text1"/>
          <w:sz w:val="28"/>
          <w:lang w:val="uk-UA"/>
        </w:rPr>
        <w:t xml:space="preserve"> </w:t>
      </w:r>
      <w:r w:rsidR="009737A3">
        <w:rPr>
          <w:color w:val="000000" w:themeColor="text1"/>
          <w:sz w:val="28"/>
          <w:lang w:val="uk-UA"/>
        </w:rPr>
        <w:t>від 12.11.2020</w:t>
      </w:r>
      <w:r w:rsidR="00506891">
        <w:rPr>
          <w:color w:val="000000" w:themeColor="text1"/>
          <w:sz w:val="28"/>
          <w:lang w:val="uk-UA"/>
        </w:rPr>
        <w:t>) та від 11</w:t>
      </w:r>
      <w:r w:rsidR="00606FFB">
        <w:rPr>
          <w:color w:val="000000" w:themeColor="text1"/>
          <w:sz w:val="28"/>
          <w:lang w:val="uk-UA"/>
        </w:rPr>
        <w:t>.</w:t>
      </w:r>
      <w:r w:rsidR="00506891">
        <w:rPr>
          <w:color w:val="000000" w:themeColor="text1"/>
          <w:sz w:val="28"/>
          <w:lang w:val="uk-UA"/>
        </w:rPr>
        <w:t>11</w:t>
      </w:r>
      <w:r w:rsidR="00606FFB">
        <w:rPr>
          <w:color w:val="000000" w:themeColor="text1"/>
          <w:sz w:val="28"/>
          <w:lang w:val="uk-UA"/>
        </w:rPr>
        <w:t xml:space="preserve">.2020 № </w:t>
      </w:r>
      <w:r w:rsidR="00506891">
        <w:rPr>
          <w:color w:val="000000" w:themeColor="text1"/>
          <w:sz w:val="28"/>
          <w:lang w:val="uk-UA"/>
        </w:rPr>
        <w:t>01-1585/16</w:t>
      </w:r>
      <w:r w:rsidR="00606FFB">
        <w:rPr>
          <w:color w:val="000000" w:themeColor="text1"/>
          <w:sz w:val="28"/>
          <w:lang w:val="uk-UA"/>
        </w:rPr>
        <w:t xml:space="preserve"> (вх. </w:t>
      </w:r>
      <w:r w:rsidR="00B5786A">
        <w:rPr>
          <w:color w:val="000000" w:themeColor="text1"/>
          <w:sz w:val="28"/>
          <w:lang w:val="uk-UA"/>
        </w:rPr>
        <w:t>№ 06/10-</w:t>
      </w:r>
      <w:r w:rsidR="00506891">
        <w:rPr>
          <w:color w:val="000000" w:themeColor="text1"/>
          <w:sz w:val="28"/>
          <w:lang w:val="uk-UA"/>
        </w:rPr>
        <w:t>14698</w:t>
      </w:r>
      <w:r w:rsidR="009737A3" w:rsidRPr="009737A3">
        <w:rPr>
          <w:color w:val="000000" w:themeColor="text1"/>
          <w:sz w:val="28"/>
          <w:lang w:val="uk-UA"/>
        </w:rPr>
        <w:t xml:space="preserve"> </w:t>
      </w:r>
      <w:r w:rsidR="009737A3">
        <w:rPr>
          <w:color w:val="000000" w:themeColor="text1"/>
          <w:sz w:val="28"/>
          <w:lang w:val="uk-UA"/>
        </w:rPr>
        <w:t>від 12.11.2020</w:t>
      </w:r>
      <w:r w:rsidR="00606FFB">
        <w:rPr>
          <w:color w:val="000000" w:themeColor="text1"/>
          <w:sz w:val="28"/>
          <w:lang w:val="uk-UA"/>
        </w:rPr>
        <w:t>)</w:t>
      </w:r>
      <w:r w:rsidR="00B5786A">
        <w:rPr>
          <w:color w:val="000000" w:themeColor="text1"/>
          <w:sz w:val="28"/>
          <w:lang w:val="uk-UA"/>
        </w:rPr>
        <w:t xml:space="preserve"> </w:t>
      </w:r>
      <w:r w:rsidR="00620552">
        <w:rPr>
          <w:color w:val="000000" w:themeColor="text1"/>
          <w:sz w:val="28"/>
          <w:szCs w:val="28"/>
          <w:lang w:val="uk-UA"/>
        </w:rPr>
        <w:t xml:space="preserve">щодо </w:t>
      </w:r>
      <w:r w:rsidR="00B5786A">
        <w:rPr>
          <w:color w:val="000000" w:themeColor="text1"/>
          <w:sz w:val="28"/>
          <w:szCs w:val="28"/>
          <w:lang w:val="uk-UA"/>
        </w:rPr>
        <w:t>в</w:t>
      </w:r>
      <w:r w:rsidR="00506891">
        <w:rPr>
          <w:color w:val="000000" w:themeColor="text1"/>
          <w:sz w:val="28"/>
          <w:szCs w:val="28"/>
          <w:lang w:val="uk-UA"/>
        </w:rPr>
        <w:t>иключення квартир з</w:t>
      </w:r>
      <w:r w:rsidR="00B5786A">
        <w:rPr>
          <w:color w:val="000000" w:themeColor="text1"/>
          <w:sz w:val="28"/>
          <w:szCs w:val="28"/>
          <w:lang w:val="uk-UA"/>
        </w:rPr>
        <w:t xml:space="preserve"> числа службових</w:t>
      </w:r>
      <w:r w:rsidR="002E243D">
        <w:rPr>
          <w:color w:val="000000" w:themeColor="text1"/>
          <w:sz w:val="28"/>
          <w:szCs w:val="28"/>
          <w:lang w:val="uk-UA"/>
        </w:rPr>
        <w:t>,</w:t>
      </w:r>
      <w:r w:rsidR="00620552">
        <w:rPr>
          <w:color w:val="000000" w:themeColor="text1"/>
          <w:sz w:val="28"/>
          <w:szCs w:val="28"/>
          <w:lang w:val="uk-UA"/>
        </w:rPr>
        <w:t xml:space="preserve"> </w:t>
      </w:r>
      <w:r w:rsidR="00506891">
        <w:rPr>
          <w:color w:val="000000" w:themeColor="text1"/>
          <w:sz w:val="28"/>
          <w:szCs w:val="28"/>
          <w:lang w:val="uk-UA"/>
        </w:rPr>
        <w:t xml:space="preserve">враховуючи </w:t>
      </w:r>
      <w:r w:rsidR="00620552">
        <w:rPr>
          <w:color w:val="000000" w:themeColor="text1"/>
          <w:sz w:val="28"/>
          <w:szCs w:val="28"/>
          <w:lang w:val="uk-UA"/>
        </w:rPr>
        <w:t xml:space="preserve">протокольне рішення </w:t>
      </w:r>
      <w:r w:rsidR="00620552" w:rsidRPr="00BB4D2C">
        <w:rPr>
          <w:color w:val="000000" w:themeColor="text1"/>
          <w:sz w:val="28"/>
          <w:lang w:val="uk-UA"/>
        </w:rPr>
        <w:t xml:space="preserve">міської житлової комісії при виконкомі </w:t>
      </w:r>
      <w:proofErr w:type="spellStart"/>
      <w:r w:rsidR="00620552" w:rsidRPr="00BB4D2C">
        <w:rPr>
          <w:color w:val="000000" w:themeColor="text1"/>
          <w:sz w:val="28"/>
          <w:lang w:val="uk-UA"/>
        </w:rPr>
        <w:t>Бахмутської</w:t>
      </w:r>
      <w:proofErr w:type="spellEnd"/>
      <w:r w:rsidR="00620552" w:rsidRPr="00BB4D2C">
        <w:rPr>
          <w:color w:val="000000" w:themeColor="text1"/>
          <w:sz w:val="28"/>
          <w:lang w:val="uk-UA"/>
        </w:rPr>
        <w:t xml:space="preserve"> міської ради</w:t>
      </w:r>
      <w:r w:rsidR="00620552" w:rsidRPr="002259F0">
        <w:rPr>
          <w:color w:val="000000" w:themeColor="text1"/>
          <w:sz w:val="28"/>
          <w:szCs w:val="28"/>
          <w:lang w:val="uk-UA"/>
        </w:rPr>
        <w:t xml:space="preserve"> </w:t>
      </w:r>
      <w:r w:rsidR="002A7A92" w:rsidRPr="00BB4D2C">
        <w:rPr>
          <w:color w:val="000000" w:themeColor="text1"/>
          <w:sz w:val="28"/>
          <w:lang w:val="uk-UA"/>
        </w:rPr>
        <w:t>(витяг з протоколу</w:t>
      </w:r>
      <w:r w:rsidR="00BB4D2C" w:rsidRPr="00BB4D2C">
        <w:rPr>
          <w:color w:val="000000" w:themeColor="text1"/>
          <w:sz w:val="28"/>
          <w:lang w:val="uk-UA"/>
        </w:rPr>
        <w:t xml:space="preserve"> </w:t>
      </w:r>
      <w:r w:rsidR="002A7A92" w:rsidRPr="00BB4D2C">
        <w:rPr>
          <w:color w:val="000000" w:themeColor="text1"/>
          <w:sz w:val="28"/>
          <w:lang w:val="uk-UA"/>
        </w:rPr>
        <w:t xml:space="preserve">від </w:t>
      </w:r>
      <w:r w:rsidR="00506891">
        <w:rPr>
          <w:color w:val="000000" w:themeColor="text1"/>
          <w:sz w:val="28"/>
          <w:lang w:val="uk-UA"/>
        </w:rPr>
        <w:t>13</w:t>
      </w:r>
      <w:r w:rsidR="00CA08BD" w:rsidRPr="00BB4D2C">
        <w:rPr>
          <w:color w:val="000000" w:themeColor="text1"/>
          <w:sz w:val="28"/>
          <w:lang w:val="uk-UA"/>
        </w:rPr>
        <w:t>.</w:t>
      </w:r>
      <w:r w:rsidR="00506891">
        <w:rPr>
          <w:color w:val="000000" w:themeColor="text1"/>
          <w:sz w:val="28"/>
          <w:lang w:val="uk-UA"/>
        </w:rPr>
        <w:t>11</w:t>
      </w:r>
      <w:r w:rsidR="002A7A92" w:rsidRPr="00BB4D2C">
        <w:rPr>
          <w:color w:val="000000" w:themeColor="text1"/>
          <w:sz w:val="28"/>
          <w:lang w:val="uk-UA"/>
        </w:rPr>
        <w:t>.20</w:t>
      </w:r>
      <w:r w:rsidR="002B0425" w:rsidRPr="00BB4D2C">
        <w:rPr>
          <w:color w:val="000000" w:themeColor="text1"/>
          <w:sz w:val="28"/>
          <w:lang w:val="uk-UA"/>
        </w:rPr>
        <w:t>20</w:t>
      </w:r>
      <w:r w:rsidR="002A7A92" w:rsidRPr="00BB4D2C">
        <w:rPr>
          <w:color w:val="000000" w:themeColor="text1"/>
          <w:sz w:val="28"/>
          <w:lang w:val="uk-UA"/>
        </w:rPr>
        <w:t xml:space="preserve"> № </w:t>
      </w:r>
      <w:r w:rsidR="00506891">
        <w:rPr>
          <w:color w:val="000000" w:themeColor="text1"/>
          <w:sz w:val="28"/>
          <w:lang w:val="uk-UA"/>
        </w:rPr>
        <w:t>12</w:t>
      </w:r>
      <w:r w:rsidR="002A7A92" w:rsidRPr="00BB4D2C">
        <w:rPr>
          <w:color w:val="000000" w:themeColor="text1"/>
          <w:sz w:val="28"/>
          <w:lang w:val="uk-UA"/>
        </w:rPr>
        <w:t>),</w:t>
      </w:r>
      <w:r w:rsidR="002A7A92" w:rsidRPr="00E42871">
        <w:rPr>
          <w:color w:val="FF0000"/>
          <w:sz w:val="28"/>
          <w:lang w:val="uk-UA"/>
        </w:rPr>
        <w:t xml:space="preserve"> </w:t>
      </w:r>
      <w:r w:rsidR="002E04E3">
        <w:rPr>
          <w:color w:val="000000"/>
          <w:sz w:val="28"/>
          <w:szCs w:val="28"/>
          <w:lang w:val="uk-UA"/>
        </w:rPr>
        <w:t xml:space="preserve"> </w:t>
      </w:r>
      <w:r w:rsidR="00E42871" w:rsidRPr="00B765AF">
        <w:rPr>
          <w:sz w:val="28"/>
          <w:lang w:val="uk-UA"/>
        </w:rPr>
        <w:t xml:space="preserve">відповідно </w:t>
      </w:r>
      <w:r w:rsidR="00E42871">
        <w:rPr>
          <w:sz w:val="28"/>
          <w:lang w:val="uk-UA"/>
        </w:rPr>
        <w:t xml:space="preserve">до </w:t>
      </w:r>
      <w:r w:rsidR="00E42871" w:rsidRPr="008C3856">
        <w:rPr>
          <w:sz w:val="28"/>
          <w:lang w:val="uk-UA"/>
        </w:rPr>
        <w:t>ст.</w:t>
      </w:r>
      <w:r w:rsidR="00E42871" w:rsidRPr="00510897">
        <w:rPr>
          <w:color w:val="000000"/>
          <w:sz w:val="28"/>
          <w:lang w:val="uk-UA"/>
        </w:rPr>
        <w:t xml:space="preserve">ст. </w:t>
      </w:r>
      <w:r w:rsidR="00E42871">
        <w:rPr>
          <w:color w:val="000000"/>
          <w:sz w:val="28"/>
          <w:lang w:val="uk-UA"/>
        </w:rPr>
        <w:t xml:space="preserve">15, </w:t>
      </w:r>
      <w:r w:rsidR="00B5786A">
        <w:rPr>
          <w:color w:val="000000"/>
          <w:sz w:val="28"/>
          <w:lang w:val="uk-UA"/>
        </w:rPr>
        <w:t>118</w:t>
      </w:r>
      <w:r w:rsidR="00E42871" w:rsidRPr="00701C8E">
        <w:rPr>
          <w:sz w:val="28"/>
          <w:lang w:val="uk-UA"/>
        </w:rPr>
        <w:t xml:space="preserve"> </w:t>
      </w:r>
      <w:r w:rsidR="00E42871">
        <w:rPr>
          <w:sz w:val="28"/>
          <w:lang w:val="uk-UA"/>
        </w:rPr>
        <w:t>Житлового К</w:t>
      </w:r>
      <w:r w:rsidR="00E42871" w:rsidRPr="00016C00">
        <w:rPr>
          <w:sz w:val="28"/>
          <w:lang w:val="uk-UA"/>
        </w:rPr>
        <w:t>одексу Української РСР</w:t>
      </w:r>
      <w:r w:rsidR="00E42871" w:rsidRPr="00016C00">
        <w:rPr>
          <w:sz w:val="28"/>
          <w:szCs w:val="28"/>
          <w:lang w:val="uk-UA"/>
        </w:rPr>
        <w:t>,</w:t>
      </w:r>
      <w:r w:rsidR="00E42871" w:rsidRPr="00F95FEE">
        <w:rPr>
          <w:sz w:val="28"/>
          <w:lang w:val="uk-UA"/>
        </w:rPr>
        <w:t xml:space="preserve"> </w:t>
      </w:r>
      <w:r w:rsidR="00B5786A">
        <w:rPr>
          <w:sz w:val="28"/>
          <w:lang w:val="uk-UA"/>
        </w:rPr>
        <w:t>Положення про порядок надання службових жилих приміщень і користування ними в Українській РСР</w:t>
      </w:r>
      <w:r w:rsidR="00E42871">
        <w:rPr>
          <w:sz w:val="28"/>
          <w:lang w:val="uk-UA"/>
        </w:rPr>
        <w:t>, затверджен</w:t>
      </w:r>
      <w:r w:rsidR="00B5786A">
        <w:rPr>
          <w:sz w:val="28"/>
          <w:lang w:val="uk-UA"/>
        </w:rPr>
        <w:t>ого</w:t>
      </w:r>
      <w:r w:rsidR="00E42871">
        <w:rPr>
          <w:sz w:val="28"/>
          <w:lang w:val="uk-UA"/>
        </w:rPr>
        <w:t xml:space="preserve"> постановою Ради Міністрів Української РСР від </w:t>
      </w:r>
      <w:r w:rsidR="00B5786A">
        <w:rPr>
          <w:sz w:val="28"/>
          <w:lang w:val="uk-UA"/>
        </w:rPr>
        <w:t>04.0</w:t>
      </w:r>
      <w:r w:rsidR="00E42871">
        <w:rPr>
          <w:sz w:val="28"/>
          <w:lang w:val="uk-UA"/>
        </w:rPr>
        <w:t>2.8</w:t>
      </w:r>
      <w:r w:rsidR="00B5786A">
        <w:rPr>
          <w:sz w:val="28"/>
          <w:lang w:val="uk-UA"/>
        </w:rPr>
        <w:t>8</w:t>
      </w:r>
      <w:r w:rsidR="00E42871">
        <w:rPr>
          <w:sz w:val="28"/>
          <w:lang w:val="uk-UA"/>
        </w:rPr>
        <w:t xml:space="preserve"> № </w:t>
      </w:r>
      <w:r w:rsidR="00B5786A">
        <w:rPr>
          <w:sz w:val="28"/>
          <w:lang w:val="uk-UA"/>
        </w:rPr>
        <w:t>37</w:t>
      </w:r>
      <w:r w:rsidR="00E42871">
        <w:rPr>
          <w:sz w:val="28"/>
          <w:lang w:val="uk-UA"/>
        </w:rPr>
        <w:t xml:space="preserve"> (зі змінами), керуючись ст.ст. 30, 52 Закону України </w:t>
      </w:r>
      <w:proofErr w:type="spellStart"/>
      <w:r w:rsidR="00E42871">
        <w:rPr>
          <w:sz w:val="28"/>
          <w:lang w:val="uk-UA"/>
        </w:rPr>
        <w:t>“Про</w:t>
      </w:r>
      <w:proofErr w:type="spellEnd"/>
      <w:r w:rsidR="00E42871">
        <w:rPr>
          <w:sz w:val="28"/>
          <w:lang w:val="uk-UA"/>
        </w:rPr>
        <w:t xml:space="preserve"> місцеве самоврядування в </w:t>
      </w:r>
      <w:proofErr w:type="spellStart"/>
      <w:r w:rsidR="00E42871">
        <w:rPr>
          <w:sz w:val="28"/>
          <w:lang w:val="uk-UA"/>
        </w:rPr>
        <w:t>Україні”</w:t>
      </w:r>
      <w:proofErr w:type="spellEnd"/>
      <w:r w:rsidR="00E42871">
        <w:rPr>
          <w:sz w:val="28"/>
          <w:lang w:val="uk-UA"/>
        </w:rPr>
        <w:t>, викон</w:t>
      </w:r>
      <w:r>
        <w:rPr>
          <w:sz w:val="28"/>
          <w:lang w:val="uk-UA"/>
        </w:rPr>
        <w:t xml:space="preserve">авчий </w:t>
      </w:r>
      <w:r w:rsidR="00E42871">
        <w:rPr>
          <w:sz w:val="28"/>
          <w:lang w:val="uk-UA"/>
        </w:rPr>
        <w:t>ком</w:t>
      </w:r>
      <w:r>
        <w:rPr>
          <w:sz w:val="28"/>
          <w:lang w:val="uk-UA"/>
        </w:rPr>
        <w:t>ітет</w:t>
      </w:r>
      <w:r w:rsidR="00E42871">
        <w:rPr>
          <w:sz w:val="28"/>
          <w:lang w:val="uk-UA"/>
        </w:rPr>
        <w:t xml:space="preserve"> </w:t>
      </w:r>
      <w:proofErr w:type="spellStart"/>
      <w:r w:rsidR="00E42871">
        <w:rPr>
          <w:sz w:val="28"/>
          <w:lang w:val="uk-UA"/>
        </w:rPr>
        <w:t>Бахмутської</w:t>
      </w:r>
      <w:proofErr w:type="spellEnd"/>
      <w:r w:rsidR="00E42871">
        <w:rPr>
          <w:sz w:val="28"/>
          <w:lang w:val="uk-UA"/>
        </w:rPr>
        <w:t xml:space="preserve"> міської ради</w:t>
      </w:r>
    </w:p>
    <w:p w:rsidR="00D7231F" w:rsidRDefault="00D7231F">
      <w:pPr>
        <w:ind w:firstLine="720"/>
        <w:jc w:val="both"/>
        <w:rPr>
          <w:b/>
          <w:sz w:val="28"/>
          <w:lang w:val="uk-UA"/>
        </w:rPr>
      </w:pPr>
    </w:p>
    <w:p w:rsidR="005E78C0" w:rsidRDefault="005E78C0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F73FDD" w:rsidRDefault="00F73FDD">
      <w:pPr>
        <w:ind w:firstLine="720"/>
        <w:jc w:val="both"/>
        <w:rPr>
          <w:b/>
          <w:sz w:val="28"/>
          <w:lang w:val="uk-UA"/>
        </w:rPr>
      </w:pPr>
    </w:p>
    <w:p w:rsidR="00CD10DE" w:rsidRDefault="00506891" w:rsidP="00506891">
      <w:pPr>
        <w:pStyle w:val="31"/>
        <w:tabs>
          <w:tab w:val="clear" w:pos="1134"/>
          <w:tab w:val="left" w:pos="709"/>
        </w:tabs>
        <w:rPr>
          <w:b w:val="0"/>
        </w:rPr>
      </w:pPr>
      <w:r>
        <w:rPr>
          <w:b w:val="0"/>
        </w:rPr>
        <w:tab/>
        <w:t xml:space="preserve">1. </w:t>
      </w:r>
      <w:r w:rsidR="00E42871">
        <w:rPr>
          <w:b w:val="0"/>
        </w:rPr>
        <w:t>В</w:t>
      </w:r>
      <w:r>
        <w:rPr>
          <w:b w:val="0"/>
        </w:rPr>
        <w:t>иключити з</w:t>
      </w:r>
      <w:r w:rsidR="00B5786A">
        <w:rPr>
          <w:b w:val="0"/>
        </w:rPr>
        <w:t xml:space="preserve"> числа службових</w:t>
      </w:r>
      <w:r w:rsidR="00433429">
        <w:rPr>
          <w:b w:val="0"/>
        </w:rPr>
        <w:t>,</w:t>
      </w:r>
      <w:r w:rsidR="00805BF1">
        <w:rPr>
          <w:b w:val="0"/>
        </w:rPr>
        <w:t xml:space="preserve"> так як відпала потреба в такому їх використанні, на підставі клопотань </w:t>
      </w:r>
      <w:proofErr w:type="spellStart"/>
      <w:r w:rsidR="009404C6">
        <w:rPr>
          <w:b w:val="0"/>
        </w:rPr>
        <w:t>КП</w:t>
      </w:r>
      <w:proofErr w:type="spellEnd"/>
      <w:r>
        <w:rPr>
          <w:b w:val="0"/>
        </w:rPr>
        <w:t xml:space="preserve"> «</w:t>
      </w:r>
      <w:proofErr w:type="spellStart"/>
      <w:r>
        <w:rPr>
          <w:b w:val="0"/>
        </w:rPr>
        <w:t>Бахмутська</w:t>
      </w:r>
      <w:proofErr w:type="spellEnd"/>
      <w:r>
        <w:rPr>
          <w:b w:val="0"/>
        </w:rPr>
        <w:t xml:space="preserve"> житлова управляюча компанія</w:t>
      </w:r>
      <w:r w:rsidR="00805BF1">
        <w:rPr>
          <w:b w:val="0"/>
        </w:rPr>
        <w:t>»</w:t>
      </w:r>
      <w:r w:rsidR="009B5877">
        <w:rPr>
          <w:b w:val="0"/>
        </w:rPr>
        <w:t>:</w:t>
      </w:r>
    </w:p>
    <w:p w:rsidR="00B5786A" w:rsidRDefault="00B5786A" w:rsidP="00B5786A">
      <w:pPr>
        <w:pStyle w:val="31"/>
        <w:tabs>
          <w:tab w:val="clear" w:pos="1134"/>
          <w:tab w:val="left" w:pos="709"/>
        </w:tabs>
        <w:ind w:left="1080"/>
        <w:rPr>
          <w:b w:val="0"/>
        </w:rPr>
      </w:pPr>
    </w:p>
    <w:p w:rsidR="00B5786A" w:rsidRDefault="009B5877" w:rsidP="009B5877">
      <w:pPr>
        <w:pStyle w:val="31"/>
        <w:tabs>
          <w:tab w:val="clear" w:pos="1134"/>
          <w:tab w:val="left" w:pos="0"/>
        </w:tabs>
        <w:ind w:firstLine="720"/>
        <w:rPr>
          <w:b w:val="0"/>
          <w:color w:val="000000" w:themeColor="text1"/>
        </w:rPr>
      </w:pPr>
      <w:r>
        <w:rPr>
          <w:b w:val="0"/>
        </w:rPr>
        <w:t xml:space="preserve">1.1. </w:t>
      </w:r>
      <w:r w:rsidR="00506891">
        <w:rPr>
          <w:b w:val="0"/>
        </w:rPr>
        <w:t>Одно</w:t>
      </w:r>
      <w:r w:rsidR="002B3D37">
        <w:rPr>
          <w:b w:val="0"/>
          <w:color w:val="000000" w:themeColor="text1"/>
        </w:rPr>
        <w:t xml:space="preserve">кімнатну квартиру № 141, жилою площею 12,00 </w:t>
      </w:r>
      <w:proofErr w:type="spellStart"/>
      <w:r w:rsidR="002B3D37">
        <w:rPr>
          <w:b w:val="0"/>
          <w:color w:val="000000" w:themeColor="text1"/>
        </w:rPr>
        <w:t>кв.м</w:t>
      </w:r>
      <w:proofErr w:type="spellEnd"/>
      <w:r w:rsidR="002B3D37">
        <w:rPr>
          <w:b w:val="0"/>
          <w:color w:val="000000" w:themeColor="text1"/>
        </w:rPr>
        <w:t>., загальною площею 21</w:t>
      </w:r>
      <w:r>
        <w:rPr>
          <w:b w:val="0"/>
          <w:color w:val="000000" w:themeColor="text1"/>
        </w:rPr>
        <w:t>,</w:t>
      </w:r>
      <w:r w:rsidR="002B3D37">
        <w:rPr>
          <w:b w:val="0"/>
          <w:color w:val="000000" w:themeColor="text1"/>
        </w:rPr>
        <w:t>5</w:t>
      </w:r>
      <w:r>
        <w:rPr>
          <w:b w:val="0"/>
          <w:color w:val="000000" w:themeColor="text1"/>
        </w:rPr>
        <w:t xml:space="preserve">0 </w:t>
      </w:r>
      <w:proofErr w:type="spellStart"/>
      <w:r>
        <w:rPr>
          <w:b w:val="0"/>
          <w:color w:val="000000" w:themeColor="text1"/>
        </w:rPr>
        <w:t>кв.м</w:t>
      </w:r>
      <w:proofErr w:type="spellEnd"/>
      <w:r>
        <w:rPr>
          <w:b w:val="0"/>
          <w:color w:val="000000" w:themeColor="text1"/>
        </w:rPr>
        <w:t xml:space="preserve"> , по вулиці </w:t>
      </w:r>
      <w:r w:rsidR="002B3D37">
        <w:rPr>
          <w:b w:val="0"/>
          <w:color w:val="000000" w:themeColor="text1"/>
        </w:rPr>
        <w:t>Декабристів, 39</w:t>
      </w:r>
      <w:r>
        <w:rPr>
          <w:b w:val="0"/>
          <w:color w:val="000000" w:themeColor="text1"/>
        </w:rPr>
        <w:t xml:space="preserve"> у місті </w:t>
      </w:r>
      <w:proofErr w:type="spellStart"/>
      <w:r>
        <w:rPr>
          <w:b w:val="0"/>
          <w:color w:val="000000" w:themeColor="text1"/>
        </w:rPr>
        <w:t>Бахмут</w:t>
      </w:r>
      <w:proofErr w:type="spellEnd"/>
      <w:r>
        <w:rPr>
          <w:b w:val="0"/>
          <w:color w:val="000000" w:themeColor="text1"/>
        </w:rPr>
        <w:t>.</w:t>
      </w:r>
    </w:p>
    <w:p w:rsidR="002B3D37" w:rsidRDefault="002B3D37" w:rsidP="009B5877">
      <w:pPr>
        <w:pStyle w:val="31"/>
        <w:tabs>
          <w:tab w:val="clear" w:pos="1134"/>
          <w:tab w:val="left" w:pos="0"/>
        </w:tabs>
        <w:ind w:firstLine="720"/>
        <w:rPr>
          <w:b w:val="0"/>
          <w:color w:val="000000" w:themeColor="text1"/>
        </w:rPr>
      </w:pPr>
    </w:p>
    <w:p w:rsidR="002B3D37" w:rsidRDefault="002B3D37" w:rsidP="002B3D37">
      <w:pPr>
        <w:pStyle w:val="31"/>
        <w:tabs>
          <w:tab w:val="clear" w:pos="1134"/>
          <w:tab w:val="left" w:pos="0"/>
        </w:tabs>
        <w:ind w:firstLine="720"/>
        <w:rPr>
          <w:b w:val="0"/>
          <w:color w:val="000000" w:themeColor="text1"/>
        </w:rPr>
      </w:pPr>
      <w:r>
        <w:rPr>
          <w:b w:val="0"/>
        </w:rPr>
        <w:t>1.2. Одно</w:t>
      </w:r>
      <w:r>
        <w:rPr>
          <w:b w:val="0"/>
          <w:color w:val="000000" w:themeColor="text1"/>
        </w:rPr>
        <w:t xml:space="preserve">кімнатну квартиру № 158, жилою площею 12,40 </w:t>
      </w:r>
      <w:proofErr w:type="spellStart"/>
      <w:r>
        <w:rPr>
          <w:b w:val="0"/>
          <w:color w:val="000000" w:themeColor="text1"/>
        </w:rPr>
        <w:t>кв.м</w:t>
      </w:r>
      <w:proofErr w:type="spellEnd"/>
      <w:r>
        <w:rPr>
          <w:b w:val="0"/>
          <w:color w:val="000000" w:themeColor="text1"/>
        </w:rPr>
        <w:t xml:space="preserve">., загальною площею 22,10 </w:t>
      </w:r>
      <w:proofErr w:type="spellStart"/>
      <w:r>
        <w:rPr>
          <w:b w:val="0"/>
          <w:color w:val="000000" w:themeColor="text1"/>
        </w:rPr>
        <w:t>кв.м</w:t>
      </w:r>
      <w:proofErr w:type="spellEnd"/>
      <w:r>
        <w:rPr>
          <w:b w:val="0"/>
          <w:color w:val="000000" w:themeColor="text1"/>
        </w:rPr>
        <w:t xml:space="preserve"> , по вулиці Декабристів, 39 у місті </w:t>
      </w:r>
      <w:proofErr w:type="spellStart"/>
      <w:r>
        <w:rPr>
          <w:b w:val="0"/>
          <w:color w:val="000000" w:themeColor="text1"/>
        </w:rPr>
        <w:t>Бахмут</w:t>
      </w:r>
      <w:proofErr w:type="spellEnd"/>
      <w:r>
        <w:rPr>
          <w:b w:val="0"/>
          <w:color w:val="000000" w:themeColor="text1"/>
        </w:rPr>
        <w:t>.</w:t>
      </w:r>
    </w:p>
    <w:p w:rsidR="00587926" w:rsidRPr="002B3D37" w:rsidRDefault="005A2F31" w:rsidP="00852DCE">
      <w:pPr>
        <w:pStyle w:val="31"/>
        <w:tabs>
          <w:tab w:val="left" w:pos="709"/>
        </w:tabs>
        <w:rPr>
          <w:b w:val="0"/>
          <w:color w:val="FF0000"/>
        </w:rPr>
      </w:pPr>
      <w:r>
        <w:rPr>
          <w:b w:val="0"/>
          <w:color w:val="000000"/>
          <w:szCs w:val="28"/>
        </w:rPr>
        <w:lastRenderedPageBreak/>
        <w:tab/>
      </w:r>
      <w:r w:rsidR="00B5786A" w:rsidRPr="00722648">
        <w:rPr>
          <w:b w:val="0"/>
          <w:szCs w:val="28"/>
        </w:rPr>
        <w:t>2</w:t>
      </w:r>
      <w:r w:rsidR="00587926" w:rsidRPr="00722648">
        <w:rPr>
          <w:b w:val="0"/>
        </w:rPr>
        <w:t xml:space="preserve">. </w:t>
      </w:r>
      <w:r w:rsidR="00B5786A" w:rsidRPr="00722648">
        <w:rPr>
          <w:b w:val="0"/>
        </w:rPr>
        <w:t>У</w:t>
      </w:r>
      <w:r w:rsidR="00587926" w:rsidRPr="00722648">
        <w:rPr>
          <w:b w:val="0"/>
        </w:rPr>
        <w:t>правлінн</w:t>
      </w:r>
      <w:r w:rsidR="00B5786A" w:rsidRPr="00722648">
        <w:rPr>
          <w:b w:val="0"/>
        </w:rPr>
        <w:t>ю</w:t>
      </w:r>
      <w:r w:rsidR="00587926" w:rsidRPr="00722648">
        <w:rPr>
          <w:b w:val="0"/>
        </w:rPr>
        <w:t xml:space="preserve"> розвитку міського господарства та капітального будівництва </w:t>
      </w:r>
      <w:proofErr w:type="spellStart"/>
      <w:r w:rsidR="00587926" w:rsidRPr="00722648">
        <w:rPr>
          <w:b w:val="0"/>
        </w:rPr>
        <w:t>Бахмутської</w:t>
      </w:r>
      <w:proofErr w:type="spellEnd"/>
      <w:r w:rsidR="00587926" w:rsidRPr="00722648">
        <w:rPr>
          <w:b w:val="0"/>
        </w:rPr>
        <w:t xml:space="preserve"> міської ради (</w:t>
      </w:r>
      <w:r w:rsidR="00722648">
        <w:rPr>
          <w:b w:val="0"/>
        </w:rPr>
        <w:t>Гармаш</w:t>
      </w:r>
      <w:r w:rsidR="00587926" w:rsidRPr="00722648">
        <w:rPr>
          <w:b w:val="0"/>
        </w:rPr>
        <w:t>)</w:t>
      </w:r>
      <w:r w:rsidR="00B5786A" w:rsidRPr="00722648">
        <w:rPr>
          <w:b w:val="0"/>
        </w:rPr>
        <w:t xml:space="preserve"> </w:t>
      </w:r>
      <w:r w:rsidR="00722648">
        <w:rPr>
          <w:b w:val="0"/>
        </w:rPr>
        <w:t>у журналі обліку</w:t>
      </w:r>
      <w:r w:rsidR="00722648" w:rsidRPr="00722648">
        <w:rPr>
          <w:b w:val="0"/>
        </w:rPr>
        <w:t xml:space="preserve"> службових жилих приміщень</w:t>
      </w:r>
      <w:r w:rsidR="00722648">
        <w:rPr>
          <w:b w:val="0"/>
        </w:rPr>
        <w:t xml:space="preserve"> зробити відмітку щодо виключення зазначених у п 1 даного рішення жилих приміщень з числа службових</w:t>
      </w:r>
      <w:r w:rsidR="00B5786A" w:rsidRPr="00722648">
        <w:rPr>
          <w:b w:val="0"/>
        </w:rPr>
        <w:t xml:space="preserve"> в установленому законом порядку.</w:t>
      </w:r>
    </w:p>
    <w:p w:rsidR="00587926" w:rsidRDefault="00587926" w:rsidP="00587926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:rsidR="002B3D37" w:rsidRDefault="00722648" w:rsidP="002B3D37">
      <w:pPr>
        <w:tabs>
          <w:tab w:val="left" w:pos="426"/>
          <w:tab w:val="left" w:pos="1134"/>
        </w:tabs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B3D37">
        <w:rPr>
          <w:sz w:val="28"/>
          <w:szCs w:val="28"/>
          <w:lang w:val="uk-UA"/>
        </w:rPr>
        <w:t>. Визнати таким, що втратили чинність</w:t>
      </w:r>
      <w:r w:rsidR="002B3D37" w:rsidRPr="00911C36">
        <w:rPr>
          <w:sz w:val="28"/>
          <w:szCs w:val="28"/>
          <w:lang w:val="uk-UA"/>
        </w:rPr>
        <w:t xml:space="preserve"> </w:t>
      </w:r>
      <w:r w:rsidR="004E3B90">
        <w:rPr>
          <w:sz w:val="28"/>
          <w:szCs w:val="28"/>
          <w:lang w:val="uk-UA"/>
        </w:rPr>
        <w:t xml:space="preserve">рішення, </w:t>
      </w:r>
      <w:r w:rsidR="002B3D37">
        <w:rPr>
          <w:sz w:val="28"/>
          <w:szCs w:val="28"/>
          <w:lang w:val="uk-UA"/>
        </w:rPr>
        <w:t>виконкому Артемівської міської ради:</w:t>
      </w:r>
    </w:p>
    <w:p w:rsidR="002B3D37" w:rsidRDefault="002B3D37" w:rsidP="002B3D37">
      <w:pPr>
        <w:tabs>
          <w:tab w:val="left" w:pos="426"/>
          <w:tab w:val="left" w:pos="1134"/>
        </w:tabs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 13.05.2009 № 240 «Про включення квартири до числа службових»;</w:t>
      </w:r>
    </w:p>
    <w:p w:rsidR="002B3D37" w:rsidRDefault="002B3D37" w:rsidP="002B3D37">
      <w:pPr>
        <w:tabs>
          <w:tab w:val="left" w:pos="426"/>
          <w:tab w:val="left" w:pos="1134"/>
        </w:tabs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 13.04.2011 № 187 «Про включення квартири до числа службових».</w:t>
      </w:r>
    </w:p>
    <w:p w:rsidR="002B3D37" w:rsidRDefault="002B3D37" w:rsidP="00587926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:rsidR="00587926" w:rsidRPr="008D6463" w:rsidRDefault="00722648" w:rsidP="00587926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4</w:t>
      </w:r>
      <w:r w:rsidR="002B0425">
        <w:rPr>
          <w:sz w:val="28"/>
          <w:szCs w:val="28"/>
          <w:lang w:val="uk-UA"/>
        </w:rPr>
        <w:t>.</w:t>
      </w:r>
      <w:r w:rsidR="0040472F">
        <w:rPr>
          <w:sz w:val="28"/>
          <w:szCs w:val="28"/>
          <w:lang w:val="uk-UA"/>
        </w:rPr>
        <w:t xml:space="preserve"> </w:t>
      </w:r>
      <w:r w:rsidR="00587926">
        <w:rPr>
          <w:sz w:val="28"/>
          <w:lang w:val="uk-UA"/>
        </w:rPr>
        <w:t xml:space="preserve">Координаційне забезпечення виконання рішення покласти на  заступника міського голови </w:t>
      </w:r>
      <w:r w:rsidR="00AC1427">
        <w:rPr>
          <w:sz w:val="28"/>
          <w:lang w:val="uk-UA"/>
        </w:rPr>
        <w:t>Марченка О.О.</w:t>
      </w:r>
    </w:p>
    <w:p w:rsidR="00587926" w:rsidRDefault="00587926" w:rsidP="0058792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587926" w:rsidRDefault="00587926" w:rsidP="0058792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2B3D37" w:rsidRDefault="003B0367" w:rsidP="004848EE">
      <w:pPr>
        <w:tabs>
          <w:tab w:val="left" w:pos="709"/>
          <w:tab w:val="left" w:pos="1134"/>
          <w:tab w:val="left" w:pos="7088"/>
        </w:tabs>
        <w:rPr>
          <w:b/>
          <w:sz w:val="28"/>
          <w:szCs w:val="28"/>
          <w:lang w:val="uk-UA"/>
        </w:rPr>
      </w:pPr>
      <w:r w:rsidRPr="00E42871">
        <w:rPr>
          <w:b/>
          <w:i/>
          <w:sz w:val="28"/>
          <w:szCs w:val="28"/>
          <w:lang w:val="uk-UA"/>
        </w:rPr>
        <w:t>М</w:t>
      </w:r>
      <w:r w:rsidR="00587926" w:rsidRPr="00E42871">
        <w:rPr>
          <w:b/>
          <w:i/>
          <w:sz w:val="28"/>
          <w:szCs w:val="28"/>
          <w:lang w:val="uk-UA"/>
        </w:rPr>
        <w:t>іськ</w:t>
      </w:r>
      <w:r w:rsidRPr="00E42871">
        <w:rPr>
          <w:b/>
          <w:i/>
          <w:sz w:val="28"/>
          <w:szCs w:val="28"/>
          <w:lang w:val="uk-UA"/>
        </w:rPr>
        <w:t>ий</w:t>
      </w:r>
      <w:r w:rsidR="00587926" w:rsidRPr="00E42871">
        <w:rPr>
          <w:b/>
          <w:i/>
          <w:sz w:val="28"/>
          <w:szCs w:val="28"/>
          <w:lang w:val="uk-UA"/>
        </w:rPr>
        <w:t xml:space="preserve"> голов</w:t>
      </w:r>
      <w:r w:rsidRPr="00E42871">
        <w:rPr>
          <w:b/>
          <w:i/>
          <w:sz w:val="28"/>
          <w:szCs w:val="28"/>
          <w:lang w:val="uk-UA"/>
        </w:rPr>
        <w:t>а</w:t>
      </w:r>
      <w:r w:rsidR="005A2F31">
        <w:rPr>
          <w:b/>
          <w:i/>
          <w:sz w:val="28"/>
          <w:szCs w:val="28"/>
          <w:lang w:val="uk-UA"/>
        </w:rPr>
        <w:t xml:space="preserve">                                                                         </w:t>
      </w:r>
      <w:r w:rsidRPr="00E42871">
        <w:rPr>
          <w:b/>
          <w:i/>
          <w:sz w:val="28"/>
          <w:szCs w:val="28"/>
          <w:lang w:val="uk-UA"/>
        </w:rPr>
        <w:t>О.О.РЕВА</w:t>
      </w:r>
    </w:p>
    <w:sectPr w:rsidR="002B3D37" w:rsidSect="00FE31C8">
      <w:headerReference w:type="default" r:id="rId9"/>
      <w:footerReference w:type="even" r:id="rId10"/>
      <w:footerReference w:type="default" r:id="rId11"/>
      <w:pgSz w:w="11906" w:h="16838" w:code="9"/>
      <w:pgMar w:top="1134" w:right="567" w:bottom="992" w:left="1701" w:header="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990" w:rsidRDefault="00A02990">
      <w:r>
        <w:separator/>
      </w:r>
    </w:p>
  </w:endnote>
  <w:endnote w:type="continuationSeparator" w:id="1">
    <w:p w:rsidR="00A02990" w:rsidRDefault="00A029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835" w:rsidRDefault="00D7752B" w:rsidP="007667F6">
    <w:pPr>
      <w:pStyle w:val="ab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A183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1835" w:rsidRDefault="003A1835" w:rsidP="00BC245F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835" w:rsidRPr="006509D3" w:rsidRDefault="003A1835" w:rsidP="00BC245F">
    <w:pPr>
      <w:pStyle w:val="ab"/>
      <w:ind w:right="360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990" w:rsidRDefault="00A02990">
      <w:r>
        <w:separator/>
      </w:r>
    </w:p>
  </w:footnote>
  <w:footnote w:type="continuationSeparator" w:id="1">
    <w:p w:rsidR="00A02990" w:rsidRDefault="00A029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F5A" w:rsidRDefault="00231F5A">
    <w:pPr>
      <w:pStyle w:val="a3"/>
      <w:jc w:val="center"/>
    </w:pPr>
  </w:p>
  <w:p w:rsidR="003A1835" w:rsidRDefault="003A1835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11E"/>
    <w:multiLevelType w:val="hybridMultilevel"/>
    <w:tmpl w:val="32705FE4"/>
    <w:lvl w:ilvl="0" w:tplc="05DE7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033542D3"/>
    <w:multiLevelType w:val="hybridMultilevel"/>
    <w:tmpl w:val="3702B940"/>
    <w:lvl w:ilvl="0" w:tplc="B7DE5B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4973770"/>
    <w:multiLevelType w:val="hybridMultilevel"/>
    <w:tmpl w:val="8B24600C"/>
    <w:lvl w:ilvl="0" w:tplc="6374ADA8">
      <w:start w:val="3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">
    <w:nsid w:val="109E211A"/>
    <w:multiLevelType w:val="multilevel"/>
    <w:tmpl w:val="DF9851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  <w:b/>
        <w:i/>
      </w:rPr>
    </w:lvl>
  </w:abstractNum>
  <w:abstractNum w:abstractNumId="4">
    <w:nsid w:val="125B5C83"/>
    <w:multiLevelType w:val="multilevel"/>
    <w:tmpl w:val="CDB42A2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5">
    <w:nsid w:val="15A344B0"/>
    <w:multiLevelType w:val="hybridMultilevel"/>
    <w:tmpl w:val="C15459C4"/>
    <w:lvl w:ilvl="0" w:tplc="23A4A22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062C2"/>
    <w:multiLevelType w:val="hybridMultilevel"/>
    <w:tmpl w:val="53E4DE86"/>
    <w:lvl w:ilvl="0" w:tplc="F4421A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EC93D0C"/>
    <w:multiLevelType w:val="multilevel"/>
    <w:tmpl w:val="5AF6085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  <w:i/>
      </w:rPr>
    </w:lvl>
  </w:abstractNum>
  <w:abstractNum w:abstractNumId="8">
    <w:nsid w:val="29155845"/>
    <w:multiLevelType w:val="hybridMultilevel"/>
    <w:tmpl w:val="E6D4E5AC"/>
    <w:lvl w:ilvl="0" w:tplc="46268A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2F0B7918"/>
    <w:multiLevelType w:val="hybridMultilevel"/>
    <w:tmpl w:val="04768BE8"/>
    <w:lvl w:ilvl="0" w:tplc="BE5ECAC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</w:rPr>
    </w:lvl>
    <w:lvl w:ilvl="1" w:tplc="C99032CA">
      <w:numFmt w:val="none"/>
      <w:lvlText w:val=""/>
      <w:lvlJc w:val="left"/>
      <w:pPr>
        <w:tabs>
          <w:tab w:val="num" w:pos="360"/>
        </w:tabs>
      </w:pPr>
    </w:lvl>
    <w:lvl w:ilvl="2" w:tplc="DF14C10C">
      <w:numFmt w:val="none"/>
      <w:lvlText w:val=""/>
      <w:lvlJc w:val="left"/>
      <w:pPr>
        <w:tabs>
          <w:tab w:val="num" w:pos="360"/>
        </w:tabs>
      </w:pPr>
    </w:lvl>
    <w:lvl w:ilvl="3" w:tplc="A5C29400">
      <w:numFmt w:val="none"/>
      <w:lvlText w:val=""/>
      <w:lvlJc w:val="left"/>
      <w:pPr>
        <w:tabs>
          <w:tab w:val="num" w:pos="360"/>
        </w:tabs>
      </w:pPr>
    </w:lvl>
    <w:lvl w:ilvl="4" w:tplc="3148E652">
      <w:numFmt w:val="none"/>
      <w:lvlText w:val=""/>
      <w:lvlJc w:val="left"/>
      <w:pPr>
        <w:tabs>
          <w:tab w:val="num" w:pos="360"/>
        </w:tabs>
      </w:pPr>
    </w:lvl>
    <w:lvl w:ilvl="5" w:tplc="61D2404C">
      <w:numFmt w:val="none"/>
      <w:lvlText w:val=""/>
      <w:lvlJc w:val="left"/>
      <w:pPr>
        <w:tabs>
          <w:tab w:val="num" w:pos="360"/>
        </w:tabs>
      </w:pPr>
    </w:lvl>
    <w:lvl w:ilvl="6" w:tplc="19CC2E12">
      <w:numFmt w:val="none"/>
      <w:lvlText w:val=""/>
      <w:lvlJc w:val="left"/>
      <w:pPr>
        <w:tabs>
          <w:tab w:val="num" w:pos="360"/>
        </w:tabs>
      </w:pPr>
    </w:lvl>
    <w:lvl w:ilvl="7" w:tplc="F16EAE36">
      <w:numFmt w:val="none"/>
      <w:lvlText w:val=""/>
      <w:lvlJc w:val="left"/>
      <w:pPr>
        <w:tabs>
          <w:tab w:val="num" w:pos="360"/>
        </w:tabs>
      </w:pPr>
    </w:lvl>
    <w:lvl w:ilvl="8" w:tplc="D9425E9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61F7E3E"/>
    <w:multiLevelType w:val="hybridMultilevel"/>
    <w:tmpl w:val="E6D4E5AC"/>
    <w:lvl w:ilvl="0" w:tplc="46268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396761EF"/>
    <w:multiLevelType w:val="hybridMultilevel"/>
    <w:tmpl w:val="4300D376"/>
    <w:lvl w:ilvl="0" w:tplc="7958C1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A31596"/>
    <w:multiLevelType w:val="multilevel"/>
    <w:tmpl w:val="B6CE78E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abstractNum w:abstractNumId="13">
    <w:nsid w:val="4DCB214D"/>
    <w:multiLevelType w:val="multilevel"/>
    <w:tmpl w:val="8AD6A5F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i/>
      </w:rPr>
    </w:lvl>
  </w:abstractNum>
  <w:abstractNum w:abstractNumId="14">
    <w:nsid w:val="504A5CC3"/>
    <w:multiLevelType w:val="multilevel"/>
    <w:tmpl w:val="E49CF7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58916AC9"/>
    <w:multiLevelType w:val="multilevel"/>
    <w:tmpl w:val="ED9E6C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6ED6566D"/>
    <w:multiLevelType w:val="hybridMultilevel"/>
    <w:tmpl w:val="BEE4BB4C"/>
    <w:lvl w:ilvl="0" w:tplc="3786746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F3752E2"/>
    <w:multiLevelType w:val="hybridMultilevel"/>
    <w:tmpl w:val="12EEA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BF51F3"/>
    <w:multiLevelType w:val="multilevel"/>
    <w:tmpl w:val="373A0D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18"/>
  </w:num>
  <w:num w:numId="5">
    <w:abstractNumId w:val="4"/>
  </w:num>
  <w:num w:numId="6">
    <w:abstractNumId w:val="2"/>
  </w:num>
  <w:num w:numId="7">
    <w:abstractNumId w:val="7"/>
  </w:num>
  <w:num w:numId="8">
    <w:abstractNumId w:val="13"/>
  </w:num>
  <w:num w:numId="9">
    <w:abstractNumId w:val="15"/>
  </w:num>
  <w:num w:numId="10">
    <w:abstractNumId w:val="14"/>
  </w:num>
  <w:num w:numId="11">
    <w:abstractNumId w:val="17"/>
  </w:num>
  <w:num w:numId="12">
    <w:abstractNumId w:val="11"/>
  </w:num>
  <w:num w:numId="13">
    <w:abstractNumId w:val="0"/>
  </w:num>
  <w:num w:numId="14">
    <w:abstractNumId w:val="6"/>
  </w:num>
  <w:num w:numId="15">
    <w:abstractNumId w:val="10"/>
  </w:num>
  <w:num w:numId="16">
    <w:abstractNumId w:val="8"/>
  </w:num>
  <w:num w:numId="17">
    <w:abstractNumId w:val="12"/>
  </w:num>
  <w:num w:numId="18">
    <w:abstractNumId w:val="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7808D6"/>
    <w:rsid w:val="000000D4"/>
    <w:rsid w:val="000004E4"/>
    <w:rsid w:val="0000063D"/>
    <w:rsid w:val="00000725"/>
    <w:rsid w:val="00000ACB"/>
    <w:rsid w:val="00001909"/>
    <w:rsid w:val="00004097"/>
    <w:rsid w:val="000040D7"/>
    <w:rsid w:val="0000562B"/>
    <w:rsid w:val="00006545"/>
    <w:rsid w:val="00007441"/>
    <w:rsid w:val="00007658"/>
    <w:rsid w:val="00007B1D"/>
    <w:rsid w:val="00007EC8"/>
    <w:rsid w:val="000101F4"/>
    <w:rsid w:val="000104CD"/>
    <w:rsid w:val="0001063C"/>
    <w:rsid w:val="00012690"/>
    <w:rsid w:val="00012879"/>
    <w:rsid w:val="00013C21"/>
    <w:rsid w:val="00016C00"/>
    <w:rsid w:val="00016C04"/>
    <w:rsid w:val="00017318"/>
    <w:rsid w:val="00017CD8"/>
    <w:rsid w:val="00017FC4"/>
    <w:rsid w:val="00020073"/>
    <w:rsid w:val="000209D8"/>
    <w:rsid w:val="00020CDD"/>
    <w:rsid w:val="000211D0"/>
    <w:rsid w:val="00021340"/>
    <w:rsid w:val="000216B9"/>
    <w:rsid w:val="000223AB"/>
    <w:rsid w:val="000238CE"/>
    <w:rsid w:val="00024EEA"/>
    <w:rsid w:val="00025B5F"/>
    <w:rsid w:val="00025ED6"/>
    <w:rsid w:val="00025F20"/>
    <w:rsid w:val="00026CBB"/>
    <w:rsid w:val="000277E6"/>
    <w:rsid w:val="00027894"/>
    <w:rsid w:val="000279F6"/>
    <w:rsid w:val="00027AEF"/>
    <w:rsid w:val="00030DBE"/>
    <w:rsid w:val="00030FB6"/>
    <w:rsid w:val="0003248A"/>
    <w:rsid w:val="00032B28"/>
    <w:rsid w:val="00033529"/>
    <w:rsid w:val="00033B87"/>
    <w:rsid w:val="000355E5"/>
    <w:rsid w:val="0003566E"/>
    <w:rsid w:val="00036588"/>
    <w:rsid w:val="000405FD"/>
    <w:rsid w:val="000408F3"/>
    <w:rsid w:val="00041FD4"/>
    <w:rsid w:val="00042966"/>
    <w:rsid w:val="00043071"/>
    <w:rsid w:val="0004327F"/>
    <w:rsid w:val="0004335C"/>
    <w:rsid w:val="00044AA8"/>
    <w:rsid w:val="0004541B"/>
    <w:rsid w:val="00045518"/>
    <w:rsid w:val="000457BB"/>
    <w:rsid w:val="00045975"/>
    <w:rsid w:val="00047261"/>
    <w:rsid w:val="00050C50"/>
    <w:rsid w:val="00050F17"/>
    <w:rsid w:val="000512E6"/>
    <w:rsid w:val="00052038"/>
    <w:rsid w:val="000547B5"/>
    <w:rsid w:val="00054A86"/>
    <w:rsid w:val="00054DDE"/>
    <w:rsid w:val="000553BA"/>
    <w:rsid w:val="00055959"/>
    <w:rsid w:val="000560D2"/>
    <w:rsid w:val="000563ED"/>
    <w:rsid w:val="000565C5"/>
    <w:rsid w:val="000569B8"/>
    <w:rsid w:val="00057CE2"/>
    <w:rsid w:val="00057D81"/>
    <w:rsid w:val="00060419"/>
    <w:rsid w:val="0006109C"/>
    <w:rsid w:val="00061454"/>
    <w:rsid w:val="00061DBF"/>
    <w:rsid w:val="00062201"/>
    <w:rsid w:val="0006307E"/>
    <w:rsid w:val="000635F9"/>
    <w:rsid w:val="000637EB"/>
    <w:rsid w:val="000638AD"/>
    <w:rsid w:val="00063C80"/>
    <w:rsid w:val="00065D00"/>
    <w:rsid w:val="00066869"/>
    <w:rsid w:val="0007075E"/>
    <w:rsid w:val="00070B2A"/>
    <w:rsid w:val="00071BB2"/>
    <w:rsid w:val="000730E3"/>
    <w:rsid w:val="0007328D"/>
    <w:rsid w:val="000750A4"/>
    <w:rsid w:val="00076235"/>
    <w:rsid w:val="00076263"/>
    <w:rsid w:val="00076F45"/>
    <w:rsid w:val="00076FD7"/>
    <w:rsid w:val="000772C6"/>
    <w:rsid w:val="000772FD"/>
    <w:rsid w:val="0007739F"/>
    <w:rsid w:val="00077841"/>
    <w:rsid w:val="0008052C"/>
    <w:rsid w:val="0008249A"/>
    <w:rsid w:val="00083BCC"/>
    <w:rsid w:val="00083F4E"/>
    <w:rsid w:val="00084C2F"/>
    <w:rsid w:val="00084E4C"/>
    <w:rsid w:val="00084EE3"/>
    <w:rsid w:val="00085A8B"/>
    <w:rsid w:val="00085F62"/>
    <w:rsid w:val="0008706A"/>
    <w:rsid w:val="000873C3"/>
    <w:rsid w:val="000876D5"/>
    <w:rsid w:val="000927B9"/>
    <w:rsid w:val="00092831"/>
    <w:rsid w:val="00092AB9"/>
    <w:rsid w:val="00092BF1"/>
    <w:rsid w:val="000930C1"/>
    <w:rsid w:val="00093200"/>
    <w:rsid w:val="00093853"/>
    <w:rsid w:val="00093B52"/>
    <w:rsid w:val="0009527E"/>
    <w:rsid w:val="000955C4"/>
    <w:rsid w:val="00097786"/>
    <w:rsid w:val="000A0157"/>
    <w:rsid w:val="000A1C65"/>
    <w:rsid w:val="000A35A7"/>
    <w:rsid w:val="000A45A0"/>
    <w:rsid w:val="000A547B"/>
    <w:rsid w:val="000A5706"/>
    <w:rsid w:val="000A6462"/>
    <w:rsid w:val="000A74B2"/>
    <w:rsid w:val="000B131F"/>
    <w:rsid w:val="000B1ADC"/>
    <w:rsid w:val="000B1EEF"/>
    <w:rsid w:val="000B2740"/>
    <w:rsid w:val="000B378E"/>
    <w:rsid w:val="000B42E4"/>
    <w:rsid w:val="000B4446"/>
    <w:rsid w:val="000B5930"/>
    <w:rsid w:val="000B6015"/>
    <w:rsid w:val="000B6D01"/>
    <w:rsid w:val="000B6FC1"/>
    <w:rsid w:val="000B78E1"/>
    <w:rsid w:val="000C0554"/>
    <w:rsid w:val="000C1A13"/>
    <w:rsid w:val="000C2ADA"/>
    <w:rsid w:val="000C2E01"/>
    <w:rsid w:val="000C3535"/>
    <w:rsid w:val="000C36CD"/>
    <w:rsid w:val="000C36E6"/>
    <w:rsid w:val="000C4239"/>
    <w:rsid w:val="000C4466"/>
    <w:rsid w:val="000C48ED"/>
    <w:rsid w:val="000C6002"/>
    <w:rsid w:val="000C60C0"/>
    <w:rsid w:val="000C675C"/>
    <w:rsid w:val="000C6B6B"/>
    <w:rsid w:val="000C7CF8"/>
    <w:rsid w:val="000D09B3"/>
    <w:rsid w:val="000D10DB"/>
    <w:rsid w:val="000D16F6"/>
    <w:rsid w:val="000D1858"/>
    <w:rsid w:val="000D2A28"/>
    <w:rsid w:val="000D2E87"/>
    <w:rsid w:val="000D3898"/>
    <w:rsid w:val="000D42EB"/>
    <w:rsid w:val="000D4CA1"/>
    <w:rsid w:val="000D4D64"/>
    <w:rsid w:val="000D6264"/>
    <w:rsid w:val="000D711A"/>
    <w:rsid w:val="000E0C40"/>
    <w:rsid w:val="000E11AF"/>
    <w:rsid w:val="000E1541"/>
    <w:rsid w:val="000E1D18"/>
    <w:rsid w:val="000E3B63"/>
    <w:rsid w:val="000E5B8E"/>
    <w:rsid w:val="000E6D04"/>
    <w:rsid w:val="000E75AC"/>
    <w:rsid w:val="000E7F9D"/>
    <w:rsid w:val="000F13B0"/>
    <w:rsid w:val="000F17FE"/>
    <w:rsid w:val="000F23DD"/>
    <w:rsid w:val="000F48C2"/>
    <w:rsid w:val="000F5361"/>
    <w:rsid w:val="000F5610"/>
    <w:rsid w:val="000F58FA"/>
    <w:rsid w:val="000F5D84"/>
    <w:rsid w:val="000F75DE"/>
    <w:rsid w:val="000F77F3"/>
    <w:rsid w:val="000F7C96"/>
    <w:rsid w:val="00100EA6"/>
    <w:rsid w:val="001016CF"/>
    <w:rsid w:val="00102887"/>
    <w:rsid w:val="00102976"/>
    <w:rsid w:val="00105899"/>
    <w:rsid w:val="0010614E"/>
    <w:rsid w:val="001065DB"/>
    <w:rsid w:val="0010733B"/>
    <w:rsid w:val="00111008"/>
    <w:rsid w:val="001117A0"/>
    <w:rsid w:val="0011219A"/>
    <w:rsid w:val="0011289E"/>
    <w:rsid w:val="00112991"/>
    <w:rsid w:val="001132EC"/>
    <w:rsid w:val="00113E45"/>
    <w:rsid w:val="001147E9"/>
    <w:rsid w:val="001151B7"/>
    <w:rsid w:val="00115657"/>
    <w:rsid w:val="00115F6B"/>
    <w:rsid w:val="001163C8"/>
    <w:rsid w:val="00116466"/>
    <w:rsid w:val="00116DBF"/>
    <w:rsid w:val="00116F61"/>
    <w:rsid w:val="001171F3"/>
    <w:rsid w:val="00117E78"/>
    <w:rsid w:val="00120BA1"/>
    <w:rsid w:val="001224DD"/>
    <w:rsid w:val="00122DAA"/>
    <w:rsid w:val="00123D99"/>
    <w:rsid w:val="0013119F"/>
    <w:rsid w:val="00131482"/>
    <w:rsid w:val="001315BB"/>
    <w:rsid w:val="0013166C"/>
    <w:rsid w:val="00131907"/>
    <w:rsid w:val="00131E1C"/>
    <w:rsid w:val="00133019"/>
    <w:rsid w:val="00134456"/>
    <w:rsid w:val="001349BD"/>
    <w:rsid w:val="00134E23"/>
    <w:rsid w:val="00134E65"/>
    <w:rsid w:val="00136D81"/>
    <w:rsid w:val="001372BC"/>
    <w:rsid w:val="00137747"/>
    <w:rsid w:val="001400F4"/>
    <w:rsid w:val="001404B1"/>
    <w:rsid w:val="0014054F"/>
    <w:rsid w:val="00140A8A"/>
    <w:rsid w:val="0014147E"/>
    <w:rsid w:val="001414EE"/>
    <w:rsid w:val="00141DA8"/>
    <w:rsid w:val="00141F23"/>
    <w:rsid w:val="00142823"/>
    <w:rsid w:val="001435F7"/>
    <w:rsid w:val="0014388D"/>
    <w:rsid w:val="00144005"/>
    <w:rsid w:val="001450D3"/>
    <w:rsid w:val="00145307"/>
    <w:rsid w:val="001453E3"/>
    <w:rsid w:val="0014666E"/>
    <w:rsid w:val="001466E7"/>
    <w:rsid w:val="00146743"/>
    <w:rsid w:val="00146E8B"/>
    <w:rsid w:val="00147A5E"/>
    <w:rsid w:val="001504A3"/>
    <w:rsid w:val="00150C33"/>
    <w:rsid w:val="0015121D"/>
    <w:rsid w:val="001520C6"/>
    <w:rsid w:val="001549D3"/>
    <w:rsid w:val="00155039"/>
    <w:rsid w:val="00155A1B"/>
    <w:rsid w:val="001566E9"/>
    <w:rsid w:val="00156B44"/>
    <w:rsid w:val="00156DDF"/>
    <w:rsid w:val="00157205"/>
    <w:rsid w:val="00157FFD"/>
    <w:rsid w:val="00160058"/>
    <w:rsid w:val="001619AF"/>
    <w:rsid w:val="001635C7"/>
    <w:rsid w:val="00163A42"/>
    <w:rsid w:val="00163BC9"/>
    <w:rsid w:val="00164065"/>
    <w:rsid w:val="0016528A"/>
    <w:rsid w:val="001653FA"/>
    <w:rsid w:val="0016557C"/>
    <w:rsid w:val="00165D50"/>
    <w:rsid w:val="00165F79"/>
    <w:rsid w:val="00166840"/>
    <w:rsid w:val="001708B0"/>
    <w:rsid w:val="0017115F"/>
    <w:rsid w:val="00171201"/>
    <w:rsid w:val="001714C0"/>
    <w:rsid w:val="0017201D"/>
    <w:rsid w:val="0017339F"/>
    <w:rsid w:val="00173AD7"/>
    <w:rsid w:val="0017414B"/>
    <w:rsid w:val="0017429A"/>
    <w:rsid w:val="001742EB"/>
    <w:rsid w:val="00175ED9"/>
    <w:rsid w:val="00176022"/>
    <w:rsid w:val="00176E56"/>
    <w:rsid w:val="0017774D"/>
    <w:rsid w:val="001817F5"/>
    <w:rsid w:val="00182030"/>
    <w:rsid w:val="0018262C"/>
    <w:rsid w:val="001832D1"/>
    <w:rsid w:val="00183D0C"/>
    <w:rsid w:val="00184227"/>
    <w:rsid w:val="001867D2"/>
    <w:rsid w:val="00186A84"/>
    <w:rsid w:val="00186BCF"/>
    <w:rsid w:val="00186C40"/>
    <w:rsid w:val="00187BA7"/>
    <w:rsid w:val="001912BF"/>
    <w:rsid w:val="00191E87"/>
    <w:rsid w:val="001929B6"/>
    <w:rsid w:val="001941F3"/>
    <w:rsid w:val="00195335"/>
    <w:rsid w:val="00196A0A"/>
    <w:rsid w:val="00196E4F"/>
    <w:rsid w:val="001972C2"/>
    <w:rsid w:val="00197885"/>
    <w:rsid w:val="001978D0"/>
    <w:rsid w:val="001A01FA"/>
    <w:rsid w:val="001A0519"/>
    <w:rsid w:val="001A4ABE"/>
    <w:rsid w:val="001A4B17"/>
    <w:rsid w:val="001A4D0E"/>
    <w:rsid w:val="001A679D"/>
    <w:rsid w:val="001A6B04"/>
    <w:rsid w:val="001A6BEC"/>
    <w:rsid w:val="001A6C87"/>
    <w:rsid w:val="001A76EC"/>
    <w:rsid w:val="001A7AF5"/>
    <w:rsid w:val="001A7BD6"/>
    <w:rsid w:val="001B1A19"/>
    <w:rsid w:val="001B2628"/>
    <w:rsid w:val="001B2A6C"/>
    <w:rsid w:val="001B2A99"/>
    <w:rsid w:val="001B3321"/>
    <w:rsid w:val="001B3B94"/>
    <w:rsid w:val="001B3F6C"/>
    <w:rsid w:val="001B435B"/>
    <w:rsid w:val="001B52E2"/>
    <w:rsid w:val="001B541B"/>
    <w:rsid w:val="001B584F"/>
    <w:rsid w:val="001B6D8B"/>
    <w:rsid w:val="001B7E2A"/>
    <w:rsid w:val="001C069C"/>
    <w:rsid w:val="001C0A31"/>
    <w:rsid w:val="001C3B34"/>
    <w:rsid w:val="001C3B5A"/>
    <w:rsid w:val="001C49BA"/>
    <w:rsid w:val="001C5195"/>
    <w:rsid w:val="001C5670"/>
    <w:rsid w:val="001C58B4"/>
    <w:rsid w:val="001C6543"/>
    <w:rsid w:val="001C73B1"/>
    <w:rsid w:val="001C7D99"/>
    <w:rsid w:val="001D19B6"/>
    <w:rsid w:val="001D1BB3"/>
    <w:rsid w:val="001D2A8F"/>
    <w:rsid w:val="001D2DB8"/>
    <w:rsid w:val="001D317C"/>
    <w:rsid w:val="001D361E"/>
    <w:rsid w:val="001D3753"/>
    <w:rsid w:val="001D44FB"/>
    <w:rsid w:val="001D5903"/>
    <w:rsid w:val="001D5922"/>
    <w:rsid w:val="001D651F"/>
    <w:rsid w:val="001D6D3B"/>
    <w:rsid w:val="001D7406"/>
    <w:rsid w:val="001D7878"/>
    <w:rsid w:val="001D7BC4"/>
    <w:rsid w:val="001E03F6"/>
    <w:rsid w:val="001E05C2"/>
    <w:rsid w:val="001E0ED9"/>
    <w:rsid w:val="001E1F64"/>
    <w:rsid w:val="001E5854"/>
    <w:rsid w:val="001E761C"/>
    <w:rsid w:val="001E7812"/>
    <w:rsid w:val="001F10FE"/>
    <w:rsid w:val="001F27C4"/>
    <w:rsid w:val="001F2886"/>
    <w:rsid w:val="001F35FB"/>
    <w:rsid w:val="001F37BC"/>
    <w:rsid w:val="001F46FE"/>
    <w:rsid w:val="001F5631"/>
    <w:rsid w:val="001F60C2"/>
    <w:rsid w:val="001F7DEF"/>
    <w:rsid w:val="0020115C"/>
    <w:rsid w:val="00201550"/>
    <w:rsid w:val="002015BD"/>
    <w:rsid w:val="00201688"/>
    <w:rsid w:val="002027D9"/>
    <w:rsid w:val="002028A3"/>
    <w:rsid w:val="00204AE8"/>
    <w:rsid w:val="00205694"/>
    <w:rsid w:val="00205AA1"/>
    <w:rsid w:val="002100DD"/>
    <w:rsid w:val="002125C1"/>
    <w:rsid w:val="002126A6"/>
    <w:rsid w:val="00212F9F"/>
    <w:rsid w:val="002142F2"/>
    <w:rsid w:val="0021491D"/>
    <w:rsid w:val="00216F82"/>
    <w:rsid w:val="00217239"/>
    <w:rsid w:val="00217310"/>
    <w:rsid w:val="00217B24"/>
    <w:rsid w:val="00220416"/>
    <w:rsid w:val="0022042E"/>
    <w:rsid w:val="0022077D"/>
    <w:rsid w:val="002209E1"/>
    <w:rsid w:val="0022143A"/>
    <w:rsid w:val="00221AF6"/>
    <w:rsid w:val="002222A9"/>
    <w:rsid w:val="00222541"/>
    <w:rsid w:val="0022287A"/>
    <w:rsid w:val="00222950"/>
    <w:rsid w:val="00222D01"/>
    <w:rsid w:val="00223DB1"/>
    <w:rsid w:val="0022488E"/>
    <w:rsid w:val="00225646"/>
    <w:rsid w:val="002259F0"/>
    <w:rsid w:val="002269C8"/>
    <w:rsid w:val="00226BFE"/>
    <w:rsid w:val="00230102"/>
    <w:rsid w:val="00231F5A"/>
    <w:rsid w:val="00232042"/>
    <w:rsid w:val="002329A0"/>
    <w:rsid w:val="00232C5D"/>
    <w:rsid w:val="002347E7"/>
    <w:rsid w:val="00234C1D"/>
    <w:rsid w:val="00234E26"/>
    <w:rsid w:val="00235764"/>
    <w:rsid w:val="002364F8"/>
    <w:rsid w:val="002367E2"/>
    <w:rsid w:val="0023690E"/>
    <w:rsid w:val="00236A92"/>
    <w:rsid w:val="00237528"/>
    <w:rsid w:val="00237D37"/>
    <w:rsid w:val="0024018D"/>
    <w:rsid w:val="0024080F"/>
    <w:rsid w:val="002410C0"/>
    <w:rsid w:val="00241F42"/>
    <w:rsid w:val="002421B8"/>
    <w:rsid w:val="00242A14"/>
    <w:rsid w:val="00242C6D"/>
    <w:rsid w:val="0024576F"/>
    <w:rsid w:val="00245F06"/>
    <w:rsid w:val="00245FAF"/>
    <w:rsid w:val="0025016D"/>
    <w:rsid w:val="002505A8"/>
    <w:rsid w:val="00250C4F"/>
    <w:rsid w:val="00250E3B"/>
    <w:rsid w:val="00250EC2"/>
    <w:rsid w:val="00251360"/>
    <w:rsid w:val="00251D6A"/>
    <w:rsid w:val="00252A1E"/>
    <w:rsid w:val="00254CCB"/>
    <w:rsid w:val="002561CC"/>
    <w:rsid w:val="002566BE"/>
    <w:rsid w:val="00256F6D"/>
    <w:rsid w:val="0025774D"/>
    <w:rsid w:val="002605E3"/>
    <w:rsid w:val="00260A39"/>
    <w:rsid w:val="00261DFD"/>
    <w:rsid w:val="00261F95"/>
    <w:rsid w:val="00262255"/>
    <w:rsid w:val="00263980"/>
    <w:rsid w:val="00264626"/>
    <w:rsid w:val="00264639"/>
    <w:rsid w:val="002652B7"/>
    <w:rsid w:val="00265C83"/>
    <w:rsid w:val="00267C5B"/>
    <w:rsid w:val="002701EF"/>
    <w:rsid w:val="002702F5"/>
    <w:rsid w:val="00271164"/>
    <w:rsid w:val="0027200F"/>
    <w:rsid w:val="0027221B"/>
    <w:rsid w:val="00273391"/>
    <w:rsid w:val="00273A77"/>
    <w:rsid w:val="00274054"/>
    <w:rsid w:val="00274E9E"/>
    <w:rsid w:val="0027516C"/>
    <w:rsid w:val="002757FE"/>
    <w:rsid w:val="0027773D"/>
    <w:rsid w:val="00280C8D"/>
    <w:rsid w:val="00280D83"/>
    <w:rsid w:val="0028320A"/>
    <w:rsid w:val="00284721"/>
    <w:rsid w:val="002853C2"/>
    <w:rsid w:val="00285A31"/>
    <w:rsid w:val="002864F5"/>
    <w:rsid w:val="0028659D"/>
    <w:rsid w:val="00286B35"/>
    <w:rsid w:val="00290F6F"/>
    <w:rsid w:val="0029113F"/>
    <w:rsid w:val="00291379"/>
    <w:rsid w:val="00292104"/>
    <w:rsid w:val="002925FF"/>
    <w:rsid w:val="00292CBD"/>
    <w:rsid w:val="00292DC1"/>
    <w:rsid w:val="00292DDC"/>
    <w:rsid w:val="00293472"/>
    <w:rsid w:val="002945E0"/>
    <w:rsid w:val="00294A15"/>
    <w:rsid w:val="00294D23"/>
    <w:rsid w:val="0029518C"/>
    <w:rsid w:val="0029570D"/>
    <w:rsid w:val="0029594F"/>
    <w:rsid w:val="00296244"/>
    <w:rsid w:val="00296470"/>
    <w:rsid w:val="00297837"/>
    <w:rsid w:val="00297DC7"/>
    <w:rsid w:val="002A1DAE"/>
    <w:rsid w:val="002A2422"/>
    <w:rsid w:val="002A2F20"/>
    <w:rsid w:val="002A34F1"/>
    <w:rsid w:val="002A3853"/>
    <w:rsid w:val="002A3E70"/>
    <w:rsid w:val="002A4E2C"/>
    <w:rsid w:val="002A4FD0"/>
    <w:rsid w:val="002A7136"/>
    <w:rsid w:val="002A7A92"/>
    <w:rsid w:val="002A7B0A"/>
    <w:rsid w:val="002B0425"/>
    <w:rsid w:val="002B206A"/>
    <w:rsid w:val="002B3830"/>
    <w:rsid w:val="002B3B5F"/>
    <w:rsid w:val="002B3D37"/>
    <w:rsid w:val="002B4B52"/>
    <w:rsid w:val="002B5181"/>
    <w:rsid w:val="002B5898"/>
    <w:rsid w:val="002B6F1A"/>
    <w:rsid w:val="002B7EFA"/>
    <w:rsid w:val="002C0088"/>
    <w:rsid w:val="002C2658"/>
    <w:rsid w:val="002C5456"/>
    <w:rsid w:val="002C583B"/>
    <w:rsid w:val="002C7A46"/>
    <w:rsid w:val="002D0A4F"/>
    <w:rsid w:val="002D174E"/>
    <w:rsid w:val="002D24D1"/>
    <w:rsid w:val="002D3F92"/>
    <w:rsid w:val="002D446E"/>
    <w:rsid w:val="002D48CD"/>
    <w:rsid w:val="002D4904"/>
    <w:rsid w:val="002D532E"/>
    <w:rsid w:val="002D59B0"/>
    <w:rsid w:val="002D62B6"/>
    <w:rsid w:val="002D755A"/>
    <w:rsid w:val="002E0306"/>
    <w:rsid w:val="002E04E3"/>
    <w:rsid w:val="002E0899"/>
    <w:rsid w:val="002E0A7E"/>
    <w:rsid w:val="002E0F5B"/>
    <w:rsid w:val="002E2171"/>
    <w:rsid w:val="002E243D"/>
    <w:rsid w:val="002E2CD4"/>
    <w:rsid w:val="002E2FCF"/>
    <w:rsid w:val="002E3508"/>
    <w:rsid w:val="002E3F77"/>
    <w:rsid w:val="002E43F4"/>
    <w:rsid w:val="002E4553"/>
    <w:rsid w:val="002E5701"/>
    <w:rsid w:val="002E58A2"/>
    <w:rsid w:val="002E65D2"/>
    <w:rsid w:val="002E66AE"/>
    <w:rsid w:val="002E745A"/>
    <w:rsid w:val="002E7806"/>
    <w:rsid w:val="002E7947"/>
    <w:rsid w:val="002F072E"/>
    <w:rsid w:val="002F1249"/>
    <w:rsid w:val="002F287D"/>
    <w:rsid w:val="002F2BF5"/>
    <w:rsid w:val="002F2EBF"/>
    <w:rsid w:val="002F3625"/>
    <w:rsid w:val="002F61E8"/>
    <w:rsid w:val="002F6229"/>
    <w:rsid w:val="002F682F"/>
    <w:rsid w:val="0030108A"/>
    <w:rsid w:val="003013C1"/>
    <w:rsid w:val="00303FBA"/>
    <w:rsid w:val="003045D9"/>
    <w:rsid w:val="003047C4"/>
    <w:rsid w:val="00304C94"/>
    <w:rsid w:val="003056F0"/>
    <w:rsid w:val="00305FCF"/>
    <w:rsid w:val="00306842"/>
    <w:rsid w:val="00307143"/>
    <w:rsid w:val="003071A4"/>
    <w:rsid w:val="0030723F"/>
    <w:rsid w:val="00307427"/>
    <w:rsid w:val="003103EB"/>
    <w:rsid w:val="00311D07"/>
    <w:rsid w:val="00311D10"/>
    <w:rsid w:val="00311D53"/>
    <w:rsid w:val="00312F00"/>
    <w:rsid w:val="00313A5C"/>
    <w:rsid w:val="003145B6"/>
    <w:rsid w:val="00314D49"/>
    <w:rsid w:val="00314E79"/>
    <w:rsid w:val="003158C0"/>
    <w:rsid w:val="00315F86"/>
    <w:rsid w:val="0031643B"/>
    <w:rsid w:val="0031643F"/>
    <w:rsid w:val="003177C1"/>
    <w:rsid w:val="00321028"/>
    <w:rsid w:val="0032124D"/>
    <w:rsid w:val="003216D7"/>
    <w:rsid w:val="003217FA"/>
    <w:rsid w:val="00321962"/>
    <w:rsid w:val="00321F15"/>
    <w:rsid w:val="00322707"/>
    <w:rsid w:val="003229BE"/>
    <w:rsid w:val="00323318"/>
    <w:rsid w:val="00324237"/>
    <w:rsid w:val="00324772"/>
    <w:rsid w:val="00324B42"/>
    <w:rsid w:val="00325936"/>
    <w:rsid w:val="003262F7"/>
    <w:rsid w:val="0032683C"/>
    <w:rsid w:val="00327092"/>
    <w:rsid w:val="00327264"/>
    <w:rsid w:val="00330FE8"/>
    <w:rsid w:val="003311B5"/>
    <w:rsid w:val="003320B3"/>
    <w:rsid w:val="0033227A"/>
    <w:rsid w:val="0033235A"/>
    <w:rsid w:val="00332A92"/>
    <w:rsid w:val="00332D13"/>
    <w:rsid w:val="00333F6D"/>
    <w:rsid w:val="0033402E"/>
    <w:rsid w:val="00334F48"/>
    <w:rsid w:val="00335E5D"/>
    <w:rsid w:val="00336FE6"/>
    <w:rsid w:val="00337369"/>
    <w:rsid w:val="003378EA"/>
    <w:rsid w:val="00337B3E"/>
    <w:rsid w:val="00337F1C"/>
    <w:rsid w:val="00340AAF"/>
    <w:rsid w:val="00341B9F"/>
    <w:rsid w:val="00342710"/>
    <w:rsid w:val="0034373E"/>
    <w:rsid w:val="00344066"/>
    <w:rsid w:val="003443DD"/>
    <w:rsid w:val="00345CA4"/>
    <w:rsid w:val="00346204"/>
    <w:rsid w:val="00346B7C"/>
    <w:rsid w:val="00350748"/>
    <w:rsid w:val="00350759"/>
    <w:rsid w:val="003525E5"/>
    <w:rsid w:val="003525F1"/>
    <w:rsid w:val="0035296F"/>
    <w:rsid w:val="00352A5D"/>
    <w:rsid w:val="00352C6E"/>
    <w:rsid w:val="00353396"/>
    <w:rsid w:val="00353822"/>
    <w:rsid w:val="00353D97"/>
    <w:rsid w:val="0035428E"/>
    <w:rsid w:val="00354A6B"/>
    <w:rsid w:val="00356259"/>
    <w:rsid w:val="003568B1"/>
    <w:rsid w:val="0035773E"/>
    <w:rsid w:val="00357984"/>
    <w:rsid w:val="00357F17"/>
    <w:rsid w:val="003607D3"/>
    <w:rsid w:val="0036097C"/>
    <w:rsid w:val="003611C1"/>
    <w:rsid w:val="003616B2"/>
    <w:rsid w:val="0036222D"/>
    <w:rsid w:val="00362F69"/>
    <w:rsid w:val="003637E9"/>
    <w:rsid w:val="00363844"/>
    <w:rsid w:val="00363880"/>
    <w:rsid w:val="0036395E"/>
    <w:rsid w:val="0036562C"/>
    <w:rsid w:val="0036592E"/>
    <w:rsid w:val="00370833"/>
    <w:rsid w:val="003709BF"/>
    <w:rsid w:val="003712FE"/>
    <w:rsid w:val="00371792"/>
    <w:rsid w:val="00371B86"/>
    <w:rsid w:val="00371CC7"/>
    <w:rsid w:val="003723DB"/>
    <w:rsid w:val="00372B6E"/>
    <w:rsid w:val="00375E32"/>
    <w:rsid w:val="003761FD"/>
    <w:rsid w:val="00380511"/>
    <w:rsid w:val="0038142F"/>
    <w:rsid w:val="003822F0"/>
    <w:rsid w:val="00382BA1"/>
    <w:rsid w:val="003837FC"/>
    <w:rsid w:val="0038385A"/>
    <w:rsid w:val="00383A08"/>
    <w:rsid w:val="00383DF2"/>
    <w:rsid w:val="0038409B"/>
    <w:rsid w:val="00386751"/>
    <w:rsid w:val="00386ADF"/>
    <w:rsid w:val="00390540"/>
    <w:rsid w:val="0039081D"/>
    <w:rsid w:val="00390ACA"/>
    <w:rsid w:val="00392972"/>
    <w:rsid w:val="00393D50"/>
    <w:rsid w:val="00393E15"/>
    <w:rsid w:val="00395772"/>
    <w:rsid w:val="00396CB9"/>
    <w:rsid w:val="003A093F"/>
    <w:rsid w:val="003A0BC2"/>
    <w:rsid w:val="003A0E6F"/>
    <w:rsid w:val="003A1835"/>
    <w:rsid w:val="003A4078"/>
    <w:rsid w:val="003A4D41"/>
    <w:rsid w:val="003A51A7"/>
    <w:rsid w:val="003A5CB3"/>
    <w:rsid w:val="003A72F7"/>
    <w:rsid w:val="003A755E"/>
    <w:rsid w:val="003B0367"/>
    <w:rsid w:val="003B2415"/>
    <w:rsid w:val="003B2D0A"/>
    <w:rsid w:val="003B34D7"/>
    <w:rsid w:val="003B3B5A"/>
    <w:rsid w:val="003B55C6"/>
    <w:rsid w:val="003B5D49"/>
    <w:rsid w:val="003B6144"/>
    <w:rsid w:val="003B632F"/>
    <w:rsid w:val="003C06BE"/>
    <w:rsid w:val="003C0700"/>
    <w:rsid w:val="003C0F30"/>
    <w:rsid w:val="003C0FEA"/>
    <w:rsid w:val="003C2C4B"/>
    <w:rsid w:val="003C4249"/>
    <w:rsid w:val="003C68AA"/>
    <w:rsid w:val="003C6EEF"/>
    <w:rsid w:val="003D21A7"/>
    <w:rsid w:val="003D3057"/>
    <w:rsid w:val="003D4E9A"/>
    <w:rsid w:val="003D58A9"/>
    <w:rsid w:val="003D6169"/>
    <w:rsid w:val="003D6F3F"/>
    <w:rsid w:val="003D7E13"/>
    <w:rsid w:val="003D7EE8"/>
    <w:rsid w:val="003E0BA3"/>
    <w:rsid w:val="003E1F9F"/>
    <w:rsid w:val="003E255E"/>
    <w:rsid w:val="003E25B5"/>
    <w:rsid w:val="003E2C63"/>
    <w:rsid w:val="003E4132"/>
    <w:rsid w:val="003E4FB0"/>
    <w:rsid w:val="003E5085"/>
    <w:rsid w:val="003E58A0"/>
    <w:rsid w:val="003E7123"/>
    <w:rsid w:val="003F1932"/>
    <w:rsid w:val="003F1BE3"/>
    <w:rsid w:val="003F25E2"/>
    <w:rsid w:val="003F29AE"/>
    <w:rsid w:val="003F4FED"/>
    <w:rsid w:val="003F57D5"/>
    <w:rsid w:val="0040006F"/>
    <w:rsid w:val="00400125"/>
    <w:rsid w:val="00403B7F"/>
    <w:rsid w:val="00403DF5"/>
    <w:rsid w:val="004041F2"/>
    <w:rsid w:val="0040472F"/>
    <w:rsid w:val="00405D2A"/>
    <w:rsid w:val="00406861"/>
    <w:rsid w:val="00406C43"/>
    <w:rsid w:val="0041069B"/>
    <w:rsid w:val="00410829"/>
    <w:rsid w:val="00411A67"/>
    <w:rsid w:val="00412084"/>
    <w:rsid w:val="00412B02"/>
    <w:rsid w:val="0041377A"/>
    <w:rsid w:val="00414654"/>
    <w:rsid w:val="00414CEA"/>
    <w:rsid w:val="00414E3A"/>
    <w:rsid w:val="0041565D"/>
    <w:rsid w:val="00415D73"/>
    <w:rsid w:val="00417AD3"/>
    <w:rsid w:val="00420332"/>
    <w:rsid w:val="0042128B"/>
    <w:rsid w:val="00421B5D"/>
    <w:rsid w:val="00421D2B"/>
    <w:rsid w:val="004222D6"/>
    <w:rsid w:val="00423299"/>
    <w:rsid w:val="004234FD"/>
    <w:rsid w:val="00423DC6"/>
    <w:rsid w:val="0042413F"/>
    <w:rsid w:val="00424BC9"/>
    <w:rsid w:val="0042524D"/>
    <w:rsid w:val="004310D4"/>
    <w:rsid w:val="00431B98"/>
    <w:rsid w:val="004323D5"/>
    <w:rsid w:val="00432841"/>
    <w:rsid w:val="00432D42"/>
    <w:rsid w:val="00433429"/>
    <w:rsid w:val="00434A19"/>
    <w:rsid w:val="00434FAA"/>
    <w:rsid w:val="00435432"/>
    <w:rsid w:val="0043609F"/>
    <w:rsid w:val="00436B1E"/>
    <w:rsid w:val="00436F80"/>
    <w:rsid w:val="004405F3"/>
    <w:rsid w:val="004415E4"/>
    <w:rsid w:val="00442B39"/>
    <w:rsid w:val="00442FF4"/>
    <w:rsid w:val="00443F8C"/>
    <w:rsid w:val="0044431F"/>
    <w:rsid w:val="00444D80"/>
    <w:rsid w:val="00445ADF"/>
    <w:rsid w:val="00446D21"/>
    <w:rsid w:val="00450102"/>
    <w:rsid w:val="00450C8D"/>
    <w:rsid w:val="00450D0F"/>
    <w:rsid w:val="00450E47"/>
    <w:rsid w:val="00450F8F"/>
    <w:rsid w:val="00452528"/>
    <w:rsid w:val="00452AB0"/>
    <w:rsid w:val="0045318B"/>
    <w:rsid w:val="00455A4D"/>
    <w:rsid w:val="0045642F"/>
    <w:rsid w:val="004601C8"/>
    <w:rsid w:val="00461BC2"/>
    <w:rsid w:val="00462166"/>
    <w:rsid w:val="00462551"/>
    <w:rsid w:val="004628F6"/>
    <w:rsid w:val="00462CDF"/>
    <w:rsid w:val="004635F0"/>
    <w:rsid w:val="00464430"/>
    <w:rsid w:val="00464AC5"/>
    <w:rsid w:val="004661FB"/>
    <w:rsid w:val="0046660B"/>
    <w:rsid w:val="00466714"/>
    <w:rsid w:val="004667E7"/>
    <w:rsid w:val="00466AF7"/>
    <w:rsid w:val="00467301"/>
    <w:rsid w:val="004673FD"/>
    <w:rsid w:val="004700B0"/>
    <w:rsid w:val="004701F1"/>
    <w:rsid w:val="004719FC"/>
    <w:rsid w:val="00473109"/>
    <w:rsid w:val="00473465"/>
    <w:rsid w:val="0047402D"/>
    <w:rsid w:val="0047511D"/>
    <w:rsid w:val="004757EC"/>
    <w:rsid w:val="00476D7F"/>
    <w:rsid w:val="004774EF"/>
    <w:rsid w:val="0047781F"/>
    <w:rsid w:val="00481D1E"/>
    <w:rsid w:val="004848EE"/>
    <w:rsid w:val="00485EB8"/>
    <w:rsid w:val="00486674"/>
    <w:rsid w:val="00487087"/>
    <w:rsid w:val="00487EA3"/>
    <w:rsid w:val="00490356"/>
    <w:rsid w:val="004925DB"/>
    <w:rsid w:val="004926D4"/>
    <w:rsid w:val="00492B4A"/>
    <w:rsid w:val="00494E53"/>
    <w:rsid w:val="004958CA"/>
    <w:rsid w:val="00495E0E"/>
    <w:rsid w:val="00496691"/>
    <w:rsid w:val="0049673B"/>
    <w:rsid w:val="004968ED"/>
    <w:rsid w:val="00496ED6"/>
    <w:rsid w:val="00497314"/>
    <w:rsid w:val="004A0D54"/>
    <w:rsid w:val="004A1250"/>
    <w:rsid w:val="004A1FF7"/>
    <w:rsid w:val="004A3B20"/>
    <w:rsid w:val="004A3B5E"/>
    <w:rsid w:val="004A3F55"/>
    <w:rsid w:val="004A51C8"/>
    <w:rsid w:val="004A5651"/>
    <w:rsid w:val="004A638D"/>
    <w:rsid w:val="004A6AA5"/>
    <w:rsid w:val="004B0108"/>
    <w:rsid w:val="004B01BD"/>
    <w:rsid w:val="004B04F5"/>
    <w:rsid w:val="004B0607"/>
    <w:rsid w:val="004B072C"/>
    <w:rsid w:val="004B1FCF"/>
    <w:rsid w:val="004B3F42"/>
    <w:rsid w:val="004B48EE"/>
    <w:rsid w:val="004B4DDD"/>
    <w:rsid w:val="004B548C"/>
    <w:rsid w:val="004B783C"/>
    <w:rsid w:val="004C0DD6"/>
    <w:rsid w:val="004C233B"/>
    <w:rsid w:val="004C3480"/>
    <w:rsid w:val="004C3546"/>
    <w:rsid w:val="004C3638"/>
    <w:rsid w:val="004C380F"/>
    <w:rsid w:val="004C55C2"/>
    <w:rsid w:val="004C57FA"/>
    <w:rsid w:val="004C79AC"/>
    <w:rsid w:val="004C7A7F"/>
    <w:rsid w:val="004C7B9C"/>
    <w:rsid w:val="004D004F"/>
    <w:rsid w:val="004D096D"/>
    <w:rsid w:val="004D1A49"/>
    <w:rsid w:val="004D2860"/>
    <w:rsid w:val="004D315A"/>
    <w:rsid w:val="004D530C"/>
    <w:rsid w:val="004D5A28"/>
    <w:rsid w:val="004D655B"/>
    <w:rsid w:val="004D759B"/>
    <w:rsid w:val="004D7802"/>
    <w:rsid w:val="004D7A35"/>
    <w:rsid w:val="004E0C3C"/>
    <w:rsid w:val="004E118A"/>
    <w:rsid w:val="004E1499"/>
    <w:rsid w:val="004E16B5"/>
    <w:rsid w:val="004E1F4E"/>
    <w:rsid w:val="004E211B"/>
    <w:rsid w:val="004E3B90"/>
    <w:rsid w:val="004E4D65"/>
    <w:rsid w:val="004E500B"/>
    <w:rsid w:val="004E52A4"/>
    <w:rsid w:val="004E6695"/>
    <w:rsid w:val="004E67B7"/>
    <w:rsid w:val="004E67F4"/>
    <w:rsid w:val="004E69AE"/>
    <w:rsid w:val="004E7244"/>
    <w:rsid w:val="004E7BA0"/>
    <w:rsid w:val="004F062C"/>
    <w:rsid w:val="004F1A55"/>
    <w:rsid w:val="004F1C32"/>
    <w:rsid w:val="004F3122"/>
    <w:rsid w:val="004F33EE"/>
    <w:rsid w:val="004F4FCC"/>
    <w:rsid w:val="004F55B6"/>
    <w:rsid w:val="004F67F5"/>
    <w:rsid w:val="00500B36"/>
    <w:rsid w:val="0050232E"/>
    <w:rsid w:val="00502D72"/>
    <w:rsid w:val="00502E4A"/>
    <w:rsid w:val="00503A2A"/>
    <w:rsid w:val="00503C46"/>
    <w:rsid w:val="0050486A"/>
    <w:rsid w:val="00504896"/>
    <w:rsid w:val="00505FC1"/>
    <w:rsid w:val="00506891"/>
    <w:rsid w:val="00510897"/>
    <w:rsid w:val="00510E41"/>
    <w:rsid w:val="005117E2"/>
    <w:rsid w:val="00511DF4"/>
    <w:rsid w:val="00514355"/>
    <w:rsid w:val="00514E0E"/>
    <w:rsid w:val="00514F78"/>
    <w:rsid w:val="0051599C"/>
    <w:rsid w:val="00515AF1"/>
    <w:rsid w:val="00515D44"/>
    <w:rsid w:val="005203A0"/>
    <w:rsid w:val="005203A4"/>
    <w:rsid w:val="005203AE"/>
    <w:rsid w:val="00520EB4"/>
    <w:rsid w:val="0052182E"/>
    <w:rsid w:val="0052228D"/>
    <w:rsid w:val="005223D9"/>
    <w:rsid w:val="00522498"/>
    <w:rsid w:val="0052309B"/>
    <w:rsid w:val="00523A86"/>
    <w:rsid w:val="00525440"/>
    <w:rsid w:val="00525E07"/>
    <w:rsid w:val="00526991"/>
    <w:rsid w:val="00527613"/>
    <w:rsid w:val="00527C23"/>
    <w:rsid w:val="00531511"/>
    <w:rsid w:val="005321A3"/>
    <w:rsid w:val="005323F0"/>
    <w:rsid w:val="005340A8"/>
    <w:rsid w:val="005349ED"/>
    <w:rsid w:val="00534A87"/>
    <w:rsid w:val="0053531F"/>
    <w:rsid w:val="00535B24"/>
    <w:rsid w:val="00535BAB"/>
    <w:rsid w:val="00535F41"/>
    <w:rsid w:val="005366ED"/>
    <w:rsid w:val="00536876"/>
    <w:rsid w:val="00537642"/>
    <w:rsid w:val="00537F38"/>
    <w:rsid w:val="0054048F"/>
    <w:rsid w:val="005405AB"/>
    <w:rsid w:val="00540C8E"/>
    <w:rsid w:val="00541B5D"/>
    <w:rsid w:val="005420BA"/>
    <w:rsid w:val="00542D4C"/>
    <w:rsid w:val="00543CC9"/>
    <w:rsid w:val="005445AD"/>
    <w:rsid w:val="00545AA7"/>
    <w:rsid w:val="0054609B"/>
    <w:rsid w:val="00546A37"/>
    <w:rsid w:val="00547A34"/>
    <w:rsid w:val="00547B72"/>
    <w:rsid w:val="00547DC3"/>
    <w:rsid w:val="00550098"/>
    <w:rsid w:val="005519B3"/>
    <w:rsid w:val="00553530"/>
    <w:rsid w:val="00555268"/>
    <w:rsid w:val="00555508"/>
    <w:rsid w:val="0055560E"/>
    <w:rsid w:val="005558F6"/>
    <w:rsid w:val="00555F85"/>
    <w:rsid w:val="0055701E"/>
    <w:rsid w:val="0055731E"/>
    <w:rsid w:val="00557A81"/>
    <w:rsid w:val="00557E7D"/>
    <w:rsid w:val="00560695"/>
    <w:rsid w:val="00561555"/>
    <w:rsid w:val="00563240"/>
    <w:rsid w:val="00563556"/>
    <w:rsid w:val="0056462F"/>
    <w:rsid w:val="00564C7C"/>
    <w:rsid w:val="00566714"/>
    <w:rsid w:val="00566A27"/>
    <w:rsid w:val="00567CBD"/>
    <w:rsid w:val="00571263"/>
    <w:rsid w:val="0057368F"/>
    <w:rsid w:val="00573FB7"/>
    <w:rsid w:val="0057447B"/>
    <w:rsid w:val="005745EA"/>
    <w:rsid w:val="005769A6"/>
    <w:rsid w:val="00577D0E"/>
    <w:rsid w:val="00577D60"/>
    <w:rsid w:val="00580838"/>
    <w:rsid w:val="00581A3E"/>
    <w:rsid w:val="0058255F"/>
    <w:rsid w:val="00582C59"/>
    <w:rsid w:val="0058331B"/>
    <w:rsid w:val="0058364B"/>
    <w:rsid w:val="0058412F"/>
    <w:rsid w:val="00584826"/>
    <w:rsid w:val="00584F4B"/>
    <w:rsid w:val="005852D6"/>
    <w:rsid w:val="0058570F"/>
    <w:rsid w:val="00585B63"/>
    <w:rsid w:val="005867C7"/>
    <w:rsid w:val="005871E0"/>
    <w:rsid w:val="00587433"/>
    <w:rsid w:val="00587926"/>
    <w:rsid w:val="00590A45"/>
    <w:rsid w:val="005919A0"/>
    <w:rsid w:val="00592694"/>
    <w:rsid w:val="00592971"/>
    <w:rsid w:val="00592C2A"/>
    <w:rsid w:val="0059337F"/>
    <w:rsid w:val="005947B8"/>
    <w:rsid w:val="005950B4"/>
    <w:rsid w:val="0059520E"/>
    <w:rsid w:val="00595AB0"/>
    <w:rsid w:val="00595E89"/>
    <w:rsid w:val="00596423"/>
    <w:rsid w:val="005969FA"/>
    <w:rsid w:val="00597BC5"/>
    <w:rsid w:val="00597ECF"/>
    <w:rsid w:val="00597FAC"/>
    <w:rsid w:val="005A0085"/>
    <w:rsid w:val="005A027B"/>
    <w:rsid w:val="005A0794"/>
    <w:rsid w:val="005A0876"/>
    <w:rsid w:val="005A0AC2"/>
    <w:rsid w:val="005A0B2F"/>
    <w:rsid w:val="005A1018"/>
    <w:rsid w:val="005A18DA"/>
    <w:rsid w:val="005A19BF"/>
    <w:rsid w:val="005A213C"/>
    <w:rsid w:val="005A261B"/>
    <w:rsid w:val="005A2A11"/>
    <w:rsid w:val="005A2F31"/>
    <w:rsid w:val="005A3117"/>
    <w:rsid w:val="005A3873"/>
    <w:rsid w:val="005A3F28"/>
    <w:rsid w:val="005A4867"/>
    <w:rsid w:val="005A48C2"/>
    <w:rsid w:val="005A4E33"/>
    <w:rsid w:val="005A6119"/>
    <w:rsid w:val="005A64DE"/>
    <w:rsid w:val="005A6C8A"/>
    <w:rsid w:val="005A7515"/>
    <w:rsid w:val="005B012A"/>
    <w:rsid w:val="005B0AAC"/>
    <w:rsid w:val="005B1C0F"/>
    <w:rsid w:val="005B2201"/>
    <w:rsid w:val="005B2369"/>
    <w:rsid w:val="005B290D"/>
    <w:rsid w:val="005B36DE"/>
    <w:rsid w:val="005B6F30"/>
    <w:rsid w:val="005B7205"/>
    <w:rsid w:val="005B724B"/>
    <w:rsid w:val="005C0DB6"/>
    <w:rsid w:val="005C1CEB"/>
    <w:rsid w:val="005C2532"/>
    <w:rsid w:val="005C31E9"/>
    <w:rsid w:val="005C3D74"/>
    <w:rsid w:val="005C411A"/>
    <w:rsid w:val="005C4BBD"/>
    <w:rsid w:val="005C5220"/>
    <w:rsid w:val="005C693B"/>
    <w:rsid w:val="005C6A1F"/>
    <w:rsid w:val="005D10B2"/>
    <w:rsid w:val="005D16E0"/>
    <w:rsid w:val="005D1C17"/>
    <w:rsid w:val="005D3881"/>
    <w:rsid w:val="005D46B4"/>
    <w:rsid w:val="005D4DA5"/>
    <w:rsid w:val="005D529B"/>
    <w:rsid w:val="005D6603"/>
    <w:rsid w:val="005D6751"/>
    <w:rsid w:val="005D7547"/>
    <w:rsid w:val="005E0227"/>
    <w:rsid w:val="005E0305"/>
    <w:rsid w:val="005E1355"/>
    <w:rsid w:val="005E14DE"/>
    <w:rsid w:val="005E1A66"/>
    <w:rsid w:val="005E2744"/>
    <w:rsid w:val="005E3398"/>
    <w:rsid w:val="005E3A5F"/>
    <w:rsid w:val="005E44DF"/>
    <w:rsid w:val="005E5A66"/>
    <w:rsid w:val="005E66B3"/>
    <w:rsid w:val="005E6CFB"/>
    <w:rsid w:val="005E6E7D"/>
    <w:rsid w:val="005E7230"/>
    <w:rsid w:val="005E78C0"/>
    <w:rsid w:val="005F0E9E"/>
    <w:rsid w:val="005F1A8E"/>
    <w:rsid w:val="005F1D3E"/>
    <w:rsid w:val="005F2DB8"/>
    <w:rsid w:val="005F4AD7"/>
    <w:rsid w:val="005F4B4A"/>
    <w:rsid w:val="005F4E53"/>
    <w:rsid w:val="005F7B1C"/>
    <w:rsid w:val="00600961"/>
    <w:rsid w:val="0060184D"/>
    <w:rsid w:val="00601C2E"/>
    <w:rsid w:val="00604386"/>
    <w:rsid w:val="0060448E"/>
    <w:rsid w:val="00604910"/>
    <w:rsid w:val="0060543B"/>
    <w:rsid w:val="00605643"/>
    <w:rsid w:val="006056E8"/>
    <w:rsid w:val="00606774"/>
    <w:rsid w:val="00606FFB"/>
    <w:rsid w:val="00607628"/>
    <w:rsid w:val="006076EF"/>
    <w:rsid w:val="0060775A"/>
    <w:rsid w:val="00607F57"/>
    <w:rsid w:val="006100E2"/>
    <w:rsid w:val="00611429"/>
    <w:rsid w:val="006120F7"/>
    <w:rsid w:val="006132B7"/>
    <w:rsid w:val="00613BA1"/>
    <w:rsid w:val="006142A4"/>
    <w:rsid w:val="006144F8"/>
    <w:rsid w:val="00615048"/>
    <w:rsid w:val="00615B98"/>
    <w:rsid w:val="00615E78"/>
    <w:rsid w:val="006164D4"/>
    <w:rsid w:val="00616D7E"/>
    <w:rsid w:val="00620552"/>
    <w:rsid w:val="0062218D"/>
    <w:rsid w:val="006221CD"/>
    <w:rsid w:val="006224EA"/>
    <w:rsid w:val="00622D5F"/>
    <w:rsid w:val="00623534"/>
    <w:rsid w:val="00623D9A"/>
    <w:rsid w:val="006244D3"/>
    <w:rsid w:val="00625546"/>
    <w:rsid w:val="0062670A"/>
    <w:rsid w:val="00630118"/>
    <w:rsid w:val="00630420"/>
    <w:rsid w:val="00631891"/>
    <w:rsid w:val="00631A62"/>
    <w:rsid w:val="00631FE6"/>
    <w:rsid w:val="006329D0"/>
    <w:rsid w:val="00632FB6"/>
    <w:rsid w:val="0063320E"/>
    <w:rsid w:val="006334F5"/>
    <w:rsid w:val="00633B4D"/>
    <w:rsid w:val="00634851"/>
    <w:rsid w:val="0063586E"/>
    <w:rsid w:val="006363F1"/>
    <w:rsid w:val="00636FFE"/>
    <w:rsid w:val="00637B30"/>
    <w:rsid w:val="00637C36"/>
    <w:rsid w:val="00640C84"/>
    <w:rsid w:val="00641EA3"/>
    <w:rsid w:val="0064256F"/>
    <w:rsid w:val="0064273F"/>
    <w:rsid w:val="00642E10"/>
    <w:rsid w:val="00644085"/>
    <w:rsid w:val="0064509B"/>
    <w:rsid w:val="00645B24"/>
    <w:rsid w:val="00645B78"/>
    <w:rsid w:val="00645D8A"/>
    <w:rsid w:val="00646557"/>
    <w:rsid w:val="006465CC"/>
    <w:rsid w:val="006475D3"/>
    <w:rsid w:val="006506DC"/>
    <w:rsid w:val="006509D3"/>
    <w:rsid w:val="00650E43"/>
    <w:rsid w:val="0065219A"/>
    <w:rsid w:val="0065287C"/>
    <w:rsid w:val="00652D33"/>
    <w:rsid w:val="00652FDB"/>
    <w:rsid w:val="006540AE"/>
    <w:rsid w:val="00654363"/>
    <w:rsid w:val="00654C09"/>
    <w:rsid w:val="00654ED1"/>
    <w:rsid w:val="0065522F"/>
    <w:rsid w:val="0065569A"/>
    <w:rsid w:val="00656003"/>
    <w:rsid w:val="006566D5"/>
    <w:rsid w:val="00656BDC"/>
    <w:rsid w:val="00660094"/>
    <w:rsid w:val="0066087C"/>
    <w:rsid w:val="00661370"/>
    <w:rsid w:val="006627AB"/>
    <w:rsid w:val="006629F0"/>
    <w:rsid w:val="00662CFC"/>
    <w:rsid w:val="00664AF8"/>
    <w:rsid w:val="00664BF3"/>
    <w:rsid w:val="0066536A"/>
    <w:rsid w:val="00665699"/>
    <w:rsid w:val="00665B01"/>
    <w:rsid w:val="00667153"/>
    <w:rsid w:val="00667708"/>
    <w:rsid w:val="00670EF9"/>
    <w:rsid w:val="00670FB4"/>
    <w:rsid w:val="00672278"/>
    <w:rsid w:val="006727C9"/>
    <w:rsid w:val="00672C77"/>
    <w:rsid w:val="00673322"/>
    <w:rsid w:val="00673BF3"/>
    <w:rsid w:val="00673F69"/>
    <w:rsid w:val="00674EEE"/>
    <w:rsid w:val="006751F5"/>
    <w:rsid w:val="00675DA0"/>
    <w:rsid w:val="00677726"/>
    <w:rsid w:val="00677D69"/>
    <w:rsid w:val="0068013B"/>
    <w:rsid w:val="006815D2"/>
    <w:rsid w:val="00682323"/>
    <w:rsid w:val="0068281F"/>
    <w:rsid w:val="00682DD0"/>
    <w:rsid w:val="00685061"/>
    <w:rsid w:val="00685291"/>
    <w:rsid w:val="00685C09"/>
    <w:rsid w:val="006877C9"/>
    <w:rsid w:val="00690975"/>
    <w:rsid w:val="006910F5"/>
    <w:rsid w:val="006911A4"/>
    <w:rsid w:val="006918CF"/>
    <w:rsid w:val="00691EBD"/>
    <w:rsid w:val="006928D4"/>
    <w:rsid w:val="00692A82"/>
    <w:rsid w:val="006938BF"/>
    <w:rsid w:val="006944EC"/>
    <w:rsid w:val="00696056"/>
    <w:rsid w:val="00696952"/>
    <w:rsid w:val="006974BD"/>
    <w:rsid w:val="00697662"/>
    <w:rsid w:val="006A02CC"/>
    <w:rsid w:val="006A0FF5"/>
    <w:rsid w:val="006A29F9"/>
    <w:rsid w:val="006A2B3F"/>
    <w:rsid w:val="006A3096"/>
    <w:rsid w:val="006A44A3"/>
    <w:rsid w:val="006A4534"/>
    <w:rsid w:val="006A535C"/>
    <w:rsid w:val="006A5D10"/>
    <w:rsid w:val="006A6833"/>
    <w:rsid w:val="006A6E49"/>
    <w:rsid w:val="006A6F1A"/>
    <w:rsid w:val="006A7DEC"/>
    <w:rsid w:val="006B0412"/>
    <w:rsid w:val="006B13C2"/>
    <w:rsid w:val="006B1706"/>
    <w:rsid w:val="006B1D0D"/>
    <w:rsid w:val="006B2FB1"/>
    <w:rsid w:val="006B677C"/>
    <w:rsid w:val="006B6E17"/>
    <w:rsid w:val="006B76C7"/>
    <w:rsid w:val="006C04EF"/>
    <w:rsid w:val="006C1012"/>
    <w:rsid w:val="006C18CF"/>
    <w:rsid w:val="006C26AD"/>
    <w:rsid w:val="006C2CE0"/>
    <w:rsid w:val="006C388E"/>
    <w:rsid w:val="006C3B1E"/>
    <w:rsid w:val="006C3D3D"/>
    <w:rsid w:val="006C414A"/>
    <w:rsid w:val="006C472E"/>
    <w:rsid w:val="006C515A"/>
    <w:rsid w:val="006C6271"/>
    <w:rsid w:val="006C63BC"/>
    <w:rsid w:val="006C68AA"/>
    <w:rsid w:val="006D0A27"/>
    <w:rsid w:val="006D1802"/>
    <w:rsid w:val="006D1F0A"/>
    <w:rsid w:val="006D2043"/>
    <w:rsid w:val="006D2888"/>
    <w:rsid w:val="006D2DAF"/>
    <w:rsid w:val="006D3987"/>
    <w:rsid w:val="006D474D"/>
    <w:rsid w:val="006D554D"/>
    <w:rsid w:val="006D585F"/>
    <w:rsid w:val="006D641A"/>
    <w:rsid w:val="006D7DED"/>
    <w:rsid w:val="006E04A7"/>
    <w:rsid w:val="006E1048"/>
    <w:rsid w:val="006E13F1"/>
    <w:rsid w:val="006E276D"/>
    <w:rsid w:val="006E3840"/>
    <w:rsid w:val="006E3F43"/>
    <w:rsid w:val="006E4F5F"/>
    <w:rsid w:val="006F033F"/>
    <w:rsid w:val="006F0C2C"/>
    <w:rsid w:val="006F0C3F"/>
    <w:rsid w:val="006F245D"/>
    <w:rsid w:val="006F24A8"/>
    <w:rsid w:val="006F268B"/>
    <w:rsid w:val="006F28FA"/>
    <w:rsid w:val="006F4268"/>
    <w:rsid w:val="006F484D"/>
    <w:rsid w:val="006F4B39"/>
    <w:rsid w:val="006F5220"/>
    <w:rsid w:val="006F5BC4"/>
    <w:rsid w:val="006F5EF7"/>
    <w:rsid w:val="006F63FB"/>
    <w:rsid w:val="006F6570"/>
    <w:rsid w:val="006F6AFE"/>
    <w:rsid w:val="006F7BAE"/>
    <w:rsid w:val="00701160"/>
    <w:rsid w:val="00701C8E"/>
    <w:rsid w:val="00701F4F"/>
    <w:rsid w:val="00702744"/>
    <w:rsid w:val="00703C9A"/>
    <w:rsid w:val="00705715"/>
    <w:rsid w:val="00705CB9"/>
    <w:rsid w:val="00706114"/>
    <w:rsid w:val="0070669F"/>
    <w:rsid w:val="00706E6C"/>
    <w:rsid w:val="007075D7"/>
    <w:rsid w:val="0071152E"/>
    <w:rsid w:val="007116AF"/>
    <w:rsid w:val="00713978"/>
    <w:rsid w:val="00714727"/>
    <w:rsid w:val="00715225"/>
    <w:rsid w:val="00715658"/>
    <w:rsid w:val="00715B76"/>
    <w:rsid w:val="0071660D"/>
    <w:rsid w:val="00717029"/>
    <w:rsid w:val="00717F61"/>
    <w:rsid w:val="007200FE"/>
    <w:rsid w:val="00720654"/>
    <w:rsid w:val="0072065B"/>
    <w:rsid w:val="00720B1C"/>
    <w:rsid w:val="007214C0"/>
    <w:rsid w:val="00722474"/>
    <w:rsid w:val="00722477"/>
    <w:rsid w:val="00722648"/>
    <w:rsid w:val="00725AEF"/>
    <w:rsid w:val="00727305"/>
    <w:rsid w:val="007277E2"/>
    <w:rsid w:val="00727C3A"/>
    <w:rsid w:val="00730732"/>
    <w:rsid w:val="00731A31"/>
    <w:rsid w:val="00731D4E"/>
    <w:rsid w:val="00731D5D"/>
    <w:rsid w:val="00732071"/>
    <w:rsid w:val="00732BA1"/>
    <w:rsid w:val="00732F84"/>
    <w:rsid w:val="0073360A"/>
    <w:rsid w:val="007336A7"/>
    <w:rsid w:val="00733D13"/>
    <w:rsid w:val="00733F16"/>
    <w:rsid w:val="00734884"/>
    <w:rsid w:val="00734AD9"/>
    <w:rsid w:val="00734E48"/>
    <w:rsid w:val="00735E73"/>
    <w:rsid w:val="00736047"/>
    <w:rsid w:val="007363D5"/>
    <w:rsid w:val="00737190"/>
    <w:rsid w:val="007375BC"/>
    <w:rsid w:val="00737F24"/>
    <w:rsid w:val="00740017"/>
    <w:rsid w:val="00740C98"/>
    <w:rsid w:val="00741094"/>
    <w:rsid w:val="007419D3"/>
    <w:rsid w:val="0074455B"/>
    <w:rsid w:val="00744AA1"/>
    <w:rsid w:val="00745037"/>
    <w:rsid w:val="00745BB0"/>
    <w:rsid w:val="00746CC2"/>
    <w:rsid w:val="00747344"/>
    <w:rsid w:val="00747430"/>
    <w:rsid w:val="00747780"/>
    <w:rsid w:val="0075034B"/>
    <w:rsid w:val="007509F7"/>
    <w:rsid w:val="00750D25"/>
    <w:rsid w:val="00750F29"/>
    <w:rsid w:val="00751056"/>
    <w:rsid w:val="00751B02"/>
    <w:rsid w:val="0075213D"/>
    <w:rsid w:val="00752B76"/>
    <w:rsid w:val="00752F69"/>
    <w:rsid w:val="0075366F"/>
    <w:rsid w:val="00753712"/>
    <w:rsid w:val="007551C3"/>
    <w:rsid w:val="00755802"/>
    <w:rsid w:val="00755D9A"/>
    <w:rsid w:val="00756001"/>
    <w:rsid w:val="007567D0"/>
    <w:rsid w:val="00757104"/>
    <w:rsid w:val="0075740F"/>
    <w:rsid w:val="00757EA2"/>
    <w:rsid w:val="007619A1"/>
    <w:rsid w:val="00761C4B"/>
    <w:rsid w:val="00762949"/>
    <w:rsid w:val="00763615"/>
    <w:rsid w:val="00763813"/>
    <w:rsid w:val="00763A1C"/>
    <w:rsid w:val="00764238"/>
    <w:rsid w:val="00764F2A"/>
    <w:rsid w:val="0076518E"/>
    <w:rsid w:val="00765280"/>
    <w:rsid w:val="00765E68"/>
    <w:rsid w:val="007663A7"/>
    <w:rsid w:val="007667F6"/>
    <w:rsid w:val="00771D4D"/>
    <w:rsid w:val="00772AA7"/>
    <w:rsid w:val="00772E2B"/>
    <w:rsid w:val="00772E37"/>
    <w:rsid w:val="00773E59"/>
    <w:rsid w:val="00773EBE"/>
    <w:rsid w:val="00775522"/>
    <w:rsid w:val="00775B8F"/>
    <w:rsid w:val="007761EC"/>
    <w:rsid w:val="007766F0"/>
    <w:rsid w:val="00777ACA"/>
    <w:rsid w:val="007808D6"/>
    <w:rsid w:val="00781130"/>
    <w:rsid w:val="00781488"/>
    <w:rsid w:val="00781678"/>
    <w:rsid w:val="00782320"/>
    <w:rsid w:val="007840A1"/>
    <w:rsid w:val="00784B35"/>
    <w:rsid w:val="00784C69"/>
    <w:rsid w:val="007850D4"/>
    <w:rsid w:val="00785B6A"/>
    <w:rsid w:val="0078680A"/>
    <w:rsid w:val="00786A00"/>
    <w:rsid w:val="007875E8"/>
    <w:rsid w:val="00790032"/>
    <w:rsid w:val="007904CF"/>
    <w:rsid w:val="00790B84"/>
    <w:rsid w:val="00791489"/>
    <w:rsid w:val="00791F52"/>
    <w:rsid w:val="00791FE8"/>
    <w:rsid w:val="007922D0"/>
    <w:rsid w:val="00792CE3"/>
    <w:rsid w:val="00792D0C"/>
    <w:rsid w:val="0079316D"/>
    <w:rsid w:val="00794310"/>
    <w:rsid w:val="007948EC"/>
    <w:rsid w:val="00794D85"/>
    <w:rsid w:val="007952DD"/>
    <w:rsid w:val="0079543E"/>
    <w:rsid w:val="0079665F"/>
    <w:rsid w:val="00796A24"/>
    <w:rsid w:val="007970C4"/>
    <w:rsid w:val="007973D6"/>
    <w:rsid w:val="007A01E5"/>
    <w:rsid w:val="007A1042"/>
    <w:rsid w:val="007A14CC"/>
    <w:rsid w:val="007A1915"/>
    <w:rsid w:val="007A1BC5"/>
    <w:rsid w:val="007A29D0"/>
    <w:rsid w:val="007A2B25"/>
    <w:rsid w:val="007A30F3"/>
    <w:rsid w:val="007A35FD"/>
    <w:rsid w:val="007A3907"/>
    <w:rsid w:val="007A4232"/>
    <w:rsid w:val="007A45A9"/>
    <w:rsid w:val="007A4A9D"/>
    <w:rsid w:val="007A52F9"/>
    <w:rsid w:val="007A59E1"/>
    <w:rsid w:val="007A5D8F"/>
    <w:rsid w:val="007A7C95"/>
    <w:rsid w:val="007B00EF"/>
    <w:rsid w:val="007B1E8B"/>
    <w:rsid w:val="007B20E5"/>
    <w:rsid w:val="007B24E2"/>
    <w:rsid w:val="007B2F14"/>
    <w:rsid w:val="007B37EC"/>
    <w:rsid w:val="007B546D"/>
    <w:rsid w:val="007B62BC"/>
    <w:rsid w:val="007B7010"/>
    <w:rsid w:val="007B75C9"/>
    <w:rsid w:val="007B787A"/>
    <w:rsid w:val="007C0D52"/>
    <w:rsid w:val="007C1998"/>
    <w:rsid w:val="007C1BD9"/>
    <w:rsid w:val="007C2233"/>
    <w:rsid w:val="007C32D9"/>
    <w:rsid w:val="007C350D"/>
    <w:rsid w:val="007C38F2"/>
    <w:rsid w:val="007C41CC"/>
    <w:rsid w:val="007C4B58"/>
    <w:rsid w:val="007C5601"/>
    <w:rsid w:val="007C6142"/>
    <w:rsid w:val="007C62C0"/>
    <w:rsid w:val="007C67EB"/>
    <w:rsid w:val="007C6A1E"/>
    <w:rsid w:val="007D02C8"/>
    <w:rsid w:val="007D1380"/>
    <w:rsid w:val="007D143F"/>
    <w:rsid w:val="007D263A"/>
    <w:rsid w:val="007D2CC9"/>
    <w:rsid w:val="007D32C6"/>
    <w:rsid w:val="007D338F"/>
    <w:rsid w:val="007D4EFE"/>
    <w:rsid w:val="007D4FD2"/>
    <w:rsid w:val="007D6DFE"/>
    <w:rsid w:val="007E164A"/>
    <w:rsid w:val="007E2E9D"/>
    <w:rsid w:val="007E3837"/>
    <w:rsid w:val="007E40FA"/>
    <w:rsid w:val="007E4819"/>
    <w:rsid w:val="007E5023"/>
    <w:rsid w:val="007E5AC1"/>
    <w:rsid w:val="007E6D9D"/>
    <w:rsid w:val="007E70D1"/>
    <w:rsid w:val="007E7617"/>
    <w:rsid w:val="007E7F9D"/>
    <w:rsid w:val="007F0B92"/>
    <w:rsid w:val="007F1B43"/>
    <w:rsid w:val="007F1F63"/>
    <w:rsid w:val="007F31A7"/>
    <w:rsid w:val="007F34B7"/>
    <w:rsid w:val="007F3573"/>
    <w:rsid w:val="007F473F"/>
    <w:rsid w:val="007F5429"/>
    <w:rsid w:val="007F54D4"/>
    <w:rsid w:val="007F5A72"/>
    <w:rsid w:val="007F5B63"/>
    <w:rsid w:val="007F604B"/>
    <w:rsid w:val="007F611F"/>
    <w:rsid w:val="007F6160"/>
    <w:rsid w:val="007F64B3"/>
    <w:rsid w:val="007F6A94"/>
    <w:rsid w:val="007F6B81"/>
    <w:rsid w:val="007F6D53"/>
    <w:rsid w:val="007F77D1"/>
    <w:rsid w:val="00800E45"/>
    <w:rsid w:val="00800E4E"/>
    <w:rsid w:val="008014A1"/>
    <w:rsid w:val="0080259C"/>
    <w:rsid w:val="0080367D"/>
    <w:rsid w:val="008036BB"/>
    <w:rsid w:val="00803713"/>
    <w:rsid w:val="00803E47"/>
    <w:rsid w:val="00805BF1"/>
    <w:rsid w:val="00805DCD"/>
    <w:rsid w:val="00805ED6"/>
    <w:rsid w:val="008065D0"/>
    <w:rsid w:val="008067FA"/>
    <w:rsid w:val="00807DAD"/>
    <w:rsid w:val="0081021E"/>
    <w:rsid w:val="008108D5"/>
    <w:rsid w:val="008111A8"/>
    <w:rsid w:val="0081150C"/>
    <w:rsid w:val="008118E0"/>
    <w:rsid w:val="008122C4"/>
    <w:rsid w:val="00812308"/>
    <w:rsid w:val="00813127"/>
    <w:rsid w:val="0081494A"/>
    <w:rsid w:val="00815AEB"/>
    <w:rsid w:val="0081660F"/>
    <w:rsid w:val="00817211"/>
    <w:rsid w:val="00817918"/>
    <w:rsid w:val="00821AF6"/>
    <w:rsid w:val="0082440E"/>
    <w:rsid w:val="00824799"/>
    <w:rsid w:val="008278CD"/>
    <w:rsid w:val="00827996"/>
    <w:rsid w:val="0083018F"/>
    <w:rsid w:val="00831476"/>
    <w:rsid w:val="00831564"/>
    <w:rsid w:val="00831AD6"/>
    <w:rsid w:val="00831B17"/>
    <w:rsid w:val="00831F6B"/>
    <w:rsid w:val="00832026"/>
    <w:rsid w:val="00832CCC"/>
    <w:rsid w:val="00832E19"/>
    <w:rsid w:val="00837087"/>
    <w:rsid w:val="008373C9"/>
    <w:rsid w:val="00837EB8"/>
    <w:rsid w:val="00840152"/>
    <w:rsid w:val="00840293"/>
    <w:rsid w:val="0084058E"/>
    <w:rsid w:val="00840B3D"/>
    <w:rsid w:val="0084136C"/>
    <w:rsid w:val="008422B3"/>
    <w:rsid w:val="00842807"/>
    <w:rsid w:val="00842B61"/>
    <w:rsid w:val="00842B7B"/>
    <w:rsid w:val="00842D66"/>
    <w:rsid w:val="00846A81"/>
    <w:rsid w:val="00846C4D"/>
    <w:rsid w:val="0084700A"/>
    <w:rsid w:val="00847B58"/>
    <w:rsid w:val="00851334"/>
    <w:rsid w:val="0085147C"/>
    <w:rsid w:val="0085277A"/>
    <w:rsid w:val="00852816"/>
    <w:rsid w:val="00852ACC"/>
    <w:rsid w:val="00852BC6"/>
    <w:rsid w:val="00852BDD"/>
    <w:rsid w:val="00852C21"/>
    <w:rsid w:val="00852DCE"/>
    <w:rsid w:val="00853034"/>
    <w:rsid w:val="00854DA0"/>
    <w:rsid w:val="00855985"/>
    <w:rsid w:val="00855B2F"/>
    <w:rsid w:val="008565B7"/>
    <w:rsid w:val="008567D5"/>
    <w:rsid w:val="008571F7"/>
    <w:rsid w:val="00857C42"/>
    <w:rsid w:val="00857F39"/>
    <w:rsid w:val="00860AEA"/>
    <w:rsid w:val="008611FB"/>
    <w:rsid w:val="00863AC2"/>
    <w:rsid w:val="00864426"/>
    <w:rsid w:val="008645B3"/>
    <w:rsid w:val="00864D28"/>
    <w:rsid w:val="00864F90"/>
    <w:rsid w:val="00865A4E"/>
    <w:rsid w:val="00866786"/>
    <w:rsid w:val="00867CF5"/>
    <w:rsid w:val="0087009F"/>
    <w:rsid w:val="0087059C"/>
    <w:rsid w:val="008712BD"/>
    <w:rsid w:val="008714E7"/>
    <w:rsid w:val="00872370"/>
    <w:rsid w:val="008731E4"/>
    <w:rsid w:val="008734A0"/>
    <w:rsid w:val="00873E0F"/>
    <w:rsid w:val="00875760"/>
    <w:rsid w:val="00876749"/>
    <w:rsid w:val="008768E5"/>
    <w:rsid w:val="0087690C"/>
    <w:rsid w:val="00876ADD"/>
    <w:rsid w:val="00876C11"/>
    <w:rsid w:val="00877D2D"/>
    <w:rsid w:val="0088026A"/>
    <w:rsid w:val="00880FA2"/>
    <w:rsid w:val="00881BF6"/>
    <w:rsid w:val="00882164"/>
    <w:rsid w:val="0088286F"/>
    <w:rsid w:val="00882E57"/>
    <w:rsid w:val="0088369B"/>
    <w:rsid w:val="00883895"/>
    <w:rsid w:val="00883B47"/>
    <w:rsid w:val="00884CEA"/>
    <w:rsid w:val="00884FF6"/>
    <w:rsid w:val="00885477"/>
    <w:rsid w:val="00885C84"/>
    <w:rsid w:val="0088668B"/>
    <w:rsid w:val="00886DDF"/>
    <w:rsid w:val="008871F1"/>
    <w:rsid w:val="008879F3"/>
    <w:rsid w:val="00887C8A"/>
    <w:rsid w:val="00893CE6"/>
    <w:rsid w:val="00894D35"/>
    <w:rsid w:val="00895EEF"/>
    <w:rsid w:val="0089637A"/>
    <w:rsid w:val="008964EB"/>
    <w:rsid w:val="00896DA5"/>
    <w:rsid w:val="008A0761"/>
    <w:rsid w:val="008A0BFC"/>
    <w:rsid w:val="008A18B0"/>
    <w:rsid w:val="008A200A"/>
    <w:rsid w:val="008A23FD"/>
    <w:rsid w:val="008A38E0"/>
    <w:rsid w:val="008A39E6"/>
    <w:rsid w:val="008A4702"/>
    <w:rsid w:val="008A60D8"/>
    <w:rsid w:val="008A6261"/>
    <w:rsid w:val="008A67E4"/>
    <w:rsid w:val="008A6A52"/>
    <w:rsid w:val="008A7319"/>
    <w:rsid w:val="008B0213"/>
    <w:rsid w:val="008B0260"/>
    <w:rsid w:val="008B04A3"/>
    <w:rsid w:val="008B0545"/>
    <w:rsid w:val="008B0AF1"/>
    <w:rsid w:val="008B1C9B"/>
    <w:rsid w:val="008B207B"/>
    <w:rsid w:val="008B3951"/>
    <w:rsid w:val="008B3A12"/>
    <w:rsid w:val="008B3B1B"/>
    <w:rsid w:val="008B3D9B"/>
    <w:rsid w:val="008B4312"/>
    <w:rsid w:val="008B44D1"/>
    <w:rsid w:val="008B45DD"/>
    <w:rsid w:val="008B51BC"/>
    <w:rsid w:val="008B51CC"/>
    <w:rsid w:val="008B65A0"/>
    <w:rsid w:val="008C05DC"/>
    <w:rsid w:val="008C0FB7"/>
    <w:rsid w:val="008C37CD"/>
    <w:rsid w:val="008C3856"/>
    <w:rsid w:val="008C54C0"/>
    <w:rsid w:val="008C5BB4"/>
    <w:rsid w:val="008C663B"/>
    <w:rsid w:val="008C69FE"/>
    <w:rsid w:val="008C70BE"/>
    <w:rsid w:val="008C73F2"/>
    <w:rsid w:val="008C7C1C"/>
    <w:rsid w:val="008D02F5"/>
    <w:rsid w:val="008D0CDE"/>
    <w:rsid w:val="008D0DF8"/>
    <w:rsid w:val="008D0F2A"/>
    <w:rsid w:val="008D0F75"/>
    <w:rsid w:val="008D2893"/>
    <w:rsid w:val="008D5AF9"/>
    <w:rsid w:val="008D6463"/>
    <w:rsid w:val="008E024C"/>
    <w:rsid w:val="008E15D5"/>
    <w:rsid w:val="008E1CD4"/>
    <w:rsid w:val="008E1DB7"/>
    <w:rsid w:val="008E23F3"/>
    <w:rsid w:val="008E3195"/>
    <w:rsid w:val="008E3907"/>
    <w:rsid w:val="008E489E"/>
    <w:rsid w:val="008E5195"/>
    <w:rsid w:val="008E5B45"/>
    <w:rsid w:val="008E69BD"/>
    <w:rsid w:val="008E6F62"/>
    <w:rsid w:val="008F0194"/>
    <w:rsid w:val="008F1DFD"/>
    <w:rsid w:val="008F2DDF"/>
    <w:rsid w:val="008F2E99"/>
    <w:rsid w:val="008F3984"/>
    <w:rsid w:val="008F42BB"/>
    <w:rsid w:val="008F42E0"/>
    <w:rsid w:val="008F4731"/>
    <w:rsid w:val="008F5215"/>
    <w:rsid w:val="008F5313"/>
    <w:rsid w:val="008F536C"/>
    <w:rsid w:val="008F6146"/>
    <w:rsid w:val="008F637E"/>
    <w:rsid w:val="008F79D6"/>
    <w:rsid w:val="008F79EB"/>
    <w:rsid w:val="00900305"/>
    <w:rsid w:val="0090041C"/>
    <w:rsid w:val="009011E6"/>
    <w:rsid w:val="00901A0E"/>
    <w:rsid w:val="00901EAE"/>
    <w:rsid w:val="00903AEF"/>
    <w:rsid w:val="00905493"/>
    <w:rsid w:val="009077AF"/>
    <w:rsid w:val="00912487"/>
    <w:rsid w:val="00912B08"/>
    <w:rsid w:val="0091471E"/>
    <w:rsid w:val="00914B40"/>
    <w:rsid w:val="00915423"/>
    <w:rsid w:val="0091546A"/>
    <w:rsid w:val="00915A8D"/>
    <w:rsid w:val="00916035"/>
    <w:rsid w:val="00916398"/>
    <w:rsid w:val="009174A4"/>
    <w:rsid w:val="00917568"/>
    <w:rsid w:val="00920432"/>
    <w:rsid w:val="00920476"/>
    <w:rsid w:val="00920BCA"/>
    <w:rsid w:val="00921A50"/>
    <w:rsid w:val="00921CB0"/>
    <w:rsid w:val="009243DE"/>
    <w:rsid w:val="0092501D"/>
    <w:rsid w:val="0092526E"/>
    <w:rsid w:val="00925485"/>
    <w:rsid w:val="009260CD"/>
    <w:rsid w:val="00926451"/>
    <w:rsid w:val="00926817"/>
    <w:rsid w:val="0092698E"/>
    <w:rsid w:val="00927FBC"/>
    <w:rsid w:val="0093013F"/>
    <w:rsid w:val="009309E8"/>
    <w:rsid w:val="0093107F"/>
    <w:rsid w:val="00931097"/>
    <w:rsid w:val="0093148E"/>
    <w:rsid w:val="00931523"/>
    <w:rsid w:val="00931A06"/>
    <w:rsid w:val="00931CA5"/>
    <w:rsid w:val="00932B70"/>
    <w:rsid w:val="00934ACE"/>
    <w:rsid w:val="00934F26"/>
    <w:rsid w:val="00935441"/>
    <w:rsid w:val="00935FAC"/>
    <w:rsid w:val="00936DCA"/>
    <w:rsid w:val="009404C6"/>
    <w:rsid w:val="009424AA"/>
    <w:rsid w:val="00942506"/>
    <w:rsid w:val="009428C5"/>
    <w:rsid w:val="009433DF"/>
    <w:rsid w:val="00943552"/>
    <w:rsid w:val="009442BB"/>
    <w:rsid w:val="009448B5"/>
    <w:rsid w:val="00944E90"/>
    <w:rsid w:val="00946682"/>
    <w:rsid w:val="00947B3C"/>
    <w:rsid w:val="00947D4C"/>
    <w:rsid w:val="009519AE"/>
    <w:rsid w:val="009520C2"/>
    <w:rsid w:val="0095223C"/>
    <w:rsid w:val="009525A4"/>
    <w:rsid w:val="00952EED"/>
    <w:rsid w:val="0095336D"/>
    <w:rsid w:val="00953B7B"/>
    <w:rsid w:val="00954A69"/>
    <w:rsid w:val="009561E2"/>
    <w:rsid w:val="00956436"/>
    <w:rsid w:val="009568D8"/>
    <w:rsid w:val="0095792B"/>
    <w:rsid w:val="00957A2E"/>
    <w:rsid w:val="0096104A"/>
    <w:rsid w:val="00961242"/>
    <w:rsid w:val="00961DE0"/>
    <w:rsid w:val="00962A32"/>
    <w:rsid w:val="00962E00"/>
    <w:rsid w:val="009639E5"/>
    <w:rsid w:val="00964A04"/>
    <w:rsid w:val="00964ACE"/>
    <w:rsid w:val="0096604B"/>
    <w:rsid w:val="00966870"/>
    <w:rsid w:val="009670EE"/>
    <w:rsid w:val="00970258"/>
    <w:rsid w:val="00970E9B"/>
    <w:rsid w:val="00971729"/>
    <w:rsid w:val="00972C43"/>
    <w:rsid w:val="009737A3"/>
    <w:rsid w:val="00973BD1"/>
    <w:rsid w:val="00973C93"/>
    <w:rsid w:val="00973EB0"/>
    <w:rsid w:val="009749C1"/>
    <w:rsid w:val="00975E4A"/>
    <w:rsid w:val="0097630D"/>
    <w:rsid w:val="00976AF9"/>
    <w:rsid w:val="009770CD"/>
    <w:rsid w:val="009770E7"/>
    <w:rsid w:val="009776E8"/>
    <w:rsid w:val="00977A6A"/>
    <w:rsid w:val="00977CD0"/>
    <w:rsid w:val="00977EF3"/>
    <w:rsid w:val="00980990"/>
    <w:rsid w:val="009809C9"/>
    <w:rsid w:val="00980DEE"/>
    <w:rsid w:val="009837CE"/>
    <w:rsid w:val="009840D0"/>
    <w:rsid w:val="00985364"/>
    <w:rsid w:val="00985665"/>
    <w:rsid w:val="00986A69"/>
    <w:rsid w:val="00986AED"/>
    <w:rsid w:val="009923A9"/>
    <w:rsid w:val="00992C01"/>
    <w:rsid w:val="00993B6D"/>
    <w:rsid w:val="009944CE"/>
    <w:rsid w:val="00994870"/>
    <w:rsid w:val="009948C4"/>
    <w:rsid w:val="0099731D"/>
    <w:rsid w:val="00997887"/>
    <w:rsid w:val="009A00AC"/>
    <w:rsid w:val="009A0C98"/>
    <w:rsid w:val="009A0CF8"/>
    <w:rsid w:val="009A26F7"/>
    <w:rsid w:val="009A3481"/>
    <w:rsid w:val="009A363E"/>
    <w:rsid w:val="009A462D"/>
    <w:rsid w:val="009A4BC4"/>
    <w:rsid w:val="009A53DB"/>
    <w:rsid w:val="009A5416"/>
    <w:rsid w:val="009A5562"/>
    <w:rsid w:val="009A697B"/>
    <w:rsid w:val="009A6A61"/>
    <w:rsid w:val="009A6F1A"/>
    <w:rsid w:val="009B1443"/>
    <w:rsid w:val="009B18A6"/>
    <w:rsid w:val="009B3DBC"/>
    <w:rsid w:val="009B4536"/>
    <w:rsid w:val="009B45EC"/>
    <w:rsid w:val="009B4E4F"/>
    <w:rsid w:val="009B57BE"/>
    <w:rsid w:val="009B5877"/>
    <w:rsid w:val="009B6534"/>
    <w:rsid w:val="009B655E"/>
    <w:rsid w:val="009B69F2"/>
    <w:rsid w:val="009B73AB"/>
    <w:rsid w:val="009B75B7"/>
    <w:rsid w:val="009B7FAD"/>
    <w:rsid w:val="009C0187"/>
    <w:rsid w:val="009C1522"/>
    <w:rsid w:val="009C328A"/>
    <w:rsid w:val="009C3630"/>
    <w:rsid w:val="009C3C2B"/>
    <w:rsid w:val="009C46E4"/>
    <w:rsid w:val="009C4EA8"/>
    <w:rsid w:val="009C5429"/>
    <w:rsid w:val="009C5D8C"/>
    <w:rsid w:val="009C771D"/>
    <w:rsid w:val="009C7F6E"/>
    <w:rsid w:val="009D04A3"/>
    <w:rsid w:val="009D088F"/>
    <w:rsid w:val="009D26EF"/>
    <w:rsid w:val="009D345F"/>
    <w:rsid w:val="009D3966"/>
    <w:rsid w:val="009D4D23"/>
    <w:rsid w:val="009D4DA1"/>
    <w:rsid w:val="009D55E5"/>
    <w:rsid w:val="009D58A4"/>
    <w:rsid w:val="009D617E"/>
    <w:rsid w:val="009D6E03"/>
    <w:rsid w:val="009D7573"/>
    <w:rsid w:val="009D7789"/>
    <w:rsid w:val="009D7AF5"/>
    <w:rsid w:val="009D7CAF"/>
    <w:rsid w:val="009E179F"/>
    <w:rsid w:val="009E40A2"/>
    <w:rsid w:val="009E542D"/>
    <w:rsid w:val="009E5446"/>
    <w:rsid w:val="009E5F00"/>
    <w:rsid w:val="009E7A23"/>
    <w:rsid w:val="009E7B18"/>
    <w:rsid w:val="009F16E7"/>
    <w:rsid w:val="009F181D"/>
    <w:rsid w:val="009F1871"/>
    <w:rsid w:val="009F41CE"/>
    <w:rsid w:val="009F41E0"/>
    <w:rsid w:val="009F469E"/>
    <w:rsid w:val="009F52D3"/>
    <w:rsid w:val="009F5761"/>
    <w:rsid w:val="009F6745"/>
    <w:rsid w:val="009F7232"/>
    <w:rsid w:val="009F7A9D"/>
    <w:rsid w:val="00A00B2A"/>
    <w:rsid w:val="00A02990"/>
    <w:rsid w:val="00A03D66"/>
    <w:rsid w:val="00A03F20"/>
    <w:rsid w:val="00A043CD"/>
    <w:rsid w:val="00A055AF"/>
    <w:rsid w:val="00A06541"/>
    <w:rsid w:val="00A06979"/>
    <w:rsid w:val="00A06AE1"/>
    <w:rsid w:val="00A07252"/>
    <w:rsid w:val="00A101FD"/>
    <w:rsid w:val="00A112B0"/>
    <w:rsid w:val="00A116E8"/>
    <w:rsid w:val="00A11AF9"/>
    <w:rsid w:val="00A11B1A"/>
    <w:rsid w:val="00A1365B"/>
    <w:rsid w:val="00A13D35"/>
    <w:rsid w:val="00A141C6"/>
    <w:rsid w:val="00A15E15"/>
    <w:rsid w:val="00A16A46"/>
    <w:rsid w:val="00A17738"/>
    <w:rsid w:val="00A22146"/>
    <w:rsid w:val="00A2322A"/>
    <w:rsid w:val="00A2353B"/>
    <w:rsid w:val="00A244BE"/>
    <w:rsid w:val="00A244FA"/>
    <w:rsid w:val="00A24A59"/>
    <w:rsid w:val="00A25915"/>
    <w:rsid w:val="00A25B7E"/>
    <w:rsid w:val="00A26274"/>
    <w:rsid w:val="00A32194"/>
    <w:rsid w:val="00A321D9"/>
    <w:rsid w:val="00A33AC1"/>
    <w:rsid w:val="00A349D9"/>
    <w:rsid w:val="00A35610"/>
    <w:rsid w:val="00A36229"/>
    <w:rsid w:val="00A369F7"/>
    <w:rsid w:val="00A36AA3"/>
    <w:rsid w:val="00A36E92"/>
    <w:rsid w:val="00A3722A"/>
    <w:rsid w:val="00A37CB4"/>
    <w:rsid w:val="00A40880"/>
    <w:rsid w:val="00A40B36"/>
    <w:rsid w:val="00A42B27"/>
    <w:rsid w:val="00A438CC"/>
    <w:rsid w:val="00A43DFE"/>
    <w:rsid w:val="00A43E2E"/>
    <w:rsid w:val="00A43F93"/>
    <w:rsid w:val="00A453BA"/>
    <w:rsid w:val="00A45B4F"/>
    <w:rsid w:val="00A46333"/>
    <w:rsid w:val="00A4662C"/>
    <w:rsid w:val="00A46E3C"/>
    <w:rsid w:val="00A4776B"/>
    <w:rsid w:val="00A5046C"/>
    <w:rsid w:val="00A50778"/>
    <w:rsid w:val="00A50A42"/>
    <w:rsid w:val="00A5217C"/>
    <w:rsid w:val="00A52473"/>
    <w:rsid w:val="00A5282D"/>
    <w:rsid w:val="00A54E24"/>
    <w:rsid w:val="00A54EBA"/>
    <w:rsid w:val="00A55254"/>
    <w:rsid w:val="00A55E7F"/>
    <w:rsid w:val="00A568E8"/>
    <w:rsid w:val="00A60593"/>
    <w:rsid w:val="00A60E16"/>
    <w:rsid w:val="00A61BBD"/>
    <w:rsid w:val="00A62D07"/>
    <w:rsid w:val="00A62E65"/>
    <w:rsid w:val="00A63208"/>
    <w:rsid w:val="00A64391"/>
    <w:rsid w:val="00A65560"/>
    <w:rsid w:val="00A661ED"/>
    <w:rsid w:val="00A6624E"/>
    <w:rsid w:val="00A663A9"/>
    <w:rsid w:val="00A666CD"/>
    <w:rsid w:val="00A6689B"/>
    <w:rsid w:val="00A67C87"/>
    <w:rsid w:val="00A70447"/>
    <w:rsid w:val="00A70C0A"/>
    <w:rsid w:val="00A70F00"/>
    <w:rsid w:val="00A72DDD"/>
    <w:rsid w:val="00A72FFB"/>
    <w:rsid w:val="00A7375B"/>
    <w:rsid w:val="00A73A6B"/>
    <w:rsid w:val="00A74656"/>
    <w:rsid w:val="00A755EF"/>
    <w:rsid w:val="00A762B5"/>
    <w:rsid w:val="00A76469"/>
    <w:rsid w:val="00A76ED1"/>
    <w:rsid w:val="00A7705F"/>
    <w:rsid w:val="00A80293"/>
    <w:rsid w:val="00A81274"/>
    <w:rsid w:val="00A82FC3"/>
    <w:rsid w:val="00A84535"/>
    <w:rsid w:val="00A8462C"/>
    <w:rsid w:val="00A84AE8"/>
    <w:rsid w:val="00A84C8A"/>
    <w:rsid w:val="00A85625"/>
    <w:rsid w:val="00A86293"/>
    <w:rsid w:val="00A863C3"/>
    <w:rsid w:val="00A90597"/>
    <w:rsid w:val="00A90E54"/>
    <w:rsid w:val="00A91C25"/>
    <w:rsid w:val="00A9209D"/>
    <w:rsid w:val="00A92EFB"/>
    <w:rsid w:val="00A94BCA"/>
    <w:rsid w:val="00A96100"/>
    <w:rsid w:val="00A966A3"/>
    <w:rsid w:val="00A97212"/>
    <w:rsid w:val="00A97648"/>
    <w:rsid w:val="00A97672"/>
    <w:rsid w:val="00A97737"/>
    <w:rsid w:val="00A979D0"/>
    <w:rsid w:val="00A97BCC"/>
    <w:rsid w:val="00AA0553"/>
    <w:rsid w:val="00AA078B"/>
    <w:rsid w:val="00AA1738"/>
    <w:rsid w:val="00AA201D"/>
    <w:rsid w:val="00AA21FF"/>
    <w:rsid w:val="00AA2483"/>
    <w:rsid w:val="00AA3054"/>
    <w:rsid w:val="00AA3C64"/>
    <w:rsid w:val="00AA4887"/>
    <w:rsid w:val="00AA53A2"/>
    <w:rsid w:val="00AA53B7"/>
    <w:rsid w:val="00AA55EC"/>
    <w:rsid w:val="00AA6D31"/>
    <w:rsid w:val="00AA6E5F"/>
    <w:rsid w:val="00AA764C"/>
    <w:rsid w:val="00AB229D"/>
    <w:rsid w:val="00AB273C"/>
    <w:rsid w:val="00AB2888"/>
    <w:rsid w:val="00AB3366"/>
    <w:rsid w:val="00AB3382"/>
    <w:rsid w:val="00AB54AD"/>
    <w:rsid w:val="00AB585E"/>
    <w:rsid w:val="00AB5ED9"/>
    <w:rsid w:val="00AB6DC2"/>
    <w:rsid w:val="00AB7CB4"/>
    <w:rsid w:val="00AC1427"/>
    <w:rsid w:val="00AC27A0"/>
    <w:rsid w:val="00AC29D5"/>
    <w:rsid w:val="00AC396B"/>
    <w:rsid w:val="00AC3F26"/>
    <w:rsid w:val="00AC58FB"/>
    <w:rsid w:val="00AC5AD3"/>
    <w:rsid w:val="00AC5AD6"/>
    <w:rsid w:val="00AC638C"/>
    <w:rsid w:val="00AC727F"/>
    <w:rsid w:val="00AC7DF6"/>
    <w:rsid w:val="00AD05B2"/>
    <w:rsid w:val="00AD0B9C"/>
    <w:rsid w:val="00AD1505"/>
    <w:rsid w:val="00AD182F"/>
    <w:rsid w:val="00AD1EB3"/>
    <w:rsid w:val="00AD260A"/>
    <w:rsid w:val="00AD2883"/>
    <w:rsid w:val="00AD2CBC"/>
    <w:rsid w:val="00AD34E6"/>
    <w:rsid w:val="00AD3D05"/>
    <w:rsid w:val="00AD492E"/>
    <w:rsid w:val="00AD759E"/>
    <w:rsid w:val="00AD7D6B"/>
    <w:rsid w:val="00AE028E"/>
    <w:rsid w:val="00AE098B"/>
    <w:rsid w:val="00AE208E"/>
    <w:rsid w:val="00AE2157"/>
    <w:rsid w:val="00AE2246"/>
    <w:rsid w:val="00AE2C00"/>
    <w:rsid w:val="00AE4780"/>
    <w:rsid w:val="00AE4AA7"/>
    <w:rsid w:val="00AE5280"/>
    <w:rsid w:val="00AE5DB4"/>
    <w:rsid w:val="00AE76E5"/>
    <w:rsid w:val="00AE7A7E"/>
    <w:rsid w:val="00AF02F4"/>
    <w:rsid w:val="00AF04A6"/>
    <w:rsid w:val="00AF0A56"/>
    <w:rsid w:val="00AF0D07"/>
    <w:rsid w:val="00AF1E7F"/>
    <w:rsid w:val="00AF221F"/>
    <w:rsid w:val="00AF33B9"/>
    <w:rsid w:val="00AF3A1B"/>
    <w:rsid w:val="00AF4299"/>
    <w:rsid w:val="00AF480D"/>
    <w:rsid w:val="00AF63D1"/>
    <w:rsid w:val="00B00F5F"/>
    <w:rsid w:val="00B0156B"/>
    <w:rsid w:val="00B028C2"/>
    <w:rsid w:val="00B02D13"/>
    <w:rsid w:val="00B034C3"/>
    <w:rsid w:val="00B03DCF"/>
    <w:rsid w:val="00B0413A"/>
    <w:rsid w:val="00B0499A"/>
    <w:rsid w:val="00B04A02"/>
    <w:rsid w:val="00B04EEE"/>
    <w:rsid w:val="00B06BF8"/>
    <w:rsid w:val="00B06CAF"/>
    <w:rsid w:val="00B06F3E"/>
    <w:rsid w:val="00B071A7"/>
    <w:rsid w:val="00B103B5"/>
    <w:rsid w:val="00B10ABD"/>
    <w:rsid w:val="00B11B92"/>
    <w:rsid w:val="00B126E1"/>
    <w:rsid w:val="00B12A59"/>
    <w:rsid w:val="00B12EAF"/>
    <w:rsid w:val="00B132BD"/>
    <w:rsid w:val="00B13817"/>
    <w:rsid w:val="00B14E9F"/>
    <w:rsid w:val="00B15B68"/>
    <w:rsid w:val="00B1695B"/>
    <w:rsid w:val="00B1750E"/>
    <w:rsid w:val="00B20218"/>
    <w:rsid w:val="00B211A1"/>
    <w:rsid w:val="00B21BB4"/>
    <w:rsid w:val="00B21F54"/>
    <w:rsid w:val="00B21F57"/>
    <w:rsid w:val="00B2264B"/>
    <w:rsid w:val="00B23AE1"/>
    <w:rsid w:val="00B254BB"/>
    <w:rsid w:val="00B258E6"/>
    <w:rsid w:val="00B259DB"/>
    <w:rsid w:val="00B26067"/>
    <w:rsid w:val="00B26144"/>
    <w:rsid w:val="00B27E13"/>
    <w:rsid w:val="00B31081"/>
    <w:rsid w:val="00B31785"/>
    <w:rsid w:val="00B33581"/>
    <w:rsid w:val="00B336FF"/>
    <w:rsid w:val="00B3385A"/>
    <w:rsid w:val="00B33C90"/>
    <w:rsid w:val="00B35EA3"/>
    <w:rsid w:val="00B36CAF"/>
    <w:rsid w:val="00B37283"/>
    <w:rsid w:val="00B37360"/>
    <w:rsid w:val="00B37DB2"/>
    <w:rsid w:val="00B4082A"/>
    <w:rsid w:val="00B40E7C"/>
    <w:rsid w:val="00B41EBE"/>
    <w:rsid w:val="00B421D6"/>
    <w:rsid w:val="00B4360F"/>
    <w:rsid w:val="00B4446C"/>
    <w:rsid w:val="00B45C5C"/>
    <w:rsid w:val="00B46247"/>
    <w:rsid w:val="00B4647E"/>
    <w:rsid w:val="00B46AF6"/>
    <w:rsid w:val="00B471DD"/>
    <w:rsid w:val="00B47364"/>
    <w:rsid w:val="00B47A0F"/>
    <w:rsid w:val="00B5088E"/>
    <w:rsid w:val="00B50F1D"/>
    <w:rsid w:val="00B5102B"/>
    <w:rsid w:val="00B52DF4"/>
    <w:rsid w:val="00B53D75"/>
    <w:rsid w:val="00B5536A"/>
    <w:rsid w:val="00B5539A"/>
    <w:rsid w:val="00B553A1"/>
    <w:rsid w:val="00B554BD"/>
    <w:rsid w:val="00B55888"/>
    <w:rsid w:val="00B55CE4"/>
    <w:rsid w:val="00B563F8"/>
    <w:rsid w:val="00B5748E"/>
    <w:rsid w:val="00B5786A"/>
    <w:rsid w:val="00B612DA"/>
    <w:rsid w:val="00B6203B"/>
    <w:rsid w:val="00B6336D"/>
    <w:rsid w:val="00B637F1"/>
    <w:rsid w:val="00B64280"/>
    <w:rsid w:val="00B643B0"/>
    <w:rsid w:val="00B6505A"/>
    <w:rsid w:val="00B65BC1"/>
    <w:rsid w:val="00B65D13"/>
    <w:rsid w:val="00B65E98"/>
    <w:rsid w:val="00B66444"/>
    <w:rsid w:val="00B66F42"/>
    <w:rsid w:val="00B6707A"/>
    <w:rsid w:val="00B67806"/>
    <w:rsid w:val="00B70766"/>
    <w:rsid w:val="00B7114C"/>
    <w:rsid w:val="00B71B23"/>
    <w:rsid w:val="00B72E3C"/>
    <w:rsid w:val="00B73AB1"/>
    <w:rsid w:val="00B75FB9"/>
    <w:rsid w:val="00B765AF"/>
    <w:rsid w:val="00B76C2D"/>
    <w:rsid w:val="00B76C57"/>
    <w:rsid w:val="00B76CCB"/>
    <w:rsid w:val="00B76E57"/>
    <w:rsid w:val="00B77759"/>
    <w:rsid w:val="00B809F8"/>
    <w:rsid w:val="00B80C4A"/>
    <w:rsid w:val="00B81060"/>
    <w:rsid w:val="00B81566"/>
    <w:rsid w:val="00B821B2"/>
    <w:rsid w:val="00B8223F"/>
    <w:rsid w:val="00B82A13"/>
    <w:rsid w:val="00B82E74"/>
    <w:rsid w:val="00B83CDB"/>
    <w:rsid w:val="00B84114"/>
    <w:rsid w:val="00B85D1F"/>
    <w:rsid w:val="00B85D42"/>
    <w:rsid w:val="00B90B10"/>
    <w:rsid w:val="00B90F10"/>
    <w:rsid w:val="00B91259"/>
    <w:rsid w:val="00B92071"/>
    <w:rsid w:val="00B924E2"/>
    <w:rsid w:val="00B93B26"/>
    <w:rsid w:val="00B9483D"/>
    <w:rsid w:val="00B972FB"/>
    <w:rsid w:val="00BA049C"/>
    <w:rsid w:val="00BA0EA5"/>
    <w:rsid w:val="00BA2261"/>
    <w:rsid w:val="00BA30EC"/>
    <w:rsid w:val="00BA3C52"/>
    <w:rsid w:val="00BA423F"/>
    <w:rsid w:val="00BA4847"/>
    <w:rsid w:val="00BA5013"/>
    <w:rsid w:val="00BA540A"/>
    <w:rsid w:val="00BA54F9"/>
    <w:rsid w:val="00BA66C0"/>
    <w:rsid w:val="00BA6D44"/>
    <w:rsid w:val="00BB0131"/>
    <w:rsid w:val="00BB0C39"/>
    <w:rsid w:val="00BB11BE"/>
    <w:rsid w:val="00BB1A84"/>
    <w:rsid w:val="00BB3288"/>
    <w:rsid w:val="00BB4D2C"/>
    <w:rsid w:val="00BB521F"/>
    <w:rsid w:val="00BB5ADD"/>
    <w:rsid w:val="00BB5FD8"/>
    <w:rsid w:val="00BB60A0"/>
    <w:rsid w:val="00BB62B8"/>
    <w:rsid w:val="00BB76CB"/>
    <w:rsid w:val="00BB7A5D"/>
    <w:rsid w:val="00BC04BE"/>
    <w:rsid w:val="00BC13A1"/>
    <w:rsid w:val="00BC245F"/>
    <w:rsid w:val="00BC24FB"/>
    <w:rsid w:val="00BC25BD"/>
    <w:rsid w:val="00BC2666"/>
    <w:rsid w:val="00BC2CC5"/>
    <w:rsid w:val="00BC4B3B"/>
    <w:rsid w:val="00BC5BCF"/>
    <w:rsid w:val="00BC6541"/>
    <w:rsid w:val="00BC6AEB"/>
    <w:rsid w:val="00BC6F3D"/>
    <w:rsid w:val="00BC7F29"/>
    <w:rsid w:val="00BD0184"/>
    <w:rsid w:val="00BD05B7"/>
    <w:rsid w:val="00BD1A90"/>
    <w:rsid w:val="00BD3629"/>
    <w:rsid w:val="00BD42B2"/>
    <w:rsid w:val="00BD483F"/>
    <w:rsid w:val="00BD546E"/>
    <w:rsid w:val="00BD71EB"/>
    <w:rsid w:val="00BD7625"/>
    <w:rsid w:val="00BD79ED"/>
    <w:rsid w:val="00BE20FA"/>
    <w:rsid w:val="00BE327A"/>
    <w:rsid w:val="00BE3848"/>
    <w:rsid w:val="00BE4DD3"/>
    <w:rsid w:val="00BE4ECA"/>
    <w:rsid w:val="00BE5D00"/>
    <w:rsid w:val="00BE6379"/>
    <w:rsid w:val="00BE7077"/>
    <w:rsid w:val="00BE713B"/>
    <w:rsid w:val="00BF0E1E"/>
    <w:rsid w:val="00BF2D0E"/>
    <w:rsid w:val="00BF30D9"/>
    <w:rsid w:val="00BF3F29"/>
    <w:rsid w:val="00BF44A1"/>
    <w:rsid w:val="00BF54ED"/>
    <w:rsid w:val="00BF60EF"/>
    <w:rsid w:val="00C00CC1"/>
    <w:rsid w:val="00C01222"/>
    <w:rsid w:val="00C0189F"/>
    <w:rsid w:val="00C01E8C"/>
    <w:rsid w:val="00C01F40"/>
    <w:rsid w:val="00C01FA0"/>
    <w:rsid w:val="00C02AE3"/>
    <w:rsid w:val="00C02E15"/>
    <w:rsid w:val="00C0515A"/>
    <w:rsid w:val="00C05E16"/>
    <w:rsid w:val="00C06084"/>
    <w:rsid w:val="00C06097"/>
    <w:rsid w:val="00C068AF"/>
    <w:rsid w:val="00C06DAE"/>
    <w:rsid w:val="00C0782E"/>
    <w:rsid w:val="00C1086A"/>
    <w:rsid w:val="00C11411"/>
    <w:rsid w:val="00C11ADF"/>
    <w:rsid w:val="00C11E53"/>
    <w:rsid w:val="00C128E6"/>
    <w:rsid w:val="00C12966"/>
    <w:rsid w:val="00C12D63"/>
    <w:rsid w:val="00C137D3"/>
    <w:rsid w:val="00C14336"/>
    <w:rsid w:val="00C15034"/>
    <w:rsid w:val="00C15349"/>
    <w:rsid w:val="00C15DE3"/>
    <w:rsid w:val="00C1671F"/>
    <w:rsid w:val="00C16977"/>
    <w:rsid w:val="00C16B84"/>
    <w:rsid w:val="00C17087"/>
    <w:rsid w:val="00C21156"/>
    <w:rsid w:val="00C212C4"/>
    <w:rsid w:val="00C21EBD"/>
    <w:rsid w:val="00C22A74"/>
    <w:rsid w:val="00C23417"/>
    <w:rsid w:val="00C23634"/>
    <w:rsid w:val="00C24464"/>
    <w:rsid w:val="00C24815"/>
    <w:rsid w:val="00C2496E"/>
    <w:rsid w:val="00C26A07"/>
    <w:rsid w:val="00C272DC"/>
    <w:rsid w:val="00C30CEA"/>
    <w:rsid w:val="00C32463"/>
    <w:rsid w:val="00C328EA"/>
    <w:rsid w:val="00C32F2A"/>
    <w:rsid w:val="00C34BE9"/>
    <w:rsid w:val="00C34E72"/>
    <w:rsid w:val="00C365B2"/>
    <w:rsid w:val="00C366A6"/>
    <w:rsid w:val="00C36F3F"/>
    <w:rsid w:val="00C4140A"/>
    <w:rsid w:val="00C4174A"/>
    <w:rsid w:val="00C421D6"/>
    <w:rsid w:val="00C42E9B"/>
    <w:rsid w:val="00C43A45"/>
    <w:rsid w:val="00C4547A"/>
    <w:rsid w:val="00C457F9"/>
    <w:rsid w:val="00C465D7"/>
    <w:rsid w:val="00C465F4"/>
    <w:rsid w:val="00C46D56"/>
    <w:rsid w:val="00C47BD8"/>
    <w:rsid w:val="00C503B5"/>
    <w:rsid w:val="00C505C9"/>
    <w:rsid w:val="00C509D0"/>
    <w:rsid w:val="00C51277"/>
    <w:rsid w:val="00C51328"/>
    <w:rsid w:val="00C535CA"/>
    <w:rsid w:val="00C5378C"/>
    <w:rsid w:val="00C54A28"/>
    <w:rsid w:val="00C54B46"/>
    <w:rsid w:val="00C550F2"/>
    <w:rsid w:val="00C55270"/>
    <w:rsid w:val="00C55452"/>
    <w:rsid w:val="00C55F3A"/>
    <w:rsid w:val="00C5651E"/>
    <w:rsid w:val="00C56D55"/>
    <w:rsid w:val="00C65EBD"/>
    <w:rsid w:val="00C65FFD"/>
    <w:rsid w:val="00C66C3A"/>
    <w:rsid w:val="00C672C4"/>
    <w:rsid w:val="00C67A37"/>
    <w:rsid w:val="00C7015D"/>
    <w:rsid w:val="00C71E04"/>
    <w:rsid w:val="00C749BC"/>
    <w:rsid w:val="00C74A56"/>
    <w:rsid w:val="00C7526F"/>
    <w:rsid w:val="00C75F3B"/>
    <w:rsid w:val="00C75FAB"/>
    <w:rsid w:val="00C76037"/>
    <w:rsid w:val="00C76484"/>
    <w:rsid w:val="00C765FE"/>
    <w:rsid w:val="00C767A7"/>
    <w:rsid w:val="00C77365"/>
    <w:rsid w:val="00C809F3"/>
    <w:rsid w:val="00C80B2D"/>
    <w:rsid w:val="00C82AC0"/>
    <w:rsid w:val="00C82C20"/>
    <w:rsid w:val="00C83B81"/>
    <w:rsid w:val="00C854FF"/>
    <w:rsid w:val="00C85663"/>
    <w:rsid w:val="00C86BAF"/>
    <w:rsid w:val="00C87726"/>
    <w:rsid w:val="00C87A02"/>
    <w:rsid w:val="00C906E1"/>
    <w:rsid w:val="00C90A5C"/>
    <w:rsid w:val="00C90FEF"/>
    <w:rsid w:val="00C91398"/>
    <w:rsid w:val="00C913BB"/>
    <w:rsid w:val="00C917ED"/>
    <w:rsid w:val="00C91872"/>
    <w:rsid w:val="00C92341"/>
    <w:rsid w:val="00C94864"/>
    <w:rsid w:val="00C94A3B"/>
    <w:rsid w:val="00C94AAC"/>
    <w:rsid w:val="00C94D85"/>
    <w:rsid w:val="00C9564A"/>
    <w:rsid w:val="00C95C81"/>
    <w:rsid w:val="00C961E8"/>
    <w:rsid w:val="00C979D2"/>
    <w:rsid w:val="00CA0474"/>
    <w:rsid w:val="00CA08BD"/>
    <w:rsid w:val="00CA10FE"/>
    <w:rsid w:val="00CA2ED1"/>
    <w:rsid w:val="00CA395B"/>
    <w:rsid w:val="00CA45B2"/>
    <w:rsid w:val="00CA4DEC"/>
    <w:rsid w:val="00CA5109"/>
    <w:rsid w:val="00CA5162"/>
    <w:rsid w:val="00CA55C8"/>
    <w:rsid w:val="00CA65EF"/>
    <w:rsid w:val="00CA6901"/>
    <w:rsid w:val="00CA6B9C"/>
    <w:rsid w:val="00CA6FBA"/>
    <w:rsid w:val="00CA73B2"/>
    <w:rsid w:val="00CA73C3"/>
    <w:rsid w:val="00CA7C93"/>
    <w:rsid w:val="00CA7D71"/>
    <w:rsid w:val="00CB012C"/>
    <w:rsid w:val="00CB016D"/>
    <w:rsid w:val="00CB0905"/>
    <w:rsid w:val="00CB11C0"/>
    <w:rsid w:val="00CB132F"/>
    <w:rsid w:val="00CB182D"/>
    <w:rsid w:val="00CB2B80"/>
    <w:rsid w:val="00CB5436"/>
    <w:rsid w:val="00CB6540"/>
    <w:rsid w:val="00CB692E"/>
    <w:rsid w:val="00CB6A6D"/>
    <w:rsid w:val="00CB7434"/>
    <w:rsid w:val="00CB7E3A"/>
    <w:rsid w:val="00CC014E"/>
    <w:rsid w:val="00CC1142"/>
    <w:rsid w:val="00CC14EE"/>
    <w:rsid w:val="00CC1635"/>
    <w:rsid w:val="00CC5372"/>
    <w:rsid w:val="00CC53B8"/>
    <w:rsid w:val="00CC583D"/>
    <w:rsid w:val="00CC6589"/>
    <w:rsid w:val="00CC70F7"/>
    <w:rsid w:val="00CC776D"/>
    <w:rsid w:val="00CC7E75"/>
    <w:rsid w:val="00CC7EC3"/>
    <w:rsid w:val="00CC7FA9"/>
    <w:rsid w:val="00CD0293"/>
    <w:rsid w:val="00CD03C6"/>
    <w:rsid w:val="00CD10DE"/>
    <w:rsid w:val="00CD1970"/>
    <w:rsid w:val="00CD223D"/>
    <w:rsid w:val="00CD2B46"/>
    <w:rsid w:val="00CD2D6F"/>
    <w:rsid w:val="00CD3229"/>
    <w:rsid w:val="00CD32AA"/>
    <w:rsid w:val="00CD4478"/>
    <w:rsid w:val="00CD48EE"/>
    <w:rsid w:val="00CD4E99"/>
    <w:rsid w:val="00CD59C4"/>
    <w:rsid w:val="00CE10E7"/>
    <w:rsid w:val="00CE1D1B"/>
    <w:rsid w:val="00CE24EB"/>
    <w:rsid w:val="00CE31FD"/>
    <w:rsid w:val="00CE534A"/>
    <w:rsid w:val="00CE5E29"/>
    <w:rsid w:val="00CE7741"/>
    <w:rsid w:val="00CF0063"/>
    <w:rsid w:val="00CF0341"/>
    <w:rsid w:val="00CF1252"/>
    <w:rsid w:val="00CF2317"/>
    <w:rsid w:val="00CF245F"/>
    <w:rsid w:val="00CF2761"/>
    <w:rsid w:val="00CF28B6"/>
    <w:rsid w:val="00CF3AFE"/>
    <w:rsid w:val="00CF3EB2"/>
    <w:rsid w:val="00CF4257"/>
    <w:rsid w:val="00CF4835"/>
    <w:rsid w:val="00CF4C2C"/>
    <w:rsid w:val="00CF4C4E"/>
    <w:rsid w:val="00CF52A1"/>
    <w:rsid w:val="00CF58F5"/>
    <w:rsid w:val="00CF59C0"/>
    <w:rsid w:val="00CF59FD"/>
    <w:rsid w:val="00CF5D53"/>
    <w:rsid w:val="00D00D87"/>
    <w:rsid w:val="00D00E2E"/>
    <w:rsid w:val="00D00EB9"/>
    <w:rsid w:val="00D0155E"/>
    <w:rsid w:val="00D01C59"/>
    <w:rsid w:val="00D01E0D"/>
    <w:rsid w:val="00D03409"/>
    <w:rsid w:val="00D035CD"/>
    <w:rsid w:val="00D03900"/>
    <w:rsid w:val="00D040FD"/>
    <w:rsid w:val="00D04B6A"/>
    <w:rsid w:val="00D0598C"/>
    <w:rsid w:val="00D05D93"/>
    <w:rsid w:val="00D05F98"/>
    <w:rsid w:val="00D0642A"/>
    <w:rsid w:val="00D06AE1"/>
    <w:rsid w:val="00D0713B"/>
    <w:rsid w:val="00D07187"/>
    <w:rsid w:val="00D0762A"/>
    <w:rsid w:val="00D100E7"/>
    <w:rsid w:val="00D105C6"/>
    <w:rsid w:val="00D10F3B"/>
    <w:rsid w:val="00D11514"/>
    <w:rsid w:val="00D11989"/>
    <w:rsid w:val="00D11D77"/>
    <w:rsid w:val="00D11F21"/>
    <w:rsid w:val="00D11F86"/>
    <w:rsid w:val="00D1397A"/>
    <w:rsid w:val="00D13D2D"/>
    <w:rsid w:val="00D14695"/>
    <w:rsid w:val="00D14CAA"/>
    <w:rsid w:val="00D14E56"/>
    <w:rsid w:val="00D155F8"/>
    <w:rsid w:val="00D15E71"/>
    <w:rsid w:val="00D169AA"/>
    <w:rsid w:val="00D16B59"/>
    <w:rsid w:val="00D17E65"/>
    <w:rsid w:val="00D2229A"/>
    <w:rsid w:val="00D223BC"/>
    <w:rsid w:val="00D22DD2"/>
    <w:rsid w:val="00D23019"/>
    <w:rsid w:val="00D238C7"/>
    <w:rsid w:val="00D24845"/>
    <w:rsid w:val="00D24E95"/>
    <w:rsid w:val="00D25490"/>
    <w:rsid w:val="00D254BA"/>
    <w:rsid w:val="00D25F4D"/>
    <w:rsid w:val="00D26DB2"/>
    <w:rsid w:val="00D27A81"/>
    <w:rsid w:val="00D30340"/>
    <w:rsid w:val="00D3083F"/>
    <w:rsid w:val="00D30F35"/>
    <w:rsid w:val="00D315E2"/>
    <w:rsid w:val="00D325F5"/>
    <w:rsid w:val="00D32CD4"/>
    <w:rsid w:val="00D32DB9"/>
    <w:rsid w:val="00D33441"/>
    <w:rsid w:val="00D34F24"/>
    <w:rsid w:val="00D35137"/>
    <w:rsid w:val="00D36018"/>
    <w:rsid w:val="00D3628D"/>
    <w:rsid w:val="00D3634E"/>
    <w:rsid w:val="00D36FDA"/>
    <w:rsid w:val="00D400C8"/>
    <w:rsid w:val="00D41645"/>
    <w:rsid w:val="00D41920"/>
    <w:rsid w:val="00D41DCE"/>
    <w:rsid w:val="00D424EB"/>
    <w:rsid w:val="00D42EFA"/>
    <w:rsid w:val="00D45A7F"/>
    <w:rsid w:val="00D45D5E"/>
    <w:rsid w:val="00D47636"/>
    <w:rsid w:val="00D477F6"/>
    <w:rsid w:val="00D508FC"/>
    <w:rsid w:val="00D509CF"/>
    <w:rsid w:val="00D50A24"/>
    <w:rsid w:val="00D50C7E"/>
    <w:rsid w:val="00D50F64"/>
    <w:rsid w:val="00D517A3"/>
    <w:rsid w:val="00D52EE3"/>
    <w:rsid w:val="00D536E0"/>
    <w:rsid w:val="00D536ED"/>
    <w:rsid w:val="00D539E2"/>
    <w:rsid w:val="00D54FB5"/>
    <w:rsid w:val="00D557E3"/>
    <w:rsid w:val="00D5632E"/>
    <w:rsid w:val="00D5672C"/>
    <w:rsid w:val="00D56936"/>
    <w:rsid w:val="00D56ADB"/>
    <w:rsid w:val="00D611B0"/>
    <w:rsid w:val="00D61880"/>
    <w:rsid w:val="00D61E43"/>
    <w:rsid w:val="00D63456"/>
    <w:rsid w:val="00D64C72"/>
    <w:rsid w:val="00D668FE"/>
    <w:rsid w:val="00D671A3"/>
    <w:rsid w:val="00D6767B"/>
    <w:rsid w:val="00D676D5"/>
    <w:rsid w:val="00D71211"/>
    <w:rsid w:val="00D71B15"/>
    <w:rsid w:val="00D7231F"/>
    <w:rsid w:val="00D72EE8"/>
    <w:rsid w:val="00D733FE"/>
    <w:rsid w:val="00D755C7"/>
    <w:rsid w:val="00D75AFA"/>
    <w:rsid w:val="00D77205"/>
    <w:rsid w:val="00D7752B"/>
    <w:rsid w:val="00D77974"/>
    <w:rsid w:val="00D805E6"/>
    <w:rsid w:val="00D80A09"/>
    <w:rsid w:val="00D82835"/>
    <w:rsid w:val="00D829A1"/>
    <w:rsid w:val="00D834A1"/>
    <w:rsid w:val="00D8486B"/>
    <w:rsid w:val="00D853D7"/>
    <w:rsid w:val="00D85476"/>
    <w:rsid w:val="00D85A16"/>
    <w:rsid w:val="00D87705"/>
    <w:rsid w:val="00D877EC"/>
    <w:rsid w:val="00D87AF6"/>
    <w:rsid w:val="00D91605"/>
    <w:rsid w:val="00D921ED"/>
    <w:rsid w:val="00D923C9"/>
    <w:rsid w:val="00D9249C"/>
    <w:rsid w:val="00D92953"/>
    <w:rsid w:val="00D92B0A"/>
    <w:rsid w:val="00D94FDF"/>
    <w:rsid w:val="00D951E6"/>
    <w:rsid w:val="00D9584F"/>
    <w:rsid w:val="00D95A70"/>
    <w:rsid w:val="00D972A8"/>
    <w:rsid w:val="00D97BD5"/>
    <w:rsid w:val="00D97F1B"/>
    <w:rsid w:val="00DA1438"/>
    <w:rsid w:val="00DA1EA1"/>
    <w:rsid w:val="00DA1EFC"/>
    <w:rsid w:val="00DA25D8"/>
    <w:rsid w:val="00DA3118"/>
    <w:rsid w:val="00DA3524"/>
    <w:rsid w:val="00DA3901"/>
    <w:rsid w:val="00DA4515"/>
    <w:rsid w:val="00DA475B"/>
    <w:rsid w:val="00DA4764"/>
    <w:rsid w:val="00DA54BF"/>
    <w:rsid w:val="00DA5792"/>
    <w:rsid w:val="00DA6136"/>
    <w:rsid w:val="00DA7527"/>
    <w:rsid w:val="00DB00F5"/>
    <w:rsid w:val="00DB022F"/>
    <w:rsid w:val="00DB0358"/>
    <w:rsid w:val="00DB1058"/>
    <w:rsid w:val="00DB15AB"/>
    <w:rsid w:val="00DB1DF2"/>
    <w:rsid w:val="00DB1EF9"/>
    <w:rsid w:val="00DB2409"/>
    <w:rsid w:val="00DB2586"/>
    <w:rsid w:val="00DB2799"/>
    <w:rsid w:val="00DB2A07"/>
    <w:rsid w:val="00DB4B25"/>
    <w:rsid w:val="00DB5CDA"/>
    <w:rsid w:val="00DB641A"/>
    <w:rsid w:val="00DB6995"/>
    <w:rsid w:val="00DB797B"/>
    <w:rsid w:val="00DB7E98"/>
    <w:rsid w:val="00DC1116"/>
    <w:rsid w:val="00DC17E5"/>
    <w:rsid w:val="00DC19C7"/>
    <w:rsid w:val="00DC1D7A"/>
    <w:rsid w:val="00DC3720"/>
    <w:rsid w:val="00DC3EB3"/>
    <w:rsid w:val="00DC3FDD"/>
    <w:rsid w:val="00DC4019"/>
    <w:rsid w:val="00DC45DD"/>
    <w:rsid w:val="00DC5E63"/>
    <w:rsid w:val="00DC63C2"/>
    <w:rsid w:val="00DC736C"/>
    <w:rsid w:val="00DC7960"/>
    <w:rsid w:val="00DD070B"/>
    <w:rsid w:val="00DD0F75"/>
    <w:rsid w:val="00DD11A7"/>
    <w:rsid w:val="00DD2883"/>
    <w:rsid w:val="00DD29BE"/>
    <w:rsid w:val="00DD29DD"/>
    <w:rsid w:val="00DD2F6B"/>
    <w:rsid w:val="00DD329D"/>
    <w:rsid w:val="00DD46CB"/>
    <w:rsid w:val="00DD4CF6"/>
    <w:rsid w:val="00DD5A4B"/>
    <w:rsid w:val="00DD76C9"/>
    <w:rsid w:val="00DE3298"/>
    <w:rsid w:val="00DE38FD"/>
    <w:rsid w:val="00DE405D"/>
    <w:rsid w:val="00DE468B"/>
    <w:rsid w:val="00DE75E1"/>
    <w:rsid w:val="00DE78AC"/>
    <w:rsid w:val="00DE7BB4"/>
    <w:rsid w:val="00DF0176"/>
    <w:rsid w:val="00DF09BE"/>
    <w:rsid w:val="00DF09FC"/>
    <w:rsid w:val="00DF0F2B"/>
    <w:rsid w:val="00DF1512"/>
    <w:rsid w:val="00DF19F7"/>
    <w:rsid w:val="00DF2C3E"/>
    <w:rsid w:val="00DF517C"/>
    <w:rsid w:val="00DF5273"/>
    <w:rsid w:val="00DF6281"/>
    <w:rsid w:val="00DF6396"/>
    <w:rsid w:val="00DF78EA"/>
    <w:rsid w:val="00DF79F2"/>
    <w:rsid w:val="00E00754"/>
    <w:rsid w:val="00E00CB4"/>
    <w:rsid w:val="00E011A5"/>
    <w:rsid w:val="00E0193D"/>
    <w:rsid w:val="00E0234B"/>
    <w:rsid w:val="00E0259C"/>
    <w:rsid w:val="00E02A76"/>
    <w:rsid w:val="00E02E4A"/>
    <w:rsid w:val="00E02FAF"/>
    <w:rsid w:val="00E039B7"/>
    <w:rsid w:val="00E04F28"/>
    <w:rsid w:val="00E05BB3"/>
    <w:rsid w:val="00E0652E"/>
    <w:rsid w:val="00E06A98"/>
    <w:rsid w:val="00E072D0"/>
    <w:rsid w:val="00E074A4"/>
    <w:rsid w:val="00E108FE"/>
    <w:rsid w:val="00E10982"/>
    <w:rsid w:val="00E10D92"/>
    <w:rsid w:val="00E115E7"/>
    <w:rsid w:val="00E12635"/>
    <w:rsid w:val="00E12C32"/>
    <w:rsid w:val="00E132FA"/>
    <w:rsid w:val="00E13847"/>
    <w:rsid w:val="00E14975"/>
    <w:rsid w:val="00E15621"/>
    <w:rsid w:val="00E160CD"/>
    <w:rsid w:val="00E163D7"/>
    <w:rsid w:val="00E16508"/>
    <w:rsid w:val="00E166FB"/>
    <w:rsid w:val="00E16816"/>
    <w:rsid w:val="00E16AF7"/>
    <w:rsid w:val="00E16F9F"/>
    <w:rsid w:val="00E20E2B"/>
    <w:rsid w:val="00E2171B"/>
    <w:rsid w:val="00E225C6"/>
    <w:rsid w:val="00E229B4"/>
    <w:rsid w:val="00E22BE7"/>
    <w:rsid w:val="00E2330B"/>
    <w:rsid w:val="00E23EA2"/>
    <w:rsid w:val="00E26055"/>
    <w:rsid w:val="00E26244"/>
    <w:rsid w:val="00E265F1"/>
    <w:rsid w:val="00E276D2"/>
    <w:rsid w:val="00E27D18"/>
    <w:rsid w:val="00E317E7"/>
    <w:rsid w:val="00E31B7F"/>
    <w:rsid w:val="00E32C37"/>
    <w:rsid w:val="00E32EDB"/>
    <w:rsid w:val="00E3303B"/>
    <w:rsid w:val="00E33C29"/>
    <w:rsid w:val="00E33F0D"/>
    <w:rsid w:val="00E3465B"/>
    <w:rsid w:val="00E35849"/>
    <w:rsid w:val="00E36579"/>
    <w:rsid w:val="00E365CC"/>
    <w:rsid w:val="00E37813"/>
    <w:rsid w:val="00E402AD"/>
    <w:rsid w:val="00E40D03"/>
    <w:rsid w:val="00E41BF8"/>
    <w:rsid w:val="00E41EEB"/>
    <w:rsid w:val="00E42100"/>
    <w:rsid w:val="00E42871"/>
    <w:rsid w:val="00E43B14"/>
    <w:rsid w:val="00E43ED0"/>
    <w:rsid w:val="00E447BF"/>
    <w:rsid w:val="00E44EBE"/>
    <w:rsid w:val="00E44EE2"/>
    <w:rsid w:val="00E46135"/>
    <w:rsid w:val="00E46CBE"/>
    <w:rsid w:val="00E47001"/>
    <w:rsid w:val="00E47277"/>
    <w:rsid w:val="00E50646"/>
    <w:rsid w:val="00E50ADA"/>
    <w:rsid w:val="00E51420"/>
    <w:rsid w:val="00E52B00"/>
    <w:rsid w:val="00E52E91"/>
    <w:rsid w:val="00E530B7"/>
    <w:rsid w:val="00E53381"/>
    <w:rsid w:val="00E541FD"/>
    <w:rsid w:val="00E54655"/>
    <w:rsid w:val="00E553C2"/>
    <w:rsid w:val="00E60403"/>
    <w:rsid w:val="00E61050"/>
    <w:rsid w:val="00E618E9"/>
    <w:rsid w:val="00E61EB4"/>
    <w:rsid w:val="00E6270F"/>
    <w:rsid w:val="00E64076"/>
    <w:rsid w:val="00E644A8"/>
    <w:rsid w:val="00E64F15"/>
    <w:rsid w:val="00E652BF"/>
    <w:rsid w:val="00E65939"/>
    <w:rsid w:val="00E67022"/>
    <w:rsid w:val="00E703B3"/>
    <w:rsid w:val="00E703D0"/>
    <w:rsid w:val="00E7040E"/>
    <w:rsid w:val="00E70837"/>
    <w:rsid w:val="00E71B57"/>
    <w:rsid w:val="00E71EB7"/>
    <w:rsid w:val="00E72155"/>
    <w:rsid w:val="00E7245B"/>
    <w:rsid w:val="00E7367F"/>
    <w:rsid w:val="00E74F2A"/>
    <w:rsid w:val="00E74F4B"/>
    <w:rsid w:val="00E74F96"/>
    <w:rsid w:val="00E778F9"/>
    <w:rsid w:val="00E80A66"/>
    <w:rsid w:val="00E80AA9"/>
    <w:rsid w:val="00E815D6"/>
    <w:rsid w:val="00E817EC"/>
    <w:rsid w:val="00E82D8E"/>
    <w:rsid w:val="00E836B4"/>
    <w:rsid w:val="00E836CA"/>
    <w:rsid w:val="00E83ADC"/>
    <w:rsid w:val="00E83ADF"/>
    <w:rsid w:val="00E83D09"/>
    <w:rsid w:val="00E84B81"/>
    <w:rsid w:val="00E85236"/>
    <w:rsid w:val="00E8532B"/>
    <w:rsid w:val="00E867EC"/>
    <w:rsid w:val="00E86E62"/>
    <w:rsid w:val="00E87531"/>
    <w:rsid w:val="00E87DEC"/>
    <w:rsid w:val="00E90BFC"/>
    <w:rsid w:val="00E92398"/>
    <w:rsid w:val="00E943D1"/>
    <w:rsid w:val="00E94BE9"/>
    <w:rsid w:val="00E9581A"/>
    <w:rsid w:val="00E960E8"/>
    <w:rsid w:val="00E96487"/>
    <w:rsid w:val="00E97115"/>
    <w:rsid w:val="00E97AF0"/>
    <w:rsid w:val="00E97F23"/>
    <w:rsid w:val="00EA0124"/>
    <w:rsid w:val="00EA1575"/>
    <w:rsid w:val="00EA3729"/>
    <w:rsid w:val="00EA5554"/>
    <w:rsid w:val="00EA56E3"/>
    <w:rsid w:val="00EA5774"/>
    <w:rsid w:val="00EA5DF7"/>
    <w:rsid w:val="00EA6585"/>
    <w:rsid w:val="00EA68DA"/>
    <w:rsid w:val="00EA747B"/>
    <w:rsid w:val="00EA786C"/>
    <w:rsid w:val="00EA7D4A"/>
    <w:rsid w:val="00EB02C5"/>
    <w:rsid w:val="00EB0C8A"/>
    <w:rsid w:val="00EB1473"/>
    <w:rsid w:val="00EB1915"/>
    <w:rsid w:val="00EB1F99"/>
    <w:rsid w:val="00EB2479"/>
    <w:rsid w:val="00EB4089"/>
    <w:rsid w:val="00EB47AA"/>
    <w:rsid w:val="00EB5CCE"/>
    <w:rsid w:val="00EB6586"/>
    <w:rsid w:val="00EB6B6A"/>
    <w:rsid w:val="00EC05FB"/>
    <w:rsid w:val="00EC0731"/>
    <w:rsid w:val="00EC0786"/>
    <w:rsid w:val="00EC1DDA"/>
    <w:rsid w:val="00EC22BA"/>
    <w:rsid w:val="00EC2392"/>
    <w:rsid w:val="00EC2831"/>
    <w:rsid w:val="00EC2C27"/>
    <w:rsid w:val="00EC2DC6"/>
    <w:rsid w:val="00EC3466"/>
    <w:rsid w:val="00EC3479"/>
    <w:rsid w:val="00EC36E8"/>
    <w:rsid w:val="00EC53BD"/>
    <w:rsid w:val="00EC57FF"/>
    <w:rsid w:val="00EC5AC7"/>
    <w:rsid w:val="00EC62B4"/>
    <w:rsid w:val="00EC7C0C"/>
    <w:rsid w:val="00ED0203"/>
    <w:rsid w:val="00ED03F7"/>
    <w:rsid w:val="00ED0F84"/>
    <w:rsid w:val="00ED1165"/>
    <w:rsid w:val="00ED200A"/>
    <w:rsid w:val="00ED2FAB"/>
    <w:rsid w:val="00ED349F"/>
    <w:rsid w:val="00ED3A21"/>
    <w:rsid w:val="00ED58B3"/>
    <w:rsid w:val="00EE0099"/>
    <w:rsid w:val="00EE0383"/>
    <w:rsid w:val="00EE063C"/>
    <w:rsid w:val="00EE1E28"/>
    <w:rsid w:val="00EE323A"/>
    <w:rsid w:val="00EE4506"/>
    <w:rsid w:val="00EE50AA"/>
    <w:rsid w:val="00EE573E"/>
    <w:rsid w:val="00EE5BF3"/>
    <w:rsid w:val="00EE6492"/>
    <w:rsid w:val="00EE7903"/>
    <w:rsid w:val="00EF0573"/>
    <w:rsid w:val="00EF0AB3"/>
    <w:rsid w:val="00EF12F1"/>
    <w:rsid w:val="00EF13E1"/>
    <w:rsid w:val="00EF197F"/>
    <w:rsid w:val="00EF1BCD"/>
    <w:rsid w:val="00EF2836"/>
    <w:rsid w:val="00EF2C99"/>
    <w:rsid w:val="00EF3FEE"/>
    <w:rsid w:val="00EF4B62"/>
    <w:rsid w:val="00EF4CC8"/>
    <w:rsid w:val="00EF501E"/>
    <w:rsid w:val="00EF5117"/>
    <w:rsid w:val="00EF545F"/>
    <w:rsid w:val="00EF604E"/>
    <w:rsid w:val="00EF64BC"/>
    <w:rsid w:val="00EF64C5"/>
    <w:rsid w:val="00EF657B"/>
    <w:rsid w:val="00EF6FDD"/>
    <w:rsid w:val="00EF7169"/>
    <w:rsid w:val="00EF7423"/>
    <w:rsid w:val="00EF76DE"/>
    <w:rsid w:val="00EF78AE"/>
    <w:rsid w:val="00F00876"/>
    <w:rsid w:val="00F00AFD"/>
    <w:rsid w:val="00F01679"/>
    <w:rsid w:val="00F02FDC"/>
    <w:rsid w:val="00F03391"/>
    <w:rsid w:val="00F0347B"/>
    <w:rsid w:val="00F03528"/>
    <w:rsid w:val="00F03715"/>
    <w:rsid w:val="00F03865"/>
    <w:rsid w:val="00F04308"/>
    <w:rsid w:val="00F046FC"/>
    <w:rsid w:val="00F04B1B"/>
    <w:rsid w:val="00F0551C"/>
    <w:rsid w:val="00F05A56"/>
    <w:rsid w:val="00F06846"/>
    <w:rsid w:val="00F078E0"/>
    <w:rsid w:val="00F11748"/>
    <w:rsid w:val="00F1184B"/>
    <w:rsid w:val="00F11D72"/>
    <w:rsid w:val="00F11ECA"/>
    <w:rsid w:val="00F11FB9"/>
    <w:rsid w:val="00F13170"/>
    <w:rsid w:val="00F13226"/>
    <w:rsid w:val="00F13523"/>
    <w:rsid w:val="00F136E5"/>
    <w:rsid w:val="00F138DF"/>
    <w:rsid w:val="00F13F88"/>
    <w:rsid w:val="00F14038"/>
    <w:rsid w:val="00F14704"/>
    <w:rsid w:val="00F14B6B"/>
    <w:rsid w:val="00F15400"/>
    <w:rsid w:val="00F15929"/>
    <w:rsid w:val="00F16361"/>
    <w:rsid w:val="00F16794"/>
    <w:rsid w:val="00F16A1E"/>
    <w:rsid w:val="00F20120"/>
    <w:rsid w:val="00F20B91"/>
    <w:rsid w:val="00F20D88"/>
    <w:rsid w:val="00F21A72"/>
    <w:rsid w:val="00F228C0"/>
    <w:rsid w:val="00F22A0F"/>
    <w:rsid w:val="00F23290"/>
    <w:rsid w:val="00F2357F"/>
    <w:rsid w:val="00F2391A"/>
    <w:rsid w:val="00F25941"/>
    <w:rsid w:val="00F25BDF"/>
    <w:rsid w:val="00F26675"/>
    <w:rsid w:val="00F27AF6"/>
    <w:rsid w:val="00F313DB"/>
    <w:rsid w:val="00F31D34"/>
    <w:rsid w:val="00F3305B"/>
    <w:rsid w:val="00F33E7D"/>
    <w:rsid w:val="00F33FC6"/>
    <w:rsid w:val="00F34108"/>
    <w:rsid w:val="00F353DF"/>
    <w:rsid w:val="00F35677"/>
    <w:rsid w:val="00F35DC2"/>
    <w:rsid w:val="00F3636D"/>
    <w:rsid w:val="00F36CD5"/>
    <w:rsid w:val="00F3717C"/>
    <w:rsid w:val="00F372AC"/>
    <w:rsid w:val="00F373BD"/>
    <w:rsid w:val="00F37D0B"/>
    <w:rsid w:val="00F409B9"/>
    <w:rsid w:val="00F40F7A"/>
    <w:rsid w:val="00F418C8"/>
    <w:rsid w:val="00F4226F"/>
    <w:rsid w:val="00F43A3A"/>
    <w:rsid w:val="00F440E9"/>
    <w:rsid w:val="00F4439F"/>
    <w:rsid w:val="00F4469A"/>
    <w:rsid w:val="00F46C67"/>
    <w:rsid w:val="00F46E50"/>
    <w:rsid w:val="00F506DD"/>
    <w:rsid w:val="00F50A67"/>
    <w:rsid w:val="00F50E4A"/>
    <w:rsid w:val="00F510DF"/>
    <w:rsid w:val="00F51367"/>
    <w:rsid w:val="00F51A16"/>
    <w:rsid w:val="00F54E54"/>
    <w:rsid w:val="00F55943"/>
    <w:rsid w:val="00F5608E"/>
    <w:rsid w:val="00F5661F"/>
    <w:rsid w:val="00F568C1"/>
    <w:rsid w:val="00F600B6"/>
    <w:rsid w:val="00F60F58"/>
    <w:rsid w:val="00F62F44"/>
    <w:rsid w:val="00F63479"/>
    <w:rsid w:val="00F654DB"/>
    <w:rsid w:val="00F65FA9"/>
    <w:rsid w:val="00F66764"/>
    <w:rsid w:val="00F66B01"/>
    <w:rsid w:val="00F66BFA"/>
    <w:rsid w:val="00F67611"/>
    <w:rsid w:val="00F67622"/>
    <w:rsid w:val="00F70686"/>
    <w:rsid w:val="00F70768"/>
    <w:rsid w:val="00F70DC8"/>
    <w:rsid w:val="00F71162"/>
    <w:rsid w:val="00F72296"/>
    <w:rsid w:val="00F730C9"/>
    <w:rsid w:val="00F73DD7"/>
    <w:rsid w:val="00F73FDD"/>
    <w:rsid w:val="00F75A6A"/>
    <w:rsid w:val="00F75E7D"/>
    <w:rsid w:val="00F7630D"/>
    <w:rsid w:val="00F7659A"/>
    <w:rsid w:val="00F77A86"/>
    <w:rsid w:val="00F77AAA"/>
    <w:rsid w:val="00F77DD2"/>
    <w:rsid w:val="00F801ED"/>
    <w:rsid w:val="00F8150C"/>
    <w:rsid w:val="00F81725"/>
    <w:rsid w:val="00F8346D"/>
    <w:rsid w:val="00F843B0"/>
    <w:rsid w:val="00F84FA9"/>
    <w:rsid w:val="00F85176"/>
    <w:rsid w:val="00F864DC"/>
    <w:rsid w:val="00F86BFC"/>
    <w:rsid w:val="00F86E3C"/>
    <w:rsid w:val="00F90431"/>
    <w:rsid w:val="00F908CB"/>
    <w:rsid w:val="00F90ACB"/>
    <w:rsid w:val="00F90B4E"/>
    <w:rsid w:val="00F913ED"/>
    <w:rsid w:val="00F92D70"/>
    <w:rsid w:val="00F92EC3"/>
    <w:rsid w:val="00F933B4"/>
    <w:rsid w:val="00F93663"/>
    <w:rsid w:val="00F93A3A"/>
    <w:rsid w:val="00F94226"/>
    <w:rsid w:val="00F958A3"/>
    <w:rsid w:val="00F95FEE"/>
    <w:rsid w:val="00F9751E"/>
    <w:rsid w:val="00F977FE"/>
    <w:rsid w:val="00FA05F7"/>
    <w:rsid w:val="00FA17D3"/>
    <w:rsid w:val="00FA2B5B"/>
    <w:rsid w:val="00FA4127"/>
    <w:rsid w:val="00FA4247"/>
    <w:rsid w:val="00FA4401"/>
    <w:rsid w:val="00FA475A"/>
    <w:rsid w:val="00FA6A5A"/>
    <w:rsid w:val="00FA72A5"/>
    <w:rsid w:val="00FA7A9B"/>
    <w:rsid w:val="00FB02E4"/>
    <w:rsid w:val="00FB0553"/>
    <w:rsid w:val="00FB0D21"/>
    <w:rsid w:val="00FB0F5C"/>
    <w:rsid w:val="00FB25DE"/>
    <w:rsid w:val="00FB2EE2"/>
    <w:rsid w:val="00FB35EC"/>
    <w:rsid w:val="00FB4398"/>
    <w:rsid w:val="00FB57E6"/>
    <w:rsid w:val="00FB5F10"/>
    <w:rsid w:val="00FB6B96"/>
    <w:rsid w:val="00FB6F18"/>
    <w:rsid w:val="00FC15CE"/>
    <w:rsid w:val="00FC2323"/>
    <w:rsid w:val="00FC2C55"/>
    <w:rsid w:val="00FC2DE4"/>
    <w:rsid w:val="00FC32D1"/>
    <w:rsid w:val="00FC3B29"/>
    <w:rsid w:val="00FC3D4B"/>
    <w:rsid w:val="00FC50C4"/>
    <w:rsid w:val="00FC66FE"/>
    <w:rsid w:val="00FC72D8"/>
    <w:rsid w:val="00FC7CAD"/>
    <w:rsid w:val="00FC7F55"/>
    <w:rsid w:val="00FD0651"/>
    <w:rsid w:val="00FD09FE"/>
    <w:rsid w:val="00FD15B6"/>
    <w:rsid w:val="00FD2967"/>
    <w:rsid w:val="00FD552B"/>
    <w:rsid w:val="00FD600C"/>
    <w:rsid w:val="00FD62BF"/>
    <w:rsid w:val="00FD641A"/>
    <w:rsid w:val="00FD718F"/>
    <w:rsid w:val="00FD781B"/>
    <w:rsid w:val="00FE0E40"/>
    <w:rsid w:val="00FE2C5B"/>
    <w:rsid w:val="00FE31C8"/>
    <w:rsid w:val="00FE3D2A"/>
    <w:rsid w:val="00FE411A"/>
    <w:rsid w:val="00FE469D"/>
    <w:rsid w:val="00FE58BB"/>
    <w:rsid w:val="00FE600E"/>
    <w:rsid w:val="00FE6712"/>
    <w:rsid w:val="00FE6DC2"/>
    <w:rsid w:val="00FE726A"/>
    <w:rsid w:val="00FE7386"/>
    <w:rsid w:val="00FF0185"/>
    <w:rsid w:val="00FF0F9D"/>
    <w:rsid w:val="00FF3709"/>
    <w:rsid w:val="00FF398B"/>
    <w:rsid w:val="00FF3B3B"/>
    <w:rsid w:val="00FF499B"/>
    <w:rsid w:val="00FF545A"/>
    <w:rsid w:val="00FF5DD8"/>
    <w:rsid w:val="00FF6AF3"/>
    <w:rsid w:val="00FF6E7A"/>
    <w:rsid w:val="00FF71AF"/>
    <w:rsid w:val="00FF7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F26"/>
    <w:pPr>
      <w:autoSpaceDE w:val="0"/>
      <w:autoSpaceDN w:val="0"/>
    </w:pPr>
  </w:style>
  <w:style w:type="paragraph" w:styleId="1">
    <w:name w:val="heading 1"/>
    <w:basedOn w:val="a"/>
    <w:next w:val="a"/>
    <w:qFormat/>
    <w:rsid w:val="00AC3F26"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AC3F26"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rsid w:val="00AC3F26"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AC3F26"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AC3F26"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rsid w:val="00AC3F26"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AC3F26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AC3F26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rsid w:val="00AC3F26"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3F2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C3F26"/>
  </w:style>
  <w:style w:type="paragraph" w:styleId="a6">
    <w:name w:val="Title"/>
    <w:basedOn w:val="a"/>
    <w:qFormat/>
    <w:rsid w:val="00AC3F26"/>
    <w:pPr>
      <w:ind w:firstLine="720"/>
      <w:jc w:val="center"/>
    </w:pPr>
    <w:rPr>
      <w:sz w:val="24"/>
      <w:szCs w:val="24"/>
      <w:lang w:val="uk-UA"/>
    </w:rPr>
  </w:style>
  <w:style w:type="paragraph" w:styleId="a7">
    <w:name w:val="Body Text Indent"/>
    <w:basedOn w:val="a"/>
    <w:link w:val="a8"/>
    <w:rsid w:val="00AC3F26"/>
    <w:pPr>
      <w:ind w:firstLine="720"/>
      <w:jc w:val="both"/>
    </w:pPr>
    <w:rPr>
      <w:sz w:val="24"/>
      <w:szCs w:val="24"/>
      <w:lang w:val="uk-UA"/>
    </w:rPr>
  </w:style>
  <w:style w:type="paragraph" w:styleId="a9">
    <w:name w:val="Body Text"/>
    <w:basedOn w:val="a"/>
    <w:link w:val="aa"/>
    <w:rsid w:val="00AC3F26"/>
    <w:rPr>
      <w:sz w:val="28"/>
      <w:szCs w:val="28"/>
      <w:lang w:val="uk-UA"/>
    </w:rPr>
  </w:style>
  <w:style w:type="paragraph" w:styleId="30">
    <w:name w:val="Body Text Indent 3"/>
    <w:basedOn w:val="a"/>
    <w:rsid w:val="00AC3F26"/>
    <w:pPr>
      <w:ind w:left="360"/>
    </w:pPr>
    <w:rPr>
      <w:sz w:val="24"/>
      <w:szCs w:val="24"/>
      <w:lang w:val="uk-UA"/>
    </w:rPr>
  </w:style>
  <w:style w:type="paragraph" w:styleId="ab">
    <w:name w:val="footer"/>
    <w:basedOn w:val="a"/>
    <w:rsid w:val="00AC3F26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AC3F26"/>
    <w:pPr>
      <w:ind w:left="360" w:firstLine="774"/>
      <w:jc w:val="both"/>
    </w:pPr>
    <w:rPr>
      <w:sz w:val="28"/>
      <w:lang w:val="uk-UA"/>
    </w:rPr>
  </w:style>
  <w:style w:type="paragraph" w:customStyle="1" w:styleId="10">
    <w:name w:val="Обычный1"/>
    <w:rsid w:val="00AC3F26"/>
    <w:pPr>
      <w:spacing w:before="100" w:after="100"/>
    </w:pPr>
    <w:rPr>
      <w:snapToGrid w:val="0"/>
      <w:sz w:val="24"/>
    </w:rPr>
  </w:style>
  <w:style w:type="character" w:styleId="ac">
    <w:name w:val="Hyperlink"/>
    <w:rsid w:val="00AC3F26"/>
    <w:rPr>
      <w:color w:val="0000FF"/>
      <w:u w:val="single"/>
    </w:rPr>
  </w:style>
  <w:style w:type="paragraph" w:styleId="21">
    <w:name w:val="Body Text 2"/>
    <w:basedOn w:val="a"/>
    <w:rsid w:val="00AC3F26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10"/>
    <w:next w:val="10"/>
    <w:rsid w:val="00AC3F26"/>
    <w:pPr>
      <w:keepNext/>
      <w:outlineLvl w:val="1"/>
    </w:pPr>
    <w:rPr>
      <w:b/>
      <w:kern w:val="36"/>
      <w:sz w:val="48"/>
    </w:rPr>
  </w:style>
  <w:style w:type="character" w:styleId="ad">
    <w:name w:val="FollowedHyperlink"/>
    <w:rsid w:val="00AC3F26"/>
    <w:rPr>
      <w:color w:val="800080"/>
      <w:u w:val="single"/>
    </w:rPr>
  </w:style>
  <w:style w:type="paragraph" w:styleId="31">
    <w:name w:val="Body Text 3"/>
    <w:basedOn w:val="a"/>
    <w:link w:val="32"/>
    <w:rsid w:val="00AC3F26"/>
    <w:pPr>
      <w:tabs>
        <w:tab w:val="left" w:pos="1134"/>
      </w:tabs>
      <w:jc w:val="both"/>
    </w:pPr>
    <w:rPr>
      <w:b/>
      <w:bCs/>
      <w:sz w:val="28"/>
      <w:lang w:val="uk-UA"/>
    </w:rPr>
  </w:style>
  <w:style w:type="paragraph" w:styleId="ae">
    <w:name w:val="Balloon Text"/>
    <w:basedOn w:val="a"/>
    <w:semiHidden/>
    <w:rsid w:val="00EC36E8"/>
    <w:rPr>
      <w:rFonts w:ascii="Tahoma" w:hAnsi="Tahoma" w:cs="Tahoma"/>
      <w:sz w:val="16"/>
      <w:szCs w:val="16"/>
    </w:rPr>
  </w:style>
  <w:style w:type="character" w:customStyle="1" w:styleId="32">
    <w:name w:val="Основной текст 3 Знак"/>
    <w:link w:val="31"/>
    <w:rsid w:val="00AC396B"/>
    <w:rPr>
      <w:b/>
      <w:bCs/>
      <w:sz w:val="28"/>
      <w:lang w:val="uk-UA"/>
    </w:rPr>
  </w:style>
  <w:style w:type="paragraph" w:styleId="HTML">
    <w:name w:val="HTML Preformatted"/>
    <w:basedOn w:val="a"/>
    <w:link w:val="HTML0"/>
    <w:uiPriority w:val="99"/>
    <w:unhideWhenUsed/>
    <w:rsid w:val="00B444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4446C"/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rsid w:val="00B6707A"/>
    <w:rPr>
      <w:b/>
      <w:bCs/>
      <w:sz w:val="24"/>
      <w:szCs w:val="24"/>
    </w:rPr>
  </w:style>
  <w:style w:type="character" w:customStyle="1" w:styleId="rvts9">
    <w:name w:val="rvts9"/>
    <w:basedOn w:val="a0"/>
    <w:rsid w:val="00A96100"/>
  </w:style>
  <w:style w:type="character" w:customStyle="1" w:styleId="a8">
    <w:name w:val="Основной текст с отступом Знак"/>
    <w:basedOn w:val="a0"/>
    <w:link w:val="a7"/>
    <w:rsid w:val="0080259C"/>
    <w:rPr>
      <w:sz w:val="24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80259C"/>
    <w:rPr>
      <w:sz w:val="28"/>
      <w:szCs w:val="28"/>
      <w:lang w:val="uk-UA"/>
    </w:rPr>
  </w:style>
  <w:style w:type="paragraph" w:styleId="af">
    <w:name w:val="List Paragraph"/>
    <w:basedOn w:val="a"/>
    <w:uiPriority w:val="34"/>
    <w:qFormat/>
    <w:rsid w:val="00C21EBD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231F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6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14-03-0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C3365-88FD-40C4-BDE6-0C5026145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14-03-07.DOT</Template>
  <TotalTime>2</TotalTime>
  <Pages>2</Pages>
  <Words>288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Пользователь User</cp:lastModifiedBy>
  <cp:revision>5</cp:revision>
  <cp:lastPrinted>2020-11-18T13:25:00Z</cp:lastPrinted>
  <dcterms:created xsi:type="dcterms:W3CDTF">2020-11-24T07:16:00Z</dcterms:created>
  <dcterms:modified xsi:type="dcterms:W3CDTF">2020-12-08T13:12:00Z</dcterms:modified>
</cp:coreProperties>
</file>