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93" w:rsidRPr="000522FE" w:rsidRDefault="00FA4493" w:rsidP="000522FE">
      <w:pPr>
        <w:contextualSpacing/>
        <w:jc w:val="center"/>
        <w:rPr>
          <w:b/>
          <w:szCs w:val="28"/>
          <w:lang w:val="uk-UA"/>
        </w:rPr>
      </w:pPr>
      <w:r w:rsidRPr="000522FE">
        <w:rPr>
          <w:b/>
          <w:szCs w:val="28"/>
          <w:lang w:val="uk-UA"/>
        </w:rPr>
        <w:t>ДОВІДКА</w:t>
      </w:r>
    </w:p>
    <w:p w:rsidR="00FA4493" w:rsidRPr="000522FE" w:rsidRDefault="00FA4493" w:rsidP="000522FE">
      <w:pPr>
        <w:contextualSpacing/>
        <w:jc w:val="center"/>
        <w:rPr>
          <w:b/>
          <w:szCs w:val="28"/>
          <w:lang w:val="uk-UA"/>
        </w:rPr>
      </w:pPr>
      <w:r w:rsidRPr="00664634">
        <w:rPr>
          <w:b/>
          <w:szCs w:val="28"/>
          <w:lang w:val="uk-UA"/>
        </w:rPr>
        <w:t>на засідання виконкому  Артемівської міської ради 11.04.2012</w:t>
      </w:r>
    </w:p>
    <w:p w:rsidR="00FA4493" w:rsidRPr="00664634" w:rsidRDefault="00FA4493" w:rsidP="00664634">
      <w:pPr>
        <w:contextualSpacing/>
        <w:jc w:val="center"/>
        <w:rPr>
          <w:b/>
          <w:i/>
          <w:szCs w:val="28"/>
          <w:lang w:val="uk-UA"/>
        </w:rPr>
      </w:pPr>
      <w:r w:rsidRPr="00664634">
        <w:rPr>
          <w:b/>
          <w:i/>
          <w:szCs w:val="28"/>
          <w:lang w:val="uk-UA"/>
        </w:rPr>
        <w:t xml:space="preserve">«Про стан виконання в 2011 році завдань </w:t>
      </w:r>
      <w:r>
        <w:rPr>
          <w:b/>
          <w:i/>
          <w:szCs w:val="28"/>
          <w:lang w:val="uk-UA"/>
        </w:rPr>
        <w:t>та</w:t>
      </w:r>
      <w:r w:rsidRPr="00664634">
        <w:rPr>
          <w:b/>
          <w:i/>
          <w:szCs w:val="28"/>
          <w:lang w:val="uk-UA"/>
        </w:rPr>
        <w:t xml:space="preserve"> заходів на</w:t>
      </w:r>
    </w:p>
    <w:p w:rsidR="00FA4493" w:rsidRPr="00664634" w:rsidRDefault="00FA4493" w:rsidP="000522FE">
      <w:pPr>
        <w:contextualSpacing/>
        <w:jc w:val="center"/>
        <w:rPr>
          <w:b/>
          <w:i/>
          <w:szCs w:val="28"/>
          <w:lang w:val="uk-UA"/>
        </w:rPr>
      </w:pPr>
      <w:r w:rsidRPr="00664634">
        <w:rPr>
          <w:b/>
          <w:i/>
          <w:szCs w:val="28"/>
          <w:lang w:val="uk-UA"/>
        </w:rPr>
        <w:t xml:space="preserve"> 2010-2013 рр. по виконанню на території Артемівської міської ради Державної цільової програми  «Цукровий діабет» на 2009-2013 рр., затверджених р</w:t>
      </w:r>
      <w:r>
        <w:rPr>
          <w:b/>
          <w:i/>
          <w:szCs w:val="28"/>
          <w:lang w:val="uk-UA"/>
        </w:rPr>
        <w:t xml:space="preserve">ішенням </w:t>
      </w:r>
      <w:r w:rsidRPr="00664634">
        <w:rPr>
          <w:b/>
          <w:i/>
          <w:szCs w:val="28"/>
          <w:lang w:val="uk-UA"/>
        </w:rPr>
        <w:t>виконкому Артемівської міської ради від 20.01.2010  №6»</w:t>
      </w:r>
    </w:p>
    <w:p w:rsidR="00FA4493" w:rsidRPr="00664634" w:rsidRDefault="00FA4493" w:rsidP="000522FE">
      <w:pPr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ab/>
        <w:t xml:space="preserve">З метою профілактики й зниження захворюваності </w:t>
      </w:r>
      <w:r>
        <w:rPr>
          <w:szCs w:val="28"/>
          <w:lang w:val="uk-UA"/>
        </w:rPr>
        <w:t xml:space="preserve"> на </w:t>
      </w:r>
      <w:r w:rsidRPr="00664634">
        <w:rPr>
          <w:szCs w:val="28"/>
          <w:lang w:val="uk-UA"/>
        </w:rPr>
        <w:t>цукрови</w:t>
      </w:r>
      <w:r>
        <w:rPr>
          <w:szCs w:val="28"/>
          <w:lang w:val="uk-UA"/>
        </w:rPr>
        <w:t>й</w:t>
      </w:r>
      <w:r w:rsidRPr="00664634">
        <w:rPr>
          <w:szCs w:val="28"/>
          <w:lang w:val="uk-UA"/>
        </w:rPr>
        <w:t xml:space="preserve"> діабет, його ускладнень, які приводять до інвалідності й смертності, поліпшення якості й тривалості життя шляхом підвищення рівня й забезпечення медичною допомогою, згідно з постановою Кабінету Міністрів України від 19.08.2009г №877 «Про </w:t>
      </w:r>
      <w:r>
        <w:rPr>
          <w:szCs w:val="28"/>
          <w:lang w:val="uk-UA"/>
        </w:rPr>
        <w:t>за</w:t>
      </w:r>
      <w:r w:rsidRPr="00664634">
        <w:rPr>
          <w:szCs w:val="28"/>
          <w:lang w:val="uk-UA"/>
        </w:rPr>
        <w:t>твердження Державної цільової програми «Цукровий діабет» на 2009-2013рр» 02.12.2009</w:t>
      </w:r>
      <w:r>
        <w:rPr>
          <w:szCs w:val="28"/>
          <w:lang w:val="uk-UA"/>
        </w:rPr>
        <w:t>р.</w:t>
      </w:r>
      <w:r w:rsidRPr="00664634">
        <w:rPr>
          <w:szCs w:val="28"/>
          <w:lang w:val="uk-UA"/>
        </w:rPr>
        <w:t xml:space="preserve"> була прийнят</w:t>
      </w:r>
      <w:r>
        <w:rPr>
          <w:szCs w:val="28"/>
          <w:lang w:val="uk-UA"/>
        </w:rPr>
        <w:t>а</w:t>
      </w:r>
      <w:r w:rsidRPr="00664634">
        <w:rPr>
          <w:szCs w:val="28"/>
          <w:lang w:val="uk-UA"/>
        </w:rPr>
        <w:t xml:space="preserve"> обласна програма. Відповідно 20.01.2009</w:t>
      </w:r>
      <w:r>
        <w:rPr>
          <w:szCs w:val="28"/>
          <w:lang w:val="uk-UA"/>
        </w:rPr>
        <w:t xml:space="preserve"> прийнято</w:t>
      </w:r>
      <w:r w:rsidRPr="00664634">
        <w:rPr>
          <w:szCs w:val="28"/>
          <w:lang w:val="uk-UA"/>
        </w:rPr>
        <w:t xml:space="preserve"> розпорядження </w:t>
      </w:r>
      <w:r>
        <w:rPr>
          <w:szCs w:val="28"/>
          <w:lang w:val="uk-UA"/>
        </w:rPr>
        <w:t>міського</w:t>
      </w:r>
      <w:r w:rsidRPr="00664634">
        <w:rPr>
          <w:szCs w:val="28"/>
          <w:lang w:val="uk-UA"/>
        </w:rPr>
        <w:t xml:space="preserve"> голови.</w:t>
      </w:r>
    </w:p>
    <w:p w:rsidR="00FA4493" w:rsidRPr="00664634" w:rsidRDefault="00FA4493" w:rsidP="000522FE">
      <w:pPr>
        <w:ind w:firstLine="708"/>
        <w:contextualSpacing/>
        <w:jc w:val="both"/>
        <w:rPr>
          <w:szCs w:val="28"/>
          <w:u w:val="single"/>
          <w:lang w:val="uk-UA"/>
        </w:rPr>
      </w:pPr>
      <w:r w:rsidRPr="00664634">
        <w:rPr>
          <w:szCs w:val="28"/>
          <w:lang w:val="uk-UA"/>
        </w:rPr>
        <w:t xml:space="preserve">2011 рік був проміжною ланкою виконання </w:t>
      </w:r>
      <w:r w:rsidRPr="00664634">
        <w:rPr>
          <w:szCs w:val="28"/>
          <w:u w:val="single"/>
          <w:lang w:val="uk-UA"/>
        </w:rPr>
        <w:t xml:space="preserve">Державної цільової програми «Цукровий діабет» .           </w:t>
      </w:r>
    </w:p>
    <w:p w:rsidR="00FA4493" w:rsidRDefault="00FA4493" w:rsidP="000522FE">
      <w:pPr>
        <w:ind w:firstLine="708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 xml:space="preserve">Робота проводилася по 8 основних напрямках. </w:t>
      </w:r>
    </w:p>
    <w:p w:rsidR="00FA4493" w:rsidRDefault="00FA4493" w:rsidP="000522FE">
      <w:pPr>
        <w:ind w:firstLine="708"/>
        <w:contextualSpacing/>
        <w:jc w:val="both"/>
        <w:rPr>
          <w:szCs w:val="28"/>
          <w:lang w:val="uk-UA"/>
        </w:rPr>
      </w:pPr>
    </w:p>
    <w:p w:rsidR="00FA4493" w:rsidRPr="00664634" w:rsidRDefault="00FA4493" w:rsidP="00C47D96">
      <w:pPr>
        <w:ind w:firstLine="709"/>
        <w:contextualSpacing/>
        <w:jc w:val="both"/>
        <w:rPr>
          <w:i/>
          <w:szCs w:val="28"/>
          <w:lang w:val="uk-UA"/>
        </w:rPr>
      </w:pPr>
      <w:r w:rsidRPr="00664634">
        <w:rPr>
          <w:szCs w:val="28"/>
          <w:lang w:val="uk-UA"/>
        </w:rPr>
        <w:t>1.</w:t>
      </w:r>
      <w:r w:rsidRPr="002E60B1">
        <w:rPr>
          <w:szCs w:val="28"/>
        </w:rPr>
        <w:t xml:space="preserve"> </w:t>
      </w:r>
      <w:r w:rsidRPr="00664634">
        <w:rPr>
          <w:i/>
          <w:szCs w:val="28"/>
          <w:lang w:val="uk-UA"/>
        </w:rPr>
        <w:t>Удосконалення надання медичної допомоги хворим</w:t>
      </w:r>
      <w:r>
        <w:rPr>
          <w:i/>
          <w:szCs w:val="28"/>
          <w:lang w:val="uk-UA"/>
        </w:rPr>
        <w:t xml:space="preserve"> на</w:t>
      </w:r>
      <w:r w:rsidRPr="00664634">
        <w:rPr>
          <w:i/>
          <w:szCs w:val="28"/>
          <w:lang w:val="uk-UA"/>
        </w:rPr>
        <w:t xml:space="preserve"> цукрови</w:t>
      </w:r>
      <w:r>
        <w:rPr>
          <w:i/>
          <w:szCs w:val="28"/>
          <w:lang w:val="uk-UA"/>
        </w:rPr>
        <w:t>й</w:t>
      </w:r>
      <w:r w:rsidRPr="00664634">
        <w:rPr>
          <w:i/>
          <w:szCs w:val="28"/>
          <w:lang w:val="uk-UA"/>
        </w:rPr>
        <w:t xml:space="preserve"> діабет.</w:t>
      </w:r>
    </w:p>
    <w:p w:rsidR="00FA4493" w:rsidRPr="00664634" w:rsidRDefault="00FA4493" w:rsidP="00C47D96">
      <w:pPr>
        <w:ind w:firstLine="709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 xml:space="preserve">Визначений пріоритетним амбулаторно – поліклінічний етап надання допомоги хворим </w:t>
      </w:r>
      <w:r>
        <w:rPr>
          <w:szCs w:val="28"/>
          <w:lang w:val="uk-UA"/>
        </w:rPr>
        <w:t xml:space="preserve">на </w:t>
      </w:r>
      <w:r w:rsidRPr="00664634">
        <w:rPr>
          <w:szCs w:val="28"/>
          <w:lang w:val="uk-UA"/>
        </w:rPr>
        <w:t>цукрови</w:t>
      </w:r>
      <w:r>
        <w:rPr>
          <w:szCs w:val="28"/>
          <w:lang w:val="uk-UA"/>
        </w:rPr>
        <w:t>й</w:t>
      </w:r>
      <w:r w:rsidRPr="00664634">
        <w:rPr>
          <w:szCs w:val="28"/>
          <w:lang w:val="uk-UA"/>
        </w:rPr>
        <w:t xml:space="preserve"> діабет з більш активним використання</w:t>
      </w:r>
      <w:r>
        <w:rPr>
          <w:szCs w:val="28"/>
          <w:lang w:val="uk-UA"/>
        </w:rPr>
        <w:t>м денних стаціонарів. Усього пр</w:t>
      </w:r>
      <w:r w:rsidRPr="00664634">
        <w:rPr>
          <w:szCs w:val="28"/>
          <w:lang w:val="uk-UA"/>
        </w:rPr>
        <w:t>ол</w:t>
      </w:r>
      <w:r>
        <w:rPr>
          <w:szCs w:val="28"/>
          <w:lang w:val="uk-UA"/>
        </w:rPr>
        <w:t>іковано</w:t>
      </w:r>
      <w:r w:rsidRPr="00664634">
        <w:rPr>
          <w:szCs w:val="28"/>
          <w:lang w:val="uk-UA"/>
        </w:rPr>
        <w:t xml:space="preserve"> в денному стаціонарі в  2011 році 237 </w:t>
      </w:r>
      <w:r>
        <w:rPr>
          <w:szCs w:val="28"/>
          <w:lang w:val="uk-UA"/>
        </w:rPr>
        <w:t>осіб</w:t>
      </w:r>
      <w:r w:rsidRPr="00664634">
        <w:rPr>
          <w:szCs w:val="28"/>
          <w:lang w:val="uk-UA"/>
        </w:rPr>
        <w:t xml:space="preserve">, хворих </w:t>
      </w:r>
      <w:r>
        <w:rPr>
          <w:szCs w:val="28"/>
          <w:lang w:val="uk-UA"/>
        </w:rPr>
        <w:t xml:space="preserve">на </w:t>
      </w:r>
      <w:r w:rsidRPr="00664634">
        <w:rPr>
          <w:szCs w:val="28"/>
          <w:lang w:val="uk-UA"/>
        </w:rPr>
        <w:t>цукрови</w:t>
      </w:r>
      <w:r>
        <w:rPr>
          <w:szCs w:val="28"/>
          <w:lang w:val="uk-UA"/>
        </w:rPr>
        <w:t xml:space="preserve">й </w:t>
      </w:r>
      <w:r w:rsidRPr="00664634">
        <w:rPr>
          <w:szCs w:val="28"/>
          <w:lang w:val="uk-UA"/>
        </w:rPr>
        <w:t xml:space="preserve"> діабет (в 2010  році – 219 </w:t>
      </w:r>
      <w:r>
        <w:rPr>
          <w:szCs w:val="28"/>
          <w:lang w:val="uk-UA"/>
        </w:rPr>
        <w:t>осіб</w:t>
      </w:r>
      <w:r w:rsidRPr="00664634">
        <w:rPr>
          <w:szCs w:val="28"/>
          <w:lang w:val="uk-UA"/>
        </w:rPr>
        <w:t>). Первинний вихід на інвалідність у працездатному віці становить 1.25 на 10 тис.</w:t>
      </w:r>
      <w:r>
        <w:rPr>
          <w:szCs w:val="28"/>
          <w:lang w:val="uk-UA"/>
        </w:rPr>
        <w:t xml:space="preserve"> </w:t>
      </w:r>
      <w:r w:rsidRPr="00664634">
        <w:rPr>
          <w:szCs w:val="28"/>
          <w:lang w:val="uk-UA"/>
        </w:rPr>
        <w:t>населення.</w:t>
      </w:r>
    </w:p>
    <w:p w:rsidR="00FA4493" w:rsidRPr="00B46BC6" w:rsidRDefault="00FA4493" w:rsidP="00B46BC6">
      <w:pPr>
        <w:spacing w:after="0" w:line="240" w:lineRule="auto"/>
        <w:ind w:firstLine="708"/>
        <w:jc w:val="both"/>
        <w:rPr>
          <w:i/>
          <w:szCs w:val="28"/>
          <w:lang w:val="uk-UA"/>
        </w:rPr>
      </w:pPr>
      <w:r w:rsidRPr="00B46BC6">
        <w:rPr>
          <w:i/>
          <w:szCs w:val="28"/>
          <w:lang w:val="uk-UA"/>
        </w:rPr>
        <w:t>2.</w:t>
      </w:r>
      <w:r w:rsidRPr="002E60B1">
        <w:rPr>
          <w:i/>
          <w:szCs w:val="28"/>
          <w:lang w:val="uk-UA"/>
        </w:rPr>
        <w:t xml:space="preserve"> </w:t>
      </w:r>
      <w:r w:rsidRPr="00B46BC6">
        <w:rPr>
          <w:i/>
          <w:szCs w:val="28"/>
          <w:lang w:val="uk-UA"/>
        </w:rPr>
        <w:t>Поліпшення роботи з кадрами – підвищення якості їх професіоналізму й рівня підготовки медичних працівників з питань  діагностики й лікування хворих  на цукровий діабет.</w:t>
      </w:r>
    </w:p>
    <w:p w:rsidR="00FA4493" w:rsidRPr="00664634" w:rsidRDefault="00FA4493" w:rsidP="00C47D96">
      <w:pPr>
        <w:ind w:firstLine="720"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>1.Категор</w:t>
      </w:r>
      <w:r>
        <w:rPr>
          <w:szCs w:val="28"/>
          <w:lang w:val="uk-UA"/>
        </w:rPr>
        <w:t>ію мають 2 лікаря-ендокринолога</w:t>
      </w:r>
      <w:r w:rsidRPr="00664634">
        <w:rPr>
          <w:szCs w:val="28"/>
          <w:lang w:val="uk-UA"/>
        </w:rPr>
        <w:t>. Більш активно виявляється допомога хворим</w:t>
      </w:r>
      <w:r>
        <w:rPr>
          <w:szCs w:val="28"/>
          <w:lang w:val="uk-UA"/>
        </w:rPr>
        <w:t xml:space="preserve"> на </w:t>
      </w:r>
      <w:r w:rsidRPr="00664634">
        <w:rPr>
          <w:szCs w:val="28"/>
          <w:lang w:val="uk-UA"/>
        </w:rPr>
        <w:t>цукрови</w:t>
      </w:r>
      <w:r>
        <w:rPr>
          <w:szCs w:val="28"/>
          <w:lang w:val="uk-UA"/>
        </w:rPr>
        <w:t>й</w:t>
      </w:r>
      <w:r w:rsidRPr="00664634">
        <w:rPr>
          <w:szCs w:val="28"/>
          <w:lang w:val="uk-UA"/>
        </w:rPr>
        <w:t xml:space="preserve"> діабет сімейними лікарями, офтальмологами, нефрологами, хірургами й гінекологами. Як результат,  рівень смертності становить 4,9 (цільовий рівень в 2011г – 6,6).</w:t>
      </w:r>
    </w:p>
    <w:p w:rsidR="00FA4493" w:rsidRPr="00B46BC6" w:rsidRDefault="00FA4493" w:rsidP="00B46BC6">
      <w:pPr>
        <w:pStyle w:val="ListParagraph"/>
        <w:numPr>
          <w:ilvl w:val="0"/>
          <w:numId w:val="4"/>
        </w:numPr>
        <w:spacing w:after="0" w:line="240" w:lineRule="auto"/>
        <w:ind w:left="0" w:firstLine="360"/>
        <w:jc w:val="both"/>
        <w:rPr>
          <w:i/>
          <w:szCs w:val="28"/>
          <w:lang w:val="uk-UA"/>
        </w:rPr>
      </w:pPr>
      <w:r w:rsidRPr="00B46BC6">
        <w:rPr>
          <w:i/>
          <w:szCs w:val="28"/>
          <w:lang w:val="uk-UA"/>
        </w:rPr>
        <w:t>Поліпшення рівня своєчасного виявлення захворюваності на  цукровий діабет  шляхом проведення постійного скринінгу.</w:t>
      </w:r>
    </w:p>
    <w:p w:rsidR="00FA4493" w:rsidRPr="00664634" w:rsidRDefault="00FA4493" w:rsidP="009F2349">
      <w:pPr>
        <w:ind w:firstLine="709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 xml:space="preserve">В 2011 році візуальними тест-смужками хворі </w:t>
      </w:r>
      <w:r>
        <w:rPr>
          <w:szCs w:val="28"/>
          <w:lang w:val="uk-UA"/>
        </w:rPr>
        <w:t xml:space="preserve"> на </w:t>
      </w:r>
      <w:r w:rsidRPr="00664634">
        <w:rPr>
          <w:szCs w:val="28"/>
          <w:lang w:val="uk-UA"/>
        </w:rPr>
        <w:t>цукрови</w:t>
      </w:r>
      <w:r>
        <w:rPr>
          <w:szCs w:val="28"/>
          <w:lang w:val="uk-UA"/>
        </w:rPr>
        <w:t xml:space="preserve">й </w:t>
      </w:r>
      <w:r w:rsidRPr="00664634">
        <w:rPr>
          <w:szCs w:val="28"/>
          <w:lang w:val="uk-UA"/>
        </w:rPr>
        <w:t xml:space="preserve"> діабет не забезпечувалис</w:t>
      </w:r>
      <w:r>
        <w:rPr>
          <w:szCs w:val="28"/>
          <w:lang w:val="uk-UA"/>
        </w:rPr>
        <w:t>ь</w:t>
      </w:r>
      <w:r w:rsidRPr="00664634">
        <w:rPr>
          <w:szCs w:val="28"/>
          <w:lang w:val="uk-UA"/>
        </w:rPr>
        <w:t>.</w:t>
      </w:r>
    </w:p>
    <w:p w:rsidR="00FA4493" w:rsidRPr="00664634" w:rsidRDefault="00FA4493" w:rsidP="009F2349">
      <w:pPr>
        <w:ind w:firstLine="709"/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>Б</w:t>
      </w:r>
      <w:r w:rsidRPr="00664634">
        <w:rPr>
          <w:szCs w:val="28"/>
          <w:lang w:val="uk-UA"/>
        </w:rPr>
        <w:t>ула достатня кількість ви</w:t>
      </w:r>
      <w:r>
        <w:rPr>
          <w:szCs w:val="28"/>
          <w:lang w:val="uk-UA"/>
        </w:rPr>
        <w:t>тратних</w:t>
      </w:r>
      <w:r w:rsidRPr="00664634">
        <w:rPr>
          <w:szCs w:val="28"/>
          <w:lang w:val="uk-UA"/>
        </w:rPr>
        <w:t xml:space="preserve"> матеріалів для визначення глюкози крові в біохімічній лабораторії. Усього використан</w:t>
      </w:r>
      <w:r>
        <w:rPr>
          <w:szCs w:val="28"/>
          <w:lang w:val="uk-UA"/>
        </w:rPr>
        <w:t>о</w:t>
      </w:r>
      <w:r w:rsidRPr="00664634">
        <w:rPr>
          <w:szCs w:val="28"/>
          <w:lang w:val="uk-UA"/>
        </w:rPr>
        <w:t xml:space="preserve"> в 2011 році на реактиви 9 750 грн. (у т.ч. для амбулаторних хворих - 5 875грн., стаціонарних хворих -  3 875 грн). </w:t>
      </w:r>
    </w:p>
    <w:p w:rsidR="00FA4493" w:rsidRPr="00664634" w:rsidRDefault="00FA4493" w:rsidP="00C47D96">
      <w:pPr>
        <w:ind w:firstLine="709"/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664634">
        <w:rPr>
          <w:szCs w:val="28"/>
          <w:lang w:val="uk-UA"/>
        </w:rPr>
        <w:t xml:space="preserve"> кожному </w:t>
      </w:r>
      <w:r>
        <w:rPr>
          <w:szCs w:val="28"/>
          <w:lang w:val="uk-UA"/>
        </w:rPr>
        <w:t>е</w:t>
      </w:r>
      <w:r w:rsidRPr="00664634">
        <w:rPr>
          <w:szCs w:val="28"/>
          <w:lang w:val="uk-UA"/>
        </w:rPr>
        <w:t>ндокринолог</w:t>
      </w:r>
      <w:r>
        <w:rPr>
          <w:szCs w:val="28"/>
          <w:lang w:val="uk-UA"/>
        </w:rPr>
        <w:t>ічному</w:t>
      </w:r>
      <w:r w:rsidRPr="00664634">
        <w:rPr>
          <w:szCs w:val="28"/>
          <w:lang w:val="uk-UA"/>
        </w:rPr>
        <w:t xml:space="preserve"> кабінеті ЦР</w:t>
      </w:r>
      <w:r>
        <w:rPr>
          <w:szCs w:val="28"/>
          <w:lang w:val="uk-UA"/>
        </w:rPr>
        <w:t>Л</w:t>
      </w:r>
      <w:r w:rsidRPr="00664634">
        <w:rPr>
          <w:szCs w:val="28"/>
          <w:lang w:val="uk-UA"/>
        </w:rPr>
        <w:t xml:space="preserve"> є комплекти глюкометр</w:t>
      </w:r>
      <w:r>
        <w:rPr>
          <w:szCs w:val="28"/>
          <w:lang w:val="uk-UA"/>
        </w:rPr>
        <w:t>і</w:t>
      </w:r>
      <w:r w:rsidRPr="00664634">
        <w:rPr>
          <w:szCs w:val="28"/>
          <w:lang w:val="uk-UA"/>
        </w:rPr>
        <w:t>в для експрес-аналізу рівня глюкози крові.</w:t>
      </w:r>
    </w:p>
    <w:p w:rsidR="00FA4493" w:rsidRPr="00664634" w:rsidRDefault="00FA4493" w:rsidP="00C47D96">
      <w:pPr>
        <w:ind w:firstLine="709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 xml:space="preserve">Усього на обліку </w:t>
      </w:r>
      <w:r>
        <w:rPr>
          <w:szCs w:val="28"/>
          <w:lang w:val="uk-UA"/>
        </w:rPr>
        <w:t xml:space="preserve">перебуває </w:t>
      </w:r>
      <w:r w:rsidRPr="00664634">
        <w:rPr>
          <w:szCs w:val="28"/>
          <w:lang w:val="uk-UA"/>
        </w:rPr>
        <w:t xml:space="preserve"> 3 078 </w:t>
      </w:r>
      <w:r>
        <w:rPr>
          <w:szCs w:val="28"/>
          <w:lang w:val="uk-UA"/>
        </w:rPr>
        <w:t>осіб</w:t>
      </w:r>
      <w:r w:rsidRPr="00664634">
        <w:rPr>
          <w:szCs w:val="28"/>
          <w:lang w:val="uk-UA"/>
        </w:rPr>
        <w:t>, хворих</w:t>
      </w:r>
      <w:r>
        <w:rPr>
          <w:szCs w:val="28"/>
          <w:lang w:val="uk-UA"/>
        </w:rPr>
        <w:t xml:space="preserve"> на </w:t>
      </w:r>
      <w:r w:rsidRPr="00664634">
        <w:rPr>
          <w:szCs w:val="28"/>
          <w:lang w:val="uk-UA"/>
        </w:rPr>
        <w:t xml:space="preserve"> цукрови</w:t>
      </w:r>
      <w:r>
        <w:rPr>
          <w:szCs w:val="28"/>
          <w:lang w:val="uk-UA"/>
        </w:rPr>
        <w:t>й</w:t>
      </w:r>
      <w:r w:rsidRPr="00664634">
        <w:rPr>
          <w:szCs w:val="28"/>
          <w:lang w:val="uk-UA"/>
        </w:rPr>
        <w:t xml:space="preserve"> діабет (у т.</w:t>
      </w:r>
      <w:r>
        <w:rPr>
          <w:szCs w:val="28"/>
          <w:lang w:val="uk-UA"/>
        </w:rPr>
        <w:t xml:space="preserve"> ч.</w:t>
      </w:r>
      <w:r w:rsidRPr="00664634">
        <w:rPr>
          <w:szCs w:val="28"/>
          <w:lang w:val="uk-UA"/>
        </w:rPr>
        <w:t xml:space="preserve"> на інсуліні – 430 </w:t>
      </w:r>
      <w:r>
        <w:rPr>
          <w:szCs w:val="28"/>
          <w:lang w:val="uk-UA"/>
        </w:rPr>
        <w:t>осіб</w:t>
      </w:r>
      <w:r w:rsidRPr="00664634">
        <w:rPr>
          <w:szCs w:val="28"/>
          <w:lang w:val="uk-UA"/>
        </w:rPr>
        <w:t>).</w:t>
      </w:r>
    </w:p>
    <w:p w:rsidR="00FA4493" w:rsidRDefault="00FA4493" w:rsidP="00C47D96">
      <w:pPr>
        <w:ind w:firstLine="709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>Показник з</w:t>
      </w:r>
      <w:r>
        <w:rPr>
          <w:szCs w:val="28"/>
          <w:lang w:val="uk-UA"/>
        </w:rPr>
        <w:t xml:space="preserve">ахворюваності  на </w:t>
      </w:r>
      <w:r w:rsidRPr="0066463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цукровий</w:t>
      </w:r>
      <w:r w:rsidRPr="00664634">
        <w:rPr>
          <w:szCs w:val="28"/>
          <w:lang w:val="uk-UA"/>
        </w:rPr>
        <w:t xml:space="preserve"> діабет</w:t>
      </w:r>
      <w:r>
        <w:rPr>
          <w:szCs w:val="28"/>
          <w:lang w:val="uk-UA"/>
        </w:rPr>
        <w:t xml:space="preserve"> - </w:t>
      </w:r>
      <w:r w:rsidRPr="00664634">
        <w:rPr>
          <w:szCs w:val="28"/>
          <w:lang w:val="uk-UA"/>
        </w:rPr>
        <w:t xml:space="preserve"> 28,6 (цільовий показник </w:t>
      </w:r>
      <w:r>
        <w:rPr>
          <w:szCs w:val="28"/>
          <w:lang w:val="uk-UA"/>
        </w:rPr>
        <w:t xml:space="preserve"> - </w:t>
      </w:r>
      <w:r w:rsidRPr="00664634">
        <w:rPr>
          <w:szCs w:val="28"/>
          <w:lang w:val="uk-UA"/>
        </w:rPr>
        <w:t xml:space="preserve">30,0). </w:t>
      </w:r>
    </w:p>
    <w:p w:rsidR="00FA4493" w:rsidRPr="00664634" w:rsidRDefault="00FA4493" w:rsidP="00C47D96">
      <w:pPr>
        <w:ind w:firstLine="709"/>
        <w:contextualSpacing/>
        <w:jc w:val="both"/>
        <w:rPr>
          <w:szCs w:val="28"/>
          <w:lang w:val="uk-UA"/>
        </w:rPr>
      </w:pPr>
    </w:p>
    <w:p w:rsidR="00FA4493" w:rsidRPr="00B46BC6" w:rsidRDefault="00FA4493" w:rsidP="00B46BC6">
      <w:pPr>
        <w:spacing w:after="0" w:line="240" w:lineRule="auto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4.</w:t>
      </w:r>
      <w:r w:rsidRPr="002E60B1">
        <w:rPr>
          <w:i/>
          <w:szCs w:val="28"/>
        </w:rPr>
        <w:t xml:space="preserve"> </w:t>
      </w:r>
      <w:r w:rsidRPr="00B46BC6">
        <w:rPr>
          <w:i/>
          <w:szCs w:val="28"/>
          <w:lang w:val="uk-UA"/>
        </w:rPr>
        <w:t>Забезпечення хворих цукровим діабетом медикаментами й витратними  матеріалами медичного призначення</w:t>
      </w:r>
      <w:r w:rsidRPr="00B46BC6">
        <w:rPr>
          <w:szCs w:val="28"/>
          <w:lang w:val="uk-UA"/>
        </w:rPr>
        <w:t xml:space="preserve">. </w:t>
      </w:r>
    </w:p>
    <w:p w:rsidR="00FA4493" w:rsidRPr="00664634" w:rsidRDefault="00FA4493" w:rsidP="009F2349">
      <w:pPr>
        <w:ind w:firstLine="720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>Препаратами інсуліну хворі</w:t>
      </w:r>
      <w:r>
        <w:rPr>
          <w:szCs w:val="28"/>
          <w:lang w:val="uk-UA"/>
        </w:rPr>
        <w:t xml:space="preserve"> на</w:t>
      </w:r>
      <w:r w:rsidRPr="00664634">
        <w:rPr>
          <w:szCs w:val="28"/>
          <w:lang w:val="uk-UA"/>
        </w:rPr>
        <w:t xml:space="preserve"> цукрови</w:t>
      </w:r>
      <w:r>
        <w:rPr>
          <w:szCs w:val="28"/>
          <w:lang w:val="uk-UA"/>
        </w:rPr>
        <w:t>й</w:t>
      </w:r>
      <w:r w:rsidRPr="00664634">
        <w:rPr>
          <w:szCs w:val="28"/>
          <w:lang w:val="uk-UA"/>
        </w:rPr>
        <w:t xml:space="preserve"> діабет за</w:t>
      </w:r>
      <w:r>
        <w:rPr>
          <w:szCs w:val="28"/>
          <w:lang w:val="uk-UA"/>
        </w:rPr>
        <w:t>безпечувалися за рахунок облас</w:t>
      </w:r>
      <w:r w:rsidRPr="00664634">
        <w:rPr>
          <w:szCs w:val="28"/>
          <w:lang w:val="uk-UA"/>
        </w:rPr>
        <w:t>ного й місцевого бюджетів</w:t>
      </w:r>
    </w:p>
    <w:p w:rsidR="00FA4493" w:rsidRPr="00664634" w:rsidRDefault="00FA4493" w:rsidP="009F2349">
      <w:pPr>
        <w:ind w:firstLine="708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>Потреба в інсулінах на 2011</w:t>
      </w:r>
      <w:r>
        <w:rPr>
          <w:szCs w:val="28"/>
          <w:lang w:val="uk-UA"/>
        </w:rPr>
        <w:t>р.</w:t>
      </w:r>
      <w:r w:rsidRPr="00664634">
        <w:rPr>
          <w:szCs w:val="28"/>
          <w:lang w:val="uk-UA"/>
        </w:rPr>
        <w:t>по місту склала 1 143 039 грн</w:t>
      </w:r>
      <w:r>
        <w:rPr>
          <w:szCs w:val="28"/>
          <w:lang w:val="uk-UA"/>
        </w:rPr>
        <w:t>.</w:t>
      </w:r>
      <w:r w:rsidRPr="00664634">
        <w:rPr>
          <w:szCs w:val="28"/>
          <w:lang w:val="uk-UA"/>
        </w:rPr>
        <w:t xml:space="preserve"> (у т.ч. </w:t>
      </w:r>
      <w:r>
        <w:rPr>
          <w:szCs w:val="28"/>
          <w:lang w:val="uk-UA"/>
        </w:rPr>
        <w:t>вітч</w:t>
      </w:r>
      <w:r w:rsidRPr="00664634">
        <w:rPr>
          <w:szCs w:val="28"/>
          <w:lang w:val="uk-UA"/>
        </w:rPr>
        <w:t>. - 625 955 грн</w:t>
      </w:r>
      <w:r>
        <w:rPr>
          <w:szCs w:val="28"/>
          <w:lang w:val="uk-UA"/>
        </w:rPr>
        <w:t>.</w:t>
      </w:r>
      <w:r w:rsidRPr="00664634">
        <w:rPr>
          <w:szCs w:val="28"/>
          <w:lang w:val="uk-UA"/>
        </w:rPr>
        <w:t xml:space="preserve">, </w:t>
      </w:r>
      <w:r>
        <w:rPr>
          <w:szCs w:val="28"/>
          <w:lang w:val="uk-UA"/>
        </w:rPr>
        <w:t>і</w:t>
      </w:r>
      <w:r w:rsidRPr="00664634">
        <w:rPr>
          <w:szCs w:val="28"/>
          <w:lang w:val="uk-UA"/>
        </w:rPr>
        <w:t>мп. - 517 084 грн</w:t>
      </w:r>
      <w:r>
        <w:rPr>
          <w:szCs w:val="28"/>
          <w:lang w:val="uk-UA"/>
        </w:rPr>
        <w:t>.</w:t>
      </w:r>
      <w:r w:rsidRPr="00664634">
        <w:rPr>
          <w:szCs w:val="28"/>
          <w:lang w:val="uk-UA"/>
        </w:rPr>
        <w:t>).</w:t>
      </w:r>
    </w:p>
    <w:p w:rsidR="00FA4493" w:rsidRPr="00664634" w:rsidRDefault="00FA4493" w:rsidP="00C47D96">
      <w:pPr>
        <w:ind w:firstLine="708"/>
        <w:contextualSpacing/>
        <w:jc w:val="both"/>
        <w:rPr>
          <w:color w:val="000000"/>
          <w:szCs w:val="28"/>
          <w:lang w:val="uk-UA"/>
        </w:rPr>
      </w:pPr>
      <w:r w:rsidRPr="00664634">
        <w:rPr>
          <w:color w:val="000000"/>
          <w:szCs w:val="28"/>
          <w:lang w:val="uk-UA"/>
        </w:rPr>
        <w:t xml:space="preserve">Фактично за </w:t>
      </w:r>
      <w:r>
        <w:rPr>
          <w:szCs w:val="28"/>
          <w:lang w:val="uk-UA"/>
        </w:rPr>
        <w:t>кошти</w:t>
      </w:r>
      <w:r w:rsidRPr="00664634">
        <w:rPr>
          <w:color w:val="000000"/>
          <w:szCs w:val="28"/>
          <w:lang w:val="uk-UA"/>
        </w:rPr>
        <w:t xml:space="preserve"> обласного бюджету були отримані інсуліни на суму –1 342 406 грн</w:t>
      </w:r>
      <w:r>
        <w:rPr>
          <w:color w:val="000000"/>
          <w:szCs w:val="28"/>
          <w:lang w:val="uk-UA"/>
        </w:rPr>
        <w:t>.</w:t>
      </w:r>
      <w:r w:rsidRPr="00664634">
        <w:rPr>
          <w:color w:val="000000"/>
          <w:szCs w:val="28"/>
          <w:lang w:val="uk-UA"/>
        </w:rPr>
        <w:t xml:space="preserve"> (у т.ч. </w:t>
      </w:r>
      <w:r>
        <w:rPr>
          <w:szCs w:val="28"/>
          <w:lang w:val="uk-UA"/>
        </w:rPr>
        <w:t>вітч</w:t>
      </w:r>
      <w:r w:rsidRPr="00664634">
        <w:rPr>
          <w:color w:val="000000"/>
          <w:szCs w:val="28"/>
          <w:lang w:val="uk-UA"/>
        </w:rPr>
        <w:t>. - 727 555 грн</w:t>
      </w:r>
      <w:r>
        <w:rPr>
          <w:color w:val="000000"/>
          <w:szCs w:val="28"/>
          <w:lang w:val="uk-UA"/>
        </w:rPr>
        <w:t>.</w:t>
      </w:r>
      <w:r w:rsidRPr="00664634">
        <w:rPr>
          <w:color w:val="000000"/>
          <w:szCs w:val="28"/>
          <w:lang w:val="uk-UA"/>
        </w:rPr>
        <w:t xml:space="preserve">; </w:t>
      </w:r>
      <w:r>
        <w:rPr>
          <w:szCs w:val="28"/>
          <w:lang w:val="uk-UA"/>
        </w:rPr>
        <w:t>і</w:t>
      </w:r>
      <w:r w:rsidRPr="00664634">
        <w:rPr>
          <w:szCs w:val="28"/>
          <w:lang w:val="uk-UA"/>
        </w:rPr>
        <w:t>мп</w:t>
      </w:r>
      <w:r w:rsidRPr="00664634">
        <w:rPr>
          <w:color w:val="000000"/>
          <w:szCs w:val="28"/>
          <w:lang w:val="uk-UA"/>
        </w:rPr>
        <w:t>. -</w:t>
      </w:r>
      <w:r>
        <w:rPr>
          <w:color w:val="000000"/>
          <w:szCs w:val="28"/>
          <w:lang w:val="uk-UA"/>
        </w:rPr>
        <w:t xml:space="preserve"> </w:t>
      </w:r>
      <w:r w:rsidRPr="00664634">
        <w:rPr>
          <w:color w:val="000000"/>
          <w:szCs w:val="28"/>
          <w:lang w:val="uk-UA"/>
        </w:rPr>
        <w:t>614 850 грн</w:t>
      </w:r>
      <w:r>
        <w:rPr>
          <w:color w:val="000000"/>
          <w:szCs w:val="28"/>
          <w:lang w:val="uk-UA"/>
        </w:rPr>
        <w:t>.</w:t>
      </w:r>
      <w:r w:rsidRPr="00664634">
        <w:rPr>
          <w:color w:val="000000"/>
          <w:szCs w:val="28"/>
          <w:lang w:val="uk-UA"/>
        </w:rPr>
        <w:t>).</w:t>
      </w:r>
    </w:p>
    <w:p w:rsidR="00FA4493" w:rsidRPr="00664634" w:rsidRDefault="00FA4493" w:rsidP="00C47D96">
      <w:pPr>
        <w:ind w:firstLine="720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>За рахунок місцев</w:t>
      </w:r>
      <w:r>
        <w:rPr>
          <w:szCs w:val="28"/>
          <w:lang w:val="uk-UA"/>
        </w:rPr>
        <w:t xml:space="preserve">ого бюджету були закуплені </w:t>
      </w:r>
      <w:r w:rsidRPr="00664634">
        <w:rPr>
          <w:szCs w:val="28"/>
          <w:lang w:val="uk-UA"/>
        </w:rPr>
        <w:t xml:space="preserve"> аналоги інсуліну на суму 129 800 грн.</w:t>
      </w:r>
    </w:p>
    <w:p w:rsidR="00FA4493" w:rsidRPr="00664634" w:rsidRDefault="00FA4493" w:rsidP="00C47D96">
      <w:pPr>
        <w:ind w:firstLine="720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 ро</w:t>
      </w:r>
      <w:r w:rsidRPr="00664634">
        <w:rPr>
          <w:szCs w:val="28"/>
          <w:lang w:val="uk-UA"/>
        </w:rPr>
        <w:t>к</w:t>
      </w:r>
      <w:r>
        <w:rPr>
          <w:szCs w:val="28"/>
          <w:lang w:val="uk-UA"/>
        </w:rPr>
        <w:t>у в</w:t>
      </w:r>
      <w:r w:rsidRPr="00664634">
        <w:rPr>
          <w:szCs w:val="28"/>
          <w:lang w:val="uk-UA"/>
        </w:rPr>
        <w:t xml:space="preserve"> рік залишається проблемою забезпечення хворих</w:t>
      </w:r>
      <w:r>
        <w:rPr>
          <w:szCs w:val="28"/>
          <w:lang w:val="uk-UA"/>
        </w:rPr>
        <w:t xml:space="preserve"> на</w:t>
      </w:r>
      <w:r w:rsidRPr="00664634">
        <w:rPr>
          <w:szCs w:val="28"/>
          <w:lang w:val="uk-UA"/>
        </w:rPr>
        <w:t xml:space="preserve"> цукрови</w:t>
      </w:r>
      <w:r>
        <w:rPr>
          <w:szCs w:val="28"/>
          <w:lang w:val="uk-UA"/>
        </w:rPr>
        <w:t>й</w:t>
      </w:r>
      <w:r w:rsidRPr="00664634">
        <w:rPr>
          <w:szCs w:val="28"/>
          <w:lang w:val="uk-UA"/>
        </w:rPr>
        <w:t xml:space="preserve"> діабет</w:t>
      </w:r>
      <w:r>
        <w:rPr>
          <w:szCs w:val="28"/>
          <w:lang w:val="uk-UA"/>
        </w:rPr>
        <w:t xml:space="preserve">  таблетованими сахароз</w:t>
      </w:r>
      <w:r w:rsidRPr="00664634">
        <w:rPr>
          <w:szCs w:val="28"/>
          <w:lang w:val="uk-UA"/>
        </w:rPr>
        <w:t>ниж</w:t>
      </w:r>
      <w:r>
        <w:rPr>
          <w:szCs w:val="28"/>
          <w:lang w:val="uk-UA"/>
        </w:rPr>
        <w:t>увальними</w:t>
      </w:r>
      <w:r w:rsidRPr="00664634">
        <w:rPr>
          <w:szCs w:val="28"/>
          <w:lang w:val="uk-UA"/>
        </w:rPr>
        <w:t xml:space="preserve"> препаратами. Кількість таких хворих становить 1 998 </w:t>
      </w:r>
      <w:r>
        <w:rPr>
          <w:szCs w:val="28"/>
          <w:lang w:val="uk-UA"/>
        </w:rPr>
        <w:t>осіб.</w:t>
      </w:r>
      <w:r w:rsidRPr="00664634">
        <w:rPr>
          <w:szCs w:val="28"/>
          <w:lang w:val="uk-UA"/>
        </w:rPr>
        <w:t xml:space="preserve"> Усього на забезпечення таблетован</w:t>
      </w:r>
      <w:r>
        <w:rPr>
          <w:szCs w:val="28"/>
          <w:lang w:val="uk-UA"/>
        </w:rPr>
        <w:t>и</w:t>
      </w:r>
      <w:r w:rsidRPr="00664634">
        <w:rPr>
          <w:szCs w:val="28"/>
          <w:lang w:val="uk-UA"/>
        </w:rPr>
        <w:t>ми препаратами необхідно на місяць 119 880  грн., з розрахунку 60 грн</w:t>
      </w:r>
      <w:r>
        <w:rPr>
          <w:szCs w:val="28"/>
          <w:lang w:val="uk-UA"/>
        </w:rPr>
        <w:t>.</w:t>
      </w:r>
      <w:r w:rsidRPr="00664634">
        <w:rPr>
          <w:szCs w:val="28"/>
          <w:lang w:val="uk-UA"/>
        </w:rPr>
        <w:t xml:space="preserve"> на 1 людину на місяць (на рік 1 438 560 грн.).</w:t>
      </w:r>
    </w:p>
    <w:p w:rsidR="00FA4493" w:rsidRPr="00664634" w:rsidRDefault="00FA4493" w:rsidP="00664634">
      <w:pPr>
        <w:ind w:firstLine="720"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>Діти в 2011 році були забезпечені препаратами інсуліну, тест-смужками, глюкометрами, голками для шприців-ручок, шприцами-ручками 100%</w:t>
      </w:r>
      <w:r>
        <w:rPr>
          <w:szCs w:val="28"/>
          <w:lang w:val="uk-UA"/>
        </w:rPr>
        <w:t>,</w:t>
      </w:r>
      <w:r w:rsidRPr="00664634">
        <w:rPr>
          <w:szCs w:val="28"/>
          <w:lang w:val="uk-UA"/>
        </w:rPr>
        <w:t xml:space="preserve"> за рахунок централізованих пост</w:t>
      </w:r>
      <w:r>
        <w:rPr>
          <w:szCs w:val="28"/>
          <w:lang w:val="uk-UA"/>
        </w:rPr>
        <w:t>чань</w:t>
      </w:r>
      <w:r w:rsidRPr="00664634">
        <w:rPr>
          <w:szCs w:val="28"/>
          <w:lang w:val="uk-UA"/>
        </w:rPr>
        <w:t xml:space="preserve">. Усього </w:t>
      </w:r>
      <w:r>
        <w:rPr>
          <w:szCs w:val="28"/>
          <w:lang w:val="uk-UA"/>
        </w:rPr>
        <w:t>витрачено</w:t>
      </w:r>
      <w:r w:rsidRPr="00664634">
        <w:rPr>
          <w:szCs w:val="28"/>
          <w:lang w:val="uk-UA"/>
        </w:rPr>
        <w:t xml:space="preserve"> на дітей 198 138 грн., крім того місцевим бюджетом були виділені додаткові асигнування на </w:t>
      </w:r>
      <w:r>
        <w:rPr>
          <w:szCs w:val="28"/>
          <w:lang w:val="uk-UA"/>
        </w:rPr>
        <w:t>витратні</w:t>
      </w:r>
      <w:r w:rsidRPr="00664634">
        <w:rPr>
          <w:szCs w:val="28"/>
          <w:lang w:val="uk-UA"/>
        </w:rPr>
        <w:t xml:space="preserve"> матеріали в сумі 52 338грн. </w:t>
      </w:r>
    </w:p>
    <w:p w:rsidR="00FA4493" w:rsidRPr="00664634" w:rsidRDefault="00FA4493" w:rsidP="00C47D96">
      <w:pPr>
        <w:ind w:firstLine="720"/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2011р. </w:t>
      </w:r>
      <w:r w:rsidRPr="00664634">
        <w:rPr>
          <w:szCs w:val="28"/>
          <w:lang w:val="uk-UA"/>
        </w:rPr>
        <w:t xml:space="preserve"> діти  були забезпечені препаратами глюк</w:t>
      </w:r>
      <w:r>
        <w:rPr>
          <w:szCs w:val="28"/>
          <w:lang w:val="uk-UA"/>
        </w:rPr>
        <w:t>о</w:t>
      </w:r>
      <w:r w:rsidRPr="00664634">
        <w:rPr>
          <w:szCs w:val="28"/>
          <w:lang w:val="uk-UA"/>
        </w:rPr>
        <w:t>гон</w:t>
      </w:r>
      <w:r>
        <w:rPr>
          <w:szCs w:val="28"/>
          <w:lang w:val="uk-UA"/>
        </w:rPr>
        <w:t>у</w:t>
      </w:r>
      <w:r w:rsidRPr="00664634">
        <w:rPr>
          <w:szCs w:val="28"/>
          <w:lang w:val="uk-UA"/>
        </w:rPr>
        <w:t>, який застосовується як невідкладна допомога при г</w:t>
      </w:r>
      <w:r>
        <w:rPr>
          <w:szCs w:val="28"/>
          <w:lang w:val="uk-UA"/>
        </w:rPr>
        <w:t>і</w:t>
      </w:r>
      <w:r w:rsidRPr="00664634">
        <w:rPr>
          <w:szCs w:val="28"/>
          <w:lang w:val="uk-UA"/>
        </w:rPr>
        <w:t>погл</w:t>
      </w:r>
      <w:r>
        <w:rPr>
          <w:szCs w:val="28"/>
          <w:lang w:val="uk-UA"/>
        </w:rPr>
        <w:t>і</w:t>
      </w:r>
      <w:r w:rsidRPr="00664634">
        <w:rPr>
          <w:szCs w:val="28"/>
          <w:lang w:val="uk-UA"/>
        </w:rPr>
        <w:t>кем</w:t>
      </w:r>
      <w:r>
        <w:rPr>
          <w:szCs w:val="28"/>
          <w:lang w:val="uk-UA"/>
        </w:rPr>
        <w:t>і</w:t>
      </w:r>
      <w:r w:rsidRPr="00664634">
        <w:rPr>
          <w:szCs w:val="28"/>
          <w:lang w:val="uk-UA"/>
        </w:rPr>
        <w:t>ч</w:t>
      </w:r>
      <w:r>
        <w:rPr>
          <w:szCs w:val="28"/>
          <w:lang w:val="uk-UA"/>
        </w:rPr>
        <w:t>н</w:t>
      </w:r>
      <w:r w:rsidRPr="00664634">
        <w:rPr>
          <w:szCs w:val="28"/>
          <w:lang w:val="uk-UA"/>
        </w:rPr>
        <w:t xml:space="preserve">их реакціях. </w:t>
      </w:r>
    </w:p>
    <w:p w:rsidR="00FA4493" w:rsidRDefault="00FA4493" w:rsidP="00C47D96">
      <w:pPr>
        <w:ind w:firstLine="708"/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664634">
        <w:rPr>
          <w:szCs w:val="28"/>
          <w:lang w:val="uk-UA"/>
        </w:rPr>
        <w:t xml:space="preserve">сього на обліку </w:t>
      </w:r>
      <w:r>
        <w:rPr>
          <w:szCs w:val="28"/>
          <w:lang w:val="uk-UA"/>
        </w:rPr>
        <w:t>перебуває</w:t>
      </w:r>
      <w:r w:rsidRPr="00664634">
        <w:rPr>
          <w:szCs w:val="28"/>
          <w:lang w:val="uk-UA"/>
        </w:rPr>
        <w:t xml:space="preserve"> 32 дитини, хвор</w:t>
      </w:r>
      <w:r>
        <w:rPr>
          <w:szCs w:val="28"/>
          <w:lang w:val="uk-UA"/>
        </w:rPr>
        <w:t>і на</w:t>
      </w:r>
      <w:r w:rsidRPr="00664634">
        <w:rPr>
          <w:szCs w:val="28"/>
          <w:lang w:val="uk-UA"/>
        </w:rPr>
        <w:t xml:space="preserve"> цукрови</w:t>
      </w:r>
      <w:r>
        <w:rPr>
          <w:szCs w:val="28"/>
          <w:lang w:val="uk-UA"/>
        </w:rPr>
        <w:t>й</w:t>
      </w:r>
      <w:r w:rsidRPr="00664634">
        <w:rPr>
          <w:szCs w:val="28"/>
          <w:lang w:val="uk-UA"/>
        </w:rPr>
        <w:t xml:space="preserve"> діабет (у т.</w:t>
      </w:r>
      <w:r>
        <w:rPr>
          <w:szCs w:val="28"/>
          <w:lang w:val="uk-UA"/>
        </w:rPr>
        <w:t xml:space="preserve"> ч. взяті на облік</w:t>
      </w:r>
      <w:r w:rsidRPr="0066463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</w:t>
      </w:r>
      <w:r w:rsidRPr="00664634">
        <w:rPr>
          <w:szCs w:val="28"/>
          <w:lang w:val="uk-UA"/>
        </w:rPr>
        <w:t>перше –</w:t>
      </w:r>
      <w:r>
        <w:rPr>
          <w:szCs w:val="28"/>
          <w:lang w:val="uk-UA"/>
        </w:rPr>
        <w:t xml:space="preserve"> </w:t>
      </w:r>
      <w:r w:rsidRPr="00664634">
        <w:rPr>
          <w:szCs w:val="28"/>
          <w:lang w:val="uk-UA"/>
        </w:rPr>
        <w:t xml:space="preserve">5 дітей). </w:t>
      </w:r>
      <w:r>
        <w:rPr>
          <w:szCs w:val="28"/>
          <w:lang w:val="uk-UA"/>
        </w:rPr>
        <w:t>В</w:t>
      </w:r>
      <w:r w:rsidRPr="00664634">
        <w:rPr>
          <w:szCs w:val="28"/>
          <w:lang w:val="uk-UA"/>
        </w:rPr>
        <w:t>сі вони були забезпечені комплектами глюкометр</w:t>
      </w:r>
      <w:r>
        <w:rPr>
          <w:szCs w:val="28"/>
          <w:lang w:val="uk-UA"/>
        </w:rPr>
        <w:t>і</w:t>
      </w:r>
      <w:r w:rsidRPr="00664634">
        <w:rPr>
          <w:szCs w:val="28"/>
          <w:lang w:val="uk-UA"/>
        </w:rPr>
        <w:t>в і тест-смужок</w:t>
      </w:r>
      <w:r>
        <w:rPr>
          <w:szCs w:val="28"/>
          <w:lang w:val="uk-UA"/>
        </w:rPr>
        <w:t>ами</w:t>
      </w:r>
      <w:r w:rsidRPr="00664634">
        <w:rPr>
          <w:szCs w:val="28"/>
          <w:lang w:val="uk-UA"/>
        </w:rPr>
        <w:t xml:space="preserve"> до них за рахунок обласного бюджету</w:t>
      </w:r>
      <w:r>
        <w:rPr>
          <w:szCs w:val="28"/>
          <w:lang w:val="uk-UA"/>
        </w:rPr>
        <w:t>.</w:t>
      </w:r>
    </w:p>
    <w:p w:rsidR="00FA4493" w:rsidRPr="00664634" w:rsidRDefault="00FA4493" w:rsidP="00C47D96">
      <w:pPr>
        <w:ind w:firstLine="708"/>
        <w:contextualSpacing/>
        <w:jc w:val="both"/>
        <w:rPr>
          <w:szCs w:val="28"/>
          <w:lang w:val="uk-UA"/>
        </w:rPr>
      </w:pPr>
    </w:p>
    <w:p w:rsidR="00FA4493" w:rsidRPr="00664634" w:rsidRDefault="00FA4493" w:rsidP="00B46BC6">
      <w:pPr>
        <w:spacing w:after="0" w:line="240" w:lineRule="auto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5.</w:t>
      </w:r>
      <w:r w:rsidRPr="002E60B1">
        <w:rPr>
          <w:i/>
          <w:szCs w:val="28"/>
        </w:rPr>
        <w:t xml:space="preserve"> </w:t>
      </w:r>
      <w:r w:rsidRPr="00664634">
        <w:rPr>
          <w:i/>
          <w:szCs w:val="28"/>
          <w:lang w:val="uk-UA"/>
        </w:rPr>
        <w:t>Створення умов для ефективного функціонування лікувальних установ з метою підвищення рівня</w:t>
      </w:r>
      <w:r>
        <w:rPr>
          <w:i/>
          <w:szCs w:val="28"/>
          <w:lang w:val="uk-UA"/>
        </w:rPr>
        <w:t xml:space="preserve"> та</w:t>
      </w:r>
      <w:r w:rsidRPr="00664634">
        <w:rPr>
          <w:i/>
          <w:szCs w:val="28"/>
          <w:lang w:val="uk-UA"/>
        </w:rPr>
        <w:t xml:space="preserve"> якості надання медичної допомоги хворим </w:t>
      </w:r>
      <w:r>
        <w:rPr>
          <w:i/>
          <w:szCs w:val="28"/>
          <w:lang w:val="uk-UA"/>
        </w:rPr>
        <w:t xml:space="preserve">на </w:t>
      </w:r>
      <w:r w:rsidRPr="00664634">
        <w:rPr>
          <w:i/>
          <w:szCs w:val="28"/>
          <w:lang w:val="uk-UA"/>
        </w:rPr>
        <w:t>цукрови</w:t>
      </w:r>
      <w:r>
        <w:rPr>
          <w:i/>
          <w:szCs w:val="28"/>
          <w:lang w:val="uk-UA"/>
        </w:rPr>
        <w:t>й</w:t>
      </w:r>
      <w:r w:rsidRPr="00664634">
        <w:rPr>
          <w:i/>
          <w:szCs w:val="28"/>
          <w:lang w:val="uk-UA"/>
        </w:rPr>
        <w:t xml:space="preserve"> діабет</w:t>
      </w:r>
      <w:r w:rsidRPr="00664634">
        <w:rPr>
          <w:szCs w:val="28"/>
          <w:lang w:val="uk-UA"/>
        </w:rPr>
        <w:t>.</w:t>
      </w:r>
    </w:p>
    <w:p w:rsidR="00FA4493" w:rsidRPr="00664634" w:rsidRDefault="00FA4493" w:rsidP="00C47D96">
      <w:pPr>
        <w:ind w:firstLine="709"/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664634">
        <w:rPr>
          <w:szCs w:val="28"/>
          <w:lang w:val="uk-UA"/>
        </w:rPr>
        <w:t xml:space="preserve"> нашому місті матеріально-технічної бази для створення кабінетів діабетичної стопи й діабетичної ретинопатії з метою зменшення кількості ампутацій і з метою лікування ретинопатій у важкій формі, що приводять до сліпоти, немає. Усі хворі направляються в Центр діабетичної стопи в м. Донецьку </w:t>
      </w:r>
      <w:r>
        <w:rPr>
          <w:szCs w:val="28"/>
          <w:lang w:val="uk-UA"/>
        </w:rPr>
        <w:t>та</w:t>
      </w:r>
      <w:r w:rsidRPr="00664634">
        <w:rPr>
          <w:szCs w:val="28"/>
          <w:lang w:val="uk-UA"/>
        </w:rPr>
        <w:t xml:space="preserve">  у клініку на базі ДОКТМО «Лазер плюс». Ведуться фіксовані приймання лікарів хірургів, офтальмологів у поліклініці ЦР</w:t>
      </w:r>
      <w:r>
        <w:rPr>
          <w:szCs w:val="28"/>
          <w:lang w:val="uk-UA"/>
        </w:rPr>
        <w:t>Л</w:t>
      </w:r>
      <w:r w:rsidRPr="00664634">
        <w:rPr>
          <w:szCs w:val="28"/>
          <w:lang w:val="uk-UA"/>
        </w:rPr>
        <w:t>.</w:t>
      </w:r>
    </w:p>
    <w:p w:rsidR="00FA4493" w:rsidRPr="00664634" w:rsidRDefault="00FA4493" w:rsidP="00C47D96">
      <w:pPr>
        <w:ind w:firstLine="709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 xml:space="preserve"> Кількість ампутацій на 100 тис. </w:t>
      </w:r>
      <w:r>
        <w:rPr>
          <w:szCs w:val="28"/>
          <w:lang w:val="uk-UA"/>
        </w:rPr>
        <w:t>осіб</w:t>
      </w:r>
      <w:r w:rsidRPr="00664634">
        <w:rPr>
          <w:szCs w:val="28"/>
          <w:lang w:val="uk-UA"/>
        </w:rPr>
        <w:t xml:space="preserve"> склал</w:t>
      </w:r>
      <w:r>
        <w:rPr>
          <w:szCs w:val="28"/>
          <w:lang w:val="uk-UA"/>
        </w:rPr>
        <w:t>а</w:t>
      </w:r>
      <w:r w:rsidRPr="00664634">
        <w:rPr>
          <w:szCs w:val="28"/>
          <w:lang w:val="uk-UA"/>
        </w:rPr>
        <w:t xml:space="preserve"> 5,4, що не перевищує цільовий показник 5,8. </w:t>
      </w:r>
    </w:p>
    <w:p w:rsidR="00FA4493" w:rsidRDefault="00FA4493" w:rsidP="000522FE">
      <w:pPr>
        <w:ind w:firstLine="709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 xml:space="preserve">Питома вага  з діабетичною гангреною серед загальної кількості хворих </w:t>
      </w:r>
      <w:r>
        <w:rPr>
          <w:szCs w:val="28"/>
          <w:lang w:val="uk-UA"/>
        </w:rPr>
        <w:t xml:space="preserve">на </w:t>
      </w:r>
      <w:r w:rsidRPr="00664634">
        <w:rPr>
          <w:szCs w:val="28"/>
          <w:lang w:val="uk-UA"/>
        </w:rPr>
        <w:t>цукрови</w:t>
      </w:r>
      <w:r>
        <w:rPr>
          <w:szCs w:val="28"/>
          <w:lang w:val="uk-UA"/>
        </w:rPr>
        <w:t>й</w:t>
      </w:r>
      <w:r w:rsidRPr="00664634">
        <w:rPr>
          <w:szCs w:val="28"/>
          <w:lang w:val="uk-UA"/>
        </w:rPr>
        <w:t xml:space="preserve"> діабет становить 0,5, що не перевищує цільовий показник 0,5.</w:t>
      </w:r>
    </w:p>
    <w:p w:rsidR="00FA4493" w:rsidRPr="00664634" w:rsidRDefault="00FA4493" w:rsidP="000522FE">
      <w:pPr>
        <w:ind w:firstLine="709"/>
        <w:contextualSpacing/>
        <w:jc w:val="both"/>
        <w:rPr>
          <w:szCs w:val="28"/>
          <w:lang w:val="uk-UA"/>
        </w:rPr>
      </w:pPr>
    </w:p>
    <w:p w:rsidR="00FA4493" w:rsidRPr="00664634" w:rsidRDefault="00FA4493" w:rsidP="000522FE">
      <w:pPr>
        <w:spacing w:after="0" w:line="240" w:lineRule="auto"/>
        <w:ind w:firstLine="708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>6.</w:t>
      </w:r>
      <w:r w:rsidRPr="002E60B1">
        <w:rPr>
          <w:i/>
          <w:szCs w:val="28"/>
        </w:rPr>
        <w:t xml:space="preserve"> </w:t>
      </w:r>
      <w:r w:rsidRPr="00664634">
        <w:rPr>
          <w:i/>
          <w:szCs w:val="28"/>
          <w:lang w:val="uk-UA"/>
        </w:rPr>
        <w:t xml:space="preserve">Удосконалення системи медичної соціальної </w:t>
      </w:r>
      <w:r>
        <w:rPr>
          <w:i/>
          <w:szCs w:val="28"/>
          <w:lang w:val="uk-UA"/>
        </w:rPr>
        <w:t>та</w:t>
      </w:r>
      <w:r w:rsidRPr="00664634">
        <w:rPr>
          <w:i/>
          <w:szCs w:val="28"/>
          <w:lang w:val="uk-UA"/>
        </w:rPr>
        <w:t xml:space="preserve"> санаторно-куро</w:t>
      </w:r>
      <w:r>
        <w:rPr>
          <w:i/>
          <w:szCs w:val="28"/>
          <w:lang w:val="uk-UA"/>
        </w:rPr>
        <w:t>р</w:t>
      </w:r>
      <w:r w:rsidRPr="00664634">
        <w:rPr>
          <w:i/>
          <w:szCs w:val="28"/>
          <w:lang w:val="uk-UA"/>
        </w:rPr>
        <w:t>тно</w:t>
      </w:r>
      <w:r>
        <w:rPr>
          <w:i/>
          <w:szCs w:val="28"/>
          <w:lang w:val="uk-UA"/>
        </w:rPr>
        <w:t>ї</w:t>
      </w:r>
      <w:r w:rsidRPr="00664634">
        <w:rPr>
          <w:i/>
          <w:szCs w:val="28"/>
          <w:lang w:val="uk-UA"/>
        </w:rPr>
        <w:t xml:space="preserve"> реабілітації хворих</w:t>
      </w:r>
      <w:r>
        <w:rPr>
          <w:i/>
          <w:szCs w:val="28"/>
          <w:lang w:val="uk-UA"/>
        </w:rPr>
        <w:t xml:space="preserve"> на </w:t>
      </w:r>
      <w:r w:rsidRPr="00664634">
        <w:rPr>
          <w:i/>
          <w:szCs w:val="28"/>
          <w:lang w:val="uk-UA"/>
        </w:rPr>
        <w:t>цукрови</w:t>
      </w:r>
      <w:r>
        <w:rPr>
          <w:i/>
          <w:szCs w:val="28"/>
          <w:lang w:val="uk-UA"/>
        </w:rPr>
        <w:t>й</w:t>
      </w:r>
      <w:r w:rsidRPr="00664634">
        <w:rPr>
          <w:i/>
          <w:szCs w:val="28"/>
          <w:lang w:val="uk-UA"/>
        </w:rPr>
        <w:t xml:space="preserve"> діабет.</w:t>
      </w:r>
    </w:p>
    <w:p w:rsidR="00FA4493" w:rsidRPr="00664634" w:rsidRDefault="00FA4493" w:rsidP="000522F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664634">
        <w:rPr>
          <w:szCs w:val="28"/>
          <w:lang w:val="uk-UA"/>
        </w:rPr>
        <w:t>сього в 2011 році за рахунок обласного бюджету проходили оздоровлення в спеціалізованих санаторі</w:t>
      </w:r>
      <w:r>
        <w:rPr>
          <w:szCs w:val="28"/>
          <w:lang w:val="uk-UA"/>
        </w:rPr>
        <w:t xml:space="preserve">ях 9 дітей, що складає  29% </w:t>
      </w:r>
      <w:r w:rsidRPr="00664634">
        <w:rPr>
          <w:szCs w:val="28"/>
          <w:lang w:val="uk-UA"/>
        </w:rPr>
        <w:t>(цільовий показник 30 %).</w:t>
      </w:r>
    </w:p>
    <w:p w:rsidR="00FA4493" w:rsidRPr="00664634" w:rsidRDefault="00FA4493" w:rsidP="000522FE">
      <w:pPr>
        <w:spacing w:after="0" w:line="240" w:lineRule="auto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7.</w:t>
      </w:r>
      <w:r w:rsidRPr="002E60B1">
        <w:rPr>
          <w:i/>
          <w:szCs w:val="28"/>
        </w:rPr>
        <w:t xml:space="preserve"> </w:t>
      </w:r>
      <w:r w:rsidRPr="00664634">
        <w:rPr>
          <w:i/>
          <w:szCs w:val="28"/>
          <w:lang w:val="uk-UA"/>
        </w:rPr>
        <w:t>Удосконалення системи реєстрації хворих</w:t>
      </w:r>
      <w:r>
        <w:rPr>
          <w:i/>
          <w:szCs w:val="28"/>
          <w:lang w:val="uk-UA"/>
        </w:rPr>
        <w:t xml:space="preserve"> на</w:t>
      </w:r>
      <w:r w:rsidRPr="00664634">
        <w:rPr>
          <w:i/>
          <w:szCs w:val="28"/>
          <w:lang w:val="uk-UA"/>
        </w:rPr>
        <w:t xml:space="preserve"> цукрови</w:t>
      </w:r>
      <w:r>
        <w:rPr>
          <w:i/>
          <w:szCs w:val="28"/>
          <w:lang w:val="uk-UA"/>
        </w:rPr>
        <w:t>й</w:t>
      </w:r>
      <w:r w:rsidRPr="00664634">
        <w:rPr>
          <w:i/>
          <w:szCs w:val="28"/>
          <w:lang w:val="uk-UA"/>
        </w:rPr>
        <w:t xml:space="preserve"> діабет.</w:t>
      </w:r>
      <w:r w:rsidRPr="00664634">
        <w:rPr>
          <w:szCs w:val="28"/>
          <w:lang w:val="uk-UA"/>
        </w:rPr>
        <w:t xml:space="preserve"> </w:t>
      </w:r>
    </w:p>
    <w:p w:rsidR="00FA4493" w:rsidRPr="00664634" w:rsidRDefault="00FA4493" w:rsidP="000522FE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664634">
        <w:rPr>
          <w:szCs w:val="28"/>
          <w:lang w:val="uk-UA"/>
        </w:rPr>
        <w:t xml:space="preserve">сі хворі </w:t>
      </w:r>
      <w:r>
        <w:rPr>
          <w:szCs w:val="28"/>
          <w:lang w:val="uk-UA"/>
        </w:rPr>
        <w:t xml:space="preserve"> на </w:t>
      </w:r>
      <w:r w:rsidRPr="00664634">
        <w:rPr>
          <w:szCs w:val="28"/>
          <w:lang w:val="uk-UA"/>
        </w:rPr>
        <w:t>цукрови</w:t>
      </w:r>
      <w:r>
        <w:rPr>
          <w:szCs w:val="28"/>
          <w:lang w:val="uk-UA"/>
        </w:rPr>
        <w:t>й</w:t>
      </w:r>
      <w:r w:rsidRPr="00664634">
        <w:rPr>
          <w:szCs w:val="28"/>
          <w:lang w:val="uk-UA"/>
        </w:rPr>
        <w:t xml:space="preserve"> діабет внесені в комп'ютерний регістр, який щорічно </w:t>
      </w:r>
      <w:r>
        <w:rPr>
          <w:szCs w:val="28"/>
          <w:lang w:val="uk-UA"/>
        </w:rPr>
        <w:t>по</w:t>
      </w:r>
      <w:r w:rsidRPr="00664634">
        <w:rPr>
          <w:szCs w:val="28"/>
          <w:lang w:val="uk-UA"/>
        </w:rPr>
        <w:t>новл</w:t>
      </w:r>
      <w:r>
        <w:rPr>
          <w:szCs w:val="28"/>
          <w:lang w:val="uk-UA"/>
        </w:rPr>
        <w:t>ю</w:t>
      </w:r>
      <w:r w:rsidRPr="00664634">
        <w:rPr>
          <w:szCs w:val="28"/>
          <w:lang w:val="uk-UA"/>
        </w:rPr>
        <w:t>ється. Організован</w:t>
      </w:r>
      <w:r>
        <w:rPr>
          <w:szCs w:val="28"/>
          <w:lang w:val="uk-UA"/>
        </w:rPr>
        <w:t xml:space="preserve">о </w:t>
      </w:r>
      <w:r w:rsidRPr="00664634">
        <w:rPr>
          <w:szCs w:val="28"/>
          <w:lang w:val="uk-UA"/>
        </w:rPr>
        <w:t>школ</w:t>
      </w:r>
      <w:r>
        <w:rPr>
          <w:szCs w:val="28"/>
          <w:lang w:val="uk-UA"/>
        </w:rPr>
        <w:t>у</w:t>
      </w:r>
      <w:r w:rsidRPr="00664634">
        <w:rPr>
          <w:szCs w:val="28"/>
          <w:lang w:val="uk-UA"/>
        </w:rPr>
        <w:t xml:space="preserve"> навчання самоконтролю хворих </w:t>
      </w:r>
      <w:r>
        <w:rPr>
          <w:szCs w:val="28"/>
          <w:lang w:val="uk-UA"/>
        </w:rPr>
        <w:t xml:space="preserve"> на </w:t>
      </w:r>
      <w:r w:rsidRPr="00664634">
        <w:rPr>
          <w:szCs w:val="28"/>
          <w:lang w:val="uk-UA"/>
        </w:rPr>
        <w:t>цукрови</w:t>
      </w:r>
      <w:r>
        <w:rPr>
          <w:szCs w:val="28"/>
          <w:lang w:val="uk-UA"/>
        </w:rPr>
        <w:t>й</w:t>
      </w:r>
      <w:r w:rsidRPr="00664634">
        <w:rPr>
          <w:szCs w:val="28"/>
          <w:lang w:val="uk-UA"/>
        </w:rPr>
        <w:t xml:space="preserve"> діабет, де висвітлюються питання </w:t>
      </w:r>
      <w:r>
        <w:rPr>
          <w:szCs w:val="28"/>
          <w:lang w:val="uk-UA"/>
        </w:rPr>
        <w:t>з</w:t>
      </w:r>
      <w:r w:rsidRPr="00664634">
        <w:rPr>
          <w:szCs w:val="28"/>
          <w:lang w:val="uk-UA"/>
        </w:rPr>
        <w:t xml:space="preserve"> дієтхарчуванн</w:t>
      </w:r>
      <w:r>
        <w:rPr>
          <w:szCs w:val="28"/>
          <w:lang w:val="uk-UA"/>
        </w:rPr>
        <w:t>я</w:t>
      </w:r>
      <w:r w:rsidRPr="00664634">
        <w:rPr>
          <w:szCs w:val="28"/>
          <w:lang w:val="uk-UA"/>
        </w:rPr>
        <w:t xml:space="preserve">, хворі навчаються методиці введення інсуліну. </w:t>
      </w:r>
      <w:r>
        <w:rPr>
          <w:szCs w:val="28"/>
          <w:lang w:val="uk-UA"/>
        </w:rPr>
        <w:t>В</w:t>
      </w:r>
      <w:r w:rsidRPr="00664634">
        <w:rPr>
          <w:szCs w:val="28"/>
          <w:lang w:val="uk-UA"/>
        </w:rPr>
        <w:t xml:space="preserve">сього за 2011 рік пройшло навчання 279 </w:t>
      </w:r>
      <w:r>
        <w:rPr>
          <w:szCs w:val="28"/>
          <w:lang w:val="uk-UA"/>
        </w:rPr>
        <w:t>осіб</w:t>
      </w:r>
      <w:r w:rsidRPr="00664634">
        <w:rPr>
          <w:szCs w:val="28"/>
          <w:lang w:val="uk-UA"/>
        </w:rPr>
        <w:t>.</w:t>
      </w:r>
    </w:p>
    <w:p w:rsidR="00FA4493" w:rsidRPr="00664634" w:rsidRDefault="00FA4493" w:rsidP="000522FE">
      <w:pPr>
        <w:spacing w:after="0" w:line="240" w:lineRule="auto"/>
        <w:ind w:firstLine="708"/>
        <w:rPr>
          <w:szCs w:val="28"/>
          <w:lang w:val="uk-UA"/>
        </w:rPr>
      </w:pPr>
      <w:r>
        <w:rPr>
          <w:i/>
          <w:szCs w:val="28"/>
          <w:lang w:val="uk-UA"/>
        </w:rPr>
        <w:t>8.</w:t>
      </w:r>
      <w:r w:rsidRPr="002E60B1">
        <w:rPr>
          <w:i/>
          <w:szCs w:val="28"/>
        </w:rPr>
        <w:t xml:space="preserve"> </w:t>
      </w:r>
      <w:r w:rsidRPr="00664634">
        <w:rPr>
          <w:i/>
          <w:szCs w:val="28"/>
          <w:lang w:val="uk-UA"/>
        </w:rPr>
        <w:t>Санітарно – просвітня робота серед населення</w:t>
      </w:r>
      <w:r w:rsidRPr="00664634">
        <w:rPr>
          <w:szCs w:val="28"/>
          <w:lang w:val="uk-UA"/>
        </w:rPr>
        <w:t>.</w:t>
      </w:r>
    </w:p>
    <w:p w:rsidR="00FA4493" w:rsidRDefault="00FA4493" w:rsidP="000522FE">
      <w:pPr>
        <w:ind w:firstLine="709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>Ведеться санітарно - просвітн</w:t>
      </w:r>
      <w:r>
        <w:rPr>
          <w:szCs w:val="28"/>
          <w:lang w:val="uk-UA"/>
        </w:rPr>
        <w:t>я робота серед на</w:t>
      </w:r>
      <w:r w:rsidRPr="00664634">
        <w:rPr>
          <w:szCs w:val="28"/>
          <w:lang w:val="uk-UA"/>
        </w:rPr>
        <w:t>селен</w:t>
      </w:r>
      <w:r>
        <w:rPr>
          <w:szCs w:val="28"/>
          <w:lang w:val="uk-UA"/>
        </w:rPr>
        <w:t>н</w:t>
      </w:r>
      <w:r w:rsidRPr="00664634">
        <w:rPr>
          <w:szCs w:val="28"/>
          <w:lang w:val="uk-UA"/>
        </w:rPr>
        <w:t xml:space="preserve">я </w:t>
      </w:r>
      <w:r>
        <w:rPr>
          <w:szCs w:val="28"/>
          <w:lang w:val="uk-UA"/>
        </w:rPr>
        <w:t xml:space="preserve">із </w:t>
      </w:r>
      <w:r w:rsidRPr="00664634">
        <w:rPr>
          <w:szCs w:val="28"/>
          <w:lang w:val="uk-UA"/>
        </w:rPr>
        <w:t>залучення</w:t>
      </w:r>
      <w:r>
        <w:rPr>
          <w:szCs w:val="28"/>
          <w:lang w:val="uk-UA"/>
        </w:rPr>
        <w:t>м</w:t>
      </w:r>
      <w:r w:rsidRPr="00664634">
        <w:rPr>
          <w:szCs w:val="28"/>
          <w:lang w:val="uk-UA"/>
        </w:rPr>
        <w:t xml:space="preserve"> ЗМІ, проводилися заняття </w:t>
      </w:r>
      <w:r>
        <w:rPr>
          <w:szCs w:val="28"/>
          <w:lang w:val="uk-UA"/>
        </w:rPr>
        <w:t>з</w:t>
      </w:r>
      <w:r w:rsidRPr="00664634">
        <w:rPr>
          <w:szCs w:val="28"/>
          <w:lang w:val="uk-UA"/>
        </w:rPr>
        <w:t xml:space="preserve"> навчанн</w:t>
      </w:r>
      <w:r>
        <w:rPr>
          <w:szCs w:val="28"/>
          <w:lang w:val="uk-UA"/>
        </w:rPr>
        <w:t>я</w:t>
      </w:r>
      <w:r w:rsidRPr="00664634">
        <w:rPr>
          <w:szCs w:val="28"/>
          <w:lang w:val="uk-UA"/>
        </w:rPr>
        <w:t xml:space="preserve"> хворих </w:t>
      </w:r>
      <w:r>
        <w:rPr>
          <w:szCs w:val="28"/>
          <w:lang w:val="uk-UA"/>
        </w:rPr>
        <w:t xml:space="preserve">на </w:t>
      </w:r>
      <w:r w:rsidRPr="00664634">
        <w:rPr>
          <w:szCs w:val="28"/>
          <w:lang w:val="uk-UA"/>
        </w:rPr>
        <w:t>цукрови</w:t>
      </w:r>
      <w:r>
        <w:rPr>
          <w:szCs w:val="28"/>
          <w:lang w:val="uk-UA"/>
        </w:rPr>
        <w:t>й</w:t>
      </w:r>
      <w:r w:rsidRPr="00664634">
        <w:rPr>
          <w:szCs w:val="28"/>
          <w:lang w:val="uk-UA"/>
        </w:rPr>
        <w:t xml:space="preserve"> діабет. </w:t>
      </w:r>
      <w:r>
        <w:rPr>
          <w:szCs w:val="28"/>
          <w:lang w:val="uk-UA"/>
        </w:rPr>
        <w:t xml:space="preserve"> Робота здійснювалась </w:t>
      </w:r>
      <w:r w:rsidRPr="00664634">
        <w:rPr>
          <w:szCs w:val="28"/>
          <w:lang w:val="uk-UA"/>
        </w:rPr>
        <w:t xml:space="preserve">разом з  міським центром здоров'я.  </w:t>
      </w:r>
    </w:p>
    <w:p w:rsidR="00FA4493" w:rsidRDefault="00FA4493" w:rsidP="000522FE">
      <w:pPr>
        <w:ind w:firstLine="709"/>
        <w:contextualSpacing/>
        <w:jc w:val="both"/>
        <w:rPr>
          <w:szCs w:val="28"/>
          <w:lang w:val="uk-UA"/>
        </w:rPr>
      </w:pPr>
      <w:r w:rsidRPr="00664634">
        <w:rPr>
          <w:szCs w:val="28"/>
          <w:lang w:val="uk-UA"/>
        </w:rPr>
        <w:t>Щорічно 14 листопада відзначається Всесвітній день боротьби із цукровим діабетом. До цього Дня присвячений  тематичний виступ по телебаченню.</w:t>
      </w:r>
    </w:p>
    <w:p w:rsidR="00FA4493" w:rsidRPr="00664634" w:rsidRDefault="00FA4493" w:rsidP="000522FE">
      <w:pPr>
        <w:ind w:firstLine="709"/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>Робота з виконання програми триває.</w:t>
      </w:r>
    </w:p>
    <w:p w:rsidR="00FA4493" w:rsidRPr="00664634" w:rsidRDefault="00FA4493" w:rsidP="00664634">
      <w:pPr>
        <w:tabs>
          <w:tab w:val="left" w:pos="1387"/>
        </w:tabs>
        <w:jc w:val="both"/>
        <w:rPr>
          <w:szCs w:val="28"/>
          <w:lang w:val="uk-UA"/>
        </w:rPr>
      </w:pPr>
    </w:p>
    <w:p w:rsidR="00FA4493" w:rsidRPr="00664634" w:rsidRDefault="00FA4493" w:rsidP="00664634">
      <w:pPr>
        <w:tabs>
          <w:tab w:val="left" w:pos="1387"/>
        </w:tabs>
        <w:jc w:val="both"/>
        <w:rPr>
          <w:szCs w:val="28"/>
          <w:lang w:val="uk-UA"/>
        </w:rPr>
      </w:pPr>
    </w:p>
    <w:p w:rsidR="00FA4493" w:rsidRDefault="00FA4493" w:rsidP="000522FE">
      <w:pPr>
        <w:contextualSpacing/>
        <w:rPr>
          <w:szCs w:val="28"/>
          <w:lang w:val="uk-UA"/>
        </w:rPr>
      </w:pPr>
      <w:r>
        <w:rPr>
          <w:szCs w:val="28"/>
          <w:lang w:val="uk-UA"/>
        </w:rPr>
        <w:t>Заступник головного лікаря</w:t>
      </w:r>
      <w:r w:rsidRPr="00664634">
        <w:rPr>
          <w:szCs w:val="28"/>
          <w:lang w:val="uk-UA"/>
        </w:rPr>
        <w:t xml:space="preserve"> </w:t>
      </w:r>
    </w:p>
    <w:p w:rsidR="00FA4493" w:rsidRPr="00664634" w:rsidRDefault="00FA4493" w:rsidP="00664634">
      <w:pPr>
        <w:contextualSpacing/>
        <w:rPr>
          <w:szCs w:val="28"/>
          <w:lang w:val="uk-UA"/>
        </w:rPr>
      </w:pPr>
      <w:r w:rsidRPr="00664634">
        <w:rPr>
          <w:szCs w:val="28"/>
          <w:lang w:val="uk-UA"/>
        </w:rPr>
        <w:t xml:space="preserve">Артемівської центральної районної лікарні         </w:t>
      </w:r>
      <w:r>
        <w:rPr>
          <w:szCs w:val="28"/>
          <w:lang w:val="uk-UA"/>
        </w:rPr>
        <w:t xml:space="preserve">                   І.О.</w:t>
      </w:r>
      <w:r w:rsidRPr="00664634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Губський</w:t>
      </w:r>
      <w:r w:rsidRPr="00664634">
        <w:rPr>
          <w:szCs w:val="28"/>
          <w:lang w:val="uk-UA"/>
        </w:rPr>
        <w:t xml:space="preserve">                          </w:t>
      </w:r>
      <w:r>
        <w:rPr>
          <w:szCs w:val="28"/>
          <w:lang w:val="uk-UA"/>
        </w:rPr>
        <w:t xml:space="preserve">               </w:t>
      </w:r>
      <w:r w:rsidRPr="00664634">
        <w:rPr>
          <w:szCs w:val="28"/>
          <w:lang w:val="uk-UA"/>
        </w:rPr>
        <w:t xml:space="preserve">        </w:t>
      </w:r>
    </w:p>
    <w:p w:rsidR="00FA4493" w:rsidRDefault="00FA4493" w:rsidP="000522FE">
      <w:pPr>
        <w:contextualSpacing/>
        <w:rPr>
          <w:sz w:val="20"/>
          <w:szCs w:val="20"/>
          <w:lang w:val="uk-UA"/>
        </w:rPr>
      </w:pPr>
    </w:p>
    <w:p w:rsidR="00FA4493" w:rsidRDefault="00FA4493" w:rsidP="000522FE">
      <w:pPr>
        <w:contextualSpacing/>
        <w:rPr>
          <w:sz w:val="20"/>
          <w:szCs w:val="20"/>
          <w:lang w:val="uk-UA"/>
        </w:rPr>
      </w:pPr>
    </w:p>
    <w:p w:rsidR="00FA4493" w:rsidRDefault="00FA4493" w:rsidP="000522FE">
      <w:pPr>
        <w:contextualSpacing/>
        <w:rPr>
          <w:sz w:val="20"/>
          <w:szCs w:val="20"/>
          <w:lang w:val="uk-UA"/>
        </w:rPr>
      </w:pPr>
    </w:p>
    <w:p w:rsidR="00FA4493" w:rsidRDefault="00FA4493" w:rsidP="000522FE">
      <w:pPr>
        <w:contextualSpacing/>
        <w:rPr>
          <w:sz w:val="20"/>
          <w:szCs w:val="20"/>
          <w:lang w:val="uk-UA"/>
        </w:rPr>
      </w:pPr>
    </w:p>
    <w:p w:rsidR="00FA4493" w:rsidRDefault="00FA4493" w:rsidP="000522FE">
      <w:pPr>
        <w:contextualSpacing/>
        <w:rPr>
          <w:sz w:val="20"/>
          <w:szCs w:val="20"/>
          <w:lang w:val="uk-UA"/>
        </w:rPr>
      </w:pPr>
    </w:p>
    <w:p w:rsidR="00FA4493" w:rsidRPr="000522FE" w:rsidRDefault="00FA4493" w:rsidP="000522FE">
      <w:pPr>
        <w:contextualSpacing/>
        <w:rPr>
          <w:sz w:val="20"/>
          <w:szCs w:val="20"/>
          <w:lang w:val="uk-UA"/>
        </w:rPr>
      </w:pPr>
      <w:r w:rsidRPr="000522FE">
        <w:rPr>
          <w:sz w:val="20"/>
          <w:szCs w:val="20"/>
          <w:lang w:val="uk-UA"/>
        </w:rPr>
        <w:t>Губський І.О.</w:t>
      </w:r>
    </w:p>
    <w:p w:rsidR="00FA4493" w:rsidRPr="000522FE" w:rsidRDefault="00FA4493" w:rsidP="000522FE">
      <w:pPr>
        <w:contextualSpacing/>
        <w:rPr>
          <w:sz w:val="20"/>
          <w:szCs w:val="20"/>
          <w:lang w:val="uk-UA"/>
        </w:rPr>
      </w:pPr>
      <w:r w:rsidRPr="000522FE">
        <w:rPr>
          <w:sz w:val="20"/>
          <w:szCs w:val="20"/>
          <w:lang w:val="uk-UA"/>
        </w:rPr>
        <w:t>Осолодкова М.І.</w:t>
      </w:r>
    </w:p>
    <w:p w:rsidR="00FA4493" w:rsidRPr="00664634" w:rsidRDefault="00FA4493" w:rsidP="00664634">
      <w:pPr>
        <w:rPr>
          <w:szCs w:val="28"/>
          <w:lang w:val="uk-UA"/>
        </w:rPr>
      </w:pPr>
    </w:p>
    <w:p w:rsidR="00FA4493" w:rsidRPr="00664634" w:rsidRDefault="00FA4493" w:rsidP="00664634">
      <w:pPr>
        <w:rPr>
          <w:lang w:val="uk-UA"/>
        </w:rPr>
      </w:pPr>
    </w:p>
    <w:sectPr w:rsidR="00FA4493" w:rsidRPr="00664634" w:rsidSect="000522F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26644"/>
    <w:multiLevelType w:val="hybridMultilevel"/>
    <w:tmpl w:val="9C3E5F8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B14DA5"/>
    <w:multiLevelType w:val="hybridMultilevel"/>
    <w:tmpl w:val="A6105B4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872327"/>
    <w:multiLevelType w:val="hybridMultilevel"/>
    <w:tmpl w:val="31144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E1B3424"/>
    <w:multiLevelType w:val="hybridMultilevel"/>
    <w:tmpl w:val="0EF0489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634"/>
    <w:rsid w:val="00000D27"/>
    <w:rsid w:val="000017A2"/>
    <w:rsid w:val="00002BBB"/>
    <w:rsid w:val="000031AD"/>
    <w:rsid w:val="0000330E"/>
    <w:rsid w:val="00003EAC"/>
    <w:rsid w:val="0000469F"/>
    <w:rsid w:val="0000506D"/>
    <w:rsid w:val="00005E5C"/>
    <w:rsid w:val="0000603E"/>
    <w:rsid w:val="000069D4"/>
    <w:rsid w:val="0001033E"/>
    <w:rsid w:val="00010C80"/>
    <w:rsid w:val="00010E62"/>
    <w:rsid w:val="00010FB8"/>
    <w:rsid w:val="00012D5B"/>
    <w:rsid w:val="00014265"/>
    <w:rsid w:val="0001489F"/>
    <w:rsid w:val="0001622E"/>
    <w:rsid w:val="00016BA3"/>
    <w:rsid w:val="00016CEB"/>
    <w:rsid w:val="00020013"/>
    <w:rsid w:val="0002387D"/>
    <w:rsid w:val="000242A5"/>
    <w:rsid w:val="00024565"/>
    <w:rsid w:val="00025FA1"/>
    <w:rsid w:val="00026670"/>
    <w:rsid w:val="00027AA5"/>
    <w:rsid w:val="000300D1"/>
    <w:rsid w:val="0003093C"/>
    <w:rsid w:val="00031C60"/>
    <w:rsid w:val="00032129"/>
    <w:rsid w:val="00032410"/>
    <w:rsid w:val="00033934"/>
    <w:rsid w:val="00033A36"/>
    <w:rsid w:val="00033B55"/>
    <w:rsid w:val="000344E8"/>
    <w:rsid w:val="00034C87"/>
    <w:rsid w:val="000356DD"/>
    <w:rsid w:val="0003585A"/>
    <w:rsid w:val="00037152"/>
    <w:rsid w:val="0003773E"/>
    <w:rsid w:val="00037BD8"/>
    <w:rsid w:val="00037C15"/>
    <w:rsid w:val="00040E9B"/>
    <w:rsid w:val="000420DB"/>
    <w:rsid w:val="000423DB"/>
    <w:rsid w:val="00043A3E"/>
    <w:rsid w:val="00044A36"/>
    <w:rsid w:val="00044B8E"/>
    <w:rsid w:val="000458B2"/>
    <w:rsid w:val="0004671C"/>
    <w:rsid w:val="00046BF9"/>
    <w:rsid w:val="00046F14"/>
    <w:rsid w:val="000474D4"/>
    <w:rsid w:val="0004773D"/>
    <w:rsid w:val="000477F2"/>
    <w:rsid w:val="00050CF8"/>
    <w:rsid w:val="000516FC"/>
    <w:rsid w:val="000519E4"/>
    <w:rsid w:val="00051FB9"/>
    <w:rsid w:val="0005225C"/>
    <w:rsid w:val="000522FE"/>
    <w:rsid w:val="00052762"/>
    <w:rsid w:val="0005282D"/>
    <w:rsid w:val="00052D26"/>
    <w:rsid w:val="000533A6"/>
    <w:rsid w:val="0005478E"/>
    <w:rsid w:val="00056916"/>
    <w:rsid w:val="00057394"/>
    <w:rsid w:val="00057BA3"/>
    <w:rsid w:val="00057C16"/>
    <w:rsid w:val="00057DAB"/>
    <w:rsid w:val="000601A9"/>
    <w:rsid w:val="0006178A"/>
    <w:rsid w:val="000621A8"/>
    <w:rsid w:val="00064238"/>
    <w:rsid w:val="00064689"/>
    <w:rsid w:val="00064B2E"/>
    <w:rsid w:val="00065154"/>
    <w:rsid w:val="0006572E"/>
    <w:rsid w:val="00065E25"/>
    <w:rsid w:val="00065F0A"/>
    <w:rsid w:val="00066B85"/>
    <w:rsid w:val="000675D6"/>
    <w:rsid w:val="00067DB9"/>
    <w:rsid w:val="00070089"/>
    <w:rsid w:val="000700E6"/>
    <w:rsid w:val="000710A7"/>
    <w:rsid w:val="00072762"/>
    <w:rsid w:val="000752E7"/>
    <w:rsid w:val="000756F4"/>
    <w:rsid w:val="00075E51"/>
    <w:rsid w:val="00075F24"/>
    <w:rsid w:val="000765EA"/>
    <w:rsid w:val="00077083"/>
    <w:rsid w:val="00077AA3"/>
    <w:rsid w:val="00080F80"/>
    <w:rsid w:val="00081060"/>
    <w:rsid w:val="00081158"/>
    <w:rsid w:val="00081980"/>
    <w:rsid w:val="00081CEA"/>
    <w:rsid w:val="00082733"/>
    <w:rsid w:val="00082875"/>
    <w:rsid w:val="00082F35"/>
    <w:rsid w:val="00084756"/>
    <w:rsid w:val="000851A9"/>
    <w:rsid w:val="000864B0"/>
    <w:rsid w:val="00086E94"/>
    <w:rsid w:val="00087D26"/>
    <w:rsid w:val="00087DC9"/>
    <w:rsid w:val="00090080"/>
    <w:rsid w:val="000902E3"/>
    <w:rsid w:val="000907C3"/>
    <w:rsid w:val="00091DA4"/>
    <w:rsid w:val="00093776"/>
    <w:rsid w:val="0009377D"/>
    <w:rsid w:val="0009381A"/>
    <w:rsid w:val="00093A6A"/>
    <w:rsid w:val="00093BA2"/>
    <w:rsid w:val="000948D2"/>
    <w:rsid w:val="000949DA"/>
    <w:rsid w:val="000954D1"/>
    <w:rsid w:val="00095628"/>
    <w:rsid w:val="00095996"/>
    <w:rsid w:val="00095DEB"/>
    <w:rsid w:val="00095E4E"/>
    <w:rsid w:val="00096D78"/>
    <w:rsid w:val="0009730B"/>
    <w:rsid w:val="00097396"/>
    <w:rsid w:val="00097F41"/>
    <w:rsid w:val="000A1105"/>
    <w:rsid w:val="000A2830"/>
    <w:rsid w:val="000A2F6D"/>
    <w:rsid w:val="000A334F"/>
    <w:rsid w:val="000A3373"/>
    <w:rsid w:val="000A4DDA"/>
    <w:rsid w:val="000A4F89"/>
    <w:rsid w:val="000A4FE0"/>
    <w:rsid w:val="000A623C"/>
    <w:rsid w:val="000A68C8"/>
    <w:rsid w:val="000A76A2"/>
    <w:rsid w:val="000A7CFC"/>
    <w:rsid w:val="000A7E1D"/>
    <w:rsid w:val="000B000F"/>
    <w:rsid w:val="000B0E95"/>
    <w:rsid w:val="000B203D"/>
    <w:rsid w:val="000B219D"/>
    <w:rsid w:val="000B2D2B"/>
    <w:rsid w:val="000B2D77"/>
    <w:rsid w:val="000B4280"/>
    <w:rsid w:val="000B487B"/>
    <w:rsid w:val="000B4B8D"/>
    <w:rsid w:val="000B64E7"/>
    <w:rsid w:val="000B708C"/>
    <w:rsid w:val="000B7597"/>
    <w:rsid w:val="000B768D"/>
    <w:rsid w:val="000C056C"/>
    <w:rsid w:val="000C124B"/>
    <w:rsid w:val="000C1396"/>
    <w:rsid w:val="000C1FDC"/>
    <w:rsid w:val="000C2B8A"/>
    <w:rsid w:val="000C36F2"/>
    <w:rsid w:val="000C427D"/>
    <w:rsid w:val="000C5BA1"/>
    <w:rsid w:val="000C6265"/>
    <w:rsid w:val="000C7738"/>
    <w:rsid w:val="000D0AA0"/>
    <w:rsid w:val="000D1E48"/>
    <w:rsid w:val="000D2AC1"/>
    <w:rsid w:val="000D4367"/>
    <w:rsid w:val="000D5648"/>
    <w:rsid w:val="000D5AB6"/>
    <w:rsid w:val="000D5F61"/>
    <w:rsid w:val="000D60A3"/>
    <w:rsid w:val="000D6537"/>
    <w:rsid w:val="000D6563"/>
    <w:rsid w:val="000D7FC2"/>
    <w:rsid w:val="000E11FB"/>
    <w:rsid w:val="000E191E"/>
    <w:rsid w:val="000E1B6D"/>
    <w:rsid w:val="000E1F89"/>
    <w:rsid w:val="000E1F99"/>
    <w:rsid w:val="000E3060"/>
    <w:rsid w:val="000E328F"/>
    <w:rsid w:val="000E3D0F"/>
    <w:rsid w:val="000E4438"/>
    <w:rsid w:val="000E46C2"/>
    <w:rsid w:val="000E4B9A"/>
    <w:rsid w:val="000E65C1"/>
    <w:rsid w:val="000E6775"/>
    <w:rsid w:val="000F0E81"/>
    <w:rsid w:val="000F163B"/>
    <w:rsid w:val="000F24D9"/>
    <w:rsid w:val="000F29BF"/>
    <w:rsid w:val="000F4D1F"/>
    <w:rsid w:val="000F4E95"/>
    <w:rsid w:val="000F4F65"/>
    <w:rsid w:val="000F632B"/>
    <w:rsid w:val="000F6522"/>
    <w:rsid w:val="000F6C38"/>
    <w:rsid w:val="001004FF"/>
    <w:rsid w:val="001006C9"/>
    <w:rsid w:val="00100D34"/>
    <w:rsid w:val="00101432"/>
    <w:rsid w:val="001019A7"/>
    <w:rsid w:val="001020EC"/>
    <w:rsid w:val="00103158"/>
    <w:rsid w:val="00103AC9"/>
    <w:rsid w:val="00103EA5"/>
    <w:rsid w:val="00104756"/>
    <w:rsid w:val="00104BF8"/>
    <w:rsid w:val="00105448"/>
    <w:rsid w:val="001059F1"/>
    <w:rsid w:val="00105C32"/>
    <w:rsid w:val="00106DE9"/>
    <w:rsid w:val="00107015"/>
    <w:rsid w:val="0010771B"/>
    <w:rsid w:val="00107BE8"/>
    <w:rsid w:val="0011064C"/>
    <w:rsid w:val="00110684"/>
    <w:rsid w:val="00110D0A"/>
    <w:rsid w:val="001113C8"/>
    <w:rsid w:val="0011203B"/>
    <w:rsid w:val="001121AC"/>
    <w:rsid w:val="00112215"/>
    <w:rsid w:val="00112BBF"/>
    <w:rsid w:val="0011435D"/>
    <w:rsid w:val="00114C7E"/>
    <w:rsid w:val="00115474"/>
    <w:rsid w:val="00115579"/>
    <w:rsid w:val="001155B9"/>
    <w:rsid w:val="00117E45"/>
    <w:rsid w:val="001201FB"/>
    <w:rsid w:val="00122C54"/>
    <w:rsid w:val="00122F40"/>
    <w:rsid w:val="00123C05"/>
    <w:rsid w:val="00124455"/>
    <w:rsid w:val="0012455D"/>
    <w:rsid w:val="00124675"/>
    <w:rsid w:val="00124E82"/>
    <w:rsid w:val="00124EF7"/>
    <w:rsid w:val="00125B12"/>
    <w:rsid w:val="00127214"/>
    <w:rsid w:val="00127E64"/>
    <w:rsid w:val="00130CA2"/>
    <w:rsid w:val="00130F6D"/>
    <w:rsid w:val="001315FE"/>
    <w:rsid w:val="00131A15"/>
    <w:rsid w:val="0013340E"/>
    <w:rsid w:val="00133B34"/>
    <w:rsid w:val="001340B2"/>
    <w:rsid w:val="00134A99"/>
    <w:rsid w:val="00135148"/>
    <w:rsid w:val="001358EE"/>
    <w:rsid w:val="00135DD1"/>
    <w:rsid w:val="0013661A"/>
    <w:rsid w:val="001405B5"/>
    <w:rsid w:val="001423A3"/>
    <w:rsid w:val="00142531"/>
    <w:rsid w:val="00144B1E"/>
    <w:rsid w:val="00144C29"/>
    <w:rsid w:val="00144E5D"/>
    <w:rsid w:val="00145104"/>
    <w:rsid w:val="00145406"/>
    <w:rsid w:val="00147486"/>
    <w:rsid w:val="00147E01"/>
    <w:rsid w:val="00150FF8"/>
    <w:rsid w:val="0015283B"/>
    <w:rsid w:val="00153B52"/>
    <w:rsid w:val="00153B70"/>
    <w:rsid w:val="001554CF"/>
    <w:rsid w:val="00155680"/>
    <w:rsid w:val="00156D74"/>
    <w:rsid w:val="00156E78"/>
    <w:rsid w:val="00157039"/>
    <w:rsid w:val="00157226"/>
    <w:rsid w:val="0015796F"/>
    <w:rsid w:val="00157AFD"/>
    <w:rsid w:val="00157D47"/>
    <w:rsid w:val="001602F2"/>
    <w:rsid w:val="0016126B"/>
    <w:rsid w:val="001613F3"/>
    <w:rsid w:val="0016184B"/>
    <w:rsid w:val="00163768"/>
    <w:rsid w:val="00163BE1"/>
    <w:rsid w:val="00163F88"/>
    <w:rsid w:val="0016421F"/>
    <w:rsid w:val="0016597B"/>
    <w:rsid w:val="00165CE1"/>
    <w:rsid w:val="00165F19"/>
    <w:rsid w:val="001670BA"/>
    <w:rsid w:val="001670F2"/>
    <w:rsid w:val="00170027"/>
    <w:rsid w:val="00171004"/>
    <w:rsid w:val="00171C64"/>
    <w:rsid w:val="0017209E"/>
    <w:rsid w:val="001720DB"/>
    <w:rsid w:val="001723BC"/>
    <w:rsid w:val="00172C3D"/>
    <w:rsid w:val="00173017"/>
    <w:rsid w:val="00173206"/>
    <w:rsid w:val="00173ADE"/>
    <w:rsid w:val="001746F5"/>
    <w:rsid w:val="001756E3"/>
    <w:rsid w:val="00176383"/>
    <w:rsid w:val="00177CAD"/>
    <w:rsid w:val="001803AE"/>
    <w:rsid w:val="00180CDD"/>
    <w:rsid w:val="00180D47"/>
    <w:rsid w:val="00181279"/>
    <w:rsid w:val="00182982"/>
    <w:rsid w:val="00182B9D"/>
    <w:rsid w:val="00182F48"/>
    <w:rsid w:val="00183023"/>
    <w:rsid w:val="00184A5A"/>
    <w:rsid w:val="00184ABE"/>
    <w:rsid w:val="00184D63"/>
    <w:rsid w:val="00185379"/>
    <w:rsid w:val="001853F4"/>
    <w:rsid w:val="00185445"/>
    <w:rsid w:val="001854A7"/>
    <w:rsid w:val="0018569F"/>
    <w:rsid w:val="001857DE"/>
    <w:rsid w:val="00186423"/>
    <w:rsid w:val="0018740E"/>
    <w:rsid w:val="0018778F"/>
    <w:rsid w:val="00191C64"/>
    <w:rsid w:val="00191E62"/>
    <w:rsid w:val="0019255F"/>
    <w:rsid w:val="0019300A"/>
    <w:rsid w:val="00193601"/>
    <w:rsid w:val="0019395E"/>
    <w:rsid w:val="0019451C"/>
    <w:rsid w:val="001949ED"/>
    <w:rsid w:val="00195CFF"/>
    <w:rsid w:val="001966CA"/>
    <w:rsid w:val="001A0238"/>
    <w:rsid w:val="001A0C49"/>
    <w:rsid w:val="001A0CA4"/>
    <w:rsid w:val="001A0DA2"/>
    <w:rsid w:val="001A2687"/>
    <w:rsid w:val="001A295C"/>
    <w:rsid w:val="001A2A38"/>
    <w:rsid w:val="001A3281"/>
    <w:rsid w:val="001A33AC"/>
    <w:rsid w:val="001A347A"/>
    <w:rsid w:val="001A472C"/>
    <w:rsid w:val="001A6811"/>
    <w:rsid w:val="001A7860"/>
    <w:rsid w:val="001B0426"/>
    <w:rsid w:val="001B0A53"/>
    <w:rsid w:val="001B0E4F"/>
    <w:rsid w:val="001B1045"/>
    <w:rsid w:val="001B1BF3"/>
    <w:rsid w:val="001B20B7"/>
    <w:rsid w:val="001B2C5B"/>
    <w:rsid w:val="001B346D"/>
    <w:rsid w:val="001B4024"/>
    <w:rsid w:val="001B5372"/>
    <w:rsid w:val="001B5949"/>
    <w:rsid w:val="001B6F30"/>
    <w:rsid w:val="001B7643"/>
    <w:rsid w:val="001B7DDC"/>
    <w:rsid w:val="001C0147"/>
    <w:rsid w:val="001C13F4"/>
    <w:rsid w:val="001C1432"/>
    <w:rsid w:val="001C1571"/>
    <w:rsid w:val="001C1FA5"/>
    <w:rsid w:val="001C20FF"/>
    <w:rsid w:val="001C2408"/>
    <w:rsid w:val="001C286E"/>
    <w:rsid w:val="001C31B2"/>
    <w:rsid w:val="001C3485"/>
    <w:rsid w:val="001C4384"/>
    <w:rsid w:val="001C45CB"/>
    <w:rsid w:val="001C4BA6"/>
    <w:rsid w:val="001C4BF7"/>
    <w:rsid w:val="001C5B3C"/>
    <w:rsid w:val="001C60ED"/>
    <w:rsid w:val="001C6187"/>
    <w:rsid w:val="001C6672"/>
    <w:rsid w:val="001C6C35"/>
    <w:rsid w:val="001C6CA4"/>
    <w:rsid w:val="001C6D4F"/>
    <w:rsid w:val="001C6DAA"/>
    <w:rsid w:val="001C701E"/>
    <w:rsid w:val="001C7CDC"/>
    <w:rsid w:val="001C7FA0"/>
    <w:rsid w:val="001D0FB3"/>
    <w:rsid w:val="001D3335"/>
    <w:rsid w:val="001D3D11"/>
    <w:rsid w:val="001D3D35"/>
    <w:rsid w:val="001D3FE9"/>
    <w:rsid w:val="001D4B45"/>
    <w:rsid w:val="001D527E"/>
    <w:rsid w:val="001D5A4A"/>
    <w:rsid w:val="001D5C39"/>
    <w:rsid w:val="001D5CC6"/>
    <w:rsid w:val="001D60E0"/>
    <w:rsid w:val="001D6484"/>
    <w:rsid w:val="001E0075"/>
    <w:rsid w:val="001E0A52"/>
    <w:rsid w:val="001E18DD"/>
    <w:rsid w:val="001E1A3A"/>
    <w:rsid w:val="001E2F6D"/>
    <w:rsid w:val="001E3998"/>
    <w:rsid w:val="001E4016"/>
    <w:rsid w:val="001E4311"/>
    <w:rsid w:val="001E59DE"/>
    <w:rsid w:val="001E6417"/>
    <w:rsid w:val="001E76BD"/>
    <w:rsid w:val="001E7A35"/>
    <w:rsid w:val="001F0B0A"/>
    <w:rsid w:val="001F348C"/>
    <w:rsid w:val="001F356A"/>
    <w:rsid w:val="001F4402"/>
    <w:rsid w:val="001F59E6"/>
    <w:rsid w:val="001F5A62"/>
    <w:rsid w:val="001F6DA7"/>
    <w:rsid w:val="001F7835"/>
    <w:rsid w:val="001F791F"/>
    <w:rsid w:val="00200926"/>
    <w:rsid w:val="00200D57"/>
    <w:rsid w:val="00201A7E"/>
    <w:rsid w:val="00201E46"/>
    <w:rsid w:val="00203B14"/>
    <w:rsid w:val="00204E44"/>
    <w:rsid w:val="0020530A"/>
    <w:rsid w:val="00205B23"/>
    <w:rsid w:val="00206B7A"/>
    <w:rsid w:val="00210565"/>
    <w:rsid w:val="00210AD0"/>
    <w:rsid w:val="0021278C"/>
    <w:rsid w:val="002128E1"/>
    <w:rsid w:val="00212FD1"/>
    <w:rsid w:val="00213753"/>
    <w:rsid w:val="002140A9"/>
    <w:rsid w:val="002147BA"/>
    <w:rsid w:val="00214CB9"/>
    <w:rsid w:val="00215013"/>
    <w:rsid w:val="0021626B"/>
    <w:rsid w:val="0021635A"/>
    <w:rsid w:val="00216D8D"/>
    <w:rsid w:val="00217068"/>
    <w:rsid w:val="00220CF4"/>
    <w:rsid w:val="00220DBF"/>
    <w:rsid w:val="00221AEE"/>
    <w:rsid w:val="0022226E"/>
    <w:rsid w:val="002223BC"/>
    <w:rsid w:val="00222434"/>
    <w:rsid w:val="002226B9"/>
    <w:rsid w:val="00223E44"/>
    <w:rsid w:val="00224C3D"/>
    <w:rsid w:val="00225379"/>
    <w:rsid w:val="00225C01"/>
    <w:rsid w:val="002262DB"/>
    <w:rsid w:val="00231CF3"/>
    <w:rsid w:val="00231E78"/>
    <w:rsid w:val="00232152"/>
    <w:rsid w:val="0023258B"/>
    <w:rsid w:val="0023284E"/>
    <w:rsid w:val="00232A24"/>
    <w:rsid w:val="00233115"/>
    <w:rsid w:val="00234AE3"/>
    <w:rsid w:val="002350FD"/>
    <w:rsid w:val="00235107"/>
    <w:rsid w:val="00235296"/>
    <w:rsid w:val="00235E83"/>
    <w:rsid w:val="002363E9"/>
    <w:rsid w:val="0023690B"/>
    <w:rsid w:val="002370A7"/>
    <w:rsid w:val="0024070C"/>
    <w:rsid w:val="002407CF"/>
    <w:rsid w:val="00241CDE"/>
    <w:rsid w:val="00241E64"/>
    <w:rsid w:val="00243308"/>
    <w:rsid w:val="0024333D"/>
    <w:rsid w:val="002436B8"/>
    <w:rsid w:val="002437EA"/>
    <w:rsid w:val="00244146"/>
    <w:rsid w:val="00244795"/>
    <w:rsid w:val="00245442"/>
    <w:rsid w:val="00245778"/>
    <w:rsid w:val="00245E4A"/>
    <w:rsid w:val="00245EF6"/>
    <w:rsid w:val="00246A81"/>
    <w:rsid w:val="002477E4"/>
    <w:rsid w:val="00247B13"/>
    <w:rsid w:val="00250998"/>
    <w:rsid w:val="00251C77"/>
    <w:rsid w:val="002528F0"/>
    <w:rsid w:val="00253214"/>
    <w:rsid w:val="00253A42"/>
    <w:rsid w:val="00254524"/>
    <w:rsid w:val="00256B99"/>
    <w:rsid w:val="00256ED4"/>
    <w:rsid w:val="00260CCB"/>
    <w:rsid w:val="00261301"/>
    <w:rsid w:val="002615BD"/>
    <w:rsid w:val="00262848"/>
    <w:rsid w:val="0026363D"/>
    <w:rsid w:val="002640DE"/>
    <w:rsid w:val="0026446E"/>
    <w:rsid w:val="0026488A"/>
    <w:rsid w:val="00264E9C"/>
    <w:rsid w:val="0026585D"/>
    <w:rsid w:val="00266A40"/>
    <w:rsid w:val="00267E54"/>
    <w:rsid w:val="00270D43"/>
    <w:rsid w:val="00271A7E"/>
    <w:rsid w:val="00271B51"/>
    <w:rsid w:val="002736B0"/>
    <w:rsid w:val="00273EB7"/>
    <w:rsid w:val="002748A8"/>
    <w:rsid w:val="00274CC9"/>
    <w:rsid w:val="0027609C"/>
    <w:rsid w:val="00276A8C"/>
    <w:rsid w:val="00280134"/>
    <w:rsid w:val="00280291"/>
    <w:rsid w:val="00280AA1"/>
    <w:rsid w:val="00280AFE"/>
    <w:rsid w:val="00280B4C"/>
    <w:rsid w:val="00284AE2"/>
    <w:rsid w:val="00284DB2"/>
    <w:rsid w:val="00285121"/>
    <w:rsid w:val="002853EE"/>
    <w:rsid w:val="00286096"/>
    <w:rsid w:val="00286491"/>
    <w:rsid w:val="00286650"/>
    <w:rsid w:val="002869C6"/>
    <w:rsid w:val="00287024"/>
    <w:rsid w:val="002870AB"/>
    <w:rsid w:val="00287488"/>
    <w:rsid w:val="00287E6D"/>
    <w:rsid w:val="00290644"/>
    <w:rsid w:val="00290B80"/>
    <w:rsid w:val="00290EE2"/>
    <w:rsid w:val="0029325F"/>
    <w:rsid w:val="002942D5"/>
    <w:rsid w:val="0029433D"/>
    <w:rsid w:val="002947CE"/>
    <w:rsid w:val="0029488A"/>
    <w:rsid w:val="00294C05"/>
    <w:rsid w:val="00294E76"/>
    <w:rsid w:val="002967AD"/>
    <w:rsid w:val="00296C15"/>
    <w:rsid w:val="002976EC"/>
    <w:rsid w:val="002978EE"/>
    <w:rsid w:val="002A1BFF"/>
    <w:rsid w:val="002A1CA3"/>
    <w:rsid w:val="002A1D93"/>
    <w:rsid w:val="002A1F8D"/>
    <w:rsid w:val="002A234B"/>
    <w:rsid w:val="002A3002"/>
    <w:rsid w:val="002A354A"/>
    <w:rsid w:val="002A3B06"/>
    <w:rsid w:val="002A3BF8"/>
    <w:rsid w:val="002A4126"/>
    <w:rsid w:val="002A7266"/>
    <w:rsid w:val="002A748B"/>
    <w:rsid w:val="002A78DD"/>
    <w:rsid w:val="002A7B0D"/>
    <w:rsid w:val="002A7CC8"/>
    <w:rsid w:val="002A7FF6"/>
    <w:rsid w:val="002B13E2"/>
    <w:rsid w:val="002B276E"/>
    <w:rsid w:val="002B378F"/>
    <w:rsid w:val="002B4844"/>
    <w:rsid w:val="002B502E"/>
    <w:rsid w:val="002B5932"/>
    <w:rsid w:val="002C011A"/>
    <w:rsid w:val="002C2057"/>
    <w:rsid w:val="002C3265"/>
    <w:rsid w:val="002C46AC"/>
    <w:rsid w:val="002C57C6"/>
    <w:rsid w:val="002C5ABF"/>
    <w:rsid w:val="002C6580"/>
    <w:rsid w:val="002C7337"/>
    <w:rsid w:val="002C7A27"/>
    <w:rsid w:val="002D0151"/>
    <w:rsid w:val="002D117B"/>
    <w:rsid w:val="002D1E88"/>
    <w:rsid w:val="002D20A1"/>
    <w:rsid w:val="002D291F"/>
    <w:rsid w:val="002D2DF9"/>
    <w:rsid w:val="002D2EEF"/>
    <w:rsid w:val="002D3493"/>
    <w:rsid w:val="002D37E0"/>
    <w:rsid w:val="002D3921"/>
    <w:rsid w:val="002D51AB"/>
    <w:rsid w:val="002D6248"/>
    <w:rsid w:val="002E069A"/>
    <w:rsid w:val="002E0C07"/>
    <w:rsid w:val="002E0FCA"/>
    <w:rsid w:val="002E1245"/>
    <w:rsid w:val="002E170A"/>
    <w:rsid w:val="002E25B7"/>
    <w:rsid w:val="002E2CBD"/>
    <w:rsid w:val="002E2DDD"/>
    <w:rsid w:val="002E2EFB"/>
    <w:rsid w:val="002E3352"/>
    <w:rsid w:val="002E413C"/>
    <w:rsid w:val="002E4230"/>
    <w:rsid w:val="002E4B56"/>
    <w:rsid w:val="002E4D2C"/>
    <w:rsid w:val="002E5970"/>
    <w:rsid w:val="002E5F71"/>
    <w:rsid w:val="002E60B1"/>
    <w:rsid w:val="002E6167"/>
    <w:rsid w:val="002E6629"/>
    <w:rsid w:val="002E6D7F"/>
    <w:rsid w:val="002E7E79"/>
    <w:rsid w:val="002F1BE0"/>
    <w:rsid w:val="002F2DEE"/>
    <w:rsid w:val="002F31F6"/>
    <w:rsid w:val="002F3EE6"/>
    <w:rsid w:val="002F4470"/>
    <w:rsid w:val="002F4836"/>
    <w:rsid w:val="002F4A4F"/>
    <w:rsid w:val="002F5286"/>
    <w:rsid w:val="002F562A"/>
    <w:rsid w:val="002F6890"/>
    <w:rsid w:val="002F75A4"/>
    <w:rsid w:val="002F7D3B"/>
    <w:rsid w:val="00301C9C"/>
    <w:rsid w:val="003037C6"/>
    <w:rsid w:val="00303D24"/>
    <w:rsid w:val="00303F65"/>
    <w:rsid w:val="003041DF"/>
    <w:rsid w:val="00304448"/>
    <w:rsid w:val="003046CE"/>
    <w:rsid w:val="003046F2"/>
    <w:rsid w:val="00306726"/>
    <w:rsid w:val="00306EE4"/>
    <w:rsid w:val="00307AC3"/>
    <w:rsid w:val="0031096C"/>
    <w:rsid w:val="00311434"/>
    <w:rsid w:val="0031150B"/>
    <w:rsid w:val="003119EF"/>
    <w:rsid w:val="00312B10"/>
    <w:rsid w:val="00312C30"/>
    <w:rsid w:val="00312C91"/>
    <w:rsid w:val="003131FF"/>
    <w:rsid w:val="00314EED"/>
    <w:rsid w:val="0031501D"/>
    <w:rsid w:val="00315FB8"/>
    <w:rsid w:val="00317D5A"/>
    <w:rsid w:val="00317DFD"/>
    <w:rsid w:val="00324A31"/>
    <w:rsid w:val="00324A44"/>
    <w:rsid w:val="0032513B"/>
    <w:rsid w:val="00325343"/>
    <w:rsid w:val="00325B38"/>
    <w:rsid w:val="003271D5"/>
    <w:rsid w:val="00327899"/>
    <w:rsid w:val="00327C8C"/>
    <w:rsid w:val="00330AF4"/>
    <w:rsid w:val="00330AF5"/>
    <w:rsid w:val="00330C3F"/>
    <w:rsid w:val="00331052"/>
    <w:rsid w:val="00331DC2"/>
    <w:rsid w:val="00333866"/>
    <w:rsid w:val="00334040"/>
    <w:rsid w:val="00334972"/>
    <w:rsid w:val="003350D2"/>
    <w:rsid w:val="00335810"/>
    <w:rsid w:val="003375F0"/>
    <w:rsid w:val="00340F30"/>
    <w:rsid w:val="00341662"/>
    <w:rsid w:val="0034191A"/>
    <w:rsid w:val="00341D15"/>
    <w:rsid w:val="00341F46"/>
    <w:rsid w:val="00342077"/>
    <w:rsid w:val="00342BF7"/>
    <w:rsid w:val="00343152"/>
    <w:rsid w:val="00343B7E"/>
    <w:rsid w:val="00343FDA"/>
    <w:rsid w:val="00344913"/>
    <w:rsid w:val="00344953"/>
    <w:rsid w:val="00344F1B"/>
    <w:rsid w:val="003459B4"/>
    <w:rsid w:val="00345CA9"/>
    <w:rsid w:val="00345EA8"/>
    <w:rsid w:val="00345F72"/>
    <w:rsid w:val="003463D2"/>
    <w:rsid w:val="00346B07"/>
    <w:rsid w:val="0034771B"/>
    <w:rsid w:val="0035083B"/>
    <w:rsid w:val="003516BF"/>
    <w:rsid w:val="00351BC6"/>
    <w:rsid w:val="00351ECB"/>
    <w:rsid w:val="0035201D"/>
    <w:rsid w:val="00352658"/>
    <w:rsid w:val="00353091"/>
    <w:rsid w:val="00353B52"/>
    <w:rsid w:val="00354087"/>
    <w:rsid w:val="00354148"/>
    <w:rsid w:val="00354791"/>
    <w:rsid w:val="003548DB"/>
    <w:rsid w:val="00354EBF"/>
    <w:rsid w:val="0035523A"/>
    <w:rsid w:val="00355379"/>
    <w:rsid w:val="00355569"/>
    <w:rsid w:val="00355D32"/>
    <w:rsid w:val="00355EDA"/>
    <w:rsid w:val="0035615D"/>
    <w:rsid w:val="00356720"/>
    <w:rsid w:val="00356C71"/>
    <w:rsid w:val="00356E9E"/>
    <w:rsid w:val="00357342"/>
    <w:rsid w:val="00357D0A"/>
    <w:rsid w:val="00361BE5"/>
    <w:rsid w:val="00361D68"/>
    <w:rsid w:val="00362044"/>
    <w:rsid w:val="003626D4"/>
    <w:rsid w:val="00362C20"/>
    <w:rsid w:val="00362DE9"/>
    <w:rsid w:val="003634F4"/>
    <w:rsid w:val="00364275"/>
    <w:rsid w:val="00364C4F"/>
    <w:rsid w:val="00364F57"/>
    <w:rsid w:val="0036587F"/>
    <w:rsid w:val="00365B0B"/>
    <w:rsid w:val="00365C41"/>
    <w:rsid w:val="003661B3"/>
    <w:rsid w:val="00366310"/>
    <w:rsid w:val="0036641D"/>
    <w:rsid w:val="00366721"/>
    <w:rsid w:val="00367219"/>
    <w:rsid w:val="003675B6"/>
    <w:rsid w:val="0037008F"/>
    <w:rsid w:val="0037012A"/>
    <w:rsid w:val="00370F72"/>
    <w:rsid w:val="003721CA"/>
    <w:rsid w:val="00372361"/>
    <w:rsid w:val="003725DF"/>
    <w:rsid w:val="003729A1"/>
    <w:rsid w:val="003732DD"/>
    <w:rsid w:val="003739D6"/>
    <w:rsid w:val="00373BEC"/>
    <w:rsid w:val="00373E25"/>
    <w:rsid w:val="0037448F"/>
    <w:rsid w:val="003745C4"/>
    <w:rsid w:val="0037597A"/>
    <w:rsid w:val="00375F1B"/>
    <w:rsid w:val="00376008"/>
    <w:rsid w:val="00376277"/>
    <w:rsid w:val="00376412"/>
    <w:rsid w:val="003764DC"/>
    <w:rsid w:val="00377455"/>
    <w:rsid w:val="0037760E"/>
    <w:rsid w:val="00380A6F"/>
    <w:rsid w:val="00380F87"/>
    <w:rsid w:val="0038259E"/>
    <w:rsid w:val="00382A89"/>
    <w:rsid w:val="0038306D"/>
    <w:rsid w:val="003833AF"/>
    <w:rsid w:val="003840CC"/>
    <w:rsid w:val="00384AAE"/>
    <w:rsid w:val="00384DF9"/>
    <w:rsid w:val="0038519B"/>
    <w:rsid w:val="003854EC"/>
    <w:rsid w:val="00386C3D"/>
    <w:rsid w:val="00387FF6"/>
    <w:rsid w:val="0039078E"/>
    <w:rsid w:val="00391112"/>
    <w:rsid w:val="00391395"/>
    <w:rsid w:val="003914DE"/>
    <w:rsid w:val="003939D6"/>
    <w:rsid w:val="00396341"/>
    <w:rsid w:val="0039709B"/>
    <w:rsid w:val="003A0134"/>
    <w:rsid w:val="003A1546"/>
    <w:rsid w:val="003A159A"/>
    <w:rsid w:val="003A17A4"/>
    <w:rsid w:val="003A1A17"/>
    <w:rsid w:val="003A2841"/>
    <w:rsid w:val="003A302A"/>
    <w:rsid w:val="003A3175"/>
    <w:rsid w:val="003A3449"/>
    <w:rsid w:val="003A45B3"/>
    <w:rsid w:val="003A4ADB"/>
    <w:rsid w:val="003A669D"/>
    <w:rsid w:val="003A7452"/>
    <w:rsid w:val="003A7FE7"/>
    <w:rsid w:val="003B12BD"/>
    <w:rsid w:val="003B3405"/>
    <w:rsid w:val="003B3658"/>
    <w:rsid w:val="003B39DA"/>
    <w:rsid w:val="003B3BDF"/>
    <w:rsid w:val="003B41B0"/>
    <w:rsid w:val="003B4514"/>
    <w:rsid w:val="003B537D"/>
    <w:rsid w:val="003B5FB1"/>
    <w:rsid w:val="003B6CB3"/>
    <w:rsid w:val="003B704B"/>
    <w:rsid w:val="003B737C"/>
    <w:rsid w:val="003B7403"/>
    <w:rsid w:val="003B76D1"/>
    <w:rsid w:val="003B7D1C"/>
    <w:rsid w:val="003C136A"/>
    <w:rsid w:val="003C1528"/>
    <w:rsid w:val="003C19DD"/>
    <w:rsid w:val="003C29DF"/>
    <w:rsid w:val="003C342C"/>
    <w:rsid w:val="003C4493"/>
    <w:rsid w:val="003C5762"/>
    <w:rsid w:val="003C5CA5"/>
    <w:rsid w:val="003C7275"/>
    <w:rsid w:val="003C7848"/>
    <w:rsid w:val="003C79B3"/>
    <w:rsid w:val="003D1F10"/>
    <w:rsid w:val="003D29F8"/>
    <w:rsid w:val="003D45CD"/>
    <w:rsid w:val="003D472E"/>
    <w:rsid w:val="003D475B"/>
    <w:rsid w:val="003D499C"/>
    <w:rsid w:val="003D502D"/>
    <w:rsid w:val="003D576B"/>
    <w:rsid w:val="003D62CA"/>
    <w:rsid w:val="003D6983"/>
    <w:rsid w:val="003D6D96"/>
    <w:rsid w:val="003D6DEF"/>
    <w:rsid w:val="003E010B"/>
    <w:rsid w:val="003E0400"/>
    <w:rsid w:val="003E0CD5"/>
    <w:rsid w:val="003E124A"/>
    <w:rsid w:val="003E16D6"/>
    <w:rsid w:val="003E194B"/>
    <w:rsid w:val="003E270C"/>
    <w:rsid w:val="003E3778"/>
    <w:rsid w:val="003E3A28"/>
    <w:rsid w:val="003E3DE1"/>
    <w:rsid w:val="003E4811"/>
    <w:rsid w:val="003E57E3"/>
    <w:rsid w:val="003E58DE"/>
    <w:rsid w:val="003E5CFE"/>
    <w:rsid w:val="003E621B"/>
    <w:rsid w:val="003E6B7B"/>
    <w:rsid w:val="003E6C3C"/>
    <w:rsid w:val="003E6D8B"/>
    <w:rsid w:val="003E721F"/>
    <w:rsid w:val="003E739E"/>
    <w:rsid w:val="003E779F"/>
    <w:rsid w:val="003F2A76"/>
    <w:rsid w:val="003F2AE2"/>
    <w:rsid w:val="003F2E6B"/>
    <w:rsid w:val="003F45EE"/>
    <w:rsid w:val="003F4E06"/>
    <w:rsid w:val="003F4E82"/>
    <w:rsid w:val="003F559E"/>
    <w:rsid w:val="003F59A1"/>
    <w:rsid w:val="003F5C46"/>
    <w:rsid w:val="003F6898"/>
    <w:rsid w:val="003F6A64"/>
    <w:rsid w:val="003F6AA6"/>
    <w:rsid w:val="003F6E99"/>
    <w:rsid w:val="003F6FB8"/>
    <w:rsid w:val="00400366"/>
    <w:rsid w:val="00400CA3"/>
    <w:rsid w:val="004010D9"/>
    <w:rsid w:val="00401CEE"/>
    <w:rsid w:val="00402068"/>
    <w:rsid w:val="004047F4"/>
    <w:rsid w:val="004050C5"/>
    <w:rsid w:val="0040607D"/>
    <w:rsid w:val="004068E9"/>
    <w:rsid w:val="00406CC9"/>
    <w:rsid w:val="00406D16"/>
    <w:rsid w:val="00406FE3"/>
    <w:rsid w:val="004111D3"/>
    <w:rsid w:val="0041129C"/>
    <w:rsid w:val="004117EE"/>
    <w:rsid w:val="00412CA2"/>
    <w:rsid w:val="0041396F"/>
    <w:rsid w:val="00413CD9"/>
    <w:rsid w:val="00414115"/>
    <w:rsid w:val="00414346"/>
    <w:rsid w:val="0041486F"/>
    <w:rsid w:val="00414F8E"/>
    <w:rsid w:val="00415254"/>
    <w:rsid w:val="00415BA3"/>
    <w:rsid w:val="004160AF"/>
    <w:rsid w:val="00416B17"/>
    <w:rsid w:val="0041725B"/>
    <w:rsid w:val="0041798C"/>
    <w:rsid w:val="00417DF0"/>
    <w:rsid w:val="00417FD5"/>
    <w:rsid w:val="00420943"/>
    <w:rsid w:val="00420AFA"/>
    <w:rsid w:val="004215B3"/>
    <w:rsid w:val="004215F8"/>
    <w:rsid w:val="00421C33"/>
    <w:rsid w:val="00421DF4"/>
    <w:rsid w:val="0042316F"/>
    <w:rsid w:val="0042384D"/>
    <w:rsid w:val="0042433F"/>
    <w:rsid w:val="00424F82"/>
    <w:rsid w:val="004253FB"/>
    <w:rsid w:val="004269C3"/>
    <w:rsid w:val="00430CD0"/>
    <w:rsid w:val="00430F02"/>
    <w:rsid w:val="00431509"/>
    <w:rsid w:val="004319A5"/>
    <w:rsid w:val="00431F83"/>
    <w:rsid w:val="004326C9"/>
    <w:rsid w:val="0043286A"/>
    <w:rsid w:val="00433D38"/>
    <w:rsid w:val="00436294"/>
    <w:rsid w:val="00436488"/>
    <w:rsid w:val="0044059F"/>
    <w:rsid w:val="00440BEC"/>
    <w:rsid w:val="0044104A"/>
    <w:rsid w:val="00441076"/>
    <w:rsid w:val="004411BE"/>
    <w:rsid w:val="004412CC"/>
    <w:rsid w:val="00441744"/>
    <w:rsid w:val="004417B4"/>
    <w:rsid w:val="00442EF8"/>
    <w:rsid w:val="004443F5"/>
    <w:rsid w:val="004448B8"/>
    <w:rsid w:val="00446AC4"/>
    <w:rsid w:val="00447E10"/>
    <w:rsid w:val="00447E79"/>
    <w:rsid w:val="004510E2"/>
    <w:rsid w:val="00452AD9"/>
    <w:rsid w:val="00452CA2"/>
    <w:rsid w:val="0045361E"/>
    <w:rsid w:val="00453B80"/>
    <w:rsid w:val="00453F9B"/>
    <w:rsid w:val="00454052"/>
    <w:rsid w:val="004544D8"/>
    <w:rsid w:val="0045461D"/>
    <w:rsid w:val="0045579F"/>
    <w:rsid w:val="00455AD6"/>
    <w:rsid w:val="0045690E"/>
    <w:rsid w:val="00456B32"/>
    <w:rsid w:val="0045730E"/>
    <w:rsid w:val="004576D8"/>
    <w:rsid w:val="00457E88"/>
    <w:rsid w:val="00460BC2"/>
    <w:rsid w:val="00462642"/>
    <w:rsid w:val="00462D51"/>
    <w:rsid w:val="0046650D"/>
    <w:rsid w:val="004667EF"/>
    <w:rsid w:val="00466B51"/>
    <w:rsid w:val="004673BC"/>
    <w:rsid w:val="0047010B"/>
    <w:rsid w:val="004706A7"/>
    <w:rsid w:val="00470FFE"/>
    <w:rsid w:val="004712B7"/>
    <w:rsid w:val="00471465"/>
    <w:rsid w:val="00471B9F"/>
    <w:rsid w:val="00472093"/>
    <w:rsid w:val="00472CD6"/>
    <w:rsid w:val="00472D6F"/>
    <w:rsid w:val="00472F66"/>
    <w:rsid w:val="00473362"/>
    <w:rsid w:val="00473562"/>
    <w:rsid w:val="00473790"/>
    <w:rsid w:val="004741DE"/>
    <w:rsid w:val="0047560C"/>
    <w:rsid w:val="0047584B"/>
    <w:rsid w:val="00475893"/>
    <w:rsid w:val="0047596D"/>
    <w:rsid w:val="00476E99"/>
    <w:rsid w:val="00477245"/>
    <w:rsid w:val="00480037"/>
    <w:rsid w:val="004810C1"/>
    <w:rsid w:val="00481ECE"/>
    <w:rsid w:val="00482264"/>
    <w:rsid w:val="00482CCF"/>
    <w:rsid w:val="004836D9"/>
    <w:rsid w:val="004843CE"/>
    <w:rsid w:val="004851E8"/>
    <w:rsid w:val="00485978"/>
    <w:rsid w:val="00485DD2"/>
    <w:rsid w:val="00486635"/>
    <w:rsid w:val="0048675B"/>
    <w:rsid w:val="004868B2"/>
    <w:rsid w:val="0049006B"/>
    <w:rsid w:val="004903A1"/>
    <w:rsid w:val="004904CE"/>
    <w:rsid w:val="00491F77"/>
    <w:rsid w:val="00492CAB"/>
    <w:rsid w:val="00492F42"/>
    <w:rsid w:val="004932CF"/>
    <w:rsid w:val="004939A5"/>
    <w:rsid w:val="004948B7"/>
    <w:rsid w:val="0049549B"/>
    <w:rsid w:val="00495FC3"/>
    <w:rsid w:val="00496286"/>
    <w:rsid w:val="004969E6"/>
    <w:rsid w:val="0049735A"/>
    <w:rsid w:val="0049744C"/>
    <w:rsid w:val="00497ED1"/>
    <w:rsid w:val="004A07F7"/>
    <w:rsid w:val="004A0E8F"/>
    <w:rsid w:val="004A112F"/>
    <w:rsid w:val="004A238E"/>
    <w:rsid w:val="004A2739"/>
    <w:rsid w:val="004A2B86"/>
    <w:rsid w:val="004A34A1"/>
    <w:rsid w:val="004A408C"/>
    <w:rsid w:val="004A43A5"/>
    <w:rsid w:val="004A47F9"/>
    <w:rsid w:val="004A4AC0"/>
    <w:rsid w:val="004A4D02"/>
    <w:rsid w:val="004A4E1A"/>
    <w:rsid w:val="004A4F1B"/>
    <w:rsid w:val="004A54DA"/>
    <w:rsid w:val="004A5AF7"/>
    <w:rsid w:val="004A5C9E"/>
    <w:rsid w:val="004A6165"/>
    <w:rsid w:val="004A646B"/>
    <w:rsid w:val="004A67BA"/>
    <w:rsid w:val="004B0CDD"/>
    <w:rsid w:val="004B1089"/>
    <w:rsid w:val="004B17FA"/>
    <w:rsid w:val="004B23F3"/>
    <w:rsid w:val="004B24E3"/>
    <w:rsid w:val="004B3084"/>
    <w:rsid w:val="004B36EE"/>
    <w:rsid w:val="004B3BF0"/>
    <w:rsid w:val="004B3C11"/>
    <w:rsid w:val="004B3D14"/>
    <w:rsid w:val="004B5B4D"/>
    <w:rsid w:val="004B5F18"/>
    <w:rsid w:val="004B62D0"/>
    <w:rsid w:val="004B63A1"/>
    <w:rsid w:val="004B63A5"/>
    <w:rsid w:val="004B67C8"/>
    <w:rsid w:val="004B7A28"/>
    <w:rsid w:val="004C2A2A"/>
    <w:rsid w:val="004C3F41"/>
    <w:rsid w:val="004C64F1"/>
    <w:rsid w:val="004C6762"/>
    <w:rsid w:val="004C703F"/>
    <w:rsid w:val="004C7230"/>
    <w:rsid w:val="004D056E"/>
    <w:rsid w:val="004D1D73"/>
    <w:rsid w:val="004D2E3F"/>
    <w:rsid w:val="004D3A9E"/>
    <w:rsid w:val="004D3C1D"/>
    <w:rsid w:val="004D3FB5"/>
    <w:rsid w:val="004D4521"/>
    <w:rsid w:val="004D45D3"/>
    <w:rsid w:val="004D4839"/>
    <w:rsid w:val="004D57F0"/>
    <w:rsid w:val="004D6E5F"/>
    <w:rsid w:val="004D76A3"/>
    <w:rsid w:val="004D7779"/>
    <w:rsid w:val="004D7CF8"/>
    <w:rsid w:val="004E1F4E"/>
    <w:rsid w:val="004E293D"/>
    <w:rsid w:val="004E2CCB"/>
    <w:rsid w:val="004E2ECC"/>
    <w:rsid w:val="004E394E"/>
    <w:rsid w:val="004E407B"/>
    <w:rsid w:val="004E4447"/>
    <w:rsid w:val="004E49EF"/>
    <w:rsid w:val="004E591C"/>
    <w:rsid w:val="004E61C1"/>
    <w:rsid w:val="004E7AA2"/>
    <w:rsid w:val="004E7E26"/>
    <w:rsid w:val="004F0496"/>
    <w:rsid w:val="004F1A02"/>
    <w:rsid w:val="004F21C0"/>
    <w:rsid w:val="004F39D6"/>
    <w:rsid w:val="004F4F70"/>
    <w:rsid w:val="004F56D8"/>
    <w:rsid w:val="004F5988"/>
    <w:rsid w:val="004F62BE"/>
    <w:rsid w:val="004F6422"/>
    <w:rsid w:val="004F66B2"/>
    <w:rsid w:val="004F6910"/>
    <w:rsid w:val="004F69B9"/>
    <w:rsid w:val="004F6EFD"/>
    <w:rsid w:val="004F785A"/>
    <w:rsid w:val="004F7E14"/>
    <w:rsid w:val="00500FEB"/>
    <w:rsid w:val="0050110C"/>
    <w:rsid w:val="0050163F"/>
    <w:rsid w:val="00502CF1"/>
    <w:rsid w:val="00502D10"/>
    <w:rsid w:val="0050328C"/>
    <w:rsid w:val="005036CB"/>
    <w:rsid w:val="00503CB1"/>
    <w:rsid w:val="00503CE1"/>
    <w:rsid w:val="00503E88"/>
    <w:rsid w:val="005041DE"/>
    <w:rsid w:val="00504588"/>
    <w:rsid w:val="00504617"/>
    <w:rsid w:val="00505576"/>
    <w:rsid w:val="00505EEF"/>
    <w:rsid w:val="005062D2"/>
    <w:rsid w:val="005067CE"/>
    <w:rsid w:val="005100EE"/>
    <w:rsid w:val="00510123"/>
    <w:rsid w:val="005101AD"/>
    <w:rsid w:val="00510BA8"/>
    <w:rsid w:val="00512F73"/>
    <w:rsid w:val="005133C1"/>
    <w:rsid w:val="00513DD9"/>
    <w:rsid w:val="0051532A"/>
    <w:rsid w:val="00515C80"/>
    <w:rsid w:val="00516880"/>
    <w:rsid w:val="00516A6A"/>
    <w:rsid w:val="00517CB3"/>
    <w:rsid w:val="00520CD3"/>
    <w:rsid w:val="00522B1A"/>
    <w:rsid w:val="005231D0"/>
    <w:rsid w:val="005233A0"/>
    <w:rsid w:val="0052399F"/>
    <w:rsid w:val="00523ABF"/>
    <w:rsid w:val="0052449F"/>
    <w:rsid w:val="00524927"/>
    <w:rsid w:val="00524DE9"/>
    <w:rsid w:val="00525776"/>
    <w:rsid w:val="005277A1"/>
    <w:rsid w:val="005278B1"/>
    <w:rsid w:val="0053087E"/>
    <w:rsid w:val="00530E10"/>
    <w:rsid w:val="0053148E"/>
    <w:rsid w:val="00531735"/>
    <w:rsid w:val="005317A3"/>
    <w:rsid w:val="005320E0"/>
    <w:rsid w:val="0053388C"/>
    <w:rsid w:val="00534255"/>
    <w:rsid w:val="0053494C"/>
    <w:rsid w:val="00534B3B"/>
    <w:rsid w:val="005353FC"/>
    <w:rsid w:val="00535A13"/>
    <w:rsid w:val="00536E72"/>
    <w:rsid w:val="0053740D"/>
    <w:rsid w:val="00537DDA"/>
    <w:rsid w:val="00541821"/>
    <w:rsid w:val="005425C0"/>
    <w:rsid w:val="005425F5"/>
    <w:rsid w:val="00542D78"/>
    <w:rsid w:val="00543EE8"/>
    <w:rsid w:val="005448F1"/>
    <w:rsid w:val="00544ABB"/>
    <w:rsid w:val="0054512F"/>
    <w:rsid w:val="0054536C"/>
    <w:rsid w:val="00546CFB"/>
    <w:rsid w:val="00547AA9"/>
    <w:rsid w:val="00547CED"/>
    <w:rsid w:val="00547F36"/>
    <w:rsid w:val="00550122"/>
    <w:rsid w:val="005506B1"/>
    <w:rsid w:val="005506E9"/>
    <w:rsid w:val="0055089E"/>
    <w:rsid w:val="00550E58"/>
    <w:rsid w:val="00551098"/>
    <w:rsid w:val="005521BC"/>
    <w:rsid w:val="00552B59"/>
    <w:rsid w:val="00553637"/>
    <w:rsid w:val="00554D11"/>
    <w:rsid w:val="00555C57"/>
    <w:rsid w:val="00556040"/>
    <w:rsid w:val="00556BF6"/>
    <w:rsid w:val="00557C8B"/>
    <w:rsid w:val="0056055B"/>
    <w:rsid w:val="00561E29"/>
    <w:rsid w:val="005626FC"/>
    <w:rsid w:val="00562E9E"/>
    <w:rsid w:val="00566EA1"/>
    <w:rsid w:val="005671CC"/>
    <w:rsid w:val="00570665"/>
    <w:rsid w:val="0057069B"/>
    <w:rsid w:val="00571209"/>
    <w:rsid w:val="005715F1"/>
    <w:rsid w:val="00571C14"/>
    <w:rsid w:val="005731E2"/>
    <w:rsid w:val="00573334"/>
    <w:rsid w:val="00573687"/>
    <w:rsid w:val="005738FD"/>
    <w:rsid w:val="00574470"/>
    <w:rsid w:val="00574859"/>
    <w:rsid w:val="005749F6"/>
    <w:rsid w:val="00574BE3"/>
    <w:rsid w:val="00574F2E"/>
    <w:rsid w:val="005757C2"/>
    <w:rsid w:val="00575FE7"/>
    <w:rsid w:val="00576177"/>
    <w:rsid w:val="00576C68"/>
    <w:rsid w:val="00576D69"/>
    <w:rsid w:val="00577529"/>
    <w:rsid w:val="005777A4"/>
    <w:rsid w:val="00577A2D"/>
    <w:rsid w:val="00580369"/>
    <w:rsid w:val="00580975"/>
    <w:rsid w:val="005809CD"/>
    <w:rsid w:val="00581D0D"/>
    <w:rsid w:val="00582210"/>
    <w:rsid w:val="00582434"/>
    <w:rsid w:val="00582829"/>
    <w:rsid w:val="00582C3A"/>
    <w:rsid w:val="005849D4"/>
    <w:rsid w:val="00584AB4"/>
    <w:rsid w:val="005857B8"/>
    <w:rsid w:val="00586704"/>
    <w:rsid w:val="00586F12"/>
    <w:rsid w:val="00590AD6"/>
    <w:rsid w:val="00590F50"/>
    <w:rsid w:val="00591193"/>
    <w:rsid w:val="00592B0B"/>
    <w:rsid w:val="005930C3"/>
    <w:rsid w:val="00593355"/>
    <w:rsid w:val="005934BF"/>
    <w:rsid w:val="00593640"/>
    <w:rsid w:val="005952BE"/>
    <w:rsid w:val="005958EF"/>
    <w:rsid w:val="00597770"/>
    <w:rsid w:val="00597986"/>
    <w:rsid w:val="00597AD5"/>
    <w:rsid w:val="005A0F0F"/>
    <w:rsid w:val="005A23EF"/>
    <w:rsid w:val="005A27C8"/>
    <w:rsid w:val="005A2EC3"/>
    <w:rsid w:val="005A3996"/>
    <w:rsid w:val="005A41CA"/>
    <w:rsid w:val="005A539B"/>
    <w:rsid w:val="005A55F3"/>
    <w:rsid w:val="005A5D55"/>
    <w:rsid w:val="005A6752"/>
    <w:rsid w:val="005A6BE0"/>
    <w:rsid w:val="005A6D8A"/>
    <w:rsid w:val="005A6E60"/>
    <w:rsid w:val="005A7504"/>
    <w:rsid w:val="005A753E"/>
    <w:rsid w:val="005A7C6B"/>
    <w:rsid w:val="005A7E49"/>
    <w:rsid w:val="005B0730"/>
    <w:rsid w:val="005B0820"/>
    <w:rsid w:val="005B14BB"/>
    <w:rsid w:val="005B1DF5"/>
    <w:rsid w:val="005B2F61"/>
    <w:rsid w:val="005B36D0"/>
    <w:rsid w:val="005B3D13"/>
    <w:rsid w:val="005B4D31"/>
    <w:rsid w:val="005B5AD0"/>
    <w:rsid w:val="005B670C"/>
    <w:rsid w:val="005B7132"/>
    <w:rsid w:val="005B76FC"/>
    <w:rsid w:val="005B7F1A"/>
    <w:rsid w:val="005C02D0"/>
    <w:rsid w:val="005C0747"/>
    <w:rsid w:val="005C077B"/>
    <w:rsid w:val="005C0BC9"/>
    <w:rsid w:val="005C1464"/>
    <w:rsid w:val="005C15F8"/>
    <w:rsid w:val="005C1D7B"/>
    <w:rsid w:val="005C2141"/>
    <w:rsid w:val="005C28CD"/>
    <w:rsid w:val="005C29E6"/>
    <w:rsid w:val="005C3172"/>
    <w:rsid w:val="005C3688"/>
    <w:rsid w:val="005C3E56"/>
    <w:rsid w:val="005C4FC2"/>
    <w:rsid w:val="005C697F"/>
    <w:rsid w:val="005C75BD"/>
    <w:rsid w:val="005D2B40"/>
    <w:rsid w:val="005D3626"/>
    <w:rsid w:val="005D559B"/>
    <w:rsid w:val="005D6107"/>
    <w:rsid w:val="005D643E"/>
    <w:rsid w:val="005D6FE9"/>
    <w:rsid w:val="005D7137"/>
    <w:rsid w:val="005D7368"/>
    <w:rsid w:val="005D76D2"/>
    <w:rsid w:val="005E0083"/>
    <w:rsid w:val="005E04DB"/>
    <w:rsid w:val="005E0805"/>
    <w:rsid w:val="005E0BDB"/>
    <w:rsid w:val="005E163B"/>
    <w:rsid w:val="005E2290"/>
    <w:rsid w:val="005E2C82"/>
    <w:rsid w:val="005E3662"/>
    <w:rsid w:val="005E39EC"/>
    <w:rsid w:val="005E419F"/>
    <w:rsid w:val="005E479A"/>
    <w:rsid w:val="005E4A44"/>
    <w:rsid w:val="005E4BC6"/>
    <w:rsid w:val="005E4F1B"/>
    <w:rsid w:val="005E59B5"/>
    <w:rsid w:val="005E5EBB"/>
    <w:rsid w:val="005E7290"/>
    <w:rsid w:val="005E7677"/>
    <w:rsid w:val="005F02D7"/>
    <w:rsid w:val="005F18B4"/>
    <w:rsid w:val="005F1A21"/>
    <w:rsid w:val="005F1F4F"/>
    <w:rsid w:val="005F2A5E"/>
    <w:rsid w:val="005F2E48"/>
    <w:rsid w:val="005F2E4A"/>
    <w:rsid w:val="005F46C8"/>
    <w:rsid w:val="005F59A8"/>
    <w:rsid w:val="005F5C38"/>
    <w:rsid w:val="005F5ED2"/>
    <w:rsid w:val="005F6E40"/>
    <w:rsid w:val="005F793A"/>
    <w:rsid w:val="005F79AE"/>
    <w:rsid w:val="0060047D"/>
    <w:rsid w:val="006007CE"/>
    <w:rsid w:val="00601108"/>
    <w:rsid w:val="0060227F"/>
    <w:rsid w:val="00603A7F"/>
    <w:rsid w:val="0060436A"/>
    <w:rsid w:val="0060483B"/>
    <w:rsid w:val="00604F57"/>
    <w:rsid w:val="0060533B"/>
    <w:rsid w:val="006068C6"/>
    <w:rsid w:val="00606FE2"/>
    <w:rsid w:val="00607F0C"/>
    <w:rsid w:val="00607F10"/>
    <w:rsid w:val="00610876"/>
    <w:rsid w:val="006113C1"/>
    <w:rsid w:val="006115E0"/>
    <w:rsid w:val="006125BD"/>
    <w:rsid w:val="00612799"/>
    <w:rsid w:val="00612905"/>
    <w:rsid w:val="00612962"/>
    <w:rsid w:val="00613894"/>
    <w:rsid w:val="00613DB2"/>
    <w:rsid w:val="00614288"/>
    <w:rsid w:val="0061454A"/>
    <w:rsid w:val="00615B4D"/>
    <w:rsid w:val="00617169"/>
    <w:rsid w:val="006177AA"/>
    <w:rsid w:val="006178E0"/>
    <w:rsid w:val="00617DCC"/>
    <w:rsid w:val="0062049A"/>
    <w:rsid w:val="006204E8"/>
    <w:rsid w:val="00620692"/>
    <w:rsid w:val="00620B66"/>
    <w:rsid w:val="00620E8E"/>
    <w:rsid w:val="00622891"/>
    <w:rsid w:val="00623B8F"/>
    <w:rsid w:val="00623E80"/>
    <w:rsid w:val="0062465B"/>
    <w:rsid w:val="00624F97"/>
    <w:rsid w:val="006250AD"/>
    <w:rsid w:val="00625A04"/>
    <w:rsid w:val="00626CCB"/>
    <w:rsid w:val="006274E9"/>
    <w:rsid w:val="00630545"/>
    <w:rsid w:val="00630914"/>
    <w:rsid w:val="00630E20"/>
    <w:rsid w:val="006316BA"/>
    <w:rsid w:val="006319BD"/>
    <w:rsid w:val="00631D63"/>
    <w:rsid w:val="00632B24"/>
    <w:rsid w:val="006332F4"/>
    <w:rsid w:val="00633B13"/>
    <w:rsid w:val="0063509C"/>
    <w:rsid w:val="00635C7D"/>
    <w:rsid w:val="00635CF9"/>
    <w:rsid w:val="00636A81"/>
    <w:rsid w:val="00637264"/>
    <w:rsid w:val="00637BF8"/>
    <w:rsid w:val="00640423"/>
    <w:rsid w:val="006404FA"/>
    <w:rsid w:val="006406F5"/>
    <w:rsid w:val="00640AFD"/>
    <w:rsid w:val="00640EF0"/>
    <w:rsid w:val="00641453"/>
    <w:rsid w:val="006416A0"/>
    <w:rsid w:val="00641777"/>
    <w:rsid w:val="0064233A"/>
    <w:rsid w:val="00642815"/>
    <w:rsid w:val="00642EE0"/>
    <w:rsid w:val="00643812"/>
    <w:rsid w:val="00643F8A"/>
    <w:rsid w:val="0064400E"/>
    <w:rsid w:val="0064409D"/>
    <w:rsid w:val="00644651"/>
    <w:rsid w:val="0064466F"/>
    <w:rsid w:val="006446E0"/>
    <w:rsid w:val="0064513F"/>
    <w:rsid w:val="00647C6A"/>
    <w:rsid w:val="00651EA0"/>
    <w:rsid w:val="006522F6"/>
    <w:rsid w:val="006527CF"/>
    <w:rsid w:val="00653379"/>
    <w:rsid w:val="006536BF"/>
    <w:rsid w:val="006538AF"/>
    <w:rsid w:val="00653C59"/>
    <w:rsid w:val="00653C9B"/>
    <w:rsid w:val="00655365"/>
    <w:rsid w:val="00655E25"/>
    <w:rsid w:val="0065605C"/>
    <w:rsid w:val="006561D8"/>
    <w:rsid w:val="006571C4"/>
    <w:rsid w:val="00657A39"/>
    <w:rsid w:val="00657B4A"/>
    <w:rsid w:val="006601FC"/>
    <w:rsid w:val="006605C4"/>
    <w:rsid w:val="00660FC9"/>
    <w:rsid w:val="00661E62"/>
    <w:rsid w:val="006622D6"/>
    <w:rsid w:val="00662D20"/>
    <w:rsid w:val="006637E7"/>
    <w:rsid w:val="00663A87"/>
    <w:rsid w:val="00664634"/>
    <w:rsid w:val="0066479F"/>
    <w:rsid w:val="00665CF9"/>
    <w:rsid w:val="006663B4"/>
    <w:rsid w:val="0066760C"/>
    <w:rsid w:val="006679AE"/>
    <w:rsid w:val="00667E41"/>
    <w:rsid w:val="006717C0"/>
    <w:rsid w:val="00671DCD"/>
    <w:rsid w:val="006726C1"/>
    <w:rsid w:val="00672B5F"/>
    <w:rsid w:val="006743AA"/>
    <w:rsid w:val="006750BF"/>
    <w:rsid w:val="00675149"/>
    <w:rsid w:val="00675CD7"/>
    <w:rsid w:val="00676A1F"/>
    <w:rsid w:val="00676F25"/>
    <w:rsid w:val="006776FB"/>
    <w:rsid w:val="00677B3C"/>
    <w:rsid w:val="006804F1"/>
    <w:rsid w:val="00680688"/>
    <w:rsid w:val="00680BA6"/>
    <w:rsid w:val="00681D5F"/>
    <w:rsid w:val="0068250D"/>
    <w:rsid w:val="0068321F"/>
    <w:rsid w:val="006838A6"/>
    <w:rsid w:val="0068391F"/>
    <w:rsid w:val="006839BA"/>
    <w:rsid w:val="00683FF1"/>
    <w:rsid w:val="00684A37"/>
    <w:rsid w:val="00684DB5"/>
    <w:rsid w:val="0068607F"/>
    <w:rsid w:val="006860A9"/>
    <w:rsid w:val="00686528"/>
    <w:rsid w:val="006868CB"/>
    <w:rsid w:val="00690545"/>
    <w:rsid w:val="0069162E"/>
    <w:rsid w:val="0069173C"/>
    <w:rsid w:val="00691E0A"/>
    <w:rsid w:val="006920AA"/>
    <w:rsid w:val="006923B0"/>
    <w:rsid w:val="00692E0A"/>
    <w:rsid w:val="00692E48"/>
    <w:rsid w:val="006931C4"/>
    <w:rsid w:val="00693201"/>
    <w:rsid w:val="0069343B"/>
    <w:rsid w:val="0069388D"/>
    <w:rsid w:val="0069411A"/>
    <w:rsid w:val="00694AFB"/>
    <w:rsid w:val="00694D46"/>
    <w:rsid w:val="00695050"/>
    <w:rsid w:val="006958DD"/>
    <w:rsid w:val="00695B77"/>
    <w:rsid w:val="00696070"/>
    <w:rsid w:val="006968A8"/>
    <w:rsid w:val="00696BBF"/>
    <w:rsid w:val="006971BF"/>
    <w:rsid w:val="006972D6"/>
    <w:rsid w:val="0069799C"/>
    <w:rsid w:val="006A00FD"/>
    <w:rsid w:val="006A03EA"/>
    <w:rsid w:val="006A05C1"/>
    <w:rsid w:val="006A061C"/>
    <w:rsid w:val="006A0C34"/>
    <w:rsid w:val="006A178C"/>
    <w:rsid w:val="006A229B"/>
    <w:rsid w:val="006A2E34"/>
    <w:rsid w:val="006A2F84"/>
    <w:rsid w:val="006A3150"/>
    <w:rsid w:val="006A35DC"/>
    <w:rsid w:val="006A3D13"/>
    <w:rsid w:val="006A4609"/>
    <w:rsid w:val="006A4DF4"/>
    <w:rsid w:val="006A6D0A"/>
    <w:rsid w:val="006A7C7F"/>
    <w:rsid w:val="006B20CE"/>
    <w:rsid w:val="006B335B"/>
    <w:rsid w:val="006B35B9"/>
    <w:rsid w:val="006B35FF"/>
    <w:rsid w:val="006B3870"/>
    <w:rsid w:val="006B39BB"/>
    <w:rsid w:val="006B3FE1"/>
    <w:rsid w:val="006B4624"/>
    <w:rsid w:val="006B5B19"/>
    <w:rsid w:val="006B6786"/>
    <w:rsid w:val="006B7311"/>
    <w:rsid w:val="006B7780"/>
    <w:rsid w:val="006B788F"/>
    <w:rsid w:val="006C0275"/>
    <w:rsid w:val="006C0FDA"/>
    <w:rsid w:val="006C11AF"/>
    <w:rsid w:val="006C1FED"/>
    <w:rsid w:val="006C2151"/>
    <w:rsid w:val="006C24DC"/>
    <w:rsid w:val="006C2E9B"/>
    <w:rsid w:val="006C38BA"/>
    <w:rsid w:val="006C3C4C"/>
    <w:rsid w:val="006C49FB"/>
    <w:rsid w:val="006C4CE5"/>
    <w:rsid w:val="006C4F0B"/>
    <w:rsid w:val="006C4FA0"/>
    <w:rsid w:val="006C5BE8"/>
    <w:rsid w:val="006C601E"/>
    <w:rsid w:val="006C610B"/>
    <w:rsid w:val="006C6A14"/>
    <w:rsid w:val="006C6ECD"/>
    <w:rsid w:val="006C795C"/>
    <w:rsid w:val="006D05DB"/>
    <w:rsid w:val="006D0A24"/>
    <w:rsid w:val="006D0A6E"/>
    <w:rsid w:val="006D0F21"/>
    <w:rsid w:val="006D159F"/>
    <w:rsid w:val="006D1AB2"/>
    <w:rsid w:val="006D1B33"/>
    <w:rsid w:val="006D21C8"/>
    <w:rsid w:val="006D222E"/>
    <w:rsid w:val="006D24D5"/>
    <w:rsid w:val="006D2F25"/>
    <w:rsid w:val="006D33EB"/>
    <w:rsid w:val="006D375A"/>
    <w:rsid w:val="006D3BEA"/>
    <w:rsid w:val="006D44B2"/>
    <w:rsid w:val="006D4A2F"/>
    <w:rsid w:val="006D53C3"/>
    <w:rsid w:val="006D548F"/>
    <w:rsid w:val="006D6264"/>
    <w:rsid w:val="006D6B04"/>
    <w:rsid w:val="006D6B41"/>
    <w:rsid w:val="006D6BFD"/>
    <w:rsid w:val="006D7286"/>
    <w:rsid w:val="006D7715"/>
    <w:rsid w:val="006E0299"/>
    <w:rsid w:val="006E1216"/>
    <w:rsid w:val="006E13DF"/>
    <w:rsid w:val="006E26EA"/>
    <w:rsid w:val="006E4020"/>
    <w:rsid w:val="006E4357"/>
    <w:rsid w:val="006E4BC8"/>
    <w:rsid w:val="006E5D86"/>
    <w:rsid w:val="006E5F2B"/>
    <w:rsid w:val="006E6235"/>
    <w:rsid w:val="006E7496"/>
    <w:rsid w:val="006E7D45"/>
    <w:rsid w:val="006E7EE1"/>
    <w:rsid w:val="006F1094"/>
    <w:rsid w:val="006F131F"/>
    <w:rsid w:val="006F2243"/>
    <w:rsid w:val="006F28AE"/>
    <w:rsid w:val="006F2938"/>
    <w:rsid w:val="006F2F7E"/>
    <w:rsid w:val="006F3264"/>
    <w:rsid w:val="006F50E8"/>
    <w:rsid w:val="006F5C78"/>
    <w:rsid w:val="006F631E"/>
    <w:rsid w:val="006F71CA"/>
    <w:rsid w:val="0070013F"/>
    <w:rsid w:val="00700D85"/>
    <w:rsid w:val="00702269"/>
    <w:rsid w:val="00702A8E"/>
    <w:rsid w:val="00703068"/>
    <w:rsid w:val="00703D2F"/>
    <w:rsid w:val="00704145"/>
    <w:rsid w:val="00705CF9"/>
    <w:rsid w:val="007072C9"/>
    <w:rsid w:val="00707A52"/>
    <w:rsid w:val="00707CA4"/>
    <w:rsid w:val="00710A04"/>
    <w:rsid w:val="007111B0"/>
    <w:rsid w:val="007117CE"/>
    <w:rsid w:val="0071364A"/>
    <w:rsid w:val="0071429B"/>
    <w:rsid w:val="00716122"/>
    <w:rsid w:val="00716149"/>
    <w:rsid w:val="007162F6"/>
    <w:rsid w:val="00716E43"/>
    <w:rsid w:val="0071733E"/>
    <w:rsid w:val="00717EF7"/>
    <w:rsid w:val="0072067D"/>
    <w:rsid w:val="00720D3E"/>
    <w:rsid w:val="00721356"/>
    <w:rsid w:val="0072145E"/>
    <w:rsid w:val="0072176D"/>
    <w:rsid w:val="00721B79"/>
    <w:rsid w:val="00722186"/>
    <w:rsid w:val="007222C5"/>
    <w:rsid w:val="00724627"/>
    <w:rsid w:val="00724C78"/>
    <w:rsid w:val="00724CDE"/>
    <w:rsid w:val="007256BD"/>
    <w:rsid w:val="00725DCF"/>
    <w:rsid w:val="007265AC"/>
    <w:rsid w:val="00726AF9"/>
    <w:rsid w:val="00726B61"/>
    <w:rsid w:val="00727488"/>
    <w:rsid w:val="007302D9"/>
    <w:rsid w:val="0073176F"/>
    <w:rsid w:val="0073177E"/>
    <w:rsid w:val="00732F47"/>
    <w:rsid w:val="00733073"/>
    <w:rsid w:val="00733376"/>
    <w:rsid w:val="00733635"/>
    <w:rsid w:val="0073386C"/>
    <w:rsid w:val="00733A26"/>
    <w:rsid w:val="00734A3F"/>
    <w:rsid w:val="00734FF7"/>
    <w:rsid w:val="00735B98"/>
    <w:rsid w:val="007368B3"/>
    <w:rsid w:val="00736A9D"/>
    <w:rsid w:val="00737C26"/>
    <w:rsid w:val="0074016B"/>
    <w:rsid w:val="00740704"/>
    <w:rsid w:val="00740AD5"/>
    <w:rsid w:val="007413E4"/>
    <w:rsid w:val="00742B71"/>
    <w:rsid w:val="00745B84"/>
    <w:rsid w:val="00746451"/>
    <w:rsid w:val="00746CE6"/>
    <w:rsid w:val="00746DC3"/>
    <w:rsid w:val="00747EAE"/>
    <w:rsid w:val="00750BC0"/>
    <w:rsid w:val="00750E09"/>
    <w:rsid w:val="00750E94"/>
    <w:rsid w:val="007519EB"/>
    <w:rsid w:val="00751DB7"/>
    <w:rsid w:val="00753AAA"/>
    <w:rsid w:val="00755C2B"/>
    <w:rsid w:val="0075613F"/>
    <w:rsid w:val="00756AC7"/>
    <w:rsid w:val="00760677"/>
    <w:rsid w:val="007610AF"/>
    <w:rsid w:val="007615FF"/>
    <w:rsid w:val="00761BFC"/>
    <w:rsid w:val="00761D62"/>
    <w:rsid w:val="00762FF7"/>
    <w:rsid w:val="00763300"/>
    <w:rsid w:val="00763B1E"/>
    <w:rsid w:val="00763C90"/>
    <w:rsid w:val="00764106"/>
    <w:rsid w:val="00765F48"/>
    <w:rsid w:val="00766CC9"/>
    <w:rsid w:val="007704EC"/>
    <w:rsid w:val="00770AAE"/>
    <w:rsid w:val="00770DD9"/>
    <w:rsid w:val="00770FCE"/>
    <w:rsid w:val="00771D5A"/>
    <w:rsid w:val="00771D5E"/>
    <w:rsid w:val="007729BD"/>
    <w:rsid w:val="00772B16"/>
    <w:rsid w:val="00772DC9"/>
    <w:rsid w:val="00773A44"/>
    <w:rsid w:val="0077479D"/>
    <w:rsid w:val="00775157"/>
    <w:rsid w:val="00776976"/>
    <w:rsid w:val="00776DC4"/>
    <w:rsid w:val="00777A15"/>
    <w:rsid w:val="00777AB6"/>
    <w:rsid w:val="00777B06"/>
    <w:rsid w:val="00780043"/>
    <w:rsid w:val="007804FC"/>
    <w:rsid w:val="00780F98"/>
    <w:rsid w:val="00780F9E"/>
    <w:rsid w:val="007811F9"/>
    <w:rsid w:val="007817C7"/>
    <w:rsid w:val="0078214E"/>
    <w:rsid w:val="007822E9"/>
    <w:rsid w:val="00782643"/>
    <w:rsid w:val="00782719"/>
    <w:rsid w:val="0078315A"/>
    <w:rsid w:val="0078348B"/>
    <w:rsid w:val="00783A7F"/>
    <w:rsid w:val="00783E06"/>
    <w:rsid w:val="007858D7"/>
    <w:rsid w:val="007865F9"/>
    <w:rsid w:val="00786922"/>
    <w:rsid w:val="00791992"/>
    <w:rsid w:val="00791B21"/>
    <w:rsid w:val="007920C0"/>
    <w:rsid w:val="00792258"/>
    <w:rsid w:val="00792307"/>
    <w:rsid w:val="007928AB"/>
    <w:rsid w:val="00792B8C"/>
    <w:rsid w:val="007949BD"/>
    <w:rsid w:val="007955AE"/>
    <w:rsid w:val="00795FD4"/>
    <w:rsid w:val="007963CA"/>
    <w:rsid w:val="0079739E"/>
    <w:rsid w:val="007A0104"/>
    <w:rsid w:val="007A024E"/>
    <w:rsid w:val="007A03C6"/>
    <w:rsid w:val="007A04DF"/>
    <w:rsid w:val="007A09A1"/>
    <w:rsid w:val="007A1E75"/>
    <w:rsid w:val="007A300F"/>
    <w:rsid w:val="007A3217"/>
    <w:rsid w:val="007A3B8B"/>
    <w:rsid w:val="007A55DD"/>
    <w:rsid w:val="007A5712"/>
    <w:rsid w:val="007A5CBA"/>
    <w:rsid w:val="007A6DB9"/>
    <w:rsid w:val="007A74D8"/>
    <w:rsid w:val="007B25E2"/>
    <w:rsid w:val="007B281E"/>
    <w:rsid w:val="007B3AF1"/>
    <w:rsid w:val="007B46A5"/>
    <w:rsid w:val="007B478B"/>
    <w:rsid w:val="007B49DD"/>
    <w:rsid w:val="007B4BF9"/>
    <w:rsid w:val="007B55B7"/>
    <w:rsid w:val="007B7742"/>
    <w:rsid w:val="007B7D43"/>
    <w:rsid w:val="007C048D"/>
    <w:rsid w:val="007C096D"/>
    <w:rsid w:val="007C0D1C"/>
    <w:rsid w:val="007C27E2"/>
    <w:rsid w:val="007C2819"/>
    <w:rsid w:val="007C2F23"/>
    <w:rsid w:val="007C32C8"/>
    <w:rsid w:val="007C4D95"/>
    <w:rsid w:val="007C567A"/>
    <w:rsid w:val="007C606D"/>
    <w:rsid w:val="007C66BD"/>
    <w:rsid w:val="007C6E78"/>
    <w:rsid w:val="007D01DF"/>
    <w:rsid w:val="007D05B1"/>
    <w:rsid w:val="007D075A"/>
    <w:rsid w:val="007D08D2"/>
    <w:rsid w:val="007D0B65"/>
    <w:rsid w:val="007D266F"/>
    <w:rsid w:val="007D349F"/>
    <w:rsid w:val="007D4084"/>
    <w:rsid w:val="007D54EC"/>
    <w:rsid w:val="007D5B5B"/>
    <w:rsid w:val="007D5E84"/>
    <w:rsid w:val="007D65B3"/>
    <w:rsid w:val="007D6609"/>
    <w:rsid w:val="007D702E"/>
    <w:rsid w:val="007D7047"/>
    <w:rsid w:val="007E019F"/>
    <w:rsid w:val="007E02C3"/>
    <w:rsid w:val="007E0A21"/>
    <w:rsid w:val="007E0CE9"/>
    <w:rsid w:val="007E1B2A"/>
    <w:rsid w:val="007E3952"/>
    <w:rsid w:val="007E3CCD"/>
    <w:rsid w:val="007E515D"/>
    <w:rsid w:val="007E5385"/>
    <w:rsid w:val="007E5857"/>
    <w:rsid w:val="007E6875"/>
    <w:rsid w:val="007E68E6"/>
    <w:rsid w:val="007E6CE0"/>
    <w:rsid w:val="007E6F15"/>
    <w:rsid w:val="007E737B"/>
    <w:rsid w:val="007F08CB"/>
    <w:rsid w:val="007F0AC1"/>
    <w:rsid w:val="007F121D"/>
    <w:rsid w:val="007F15B0"/>
    <w:rsid w:val="007F17B9"/>
    <w:rsid w:val="007F1ED1"/>
    <w:rsid w:val="007F221C"/>
    <w:rsid w:val="007F2973"/>
    <w:rsid w:val="007F2A0C"/>
    <w:rsid w:val="007F4066"/>
    <w:rsid w:val="007F41E7"/>
    <w:rsid w:val="007F47A1"/>
    <w:rsid w:val="007F5602"/>
    <w:rsid w:val="007F58DD"/>
    <w:rsid w:val="007F61D2"/>
    <w:rsid w:val="007F6600"/>
    <w:rsid w:val="007F6B82"/>
    <w:rsid w:val="007F6E49"/>
    <w:rsid w:val="00800E9A"/>
    <w:rsid w:val="00801220"/>
    <w:rsid w:val="00801AD3"/>
    <w:rsid w:val="00801CBF"/>
    <w:rsid w:val="00801F61"/>
    <w:rsid w:val="008048A0"/>
    <w:rsid w:val="008056E2"/>
    <w:rsid w:val="008059E6"/>
    <w:rsid w:val="00805B80"/>
    <w:rsid w:val="00805BF5"/>
    <w:rsid w:val="00806D57"/>
    <w:rsid w:val="00806F38"/>
    <w:rsid w:val="00807318"/>
    <w:rsid w:val="00807EE3"/>
    <w:rsid w:val="008100D3"/>
    <w:rsid w:val="008109E2"/>
    <w:rsid w:val="008116DF"/>
    <w:rsid w:val="00811FB6"/>
    <w:rsid w:val="00812627"/>
    <w:rsid w:val="00812AB4"/>
    <w:rsid w:val="00812CDD"/>
    <w:rsid w:val="00813E58"/>
    <w:rsid w:val="0081420F"/>
    <w:rsid w:val="00814C81"/>
    <w:rsid w:val="00815284"/>
    <w:rsid w:val="008155EE"/>
    <w:rsid w:val="008205F7"/>
    <w:rsid w:val="00821F1B"/>
    <w:rsid w:val="00822704"/>
    <w:rsid w:val="00824E61"/>
    <w:rsid w:val="008251B2"/>
    <w:rsid w:val="008255A5"/>
    <w:rsid w:val="00825AD1"/>
    <w:rsid w:val="008264EC"/>
    <w:rsid w:val="00827489"/>
    <w:rsid w:val="00827B76"/>
    <w:rsid w:val="008326E3"/>
    <w:rsid w:val="00832A53"/>
    <w:rsid w:val="0083323F"/>
    <w:rsid w:val="00833376"/>
    <w:rsid w:val="00833571"/>
    <w:rsid w:val="008339E8"/>
    <w:rsid w:val="00833E5C"/>
    <w:rsid w:val="00834A80"/>
    <w:rsid w:val="00834B73"/>
    <w:rsid w:val="00835097"/>
    <w:rsid w:val="00835B2A"/>
    <w:rsid w:val="00835F1B"/>
    <w:rsid w:val="00836841"/>
    <w:rsid w:val="00836BCD"/>
    <w:rsid w:val="00837415"/>
    <w:rsid w:val="00837534"/>
    <w:rsid w:val="008413D8"/>
    <w:rsid w:val="00841C99"/>
    <w:rsid w:val="00842E00"/>
    <w:rsid w:val="008442C4"/>
    <w:rsid w:val="008446E7"/>
    <w:rsid w:val="00844C44"/>
    <w:rsid w:val="0084519D"/>
    <w:rsid w:val="00845906"/>
    <w:rsid w:val="008461DA"/>
    <w:rsid w:val="00846C15"/>
    <w:rsid w:val="00847815"/>
    <w:rsid w:val="008501DC"/>
    <w:rsid w:val="008504EF"/>
    <w:rsid w:val="00850E84"/>
    <w:rsid w:val="00850FFE"/>
    <w:rsid w:val="008540B5"/>
    <w:rsid w:val="008548C3"/>
    <w:rsid w:val="00854E1C"/>
    <w:rsid w:val="00855720"/>
    <w:rsid w:val="00856E3E"/>
    <w:rsid w:val="008604D0"/>
    <w:rsid w:val="0086286F"/>
    <w:rsid w:val="008639CA"/>
    <w:rsid w:val="00864DE7"/>
    <w:rsid w:val="008651C0"/>
    <w:rsid w:val="00865B1C"/>
    <w:rsid w:val="00865BDB"/>
    <w:rsid w:val="00866890"/>
    <w:rsid w:val="00866C74"/>
    <w:rsid w:val="00866E30"/>
    <w:rsid w:val="00866F74"/>
    <w:rsid w:val="00870CA9"/>
    <w:rsid w:val="0087101E"/>
    <w:rsid w:val="008716B1"/>
    <w:rsid w:val="00871D04"/>
    <w:rsid w:val="00872106"/>
    <w:rsid w:val="0087291C"/>
    <w:rsid w:val="00872D0F"/>
    <w:rsid w:val="0087427D"/>
    <w:rsid w:val="0087441C"/>
    <w:rsid w:val="008750E6"/>
    <w:rsid w:val="008754FE"/>
    <w:rsid w:val="00875A17"/>
    <w:rsid w:val="00876067"/>
    <w:rsid w:val="008760CD"/>
    <w:rsid w:val="00876DBD"/>
    <w:rsid w:val="00877596"/>
    <w:rsid w:val="00877DF6"/>
    <w:rsid w:val="00880D0B"/>
    <w:rsid w:val="008810BE"/>
    <w:rsid w:val="0088124E"/>
    <w:rsid w:val="00881729"/>
    <w:rsid w:val="0088270D"/>
    <w:rsid w:val="00882B3D"/>
    <w:rsid w:val="00883A2B"/>
    <w:rsid w:val="00883ED4"/>
    <w:rsid w:val="00884526"/>
    <w:rsid w:val="00884FD1"/>
    <w:rsid w:val="00885036"/>
    <w:rsid w:val="00885D12"/>
    <w:rsid w:val="00886A3D"/>
    <w:rsid w:val="00887818"/>
    <w:rsid w:val="00887E32"/>
    <w:rsid w:val="00890798"/>
    <w:rsid w:val="008907B0"/>
    <w:rsid w:val="0089185C"/>
    <w:rsid w:val="008927C1"/>
    <w:rsid w:val="00893D8F"/>
    <w:rsid w:val="00893F48"/>
    <w:rsid w:val="0089437E"/>
    <w:rsid w:val="00894487"/>
    <w:rsid w:val="00895158"/>
    <w:rsid w:val="00895172"/>
    <w:rsid w:val="008952C7"/>
    <w:rsid w:val="00896C4A"/>
    <w:rsid w:val="00896D8B"/>
    <w:rsid w:val="00896F06"/>
    <w:rsid w:val="0089764C"/>
    <w:rsid w:val="00897799"/>
    <w:rsid w:val="00897847"/>
    <w:rsid w:val="0089785A"/>
    <w:rsid w:val="008A18D3"/>
    <w:rsid w:val="008A1D71"/>
    <w:rsid w:val="008A2249"/>
    <w:rsid w:val="008A267D"/>
    <w:rsid w:val="008A2999"/>
    <w:rsid w:val="008A2D1B"/>
    <w:rsid w:val="008A4E31"/>
    <w:rsid w:val="008A4EEC"/>
    <w:rsid w:val="008A5C0B"/>
    <w:rsid w:val="008A6239"/>
    <w:rsid w:val="008A6338"/>
    <w:rsid w:val="008A6F2C"/>
    <w:rsid w:val="008B1D3C"/>
    <w:rsid w:val="008B211F"/>
    <w:rsid w:val="008B2D15"/>
    <w:rsid w:val="008B2FE5"/>
    <w:rsid w:val="008B37B4"/>
    <w:rsid w:val="008B461F"/>
    <w:rsid w:val="008B521C"/>
    <w:rsid w:val="008B5E13"/>
    <w:rsid w:val="008B70BD"/>
    <w:rsid w:val="008B7D9E"/>
    <w:rsid w:val="008C013B"/>
    <w:rsid w:val="008C10B4"/>
    <w:rsid w:val="008C2437"/>
    <w:rsid w:val="008C26B3"/>
    <w:rsid w:val="008C36F5"/>
    <w:rsid w:val="008C3F02"/>
    <w:rsid w:val="008C43D3"/>
    <w:rsid w:val="008C470A"/>
    <w:rsid w:val="008C542F"/>
    <w:rsid w:val="008C54EA"/>
    <w:rsid w:val="008C60E8"/>
    <w:rsid w:val="008C6945"/>
    <w:rsid w:val="008C6A1B"/>
    <w:rsid w:val="008D06F2"/>
    <w:rsid w:val="008D080C"/>
    <w:rsid w:val="008D0E90"/>
    <w:rsid w:val="008D1E66"/>
    <w:rsid w:val="008D3C9D"/>
    <w:rsid w:val="008D4F89"/>
    <w:rsid w:val="008D5903"/>
    <w:rsid w:val="008D5DDE"/>
    <w:rsid w:val="008D6019"/>
    <w:rsid w:val="008D6E96"/>
    <w:rsid w:val="008D7582"/>
    <w:rsid w:val="008D778E"/>
    <w:rsid w:val="008E0CB8"/>
    <w:rsid w:val="008E100A"/>
    <w:rsid w:val="008E167B"/>
    <w:rsid w:val="008E1DA8"/>
    <w:rsid w:val="008E3032"/>
    <w:rsid w:val="008E48AF"/>
    <w:rsid w:val="008E4FC2"/>
    <w:rsid w:val="008E50DD"/>
    <w:rsid w:val="008E587F"/>
    <w:rsid w:val="008E6EE5"/>
    <w:rsid w:val="008E75E0"/>
    <w:rsid w:val="008E7951"/>
    <w:rsid w:val="008E7C0B"/>
    <w:rsid w:val="008E7D67"/>
    <w:rsid w:val="008F0239"/>
    <w:rsid w:val="008F02F3"/>
    <w:rsid w:val="008F03DA"/>
    <w:rsid w:val="008F0461"/>
    <w:rsid w:val="008F086F"/>
    <w:rsid w:val="008F0F81"/>
    <w:rsid w:val="008F1356"/>
    <w:rsid w:val="008F199E"/>
    <w:rsid w:val="008F2652"/>
    <w:rsid w:val="008F3669"/>
    <w:rsid w:val="008F3D6D"/>
    <w:rsid w:val="008F43D4"/>
    <w:rsid w:val="008F6DCA"/>
    <w:rsid w:val="008F751C"/>
    <w:rsid w:val="008F7E3F"/>
    <w:rsid w:val="009007D4"/>
    <w:rsid w:val="0090081C"/>
    <w:rsid w:val="00900B90"/>
    <w:rsid w:val="00900F18"/>
    <w:rsid w:val="0090126C"/>
    <w:rsid w:val="009017B9"/>
    <w:rsid w:val="00901AAD"/>
    <w:rsid w:val="00901B03"/>
    <w:rsid w:val="00901E33"/>
    <w:rsid w:val="00902E14"/>
    <w:rsid w:val="009039F2"/>
    <w:rsid w:val="00903D45"/>
    <w:rsid w:val="00905041"/>
    <w:rsid w:val="00905AC1"/>
    <w:rsid w:val="00906859"/>
    <w:rsid w:val="00906BA1"/>
    <w:rsid w:val="00906BA6"/>
    <w:rsid w:val="00907811"/>
    <w:rsid w:val="00907F17"/>
    <w:rsid w:val="009100D6"/>
    <w:rsid w:val="00910215"/>
    <w:rsid w:val="0091139F"/>
    <w:rsid w:val="00915C2D"/>
    <w:rsid w:val="0091687E"/>
    <w:rsid w:val="0092162B"/>
    <w:rsid w:val="009222D8"/>
    <w:rsid w:val="009231A6"/>
    <w:rsid w:val="00923389"/>
    <w:rsid w:val="00923684"/>
    <w:rsid w:val="00923743"/>
    <w:rsid w:val="00924B66"/>
    <w:rsid w:val="00925178"/>
    <w:rsid w:val="00925326"/>
    <w:rsid w:val="0092558A"/>
    <w:rsid w:val="00925934"/>
    <w:rsid w:val="0092596F"/>
    <w:rsid w:val="00925B74"/>
    <w:rsid w:val="009271F4"/>
    <w:rsid w:val="00927401"/>
    <w:rsid w:val="009278A2"/>
    <w:rsid w:val="0093045E"/>
    <w:rsid w:val="00930967"/>
    <w:rsid w:val="00930EF4"/>
    <w:rsid w:val="00932AAA"/>
    <w:rsid w:val="00932B54"/>
    <w:rsid w:val="009353B9"/>
    <w:rsid w:val="00937CB7"/>
    <w:rsid w:val="00937E5B"/>
    <w:rsid w:val="00940949"/>
    <w:rsid w:val="00940C45"/>
    <w:rsid w:val="00941375"/>
    <w:rsid w:val="00941952"/>
    <w:rsid w:val="009424B7"/>
    <w:rsid w:val="0094263B"/>
    <w:rsid w:val="0094330F"/>
    <w:rsid w:val="009439CE"/>
    <w:rsid w:val="00944C0B"/>
    <w:rsid w:val="00945400"/>
    <w:rsid w:val="00945807"/>
    <w:rsid w:val="00945F4A"/>
    <w:rsid w:val="00946188"/>
    <w:rsid w:val="009472DA"/>
    <w:rsid w:val="009513BA"/>
    <w:rsid w:val="00951D42"/>
    <w:rsid w:val="00951E12"/>
    <w:rsid w:val="009521FB"/>
    <w:rsid w:val="00952928"/>
    <w:rsid w:val="009529E4"/>
    <w:rsid w:val="00952F55"/>
    <w:rsid w:val="00952FE7"/>
    <w:rsid w:val="009531CB"/>
    <w:rsid w:val="0095332A"/>
    <w:rsid w:val="0095334B"/>
    <w:rsid w:val="0095355F"/>
    <w:rsid w:val="00953D63"/>
    <w:rsid w:val="00954679"/>
    <w:rsid w:val="00954836"/>
    <w:rsid w:val="00955C93"/>
    <w:rsid w:val="0095633F"/>
    <w:rsid w:val="0095753B"/>
    <w:rsid w:val="0095773C"/>
    <w:rsid w:val="00957817"/>
    <w:rsid w:val="00957A4D"/>
    <w:rsid w:val="00957BEB"/>
    <w:rsid w:val="009602FD"/>
    <w:rsid w:val="00960E37"/>
    <w:rsid w:val="00960EE5"/>
    <w:rsid w:val="0096191D"/>
    <w:rsid w:val="009621C2"/>
    <w:rsid w:val="00963D72"/>
    <w:rsid w:val="00965110"/>
    <w:rsid w:val="0096535C"/>
    <w:rsid w:val="00966012"/>
    <w:rsid w:val="00967909"/>
    <w:rsid w:val="00967B85"/>
    <w:rsid w:val="00970166"/>
    <w:rsid w:val="009706C0"/>
    <w:rsid w:val="0097094C"/>
    <w:rsid w:val="0097137A"/>
    <w:rsid w:val="0097241E"/>
    <w:rsid w:val="00972723"/>
    <w:rsid w:val="00972D7E"/>
    <w:rsid w:val="00972E02"/>
    <w:rsid w:val="00973313"/>
    <w:rsid w:val="00973D1D"/>
    <w:rsid w:val="00974492"/>
    <w:rsid w:val="0097519E"/>
    <w:rsid w:val="009751E1"/>
    <w:rsid w:val="009751EA"/>
    <w:rsid w:val="00975707"/>
    <w:rsid w:val="00975AB7"/>
    <w:rsid w:val="009775B0"/>
    <w:rsid w:val="00980731"/>
    <w:rsid w:val="00981197"/>
    <w:rsid w:val="009813F1"/>
    <w:rsid w:val="00981946"/>
    <w:rsid w:val="00981F2B"/>
    <w:rsid w:val="00982E65"/>
    <w:rsid w:val="0098301E"/>
    <w:rsid w:val="009835E8"/>
    <w:rsid w:val="009837C3"/>
    <w:rsid w:val="00983EF5"/>
    <w:rsid w:val="00984E26"/>
    <w:rsid w:val="00985AD1"/>
    <w:rsid w:val="00985DC6"/>
    <w:rsid w:val="00986092"/>
    <w:rsid w:val="00986106"/>
    <w:rsid w:val="009861E2"/>
    <w:rsid w:val="00986DC2"/>
    <w:rsid w:val="00987204"/>
    <w:rsid w:val="00990361"/>
    <w:rsid w:val="009918B8"/>
    <w:rsid w:val="009924BE"/>
    <w:rsid w:val="00992F5A"/>
    <w:rsid w:val="0099348C"/>
    <w:rsid w:val="00994029"/>
    <w:rsid w:val="00994369"/>
    <w:rsid w:val="009943F3"/>
    <w:rsid w:val="00994A9E"/>
    <w:rsid w:val="00995023"/>
    <w:rsid w:val="0099632C"/>
    <w:rsid w:val="00996682"/>
    <w:rsid w:val="00997096"/>
    <w:rsid w:val="009970B6"/>
    <w:rsid w:val="00997181"/>
    <w:rsid w:val="009A0168"/>
    <w:rsid w:val="009A0D8F"/>
    <w:rsid w:val="009A1F28"/>
    <w:rsid w:val="009A2757"/>
    <w:rsid w:val="009A2B84"/>
    <w:rsid w:val="009A340D"/>
    <w:rsid w:val="009A443D"/>
    <w:rsid w:val="009A4C6A"/>
    <w:rsid w:val="009A5A4C"/>
    <w:rsid w:val="009A5C12"/>
    <w:rsid w:val="009A6F01"/>
    <w:rsid w:val="009A736C"/>
    <w:rsid w:val="009B0A3A"/>
    <w:rsid w:val="009B0F39"/>
    <w:rsid w:val="009B1924"/>
    <w:rsid w:val="009B1969"/>
    <w:rsid w:val="009B2323"/>
    <w:rsid w:val="009B3D23"/>
    <w:rsid w:val="009B418F"/>
    <w:rsid w:val="009B43EB"/>
    <w:rsid w:val="009B441B"/>
    <w:rsid w:val="009B4658"/>
    <w:rsid w:val="009B52C4"/>
    <w:rsid w:val="009B61AE"/>
    <w:rsid w:val="009B63C5"/>
    <w:rsid w:val="009B68A2"/>
    <w:rsid w:val="009B7451"/>
    <w:rsid w:val="009C03C5"/>
    <w:rsid w:val="009C0803"/>
    <w:rsid w:val="009C1513"/>
    <w:rsid w:val="009C413A"/>
    <w:rsid w:val="009C42DC"/>
    <w:rsid w:val="009C486B"/>
    <w:rsid w:val="009C51DE"/>
    <w:rsid w:val="009C5348"/>
    <w:rsid w:val="009C77DB"/>
    <w:rsid w:val="009C79F9"/>
    <w:rsid w:val="009C7A9F"/>
    <w:rsid w:val="009D09C0"/>
    <w:rsid w:val="009D0F57"/>
    <w:rsid w:val="009D1C1F"/>
    <w:rsid w:val="009D2FA3"/>
    <w:rsid w:val="009D30CB"/>
    <w:rsid w:val="009D3771"/>
    <w:rsid w:val="009D4365"/>
    <w:rsid w:val="009D4B27"/>
    <w:rsid w:val="009D5DF4"/>
    <w:rsid w:val="009D6739"/>
    <w:rsid w:val="009D77F8"/>
    <w:rsid w:val="009E00FB"/>
    <w:rsid w:val="009E0101"/>
    <w:rsid w:val="009E1137"/>
    <w:rsid w:val="009E1FB1"/>
    <w:rsid w:val="009E4414"/>
    <w:rsid w:val="009E5316"/>
    <w:rsid w:val="009E533D"/>
    <w:rsid w:val="009E5FD5"/>
    <w:rsid w:val="009E6117"/>
    <w:rsid w:val="009E69C4"/>
    <w:rsid w:val="009E7690"/>
    <w:rsid w:val="009E7B7D"/>
    <w:rsid w:val="009F01AB"/>
    <w:rsid w:val="009F05D3"/>
    <w:rsid w:val="009F0D44"/>
    <w:rsid w:val="009F2349"/>
    <w:rsid w:val="009F301C"/>
    <w:rsid w:val="009F310C"/>
    <w:rsid w:val="009F36F8"/>
    <w:rsid w:val="009F4855"/>
    <w:rsid w:val="009F4B49"/>
    <w:rsid w:val="009F5648"/>
    <w:rsid w:val="009F5CFF"/>
    <w:rsid w:val="009F64B1"/>
    <w:rsid w:val="009F6D06"/>
    <w:rsid w:val="009F78AB"/>
    <w:rsid w:val="009F7AF1"/>
    <w:rsid w:val="009F7CEF"/>
    <w:rsid w:val="00A001F2"/>
    <w:rsid w:val="00A00C5B"/>
    <w:rsid w:val="00A00D1E"/>
    <w:rsid w:val="00A01C91"/>
    <w:rsid w:val="00A02935"/>
    <w:rsid w:val="00A03583"/>
    <w:rsid w:val="00A04620"/>
    <w:rsid w:val="00A0489F"/>
    <w:rsid w:val="00A04C5D"/>
    <w:rsid w:val="00A050E4"/>
    <w:rsid w:val="00A0533E"/>
    <w:rsid w:val="00A05A49"/>
    <w:rsid w:val="00A060A0"/>
    <w:rsid w:val="00A07047"/>
    <w:rsid w:val="00A07F08"/>
    <w:rsid w:val="00A07FB2"/>
    <w:rsid w:val="00A121CD"/>
    <w:rsid w:val="00A126A1"/>
    <w:rsid w:val="00A129E4"/>
    <w:rsid w:val="00A12C15"/>
    <w:rsid w:val="00A12F37"/>
    <w:rsid w:val="00A13FD6"/>
    <w:rsid w:val="00A14092"/>
    <w:rsid w:val="00A1430A"/>
    <w:rsid w:val="00A1443E"/>
    <w:rsid w:val="00A160B9"/>
    <w:rsid w:val="00A16D98"/>
    <w:rsid w:val="00A174FD"/>
    <w:rsid w:val="00A20220"/>
    <w:rsid w:val="00A2062F"/>
    <w:rsid w:val="00A20F53"/>
    <w:rsid w:val="00A21B23"/>
    <w:rsid w:val="00A21E36"/>
    <w:rsid w:val="00A21ECD"/>
    <w:rsid w:val="00A2359C"/>
    <w:rsid w:val="00A2369D"/>
    <w:rsid w:val="00A237C5"/>
    <w:rsid w:val="00A23AD8"/>
    <w:rsid w:val="00A253FC"/>
    <w:rsid w:val="00A2589F"/>
    <w:rsid w:val="00A25B8F"/>
    <w:rsid w:val="00A25F35"/>
    <w:rsid w:val="00A27974"/>
    <w:rsid w:val="00A27D53"/>
    <w:rsid w:val="00A30815"/>
    <w:rsid w:val="00A3224B"/>
    <w:rsid w:val="00A3349C"/>
    <w:rsid w:val="00A33542"/>
    <w:rsid w:val="00A3354C"/>
    <w:rsid w:val="00A33D66"/>
    <w:rsid w:val="00A34B72"/>
    <w:rsid w:val="00A34C4D"/>
    <w:rsid w:val="00A3553B"/>
    <w:rsid w:val="00A35A92"/>
    <w:rsid w:val="00A35C57"/>
    <w:rsid w:val="00A362F3"/>
    <w:rsid w:val="00A36BE0"/>
    <w:rsid w:val="00A36E20"/>
    <w:rsid w:val="00A4035C"/>
    <w:rsid w:val="00A4093C"/>
    <w:rsid w:val="00A40D18"/>
    <w:rsid w:val="00A40F04"/>
    <w:rsid w:val="00A4113E"/>
    <w:rsid w:val="00A415E6"/>
    <w:rsid w:val="00A428FF"/>
    <w:rsid w:val="00A43BEB"/>
    <w:rsid w:val="00A44070"/>
    <w:rsid w:val="00A4463D"/>
    <w:rsid w:val="00A4512C"/>
    <w:rsid w:val="00A469D5"/>
    <w:rsid w:val="00A5039A"/>
    <w:rsid w:val="00A507E9"/>
    <w:rsid w:val="00A526F8"/>
    <w:rsid w:val="00A53806"/>
    <w:rsid w:val="00A53A0C"/>
    <w:rsid w:val="00A53B00"/>
    <w:rsid w:val="00A54A21"/>
    <w:rsid w:val="00A55B8D"/>
    <w:rsid w:val="00A56152"/>
    <w:rsid w:val="00A5621A"/>
    <w:rsid w:val="00A56397"/>
    <w:rsid w:val="00A564B3"/>
    <w:rsid w:val="00A56CA1"/>
    <w:rsid w:val="00A573B6"/>
    <w:rsid w:val="00A60535"/>
    <w:rsid w:val="00A61810"/>
    <w:rsid w:val="00A62949"/>
    <w:rsid w:val="00A62BCF"/>
    <w:rsid w:val="00A63A6F"/>
    <w:rsid w:val="00A64454"/>
    <w:rsid w:val="00A6452B"/>
    <w:rsid w:val="00A6531C"/>
    <w:rsid w:val="00A65A1D"/>
    <w:rsid w:val="00A65EFC"/>
    <w:rsid w:val="00A65F77"/>
    <w:rsid w:val="00A66152"/>
    <w:rsid w:val="00A67369"/>
    <w:rsid w:val="00A67375"/>
    <w:rsid w:val="00A677DA"/>
    <w:rsid w:val="00A67B38"/>
    <w:rsid w:val="00A7018F"/>
    <w:rsid w:val="00A705C6"/>
    <w:rsid w:val="00A70B4F"/>
    <w:rsid w:val="00A70B5F"/>
    <w:rsid w:val="00A70D25"/>
    <w:rsid w:val="00A71478"/>
    <w:rsid w:val="00A714AF"/>
    <w:rsid w:val="00A724C3"/>
    <w:rsid w:val="00A72547"/>
    <w:rsid w:val="00A72C5C"/>
    <w:rsid w:val="00A74F0F"/>
    <w:rsid w:val="00A755BB"/>
    <w:rsid w:val="00A758CD"/>
    <w:rsid w:val="00A76DF4"/>
    <w:rsid w:val="00A776F0"/>
    <w:rsid w:val="00A77B8A"/>
    <w:rsid w:val="00A77C54"/>
    <w:rsid w:val="00A77EFE"/>
    <w:rsid w:val="00A80047"/>
    <w:rsid w:val="00A8026A"/>
    <w:rsid w:val="00A81C0D"/>
    <w:rsid w:val="00A82225"/>
    <w:rsid w:val="00A8283B"/>
    <w:rsid w:val="00A83BB9"/>
    <w:rsid w:val="00A83F4D"/>
    <w:rsid w:val="00A84379"/>
    <w:rsid w:val="00A855CE"/>
    <w:rsid w:val="00A8636B"/>
    <w:rsid w:val="00A873F9"/>
    <w:rsid w:val="00A90E17"/>
    <w:rsid w:val="00A914B1"/>
    <w:rsid w:val="00A916D0"/>
    <w:rsid w:val="00A9171F"/>
    <w:rsid w:val="00A91D6F"/>
    <w:rsid w:val="00A91F1A"/>
    <w:rsid w:val="00A92295"/>
    <w:rsid w:val="00A935D2"/>
    <w:rsid w:val="00A93839"/>
    <w:rsid w:val="00A93F76"/>
    <w:rsid w:val="00A94701"/>
    <w:rsid w:val="00A94BED"/>
    <w:rsid w:val="00A96BEA"/>
    <w:rsid w:val="00A96E4D"/>
    <w:rsid w:val="00A97A14"/>
    <w:rsid w:val="00AA0878"/>
    <w:rsid w:val="00AA0EA7"/>
    <w:rsid w:val="00AA137E"/>
    <w:rsid w:val="00AA1B75"/>
    <w:rsid w:val="00AA2A7C"/>
    <w:rsid w:val="00AA36FC"/>
    <w:rsid w:val="00AA43E8"/>
    <w:rsid w:val="00AA510B"/>
    <w:rsid w:val="00AA555E"/>
    <w:rsid w:val="00AA6295"/>
    <w:rsid w:val="00AA697C"/>
    <w:rsid w:val="00AA7237"/>
    <w:rsid w:val="00AA74EA"/>
    <w:rsid w:val="00AA7781"/>
    <w:rsid w:val="00AA77DF"/>
    <w:rsid w:val="00AA7E98"/>
    <w:rsid w:val="00AB0037"/>
    <w:rsid w:val="00AB0CE7"/>
    <w:rsid w:val="00AB1180"/>
    <w:rsid w:val="00AB12BC"/>
    <w:rsid w:val="00AB12C4"/>
    <w:rsid w:val="00AB1F56"/>
    <w:rsid w:val="00AB27F1"/>
    <w:rsid w:val="00AB2EF5"/>
    <w:rsid w:val="00AB308C"/>
    <w:rsid w:val="00AB309B"/>
    <w:rsid w:val="00AB3786"/>
    <w:rsid w:val="00AB5215"/>
    <w:rsid w:val="00AB5CB1"/>
    <w:rsid w:val="00AB6D0B"/>
    <w:rsid w:val="00AB74D2"/>
    <w:rsid w:val="00AB784A"/>
    <w:rsid w:val="00AB7DCF"/>
    <w:rsid w:val="00AC088D"/>
    <w:rsid w:val="00AC0A47"/>
    <w:rsid w:val="00AC1437"/>
    <w:rsid w:val="00AC16B3"/>
    <w:rsid w:val="00AC31B4"/>
    <w:rsid w:val="00AC3EC1"/>
    <w:rsid w:val="00AC4B28"/>
    <w:rsid w:val="00AC5D73"/>
    <w:rsid w:val="00AC62C5"/>
    <w:rsid w:val="00AC6B97"/>
    <w:rsid w:val="00AC7F93"/>
    <w:rsid w:val="00AD0CB4"/>
    <w:rsid w:val="00AD0D0F"/>
    <w:rsid w:val="00AD179B"/>
    <w:rsid w:val="00AD180D"/>
    <w:rsid w:val="00AD1C99"/>
    <w:rsid w:val="00AD2068"/>
    <w:rsid w:val="00AD2BCC"/>
    <w:rsid w:val="00AD3595"/>
    <w:rsid w:val="00AD401C"/>
    <w:rsid w:val="00AD4152"/>
    <w:rsid w:val="00AD425B"/>
    <w:rsid w:val="00AD4975"/>
    <w:rsid w:val="00AD4B1D"/>
    <w:rsid w:val="00AD4E70"/>
    <w:rsid w:val="00AD5BDB"/>
    <w:rsid w:val="00AD6731"/>
    <w:rsid w:val="00AD74C2"/>
    <w:rsid w:val="00AD7CA3"/>
    <w:rsid w:val="00AE0489"/>
    <w:rsid w:val="00AE0C52"/>
    <w:rsid w:val="00AE1BF8"/>
    <w:rsid w:val="00AE2020"/>
    <w:rsid w:val="00AE23A8"/>
    <w:rsid w:val="00AE272C"/>
    <w:rsid w:val="00AE2858"/>
    <w:rsid w:val="00AE2F61"/>
    <w:rsid w:val="00AE319F"/>
    <w:rsid w:val="00AE32E4"/>
    <w:rsid w:val="00AE371A"/>
    <w:rsid w:val="00AE4626"/>
    <w:rsid w:val="00AE48DB"/>
    <w:rsid w:val="00AE4A8C"/>
    <w:rsid w:val="00AE6A52"/>
    <w:rsid w:val="00AE70AC"/>
    <w:rsid w:val="00AF105C"/>
    <w:rsid w:val="00AF158E"/>
    <w:rsid w:val="00AF158F"/>
    <w:rsid w:val="00AF17BA"/>
    <w:rsid w:val="00AF2758"/>
    <w:rsid w:val="00AF2BE4"/>
    <w:rsid w:val="00AF46C9"/>
    <w:rsid w:val="00AF4F3B"/>
    <w:rsid w:val="00AF521C"/>
    <w:rsid w:val="00AF5516"/>
    <w:rsid w:val="00AF5626"/>
    <w:rsid w:val="00AF58BE"/>
    <w:rsid w:val="00AF5B62"/>
    <w:rsid w:val="00AF5FFF"/>
    <w:rsid w:val="00AF6714"/>
    <w:rsid w:val="00AF6807"/>
    <w:rsid w:val="00AF70C3"/>
    <w:rsid w:val="00AF7923"/>
    <w:rsid w:val="00B0136A"/>
    <w:rsid w:val="00B023D4"/>
    <w:rsid w:val="00B0389B"/>
    <w:rsid w:val="00B03AB7"/>
    <w:rsid w:val="00B03F28"/>
    <w:rsid w:val="00B04376"/>
    <w:rsid w:val="00B0492B"/>
    <w:rsid w:val="00B04F85"/>
    <w:rsid w:val="00B0580A"/>
    <w:rsid w:val="00B05F4E"/>
    <w:rsid w:val="00B06F62"/>
    <w:rsid w:val="00B072A0"/>
    <w:rsid w:val="00B12CD2"/>
    <w:rsid w:val="00B13AF4"/>
    <w:rsid w:val="00B13CCC"/>
    <w:rsid w:val="00B146E0"/>
    <w:rsid w:val="00B15631"/>
    <w:rsid w:val="00B15780"/>
    <w:rsid w:val="00B16C31"/>
    <w:rsid w:val="00B17068"/>
    <w:rsid w:val="00B17B08"/>
    <w:rsid w:val="00B22814"/>
    <w:rsid w:val="00B23058"/>
    <w:rsid w:val="00B24300"/>
    <w:rsid w:val="00B24834"/>
    <w:rsid w:val="00B2492B"/>
    <w:rsid w:val="00B24A51"/>
    <w:rsid w:val="00B24EBC"/>
    <w:rsid w:val="00B25D87"/>
    <w:rsid w:val="00B25E46"/>
    <w:rsid w:val="00B27866"/>
    <w:rsid w:val="00B27B55"/>
    <w:rsid w:val="00B3044F"/>
    <w:rsid w:val="00B30662"/>
    <w:rsid w:val="00B3071C"/>
    <w:rsid w:val="00B30C27"/>
    <w:rsid w:val="00B30FE3"/>
    <w:rsid w:val="00B311A4"/>
    <w:rsid w:val="00B311B5"/>
    <w:rsid w:val="00B32831"/>
    <w:rsid w:val="00B328C7"/>
    <w:rsid w:val="00B332CE"/>
    <w:rsid w:val="00B33AB8"/>
    <w:rsid w:val="00B33F8A"/>
    <w:rsid w:val="00B34C92"/>
    <w:rsid w:val="00B35E20"/>
    <w:rsid w:val="00B3611B"/>
    <w:rsid w:val="00B361BD"/>
    <w:rsid w:val="00B36C3A"/>
    <w:rsid w:val="00B36F31"/>
    <w:rsid w:val="00B3737C"/>
    <w:rsid w:val="00B4024F"/>
    <w:rsid w:val="00B40803"/>
    <w:rsid w:val="00B417AF"/>
    <w:rsid w:val="00B41A93"/>
    <w:rsid w:val="00B41AE9"/>
    <w:rsid w:val="00B425CD"/>
    <w:rsid w:val="00B42EAA"/>
    <w:rsid w:val="00B43179"/>
    <w:rsid w:val="00B4320F"/>
    <w:rsid w:val="00B44092"/>
    <w:rsid w:val="00B44C09"/>
    <w:rsid w:val="00B45A8A"/>
    <w:rsid w:val="00B46BC6"/>
    <w:rsid w:val="00B47FEA"/>
    <w:rsid w:val="00B505B8"/>
    <w:rsid w:val="00B51082"/>
    <w:rsid w:val="00B51621"/>
    <w:rsid w:val="00B51B9A"/>
    <w:rsid w:val="00B52152"/>
    <w:rsid w:val="00B52AD0"/>
    <w:rsid w:val="00B533EC"/>
    <w:rsid w:val="00B53432"/>
    <w:rsid w:val="00B536B0"/>
    <w:rsid w:val="00B542DE"/>
    <w:rsid w:val="00B549A4"/>
    <w:rsid w:val="00B551A7"/>
    <w:rsid w:val="00B5576C"/>
    <w:rsid w:val="00B55C92"/>
    <w:rsid w:val="00B560E8"/>
    <w:rsid w:val="00B5681D"/>
    <w:rsid w:val="00B56CEF"/>
    <w:rsid w:val="00B5748D"/>
    <w:rsid w:val="00B57FD5"/>
    <w:rsid w:val="00B61389"/>
    <w:rsid w:val="00B61F73"/>
    <w:rsid w:val="00B6227F"/>
    <w:rsid w:val="00B630A1"/>
    <w:rsid w:val="00B636C4"/>
    <w:rsid w:val="00B639DB"/>
    <w:rsid w:val="00B64259"/>
    <w:rsid w:val="00B645B6"/>
    <w:rsid w:val="00B6484C"/>
    <w:rsid w:val="00B6708D"/>
    <w:rsid w:val="00B67883"/>
    <w:rsid w:val="00B700B5"/>
    <w:rsid w:val="00B70243"/>
    <w:rsid w:val="00B707E9"/>
    <w:rsid w:val="00B70AAF"/>
    <w:rsid w:val="00B70CD0"/>
    <w:rsid w:val="00B70F39"/>
    <w:rsid w:val="00B71851"/>
    <w:rsid w:val="00B71A5F"/>
    <w:rsid w:val="00B723BD"/>
    <w:rsid w:val="00B72F5B"/>
    <w:rsid w:val="00B7435E"/>
    <w:rsid w:val="00B74598"/>
    <w:rsid w:val="00B74E3E"/>
    <w:rsid w:val="00B766CA"/>
    <w:rsid w:val="00B76C78"/>
    <w:rsid w:val="00B774DF"/>
    <w:rsid w:val="00B80231"/>
    <w:rsid w:val="00B80656"/>
    <w:rsid w:val="00B80E95"/>
    <w:rsid w:val="00B8141C"/>
    <w:rsid w:val="00B8181C"/>
    <w:rsid w:val="00B8215F"/>
    <w:rsid w:val="00B824F5"/>
    <w:rsid w:val="00B82D3A"/>
    <w:rsid w:val="00B82D56"/>
    <w:rsid w:val="00B830B0"/>
    <w:rsid w:val="00B83348"/>
    <w:rsid w:val="00B83475"/>
    <w:rsid w:val="00B8442F"/>
    <w:rsid w:val="00B84F74"/>
    <w:rsid w:val="00B85368"/>
    <w:rsid w:val="00B8541C"/>
    <w:rsid w:val="00B86087"/>
    <w:rsid w:val="00B86A94"/>
    <w:rsid w:val="00B86B42"/>
    <w:rsid w:val="00B86D6C"/>
    <w:rsid w:val="00B87196"/>
    <w:rsid w:val="00B87736"/>
    <w:rsid w:val="00B878E8"/>
    <w:rsid w:val="00B87C6E"/>
    <w:rsid w:val="00B910C4"/>
    <w:rsid w:val="00B911DA"/>
    <w:rsid w:val="00B91A51"/>
    <w:rsid w:val="00B92277"/>
    <w:rsid w:val="00B927E5"/>
    <w:rsid w:val="00B92A3F"/>
    <w:rsid w:val="00B93BAB"/>
    <w:rsid w:val="00B93CA8"/>
    <w:rsid w:val="00B95E8E"/>
    <w:rsid w:val="00B96D0C"/>
    <w:rsid w:val="00B97C27"/>
    <w:rsid w:val="00BA027D"/>
    <w:rsid w:val="00BA032D"/>
    <w:rsid w:val="00BA0FA4"/>
    <w:rsid w:val="00BA1599"/>
    <w:rsid w:val="00BA16E1"/>
    <w:rsid w:val="00BA19D3"/>
    <w:rsid w:val="00BA1F3D"/>
    <w:rsid w:val="00BA2AB5"/>
    <w:rsid w:val="00BA3E0B"/>
    <w:rsid w:val="00BA3EA0"/>
    <w:rsid w:val="00BA4759"/>
    <w:rsid w:val="00BA4BC7"/>
    <w:rsid w:val="00BA5323"/>
    <w:rsid w:val="00BA5332"/>
    <w:rsid w:val="00BA5C03"/>
    <w:rsid w:val="00BA667E"/>
    <w:rsid w:val="00BA69B7"/>
    <w:rsid w:val="00BA6D80"/>
    <w:rsid w:val="00BA6E92"/>
    <w:rsid w:val="00BA7036"/>
    <w:rsid w:val="00BA78BC"/>
    <w:rsid w:val="00BA7910"/>
    <w:rsid w:val="00BA791E"/>
    <w:rsid w:val="00BB0D42"/>
    <w:rsid w:val="00BB140D"/>
    <w:rsid w:val="00BB15AD"/>
    <w:rsid w:val="00BB1BD9"/>
    <w:rsid w:val="00BB2764"/>
    <w:rsid w:val="00BB3837"/>
    <w:rsid w:val="00BB3890"/>
    <w:rsid w:val="00BB42D6"/>
    <w:rsid w:val="00BB45C7"/>
    <w:rsid w:val="00BB5F57"/>
    <w:rsid w:val="00BB6426"/>
    <w:rsid w:val="00BB6607"/>
    <w:rsid w:val="00BB6B7F"/>
    <w:rsid w:val="00BB72FA"/>
    <w:rsid w:val="00BB7D37"/>
    <w:rsid w:val="00BC02E6"/>
    <w:rsid w:val="00BC0489"/>
    <w:rsid w:val="00BC0D6B"/>
    <w:rsid w:val="00BC2B97"/>
    <w:rsid w:val="00BC3395"/>
    <w:rsid w:val="00BC35E4"/>
    <w:rsid w:val="00BC4871"/>
    <w:rsid w:val="00BC51F4"/>
    <w:rsid w:val="00BC5686"/>
    <w:rsid w:val="00BC56E2"/>
    <w:rsid w:val="00BC5C17"/>
    <w:rsid w:val="00BC65EB"/>
    <w:rsid w:val="00BC7B1D"/>
    <w:rsid w:val="00BC7E7E"/>
    <w:rsid w:val="00BD0729"/>
    <w:rsid w:val="00BD1116"/>
    <w:rsid w:val="00BD1314"/>
    <w:rsid w:val="00BD34C7"/>
    <w:rsid w:val="00BD34F2"/>
    <w:rsid w:val="00BD36CA"/>
    <w:rsid w:val="00BD3BFF"/>
    <w:rsid w:val="00BD40BF"/>
    <w:rsid w:val="00BD4124"/>
    <w:rsid w:val="00BD52AD"/>
    <w:rsid w:val="00BD6E0F"/>
    <w:rsid w:val="00BD6EA3"/>
    <w:rsid w:val="00BD7362"/>
    <w:rsid w:val="00BD73B0"/>
    <w:rsid w:val="00BD74BA"/>
    <w:rsid w:val="00BD7898"/>
    <w:rsid w:val="00BD7AE6"/>
    <w:rsid w:val="00BD7DC3"/>
    <w:rsid w:val="00BD7F53"/>
    <w:rsid w:val="00BE0454"/>
    <w:rsid w:val="00BE0751"/>
    <w:rsid w:val="00BE0CDF"/>
    <w:rsid w:val="00BE219F"/>
    <w:rsid w:val="00BE246E"/>
    <w:rsid w:val="00BE328E"/>
    <w:rsid w:val="00BE3D62"/>
    <w:rsid w:val="00BE45C2"/>
    <w:rsid w:val="00BE5532"/>
    <w:rsid w:val="00BE6DBD"/>
    <w:rsid w:val="00BE7BC1"/>
    <w:rsid w:val="00BF0114"/>
    <w:rsid w:val="00BF038C"/>
    <w:rsid w:val="00BF07EB"/>
    <w:rsid w:val="00BF0CE1"/>
    <w:rsid w:val="00BF10F1"/>
    <w:rsid w:val="00BF12CC"/>
    <w:rsid w:val="00BF1504"/>
    <w:rsid w:val="00BF18CC"/>
    <w:rsid w:val="00BF1B61"/>
    <w:rsid w:val="00BF1FE2"/>
    <w:rsid w:val="00BF2519"/>
    <w:rsid w:val="00BF2ACC"/>
    <w:rsid w:val="00BF2D4B"/>
    <w:rsid w:val="00BF4EF1"/>
    <w:rsid w:val="00BF5E59"/>
    <w:rsid w:val="00BF66C2"/>
    <w:rsid w:val="00BF6C58"/>
    <w:rsid w:val="00BF6EEB"/>
    <w:rsid w:val="00BF710C"/>
    <w:rsid w:val="00BF76AB"/>
    <w:rsid w:val="00BF7B48"/>
    <w:rsid w:val="00BF7BD5"/>
    <w:rsid w:val="00BF7DBC"/>
    <w:rsid w:val="00BF7FC3"/>
    <w:rsid w:val="00C00B0A"/>
    <w:rsid w:val="00C011EA"/>
    <w:rsid w:val="00C01627"/>
    <w:rsid w:val="00C02168"/>
    <w:rsid w:val="00C02740"/>
    <w:rsid w:val="00C02F89"/>
    <w:rsid w:val="00C03400"/>
    <w:rsid w:val="00C04C57"/>
    <w:rsid w:val="00C059E1"/>
    <w:rsid w:val="00C06AE6"/>
    <w:rsid w:val="00C0793C"/>
    <w:rsid w:val="00C07BAA"/>
    <w:rsid w:val="00C07BE1"/>
    <w:rsid w:val="00C10329"/>
    <w:rsid w:val="00C10969"/>
    <w:rsid w:val="00C11722"/>
    <w:rsid w:val="00C1198F"/>
    <w:rsid w:val="00C11D3A"/>
    <w:rsid w:val="00C11E8B"/>
    <w:rsid w:val="00C1213A"/>
    <w:rsid w:val="00C126E1"/>
    <w:rsid w:val="00C1278D"/>
    <w:rsid w:val="00C12F18"/>
    <w:rsid w:val="00C12F60"/>
    <w:rsid w:val="00C13246"/>
    <w:rsid w:val="00C13A10"/>
    <w:rsid w:val="00C15558"/>
    <w:rsid w:val="00C15F15"/>
    <w:rsid w:val="00C16070"/>
    <w:rsid w:val="00C16F9B"/>
    <w:rsid w:val="00C16FE5"/>
    <w:rsid w:val="00C2008B"/>
    <w:rsid w:val="00C20522"/>
    <w:rsid w:val="00C20854"/>
    <w:rsid w:val="00C21013"/>
    <w:rsid w:val="00C2166F"/>
    <w:rsid w:val="00C221BB"/>
    <w:rsid w:val="00C22C4C"/>
    <w:rsid w:val="00C23461"/>
    <w:rsid w:val="00C24B31"/>
    <w:rsid w:val="00C25FA2"/>
    <w:rsid w:val="00C26063"/>
    <w:rsid w:val="00C260B0"/>
    <w:rsid w:val="00C261C4"/>
    <w:rsid w:val="00C26757"/>
    <w:rsid w:val="00C26A72"/>
    <w:rsid w:val="00C27015"/>
    <w:rsid w:val="00C277BD"/>
    <w:rsid w:val="00C27C11"/>
    <w:rsid w:val="00C27CE1"/>
    <w:rsid w:val="00C27D9C"/>
    <w:rsid w:val="00C30428"/>
    <w:rsid w:val="00C3063E"/>
    <w:rsid w:val="00C30C17"/>
    <w:rsid w:val="00C31373"/>
    <w:rsid w:val="00C31A64"/>
    <w:rsid w:val="00C31D92"/>
    <w:rsid w:val="00C31E19"/>
    <w:rsid w:val="00C31E7F"/>
    <w:rsid w:val="00C31F36"/>
    <w:rsid w:val="00C32136"/>
    <w:rsid w:val="00C33EF6"/>
    <w:rsid w:val="00C341B5"/>
    <w:rsid w:val="00C345CE"/>
    <w:rsid w:val="00C349D0"/>
    <w:rsid w:val="00C34D31"/>
    <w:rsid w:val="00C34E2E"/>
    <w:rsid w:val="00C3522F"/>
    <w:rsid w:val="00C357AB"/>
    <w:rsid w:val="00C35CBC"/>
    <w:rsid w:val="00C35DD0"/>
    <w:rsid w:val="00C35F1C"/>
    <w:rsid w:val="00C363B6"/>
    <w:rsid w:val="00C37940"/>
    <w:rsid w:val="00C413DE"/>
    <w:rsid w:val="00C415AF"/>
    <w:rsid w:val="00C4211A"/>
    <w:rsid w:val="00C43D73"/>
    <w:rsid w:val="00C44D6A"/>
    <w:rsid w:val="00C44FDA"/>
    <w:rsid w:val="00C451CB"/>
    <w:rsid w:val="00C45769"/>
    <w:rsid w:val="00C4627E"/>
    <w:rsid w:val="00C4641B"/>
    <w:rsid w:val="00C46633"/>
    <w:rsid w:val="00C467DC"/>
    <w:rsid w:val="00C4693B"/>
    <w:rsid w:val="00C46B00"/>
    <w:rsid w:val="00C471EC"/>
    <w:rsid w:val="00C4759A"/>
    <w:rsid w:val="00C47D96"/>
    <w:rsid w:val="00C47DFD"/>
    <w:rsid w:val="00C50070"/>
    <w:rsid w:val="00C50560"/>
    <w:rsid w:val="00C50BFB"/>
    <w:rsid w:val="00C50FF1"/>
    <w:rsid w:val="00C516EE"/>
    <w:rsid w:val="00C51F0A"/>
    <w:rsid w:val="00C51F9C"/>
    <w:rsid w:val="00C536DB"/>
    <w:rsid w:val="00C53B27"/>
    <w:rsid w:val="00C541F1"/>
    <w:rsid w:val="00C55669"/>
    <w:rsid w:val="00C55F62"/>
    <w:rsid w:val="00C57506"/>
    <w:rsid w:val="00C57A09"/>
    <w:rsid w:val="00C605A6"/>
    <w:rsid w:val="00C609AF"/>
    <w:rsid w:val="00C6134E"/>
    <w:rsid w:val="00C62133"/>
    <w:rsid w:val="00C62782"/>
    <w:rsid w:val="00C63C7F"/>
    <w:rsid w:val="00C63E99"/>
    <w:rsid w:val="00C64119"/>
    <w:rsid w:val="00C64D15"/>
    <w:rsid w:val="00C6540B"/>
    <w:rsid w:val="00C6583E"/>
    <w:rsid w:val="00C65AB4"/>
    <w:rsid w:val="00C66B4E"/>
    <w:rsid w:val="00C66EF6"/>
    <w:rsid w:val="00C6714F"/>
    <w:rsid w:val="00C70971"/>
    <w:rsid w:val="00C7215C"/>
    <w:rsid w:val="00C72220"/>
    <w:rsid w:val="00C725C2"/>
    <w:rsid w:val="00C72AE9"/>
    <w:rsid w:val="00C74CD9"/>
    <w:rsid w:val="00C74DF0"/>
    <w:rsid w:val="00C75330"/>
    <w:rsid w:val="00C75EB8"/>
    <w:rsid w:val="00C75ECA"/>
    <w:rsid w:val="00C773A2"/>
    <w:rsid w:val="00C80634"/>
    <w:rsid w:val="00C828CC"/>
    <w:rsid w:val="00C82A14"/>
    <w:rsid w:val="00C82BE6"/>
    <w:rsid w:val="00C82DED"/>
    <w:rsid w:val="00C8389C"/>
    <w:rsid w:val="00C83955"/>
    <w:rsid w:val="00C83F5A"/>
    <w:rsid w:val="00C85161"/>
    <w:rsid w:val="00C87D4D"/>
    <w:rsid w:val="00C90B83"/>
    <w:rsid w:val="00C9153F"/>
    <w:rsid w:val="00C918E0"/>
    <w:rsid w:val="00C91980"/>
    <w:rsid w:val="00C9223C"/>
    <w:rsid w:val="00C92518"/>
    <w:rsid w:val="00C92713"/>
    <w:rsid w:val="00C93182"/>
    <w:rsid w:val="00C93208"/>
    <w:rsid w:val="00C93323"/>
    <w:rsid w:val="00C9491F"/>
    <w:rsid w:val="00C951D2"/>
    <w:rsid w:val="00C9522E"/>
    <w:rsid w:val="00C96750"/>
    <w:rsid w:val="00C971F6"/>
    <w:rsid w:val="00CA013C"/>
    <w:rsid w:val="00CA173D"/>
    <w:rsid w:val="00CA1DAF"/>
    <w:rsid w:val="00CA1F1A"/>
    <w:rsid w:val="00CA1FDA"/>
    <w:rsid w:val="00CA2116"/>
    <w:rsid w:val="00CA2166"/>
    <w:rsid w:val="00CA27AB"/>
    <w:rsid w:val="00CA3A63"/>
    <w:rsid w:val="00CA5418"/>
    <w:rsid w:val="00CA5616"/>
    <w:rsid w:val="00CA56E6"/>
    <w:rsid w:val="00CA72E8"/>
    <w:rsid w:val="00CB01BC"/>
    <w:rsid w:val="00CB01DE"/>
    <w:rsid w:val="00CB0AC3"/>
    <w:rsid w:val="00CB0CEF"/>
    <w:rsid w:val="00CB1C2D"/>
    <w:rsid w:val="00CB2535"/>
    <w:rsid w:val="00CB2A70"/>
    <w:rsid w:val="00CB4A62"/>
    <w:rsid w:val="00CB4CB1"/>
    <w:rsid w:val="00CB4D3A"/>
    <w:rsid w:val="00CB5271"/>
    <w:rsid w:val="00CB5C52"/>
    <w:rsid w:val="00CB5CC2"/>
    <w:rsid w:val="00CB61BC"/>
    <w:rsid w:val="00CB6451"/>
    <w:rsid w:val="00CB67F3"/>
    <w:rsid w:val="00CB73A0"/>
    <w:rsid w:val="00CB7E10"/>
    <w:rsid w:val="00CC0151"/>
    <w:rsid w:val="00CC09D0"/>
    <w:rsid w:val="00CC0A61"/>
    <w:rsid w:val="00CC107B"/>
    <w:rsid w:val="00CC10A9"/>
    <w:rsid w:val="00CC10CA"/>
    <w:rsid w:val="00CC144C"/>
    <w:rsid w:val="00CC1688"/>
    <w:rsid w:val="00CC24F2"/>
    <w:rsid w:val="00CC25F8"/>
    <w:rsid w:val="00CC2926"/>
    <w:rsid w:val="00CC2C2F"/>
    <w:rsid w:val="00CC3026"/>
    <w:rsid w:val="00CC31EB"/>
    <w:rsid w:val="00CC348D"/>
    <w:rsid w:val="00CC3612"/>
    <w:rsid w:val="00CC3CF2"/>
    <w:rsid w:val="00CC413D"/>
    <w:rsid w:val="00CC42A8"/>
    <w:rsid w:val="00CC4A22"/>
    <w:rsid w:val="00CC62B2"/>
    <w:rsid w:val="00CC68C4"/>
    <w:rsid w:val="00CC6B81"/>
    <w:rsid w:val="00CC7D44"/>
    <w:rsid w:val="00CC7D56"/>
    <w:rsid w:val="00CD077C"/>
    <w:rsid w:val="00CD2506"/>
    <w:rsid w:val="00CD347E"/>
    <w:rsid w:val="00CD45A6"/>
    <w:rsid w:val="00CD46E5"/>
    <w:rsid w:val="00CD55D3"/>
    <w:rsid w:val="00CD56F4"/>
    <w:rsid w:val="00CD5B77"/>
    <w:rsid w:val="00CD607E"/>
    <w:rsid w:val="00CD6796"/>
    <w:rsid w:val="00CE047F"/>
    <w:rsid w:val="00CE0B70"/>
    <w:rsid w:val="00CE18E3"/>
    <w:rsid w:val="00CE28CA"/>
    <w:rsid w:val="00CE2CC3"/>
    <w:rsid w:val="00CE4260"/>
    <w:rsid w:val="00CE4F4B"/>
    <w:rsid w:val="00CE56C3"/>
    <w:rsid w:val="00CE60B1"/>
    <w:rsid w:val="00CE638C"/>
    <w:rsid w:val="00CE7441"/>
    <w:rsid w:val="00CE7588"/>
    <w:rsid w:val="00CE7E55"/>
    <w:rsid w:val="00CF07A8"/>
    <w:rsid w:val="00CF1637"/>
    <w:rsid w:val="00CF2517"/>
    <w:rsid w:val="00CF26A5"/>
    <w:rsid w:val="00CF2A39"/>
    <w:rsid w:val="00CF483F"/>
    <w:rsid w:val="00CF4FC4"/>
    <w:rsid w:val="00CF518C"/>
    <w:rsid w:val="00CF51F3"/>
    <w:rsid w:val="00D0163E"/>
    <w:rsid w:val="00D0169F"/>
    <w:rsid w:val="00D03AAC"/>
    <w:rsid w:val="00D03E48"/>
    <w:rsid w:val="00D0414F"/>
    <w:rsid w:val="00D056A6"/>
    <w:rsid w:val="00D05A73"/>
    <w:rsid w:val="00D06783"/>
    <w:rsid w:val="00D06AB6"/>
    <w:rsid w:val="00D06FF8"/>
    <w:rsid w:val="00D07AE8"/>
    <w:rsid w:val="00D10523"/>
    <w:rsid w:val="00D105F4"/>
    <w:rsid w:val="00D10DD4"/>
    <w:rsid w:val="00D11254"/>
    <w:rsid w:val="00D11D5B"/>
    <w:rsid w:val="00D12189"/>
    <w:rsid w:val="00D122DD"/>
    <w:rsid w:val="00D12F61"/>
    <w:rsid w:val="00D13BDD"/>
    <w:rsid w:val="00D14871"/>
    <w:rsid w:val="00D14A4D"/>
    <w:rsid w:val="00D14A87"/>
    <w:rsid w:val="00D15BF0"/>
    <w:rsid w:val="00D1602F"/>
    <w:rsid w:val="00D16423"/>
    <w:rsid w:val="00D169E6"/>
    <w:rsid w:val="00D175CE"/>
    <w:rsid w:val="00D17730"/>
    <w:rsid w:val="00D178B8"/>
    <w:rsid w:val="00D20040"/>
    <w:rsid w:val="00D2051E"/>
    <w:rsid w:val="00D211C9"/>
    <w:rsid w:val="00D21515"/>
    <w:rsid w:val="00D21B87"/>
    <w:rsid w:val="00D22917"/>
    <w:rsid w:val="00D22E84"/>
    <w:rsid w:val="00D240CC"/>
    <w:rsid w:val="00D24AC2"/>
    <w:rsid w:val="00D2502B"/>
    <w:rsid w:val="00D25EB7"/>
    <w:rsid w:val="00D261D8"/>
    <w:rsid w:val="00D267E6"/>
    <w:rsid w:val="00D26E15"/>
    <w:rsid w:val="00D2711D"/>
    <w:rsid w:val="00D2742D"/>
    <w:rsid w:val="00D31E1B"/>
    <w:rsid w:val="00D32D52"/>
    <w:rsid w:val="00D32E4F"/>
    <w:rsid w:val="00D32FD0"/>
    <w:rsid w:val="00D3360B"/>
    <w:rsid w:val="00D33656"/>
    <w:rsid w:val="00D338A2"/>
    <w:rsid w:val="00D33D37"/>
    <w:rsid w:val="00D33DCD"/>
    <w:rsid w:val="00D3481A"/>
    <w:rsid w:val="00D34992"/>
    <w:rsid w:val="00D3529F"/>
    <w:rsid w:val="00D35322"/>
    <w:rsid w:val="00D3629D"/>
    <w:rsid w:val="00D36952"/>
    <w:rsid w:val="00D37D71"/>
    <w:rsid w:val="00D4069D"/>
    <w:rsid w:val="00D40B4C"/>
    <w:rsid w:val="00D4117E"/>
    <w:rsid w:val="00D4210A"/>
    <w:rsid w:val="00D4269E"/>
    <w:rsid w:val="00D43A52"/>
    <w:rsid w:val="00D4400D"/>
    <w:rsid w:val="00D450AC"/>
    <w:rsid w:val="00D46E8B"/>
    <w:rsid w:val="00D47179"/>
    <w:rsid w:val="00D47292"/>
    <w:rsid w:val="00D51068"/>
    <w:rsid w:val="00D516C6"/>
    <w:rsid w:val="00D52D7E"/>
    <w:rsid w:val="00D52EFB"/>
    <w:rsid w:val="00D535DA"/>
    <w:rsid w:val="00D53EA1"/>
    <w:rsid w:val="00D543A3"/>
    <w:rsid w:val="00D54C6C"/>
    <w:rsid w:val="00D551A1"/>
    <w:rsid w:val="00D5569F"/>
    <w:rsid w:val="00D55826"/>
    <w:rsid w:val="00D55893"/>
    <w:rsid w:val="00D55FEB"/>
    <w:rsid w:val="00D5622A"/>
    <w:rsid w:val="00D572EB"/>
    <w:rsid w:val="00D579FB"/>
    <w:rsid w:val="00D57A9A"/>
    <w:rsid w:val="00D603FB"/>
    <w:rsid w:val="00D60589"/>
    <w:rsid w:val="00D61127"/>
    <w:rsid w:val="00D61DAF"/>
    <w:rsid w:val="00D61EA3"/>
    <w:rsid w:val="00D625BE"/>
    <w:rsid w:val="00D62A4A"/>
    <w:rsid w:val="00D62E3D"/>
    <w:rsid w:val="00D63A40"/>
    <w:rsid w:val="00D646BD"/>
    <w:rsid w:val="00D647FD"/>
    <w:rsid w:val="00D64984"/>
    <w:rsid w:val="00D65699"/>
    <w:rsid w:val="00D6590F"/>
    <w:rsid w:val="00D66799"/>
    <w:rsid w:val="00D679AE"/>
    <w:rsid w:val="00D70388"/>
    <w:rsid w:val="00D7041A"/>
    <w:rsid w:val="00D71479"/>
    <w:rsid w:val="00D7311E"/>
    <w:rsid w:val="00D73D68"/>
    <w:rsid w:val="00D73DFB"/>
    <w:rsid w:val="00D73F75"/>
    <w:rsid w:val="00D74291"/>
    <w:rsid w:val="00D74987"/>
    <w:rsid w:val="00D74A01"/>
    <w:rsid w:val="00D755C2"/>
    <w:rsid w:val="00D76164"/>
    <w:rsid w:val="00D761B1"/>
    <w:rsid w:val="00D7631E"/>
    <w:rsid w:val="00D76FCB"/>
    <w:rsid w:val="00D77067"/>
    <w:rsid w:val="00D77387"/>
    <w:rsid w:val="00D80217"/>
    <w:rsid w:val="00D807B0"/>
    <w:rsid w:val="00D808DC"/>
    <w:rsid w:val="00D81406"/>
    <w:rsid w:val="00D81CC2"/>
    <w:rsid w:val="00D832F6"/>
    <w:rsid w:val="00D834CB"/>
    <w:rsid w:val="00D85711"/>
    <w:rsid w:val="00D85B6C"/>
    <w:rsid w:val="00D85D69"/>
    <w:rsid w:val="00D86092"/>
    <w:rsid w:val="00D86731"/>
    <w:rsid w:val="00D86C5F"/>
    <w:rsid w:val="00D8779D"/>
    <w:rsid w:val="00D87F80"/>
    <w:rsid w:val="00D90477"/>
    <w:rsid w:val="00D906B4"/>
    <w:rsid w:val="00D90D3B"/>
    <w:rsid w:val="00D91EEB"/>
    <w:rsid w:val="00D92391"/>
    <w:rsid w:val="00D92456"/>
    <w:rsid w:val="00D92670"/>
    <w:rsid w:val="00D92729"/>
    <w:rsid w:val="00D92A27"/>
    <w:rsid w:val="00D93F35"/>
    <w:rsid w:val="00D94309"/>
    <w:rsid w:val="00D94D20"/>
    <w:rsid w:val="00D960B1"/>
    <w:rsid w:val="00D96512"/>
    <w:rsid w:val="00D967E5"/>
    <w:rsid w:val="00DA06D1"/>
    <w:rsid w:val="00DA0FA3"/>
    <w:rsid w:val="00DA1A2D"/>
    <w:rsid w:val="00DA37CB"/>
    <w:rsid w:val="00DA388A"/>
    <w:rsid w:val="00DA3F17"/>
    <w:rsid w:val="00DA40C3"/>
    <w:rsid w:val="00DA51AA"/>
    <w:rsid w:val="00DA5420"/>
    <w:rsid w:val="00DA592C"/>
    <w:rsid w:val="00DA6A9D"/>
    <w:rsid w:val="00DA6BFE"/>
    <w:rsid w:val="00DA6CCB"/>
    <w:rsid w:val="00DA6F33"/>
    <w:rsid w:val="00DB04B2"/>
    <w:rsid w:val="00DB0841"/>
    <w:rsid w:val="00DB0DBF"/>
    <w:rsid w:val="00DB0E7F"/>
    <w:rsid w:val="00DB2F58"/>
    <w:rsid w:val="00DB49B7"/>
    <w:rsid w:val="00DB53A4"/>
    <w:rsid w:val="00DB68BB"/>
    <w:rsid w:val="00DB6998"/>
    <w:rsid w:val="00DB7125"/>
    <w:rsid w:val="00DB7317"/>
    <w:rsid w:val="00DB7370"/>
    <w:rsid w:val="00DC04F0"/>
    <w:rsid w:val="00DC0B5F"/>
    <w:rsid w:val="00DC17BE"/>
    <w:rsid w:val="00DC2456"/>
    <w:rsid w:val="00DC286D"/>
    <w:rsid w:val="00DC2885"/>
    <w:rsid w:val="00DC2F11"/>
    <w:rsid w:val="00DC3190"/>
    <w:rsid w:val="00DC48EE"/>
    <w:rsid w:val="00DC4E3D"/>
    <w:rsid w:val="00DC5B46"/>
    <w:rsid w:val="00DC5D77"/>
    <w:rsid w:val="00DC5F27"/>
    <w:rsid w:val="00DC7608"/>
    <w:rsid w:val="00DD045B"/>
    <w:rsid w:val="00DD0BDA"/>
    <w:rsid w:val="00DD0C53"/>
    <w:rsid w:val="00DD2588"/>
    <w:rsid w:val="00DD2B22"/>
    <w:rsid w:val="00DD2B9D"/>
    <w:rsid w:val="00DD2C60"/>
    <w:rsid w:val="00DD2EE1"/>
    <w:rsid w:val="00DD3DD2"/>
    <w:rsid w:val="00DD4604"/>
    <w:rsid w:val="00DD4A05"/>
    <w:rsid w:val="00DD5C7F"/>
    <w:rsid w:val="00DD5E95"/>
    <w:rsid w:val="00DD5EB4"/>
    <w:rsid w:val="00DD670D"/>
    <w:rsid w:val="00DD6ABD"/>
    <w:rsid w:val="00DD7E29"/>
    <w:rsid w:val="00DE02A6"/>
    <w:rsid w:val="00DE0D6C"/>
    <w:rsid w:val="00DE12CF"/>
    <w:rsid w:val="00DE177B"/>
    <w:rsid w:val="00DE1DA2"/>
    <w:rsid w:val="00DE1E96"/>
    <w:rsid w:val="00DE2DBE"/>
    <w:rsid w:val="00DE3DC0"/>
    <w:rsid w:val="00DE4177"/>
    <w:rsid w:val="00DE48EB"/>
    <w:rsid w:val="00DE52B8"/>
    <w:rsid w:val="00DE5F54"/>
    <w:rsid w:val="00DE7CAA"/>
    <w:rsid w:val="00DF0220"/>
    <w:rsid w:val="00DF0284"/>
    <w:rsid w:val="00DF02FA"/>
    <w:rsid w:val="00DF0448"/>
    <w:rsid w:val="00DF090E"/>
    <w:rsid w:val="00DF0A1A"/>
    <w:rsid w:val="00DF0C95"/>
    <w:rsid w:val="00DF0DC2"/>
    <w:rsid w:val="00DF14C8"/>
    <w:rsid w:val="00DF167E"/>
    <w:rsid w:val="00DF1A2B"/>
    <w:rsid w:val="00DF227F"/>
    <w:rsid w:val="00DF234F"/>
    <w:rsid w:val="00DF260C"/>
    <w:rsid w:val="00DF3F48"/>
    <w:rsid w:val="00DF50EE"/>
    <w:rsid w:val="00DF528C"/>
    <w:rsid w:val="00DF688E"/>
    <w:rsid w:val="00DF703E"/>
    <w:rsid w:val="00DF7428"/>
    <w:rsid w:val="00DF7A68"/>
    <w:rsid w:val="00E00016"/>
    <w:rsid w:val="00E00102"/>
    <w:rsid w:val="00E01478"/>
    <w:rsid w:val="00E018D5"/>
    <w:rsid w:val="00E028D0"/>
    <w:rsid w:val="00E02AB8"/>
    <w:rsid w:val="00E02B9E"/>
    <w:rsid w:val="00E0361F"/>
    <w:rsid w:val="00E041CB"/>
    <w:rsid w:val="00E04CFE"/>
    <w:rsid w:val="00E05A14"/>
    <w:rsid w:val="00E05E85"/>
    <w:rsid w:val="00E067BB"/>
    <w:rsid w:val="00E108E3"/>
    <w:rsid w:val="00E1105A"/>
    <w:rsid w:val="00E11163"/>
    <w:rsid w:val="00E115C4"/>
    <w:rsid w:val="00E12BC4"/>
    <w:rsid w:val="00E1378C"/>
    <w:rsid w:val="00E1487A"/>
    <w:rsid w:val="00E155C2"/>
    <w:rsid w:val="00E16A63"/>
    <w:rsid w:val="00E17684"/>
    <w:rsid w:val="00E17761"/>
    <w:rsid w:val="00E17FAD"/>
    <w:rsid w:val="00E20624"/>
    <w:rsid w:val="00E20B25"/>
    <w:rsid w:val="00E20F87"/>
    <w:rsid w:val="00E21075"/>
    <w:rsid w:val="00E21B64"/>
    <w:rsid w:val="00E21DF8"/>
    <w:rsid w:val="00E235E3"/>
    <w:rsid w:val="00E23BA0"/>
    <w:rsid w:val="00E23CEA"/>
    <w:rsid w:val="00E23F43"/>
    <w:rsid w:val="00E242F9"/>
    <w:rsid w:val="00E243BE"/>
    <w:rsid w:val="00E2542E"/>
    <w:rsid w:val="00E257CB"/>
    <w:rsid w:val="00E25D95"/>
    <w:rsid w:val="00E26F4E"/>
    <w:rsid w:val="00E26FD8"/>
    <w:rsid w:val="00E27B30"/>
    <w:rsid w:val="00E30330"/>
    <w:rsid w:val="00E305AF"/>
    <w:rsid w:val="00E31EB5"/>
    <w:rsid w:val="00E336AC"/>
    <w:rsid w:val="00E33A4F"/>
    <w:rsid w:val="00E342B2"/>
    <w:rsid w:val="00E353BB"/>
    <w:rsid w:val="00E376A3"/>
    <w:rsid w:val="00E379BE"/>
    <w:rsid w:val="00E37AC9"/>
    <w:rsid w:val="00E37F61"/>
    <w:rsid w:val="00E4026D"/>
    <w:rsid w:val="00E40E27"/>
    <w:rsid w:val="00E41E39"/>
    <w:rsid w:val="00E42F09"/>
    <w:rsid w:val="00E430C3"/>
    <w:rsid w:val="00E44069"/>
    <w:rsid w:val="00E4501D"/>
    <w:rsid w:val="00E45092"/>
    <w:rsid w:val="00E45653"/>
    <w:rsid w:val="00E45B44"/>
    <w:rsid w:val="00E45FDD"/>
    <w:rsid w:val="00E46986"/>
    <w:rsid w:val="00E46EE5"/>
    <w:rsid w:val="00E4739B"/>
    <w:rsid w:val="00E47C18"/>
    <w:rsid w:val="00E47CCC"/>
    <w:rsid w:val="00E500C3"/>
    <w:rsid w:val="00E504C2"/>
    <w:rsid w:val="00E50889"/>
    <w:rsid w:val="00E50C36"/>
    <w:rsid w:val="00E52073"/>
    <w:rsid w:val="00E5295A"/>
    <w:rsid w:val="00E52F0A"/>
    <w:rsid w:val="00E5322A"/>
    <w:rsid w:val="00E5344B"/>
    <w:rsid w:val="00E55122"/>
    <w:rsid w:val="00E551BF"/>
    <w:rsid w:val="00E55420"/>
    <w:rsid w:val="00E5679E"/>
    <w:rsid w:val="00E5683C"/>
    <w:rsid w:val="00E56CB9"/>
    <w:rsid w:val="00E56CBE"/>
    <w:rsid w:val="00E578D5"/>
    <w:rsid w:val="00E60886"/>
    <w:rsid w:val="00E61366"/>
    <w:rsid w:val="00E6261D"/>
    <w:rsid w:val="00E62E14"/>
    <w:rsid w:val="00E6343F"/>
    <w:rsid w:val="00E634C0"/>
    <w:rsid w:val="00E6366A"/>
    <w:rsid w:val="00E63CFF"/>
    <w:rsid w:val="00E64969"/>
    <w:rsid w:val="00E65016"/>
    <w:rsid w:val="00E65299"/>
    <w:rsid w:val="00E65371"/>
    <w:rsid w:val="00E66B64"/>
    <w:rsid w:val="00E66DE5"/>
    <w:rsid w:val="00E6776D"/>
    <w:rsid w:val="00E677EC"/>
    <w:rsid w:val="00E67C4A"/>
    <w:rsid w:val="00E706A1"/>
    <w:rsid w:val="00E714C4"/>
    <w:rsid w:val="00E7154B"/>
    <w:rsid w:val="00E7167C"/>
    <w:rsid w:val="00E7175E"/>
    <w:rsid w:val="00E717BB"/>
    <w:rsid w:val="00E72790"/>
    <w:rsid w:val="00E7421C"/>
    <w:rsid w:val="00E746DB"/>
    <w:rsid w:val="00E74B59"/>
    <w:rsid w:val="00E75679"/>
    <w:rsid w:val="00E76139"/>
    <w:rsid w:val="00E76E3E"/>
    <w:rsid w:val="00E806C6"/>
    <w:rsid w:val="00E80EF8"/>
    <w:rsid w:val="00E815B8"/>
    <w:rsid w:val="00E817DC"/>
    <w:rsid w:val="00E81950"/>
    <w:rsid w:val="00E81A12"/>
    <w:rsid w:val="00E8234D"/>
    <w:rsid w:val="00E83E4F"/>
    <w:rsid w:val="00E84328"/>
    <w:rsid w:val="00E844DA"/>
    <w:rsid w:val="00E862E9"/>
    <w:rsid w:val="00E866AF"/>
    <w:rsid w:val="00E8762B"/>
    <w:rsid w:val="00E9008D"/>
    <w:rsid w:val="00E9051C"/>
    <w:rsid w:val="00E90D42"/>
    <w:rsid w:val="00E912C6"/>
    <w:rsid w:val="00E914A6"/>
    <w:rsid w:val="00E917B7"/>
    <w:rsid w:val="00E91955"/>
    <w:rsid w:val="00E921C1"/>
    <w:rsid w:val="00E92B50"/>
    <w:rsid w:val="00E93229"/>
    <w:rsid w:val="00E93641"/>
    <w:rsid w:val="00E943BF"/>
    <w:rsid w:val="00E9495D"/>
    <w:rsid w:val="00E95DF7"/>
    <w:rsid w:val="00E95E82"/>
    <w:rsid w:val="00E96423"/>
    <w:rsid w:val="00E96A5B"/>
    <w:rsid w:val="00E96C9F"/>
    <w:rsid w:val="00E96EF3"/>
    <w:rsid w:val="00EA036D"/>
    <w:rsid w:val="00EA0C68"/>
    <w:rsid w:val="00EA1121"/>
    <w:rsid w:val="00EA1EFA"/>
    <w:rsid w:val="00EA2166"/>
    <w:rsid w:val="00EA2B69"/>
    <w:rsid w:val="00EA3020"/>
    <w:rsid w:val="00EA34E8"/>
    <w:rsid w:val="00EA3F6F"/>
    <w:rsid w:val="00EA6CCE"/>
    <w:rsid w:val="00EB0952"/>
    <w:rsid w:val="00EB10A8"/>
    <w:rsid w:val="00EB1FC8"/>
    <w:rsid w:val="00EB5093"/>
    <w:rsid w:val="00EB5B32"/>
    <w:rsid w:val="00EB5BBF"/>
    <w:rsid w:val="00EB7B34"/>
    <w:rsid w:val="00EB7F72"/>
    <w:rsid w:val="00EC0405"/>
    <w:rsid w:val="00EC1013"/>
    <w:rsid w:val="00EC1179"/>
    <w:rsid w:val="00EC1EE6"/>
    <w:rsid w:val="00EC21B4"/>
    <w:rsid w:val="00EC3D2C"/>
    <w:rsid w:val="00EC3F40"/>
    <w:rsid w:val="00EC4521"/>
    <w:rsid w:val="00EC4F2A"/>
    <w:rsid w:val="00EC5849"/>
    <w:rsid w:val="00EC6AFA"/>
    <w:rsid w:val="00EC7175"/>
    <w:rsid w:val="00EC7612"/>
    <w:rsid w:val="00EC7844"/>
    <w:rsid w:val="00EC7F26"/>
    <w:rsid w:val="00ED09FC"/>
    <w:rsid w:val="00ED12D4"/>
    <w:rsid w:val="00ED15F8"/>
    <w:rsid w:val="00ED3528"/>
    <w:rsid w:val="00ED3BDD"/>
    <w:rsid w:val="00ED528F"/>
    <w:rsid w:val="00ED5373"/>
    <w:rsid w:val="00ED5408"/>
    <w:rsid w:val="00ED550C"/>
    <w:rsid w:val="00ED5B07"/>
    <w:rsid w:val="00ED6593"/>
    <w:rsid w:val="00ED6B6B"/>
    <w:rsid w:val="00ED71FA"/>
    <w:rsid w:val="00ED762A"/>
    <w:rsid w:val="00EE0040"/>
    <w:rsid w:val="00EE00C5"/>
    <w:rsid w:val="00EE109B"/>
    <w:rsid w:val="00EE1751"/>
    <w:rsid w:val="00EE2C3F"/>
    <w:rsid w:val="00EE3F32"/>
    <w:rsid w:val="00EE43CD"/>
    <w:rsid w:val="00EE5138"/>
    <w:rsid w:val="00EE5404"/>
    <w:rsid w:val="00EE60D2"/>
    <w:rsid w:val="00EE6468"/>
    <w:rsid w:val="00EE6D32"/>
    <w:rsid w:val="00EE74F3"/>
    <w:rsid w:val="00EE7DE8"/>
    <w:rsid w:val="00EE7F2E"/>
    <w:rsid w:val="00EF039D"/>
    <w:rsid w:val="00EF2FEF"/>
    <w:rsid w:val="00EF3B13"/>
    <w:rsid w:val="00EF44E1"/>
    <w:rsid w:val="00EF482E"/>
    <w:rsid w:val="00EF495E"/>
    <w:rsid w:val="00EF5AB2"/>
    <w:rsid w:val="00EF6048"/>
    <w:rsid w:val="00EF68C2"/>
    <w:rsid w:val="00F0079C"/>
    <w:rsid w:val="00F01E38"/>
    <w:rsid w:val="00F020BC"/>
    <w:rsid w:val="00F02316"/>
    <w:rsid w:val="00F02483"/>
    <w:rsid w:val="00F02587"/>
    <w:rsid w:val="00F02656"/>
    <w:rsid w:val="00F027AF"/>
    <w:rsid w:val="00F03118"/>
    <w:rsid w:val="00F03BDD"/>
    <w:rsid w:val="00F0463A"/>
    <w:rsid w:val="00F04BFA"/>
    <w:rsid w:val="00F05AE2"/>
    <w:rsid w:val="00F06411"/>
    <w:rsid w:val="00F07139"/>
    <w:rsid w:val="00F11D35"/>
    <w:rsid w:val="00F11F17"/>
    <w:rsid w:val="00F12286"/>
    <w:rsid w:val="00F12535"/>
    <w:rsid w:val="00F129A4"/>
    <w:rsid w:val="00F12F8A"/>
    <w:rsid w:val="00F145DB"/>
    <w:rsid w:val="00F15402"/>
    <w:rsid w:val="00F1570A"/>
    <w:rsid w:val="00F15967"/>
    <w:rsid w:val="00F16AD7"/>
    <w:rsid w:val="00F2016A"/>
    <w:rsid w:val="00F20399"/>
    <w:rsid w:val="00F206A4"/>
    <w:rsid w:val="00F20DB0"/>
    <w:rsid w:val="00F21990"/>
    <w:rsid w:val="00F21A41"/>
    <w:rsid w:val="00F21B4B"/>
    <w:rsid w:val="00F23742"/>
    <w:rsid w:val="00F23B40"/>
    <w:rsid w:val="00F2461A"/>
    <w:rsid w:val="00F24C97"/>
    <w:rsid w:val="00F251D9"/>
    <w:rsid w:val="00F25A2E"/>
    <w:rsid w:val="00F25A95"/>
    <w:rsid w:val="00F265A4"/>
    <w:rsid w:val="00F27772"/>
    <w:rsid w:val="00F27B3C"/>
    <w:rsid w:val="00F3109E"/>
    <w:rsid w:val="00F32243"/>
    <w:rsid w:val="00F326C5"/>
    <w:rsid w:val="00F32DBB"/>
    <w:rsid w:val="00F3304C"/>
    <w:rsid w:val="00F33237"/>
    <w:rsid w:val="00F351F6"/>
    <w:rsid w:val="00F3568B"/>
    <w:rsid w:val="00F35FDB"/>
    <w:rsid w:val="00F37DDA"/>
    <w:rsid w:val="00F4016A"/>
    <w:rsid w:val="00F40493"/>
    <w:rsid w:val="00F406A7"/>
    <w:rsid w:val="00F41127"/>
    <w:rsid w:val="00F4151F"/>
    <w:rsid w:val="00F41622"/>
    <w:rsid w:val="00F4210A"/>
    <w:rsid w:val="00F43A2E"/>
    <w:rsid w:val="00F43FC0"/>
    <w:rsid w:val="00F44CD1"/>
    <w:rsid w:val="00F452FE"/>
    <w:rsid w:val="00F45410"/>
    <w:rsid w:val="00F45584"/>
    <w:rsid w:val="00F45670"/>
    <w:rsid w:val="00F46072"/>
    <w:rsid w:val="00F4790D"/>
    <w:rsid w:val="00F479BE"/>
    <w:rsid w:val="00F47DD4"/>
    <w:rsid w:val="00F5078A"/>
    <w:rsid w:val="00F50985"/>
    <w:rsid w:val="00F50D43"/>
    <w:rsid w:val="00F51DCD"/>
    <w:rsid w:val="00F5256B"/>
    <w:rsid w:val="00F52634"/>
    <w:rsid w:val="00F52944"/>
    <w:rsid w:val="00F530FF"/>
    <w:rsid w:val="00F53F4A"/>
    <w:rsid w:val="00F54B39"/>
    <w:rsid w:val="00F54BE0"/>
    <w:rsid w:val="00F550F1"/>
    <w:rsid w:val="00F566AB"/>
    <w:rsid w:val="00F56714"/>
    <w:rsid w:val="00F56D24"/>
    <w:rsid w:val="00F5714C"/>
    <w:rsid w:val="00F5729D"/>
    <w:rsid w:val="00F572D8"/>
    <w:rsid w:val="00F60892"/>
    <w:rsid w:val="00F60A60"/>
    <w:rsid w:val="00F60E48"/>
    <w:rsid w:val="00F61434"/>
    <w:rsid w:val="00F61E9B"/>
    <w:rsid w:val="00F62604"/>
    <w:rsid w:val="00F63DB9"/>
    <w:rsid w:val="00F6573F"/>
    <w:rsid w:val="00F6592A"/>
    <w:rsid w:val="00F661AC"/>
    <w:rsid w:val="00F66291"/>
    <w:rsid w:val="00F707F2"/>
    <w:rsid w:val="00F70AE9"/>
    <w:rsid w:val="00F70BA5"/>
    <w:rsid w:val="00F7159C"/>
    <w:rsid w:val="00F721C1"/>
    <w:rsid w:val="00F72AC0"/>
    <w:rsid w:val="00F733E4"/>
    <w:rsid w:val="00F736DD"/>
    <w:rsid w:val="00F74BA6"/>
    <w:rsid w:val="00F74D62"/>
    <w:rsid w:val="00F75AD7"/>
    <w:rsid w:val="00F77917"/>
    <w:rsid w:val="00F8124D"/>
    <w:rsid w:val="00F81599"/>
    <w:rsid w:val="00F824E6"/>
    <w:rsid w:val="00F83029"/>
    <w:rsid w:val="00F83148"/>
    <w:rsid w:val="00F835F0"/>
    <w:rsid w:val="00F83BF6"/>
    <w:rsid w:val="00F83C04"/>
    <w:rsid w:val="00F83EDC"/>
    <w:rsid w:val="00F84199"/>
    <w:rsid w:val="00F84A79"/>
    <w:rsid w:val="00F84E05"/>
    <w:rsid w:val="00F85802"/>
    <w:rsid w:val="00F9039B"/>
    <w:rsid w:val="00F90683"/>
    <w:rsid w:val="00F90DA8"/>
    <w:rsid w:val="00F91CB1"/>
    <w:rsid w:val="00F926D7"/>
    <w:rsid w:val="00F9270A"/>
    <w:rsid w:val="00F93474"/>
    <w:rsid w:val="00F938FB"/>
    <w:rsid w:val="00F94129"/>
    <w:rsid w:val="00F94E46"/>
    <w:rsid w:val="00F9703A"/>
    <w:rsid w:val="00F971AE"/>
    <w:rsid w:val="00F972C7"/>
    <w:rsid w:val="00F97704"/>
    <w:rsid w:val="00FA058C"/>
    <w:rsid w:val="00FA0782"/>
    <w:rsid w:val="00FA0FFF"/>
    <w:rsid w:val="00FA1635"/>
    <w:rsid w:val="00FA17ED"/>
    <w:rsid w:val="00FA1E40"/>
    <w:rsid w:val="00FA2E2F"/>
    <w:rsid w:val="00FA3248"/>
    <w:rsid w:val="00FA3387"/>
    <w:rsid w:val="00FA4493"/>
    <w:rsid w:val="00FA47D1"/>
    <w:rsid w:val="00FA5374"/>
    <w:rsid w:val="00FA5413"/>
    <w:rsid w:val="00FA590D"/>
    <w:rsid w:val="00FA5945"/>
    <w:rsid w:val="00FA5DBA"/>
    <w:rsid w:val="00FA61B6"/>
    <w:rsid w:val="00FA6F5E"/>
    <w:rsid w:val="00FB1583"/>
    <w:rsid w:val="00FB1E62"/>
    <w:rsid w:val="00FB2BD4"/>
    <w:rsid w:val="00FB4164"/>
    <w:rsid w:val="00FB41B6"/>
    <w:rsid w:val="00FB625D"/>
    <w:rsid w:val="00FB681D"/>
    <w:rsid w:val="00FB6F5F"/>
    <w:rsid w:val="00FB78D0"/>
    <w:rsid w:val="00FC0C7D"/>
    <w:rsid w:val="00FC114A"/>
    <w:rsid w:val="00FC3D82"/>
    <w:rsid w:val="00FC454A"/>
    <w:rsid w:val="00FC4A66"/>
    <w:rsid w:val="00FC4FC3"/>
    <w:rsid w:val="00FC557D"/>
    <w:rsid w:val="00FC5732"/>
    <w:rsid w:val="00FC5D24"/>
    <w:rsid w:val="00FC5DCA"/>
    <w:rsid w:val="00FC68A4"/>
    <w:rsid w:val="00FC6CE8"/>
    <w:rsid w:val="00FC6D8A"/>
    <w:rsid w:val="00FD06F6"/>
    <w:rsid w:val="00FD08C3"/>
    <w:rsid w:val="00FD1D73"/>
    <w:rsid w:val="00FD1F56"/>
    <w:rsid w:val="00FD1FEA"/>
    <w:rsid w:val="00FD20B6"/>
    <w:rsid w:val="00FD2C40"/>
    <w:rsid w:val="00FD4687"/>
    <w:rsid w:val="00FD4826"/>
    <w:rsid w:val="00FD5D6A"/>
    <w:rsid w:val="00FD7BE7"/>
    <w:rsid w:val="00FD7D96"/>
    <w:rsid w:val="00FE0766"/>
    <w:rsid w:val="00FE0910"/>
    <w:rsid w:val="00FE0CB7"/>
    <w:rsid w:val="00FE12D1"/>
    <w:rsid w:val="00FE22AF"/>
    <w:rsid w:val="00FE36AB"/>
    <w:rsid w:val="00FE3CE1"/>
    <w:rsid w:val="00FE53BD"/>
    <w:rsid w:val="00FE5548"/>
    <w:rsid w:val="00FE59FC"/>
    <w:rsid w:val="00FE5EED"/>
    <w:rsid w:val="00FE5FB8"/>
    <w:rsid w:val="00FE6732"/>
    <w:rsid w:val="00FE7321"/>
    <w:rsid w:val="00FE7970"/>
    <w:rsid w:val="00FE7EA3"/>
    <w:rsid w:val="00FF0579"/>
    <w:rsid w:val="00FF21F2"/>
    <w:rsid w:val="00FF2B41"/>
    <w:rsid w:val="00FF3006"/>
    <w:rsid w:val="00FF34E0"/>
    <w:rsid w:val="00FF37BE"/>
    <w:rsid w:val="00FF4116"/>
    <w:rsid w:val="00FF495C"/>
    <w:rsid w:val="00FF60EC"/>
    <w:rsid w:val="00FF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C9C"/>
    <w:pPr>
      <w:spacing w:after="200" w:line="276" w:lineRule="auto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23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3</Pages>
  <Words>910</Words>
  <Characters>5191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ch09</cp:lastModifiedBy>
  <cp:revision>13</cp:revision>
  <cp:lastPrinted>2012-04-09T07:37:00Z</cp:lastPrinted>
  <dcterms:created xsi:type="dcterms:W3CDTF">2012-04-06T07:15:00Z</dcterms:created>
  <dcterms:modified xsi:type="dcterms:W3CDTF">2012-04-17T05:21:00Z</dcterms:modified>
</cp:coreProperties>
</file>